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B74" w:rsidRDefault="00E72B74" w:rsidP="00E72B74">
      <w:pPr>
        <w:rPr>
          <w:b/>
        </w:rPr>
      </w:pPr>
      <w:r>
        <w:rPr>
          <w:b/>
        </w:rPr>
        <w:t>Inventarisatie van werkzaamheden:</w:t>
      </w:r>
    </w:p>
    <w:p w:rsidR="00E72B74" w:rsidRDefault="00E72B74" w:rsidP="00E72B74">
      <w:pPr>
        <w:rPr>
          <w:b/>
        </w:rPr>
      </w:pPr>
      <w:r>
        <w:rPr>
          <w:b/>
        </w:rPr>
        <w:t>De planning.</w:t>
      </w:r>
    </w:p>
    <w:p w:rsidR="00573B50" w:rsidRPr="005917F2" w:rsidRDefault="00573B50" w:rsidP="00E72B74">
      <w:pPr>
        <w:rPr>
          <w:b/>
          <w:szCs w:val="24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792"/>
        <w:gridCol w:w="7945"/>
      </w:tblGrid>
      <w:tr w:rsidR="00E72B74" w:rsidRPr="00A4763E" w:rsidTr="00510BA9">
        <w:tc>
          <w:tcPr>
            <w:tcW w:w="1150" w:type="dxa"/>
          </w:tcPr>
          <w:p w:rsidR="00E72B74" w:rsidRPr="00A4763E" w:rsidRDefault="00E72B74" w:rsidP="00555688">
            <w:pPr>
              <w:rPr>
                <w:b/>
                <w:szCs w:val="24"/>
              </w:rPr>
            </w:pPr>
            <w:proofErr w:type="spellStart"/>
            <w:r w:rsidRPr="00A4763E">
              <w:rPr>
                <w:b/>
                <w:szCs w:val="24"/>
              </w:rPr>
              <w:t>Weeknr</w:t>
            </w:r>
            <w:proofErr w:type="spellEnd"/>
            <w:r>
              <w:rPr>
                <w:b/>
                <w:szCs w:val="24"/>
              </w:rPr>
              <w:t>.</w:t>
            </w:r>
          </w:p>
        </w:tc>
        <w:tc>
          <w:tcPr>
            <w:tcW w:w="4792" w:type="dxa"/>
          </w:tcPr>
          <w:p w:rsidR="00E72B74" w:rsidRPr="00A4763E" w:rsidRDefault="00510BA9" w:rsidP="00555688">
            <w:pPr>
              <w:rPr>
                <w:szCs w:val="24"/>
              </w:rPr>
            </w:pPr>
            <w:r>
              <w:rPr>
                <w:szCs w:val="24"/>
              </w:rPr>
              <w:t>Vaardigheid: (uit de stage opdracht)</w:t>
            </w:r>
          </w:p>
        </w:tc>
        <w:tc>
          <w:tcPr>
            <w:tcW w:w="7945" w:type="dxa"/>
          </w:tcPr>
          <w:p w:rsidR="00E72B74" w:rsidRPr="00A4763E" w:rsidRDefault="00510BA9" w:rsidP="00555688">
            <w:pPr>
              <w:rPr>
                <w:szCs w:val="24"/>
              </w:rPr>
            </w:pPr>
            <w:r>
              <w:rPr>
                <w:szCs w:val="24"/>
              </w:rPr>
              <w:t>Beschrijving van de wijze waarop je de vaardigheid gaat uitvoeren.</w:t>
            </w:r>
          </w:p>
        </w:tc>
      </w:tr>
      <w:tr w:rsidR="00FE0A93" w:rsidRPr="00A4763E" w:rsidTr="00510BA9">
        <w:tc>
          <w:tcPr>
            <w:tcW w:w="1150" w:type="dxa"/>
          </w:tcPr>
          <w:p w:rsidR="00FE0A93" w:rsidRPr="00DE338A" w:rsidRDefault="00FE0A93" w:rsidP="00FE0A93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FE0A93" w:rsidRPr="00FE0A93" w:rsidRDefault="00FE0A93" w:rsidP="00FE0A93">
            <w:pPr>
              <w:tabs>
                <w:tab w:val="center" w:pos="1550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</w:t>
            </w:r>
            <w:r w:rsidRPr="00FE0A93">
              <w:rPr>
                <w:rFonts w:cs="Arial"/>
                <w:szCs w:val="24"/>
              </w:rPr>
              <w:t>erantwoord i.r.t. (persoonlijke) veiligheid, hygiëne en milieu werken</w:t>
            </w:r>
          </w:p>
        </w:tc>
        <w:tc>
          <w:tcPr>
            <w:tcW w:w="7945" w:type="dxa"/>
          </w:tcPr>
          <w:p w:rsidR="00FE0A93" w:rsidRPr="00A4763E" w:rsidRDefault="00FE0A93" w:rsidP="00FE0A93">
            <w:pPr>
              <w:rPr>
                <w:szCs w:val="24"/>
              </w:rPr>
            </w:pPr>
          </w:p>
        </w:tc>
      </w:tr>
      <w:tr w:rsidR="00FE0A93" w:rsidRPr="00A4763E" w:rsidTr="00510BA9">
        <w:tc>
          <w:tcPr>
            <w:tcW w:w="1150" w:type="dxa"/>
          </w:tcPr>
          <w:p w:rsidR="00FE0A93" w:rsidRPr="00DE338A" w:rsidRDefault="00FE0A93" w:rsidP="00FE0A93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FE0A93" w:rsidRPr="00FE0A93" w:rsidRDefault="00FE0A93" w:rsidP="00FE0A93">
            <w:pPr>
              <w:rPr>
                <w:rFonts w:cs="Arial"/>
                <w:szCs w:val="24"/>
              </w:rPr>
            </w:pPr>
            <w:r w:rsidRPr="00FE0A93">
              <w:rPr>
                <w:rFonts w:cs="Arial"/>
                <w:szCs w:val="24"/>
              </w:rPr>
              <w:t xml:space="preserve">goederen ontvangst voorbereiden door materiaal, materieel en </w:t>
            </w:r>
            <w:proofErr w:type="spellStart"/>
            <w:r w:rsidRPr="00FE0A93">
              <w:rPr>
                <w:rFonts w:cs="Arial"/>
                <w:szCs w:val="24"/>
              </w:rPr>
              <w:t>retouren</w:t>
            </w:r>
            <w:proofErr w:type="spellEnd"/>
            <w:r w:rsidRPr="00FE0A93">
              <w:rPr>
                <w:rFonts w:cs="Arial"/>
                <w:szCs w:val="24"/>
              </w:rPr>
              <w:t xml:space="preserve"> klaar te zetten.</w:t>
            </w:r>
          </w:p>
        </w:tc>
        <w:tc>
          <w:tcPr>
            <w:tcW w:w="7945" w:type="dxa"/>
          </w:tcPr>
          <w:p w:rsidR="00FE0A93" w:rsidRPr="00A4763E" w:rsidRDefault="00FE0A93" w:rsidP="00FE0A93">
            <w:pPr>
              <w:rPr>
                <w:szCs w:val="24"/>
              </w:rPr>
            </w:pPr>
          </w:p>
        </w:tc>
      </w:tr>
      <w:tr w:rsidR="00FE0A93" w:rsidRPr="00A4763E" w:rsidTr="00510BA9">
        <w:tc>
          <w:tcPr>
            <w:tcW w:w="1150" w:type="dxa"/>
          </w:tcPr>
          <w:p w:rsidR="00FE0A93" w:rsidRPr="00DE338A" w:rsidRDefault="00FE0A93" w:rsidP="00FE0A93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FE0A93" w:rsidRPr="00FE0A93" w:rsidRDefault="00FE0A93" w:rsidP="00FE0A93">
            <w:pPr>
              <w:tabs>
                <w:tab w:val="center" w:pos="1550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</w:t>
            </w:r>
            <w:r w:rsidRPr="00FE0A93">
              <w:rPr>
                <w:rFonts w:cs="Arial"/>
                <w:szCs w:val="24"/>
              </w:rPr>
              <w:t>fwijkingen registeren en rapporteren.</w:t>
            </w:r>
          </w:p>
        </w:tc>
        <w:tc>
          <w:tcPr>
            <w:tcW w:w="7945" w:type="dxa"/>
          </w:tcPr>
          <w:p w:rsidR="00FE0A93" w:rsidRPr="00A4763E" w:rsidRDefault="00FE0A93" w:rsidP="00FE0A93">
            <w:pPr>
              <w:rPr>
                <w:szCs w:val="24"/>
              </w:rPr>
            </w:pPr>
          </w:p>
        </w:tc>
      </w:tr>
      <w:tr w:rsidR="00FE0A93" w:rsidRPr="00A4763E" w:rsidTr="00510BA9">
        <w:tc>
          <w:tcPr>
            <w:tcW w:w="1150" w:type="dxa"/>
          </w:tcPr>
          <w:p w:rsidR="00FE0A93" w:rsidRPr="00DE338A" w:rsidRDefault="00FE0A93" w:rsidP="00FE0A93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FE0A93" w:rsidRPr="00FE0A93" w:rsidRDefault="00FE0A93" w:rsidP="00FE0A93">
            <w:pPr>
              <w:tabs>
                <w:tab w:val="center" w:pos="1550"/>
              </w:tabs>
              <w:rPr>
                <w:rFonts w:cs="Arial"/>
                <w:szCs w:val="24"/>
              </w:rPr>
            </w:pPr>
            <w:r w:rsidRPr="00FE0A93">
              <w:rPr>
                <w:rFonts w:cs="Arial"/>
                <w:szCs w:val="24"/>
              </w:rPr>
              <w:t>materialen en materieel t.b.v. de goederenstroom hanteren</w:t>
            </w:r>
          </w:p>
        </w:tc>
        <w:tc>
          <w:tcPr>
            <w:tcW w:w="7945" w:type="dxa"/>
          </w:tcPr>
          <w:p w:rsidR="00FE0A93" w:rsidRPr="00A4763E" w:rsidRDefault="00FE0A93" w:rsidP="00FE0A93">
            <w:pPr>
              <w:rPr>
                <w:szCs w:val="24"/>
              </w:rPr>
            </w:pPr>
          </w:p>
        </w:tc>
      </w:tr>
      <w:tr w:rsidR="00FE0A93" w:rsidRPr="00A4763E" w:rsidTr="00510BA9">
        <w:tc>
          <w:tcPr>
            <w:tcW w:w="1150" w:type="dxa"/>
          </w:tcPr>
          <w:p w:rsidR="00FE0A93" w:rsidRPr="00DE338A" w:rsidRDefault="00FE0A93" w:rsidP="00FE0A93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FE0A93" w:rsidRPr="00FE0A93" w:rsidRDefault="00FE0A93" w:rsidP="00FE0A93">
            <w:pPr>
              <w:tabs>
                <w:tab w:val="center" w:pos="1550"/>
              </w:tabs>
              <w:rPr>
                <w:rFonts w:cs="Arial"/>
                <w:szCs w:val="24"/>
              </w:rPr>
            </w:pPr>
            <w:r w:rsidRPr="00FE0A93">
              <w:rPr>
                <w:rFonts w:cs="Arial"/>
                <w:szCs w:val="24"/>
              </w:rPr>
              <w:t>goederen uit- en ompakken</w:t>
            </w:r>
          </w:p>
        </w:tc>
        <w:tc>
          <w:tcPr>
            <w:tcW w:w="7945" w:type="dxa"/>
          </w:tcPr>
          <w:p w:rsidR="00FE0A93" w:rsidRPr="00A4763E" w:rsidRDefault="00FE0A93" w:rsidP="00FE0A93">
            <w:pPr>
              <w:rPr>
                <w:szCs w:val="24"/>
              </w:rPr>
            </w:pPr>
          </w:p>
        </w:tc>
      </w:tr>
      <w:tr w:rsidR="00FE0A93" w:rsidRPr="00A4763E" w:rsidTr="00510BA9">
        <w:tc>
          <w:tcPr>
            <w:tcW w:w="1150" w:type="dxa"/>
          </w:tcPr>
          <w:p w:rsidR="00FE0A93" w:rsidRPr="00DE338A" w:rsidRDefault="00FE0A93" w:rsidP="00FE0A93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FE0A93" w:rsidRPr="00FE0A93" w:rsidRDefault="00FE0A93" w:rsidP="00FE0A93">
            <w:pPr>
              <w:tabs>
                <w:tab w:val="center" w:pos="1550"/>
              </w:tabs>
              <w:rPr>
                <w:rFonts w:cs="Arial"/>
                <w:szCs w:val="24"/>
              </w:rPr>
            </w:pPr>
            <w:r w:rsidRPr="00FE0A93">
              <w:rPr>
                <w:rFonts w:cs="Arial"/>
                <w:szCs w:val="24"/>
              </w:rPr>
              <w:t xml:space="preserve">goederen </w:t>
            </w:r>
            <w:r>
              <w:rPr>
                <w:rFonts w:cs="Arial"/>
                <w:szCs w:val="24"/>
              </w:rPr>
              <w:t xml:space="preserve">op </w:t>
            </w:r>
            <w:bookmarkStart w:id="0" w:name="_GoBack"/>
            <w:bookmarkEnd w:id="0"/>
            <w:r w:rsidRPr="00FE0A93">
              <w:rPr>
                <w:rFonts w:cs="Arial"/>
                <w:szCs w:val="24"/>
              </w:rPr>
              <w:t>de aangegeven plek opslaan.</w:t>
            </w:r>
          </w:p>
        </w:tc>
        <w:tc>
          <w:tcPr>
            <w:tcW w:w="7945" w:type="dxa"/>
          </w:tcPr>
          <w:p w:rsidR="00FE0A93" w:rsidRPr="00A4763E" w:rsidRDefault="00FE0A93" w:rsidP="00FE0A93">
            <w:pPr>
              <w:rPr>
                <w:szCs w:val="24"/>
              </w:rPr>
            </w:pPr>
          </w:p>
        </w:tc>
      </w:tr>
      <w:tr w:rsidR="00FE0A93" w:rsidRPr="00A4763E" w:rsidTr="00510BA9">
        <w:tc>
          <w:tcPr>
            <w:tcW w:w="1150" w:type="dxa"/>
          </w:tcPr>
          <w:p w:rsidR="00FE0A93" w:rsidRPr="00DE338A" w:rsidRDefault="00FE0A93" w:rsidP="00FE0A93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FE0A93" w:rsidRPr="00FE0A93" w:rsidRDefault="00FE0A93" w:rsidP="00FE0A93">
            <w:pPr>
              <w:rPr>
                <w:szCs w:val="24"/>
              </w:rPr>
            </w:pPr>
            <w:r w:rsidRPr="00FE0A93">
              <w:rPr>
                <w:rFonts w:cs="Arial"/>
                <w:szCs w:val="24"/>
              </w:rPr>
              <w:t>schoonmaakmiddelen en materialen gebruiken</w:t>
            </w:r>
          </w:p>
        </w:tc>
        <w:tc>
          <w:tcPr>
            <w:tcW w:w="7945" w:type="dxa"/>
          </w:tcPr>
          <w:p w:rsidR="00FE0A93" w:rsidRPr="00A4763E" w:rsidRDefault="00FE0A93" w:rsidP="00FE0A93">
            <w:pPr>
              <w:rPr>
                <w:szCs w:val="24"/>
              </w:rPr>
            </w:pPr>
          </w:p>
        </w:tc>
      </w:tr>
    </w:tbl>
    <w:p w:rsidR="00A7088C" w:rsidRDefault="00A7088C"/>
    <w:p w:rsidR="00A7088C" w:rsidRPr="00A7088C" w:rsidRDefault="00A7088C" w:rsidP="00A7088C"/>
    <w:p w:rsidR="00A7088C" w:rsidRDefault="00A7088C" w:rsidP="00A7088C"/>
    <w:p w:rsidR="003B2E75" w:rsidRDefault="00A7088C" w:rsidP="00A7088C">
      <w:r>
        <w:t>Handtekening praktijkbegeleider:</w:t>
      </w:r>
      <w:r>
        <w:tab/>
      </w:r>
    </w:p>
    <w:p w:rsidR="00A7088C" w:rsidRDefault="00A7088C" w:rsidP="00A7088C"/>
    <w:p w:rsidR="00A7088C" w:rsidRDefault="00A7088C" w:rsidP="00A7088C">
      <w:r>
        <w:t>Handtekening BPV begeleider:</w:t>
      </w:r>
    </w:p>
    <w:p w:rsidR="00A7088C" w:rsidRPr="00A7088C" w:rsidRDefault="00A7088C" w:rsidP="00A7088C"/>
    <w:sectPr w:rsidR="00A7088C" w:rsidRPr="00A7088C" w:rsidSect="00510B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74"/>
    <w:rsid w:val="000D319B"/>
    <w:rsid w:val="003B2E75"/>
    <w:rsid w:val="00510BA9"/>
    <w:rsid w:val="00573B50"/>
    <w:rsid w:val="00671F94"/>
    <w:rsid w:val="006B6D68"/>
    <w:rsid w:val="0075497E"/>
    <w:rsid w:val="00A7088C"/>
    <w:rsid w:val="00E72B74"/>
    <w:rsid w:val="00FE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1165"/>
  <w15:chartTrackingRefBased/>
  <w15:docId w15:val="{43F91466-CA00-423D-BA16-13A13CF0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2B7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7DE2D77C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Regien Mendel - ten Napel</cp:lastModifiedBy>
  <cp:revision>2</cp:revision>
  <dcterms:created xsi:type="dcterms:W3CDTF">2018-06-07T13:44:00Z</dcterms:created>
  <dcterms:modified xsi:type="dcterms:W3CDTF">2018-06-07T13:44:00Z</dcterms:modified>
</cp:coreProperties>
</file>