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922A7" w14:textId="77777777" w:rsidR="003F0B03" w:rsidRPr="007E363D" w:rsidRDefault="007E363D">
      <w:pPr>
        <w:rPr>
          <w:b/>
          <w:sz w:val="32"/>
          <w:szCs w:val="32"/>
          <w:u w:val="single"/>
        </w:rPr>
      </w:pPr>
      <w:r w:rsidRPr="007E363D">
        <w:rPr>
          <w:b/>
          <w:sz w:val="32"/>
          <w:szCs w:val="32"/>
          <w:u w:val="single"/>
        </w:rPr>
        <w:t>Gespreksvaardigheid Basis 3</w:t>
      </w:r>
    </w:p>
    <w:p w14:paraId="5D832946" w14:textId="77777777" w:rsidR="007E363D" w:rsidRDefault="007E363D">
      <w:pPr>
        <w:rPr>
          <w:sz w:val="28"/>
          <w:szCs w:val="28"/>
        </w:rPr>
      </w:pPr>
    </w:p>
    <w:p w14:paraId="0BD33CA6" w14:textId="77777777" w:rsidR="007E363D" w:rsidRDefault="007E363D">
      <w:pPr>
        <w:rPr>
          <w:sz w:val="28"/>
          <w:szCs w:val="28"/>
        </w:rPr>
      </w:pPr>
    </w:p>
    <w:p w14:paraId="41CA5418" w14:textId="77777777" w:rsidR="007E363D" w:rsidRDefault="007E363D" w:rsidP="007E363D">
      <w:pPr>
        <w:rPr>
          <w:sz w:val="28"/>
          <w:szCs w:val="28"/>
        </w:rPr>
      </w:pPr>
    </w:p>
    <w:p w14:paraId="0A08E182" w14:textId="77777777" w:rsidR="007E363D" w:rsidRPr="007E363D" w:rsidRDefault="007E363D" w:rsidP="007E363D">
      <w:pPr>
        <w:rPr>
          <w:sz w:val="28"/>
          <w:szCs w:val="28"/>
        </w:rPr>
      </w:pPr>
      <w:r w:rsidRPr="007E363D">
        <w:rPr>
          <w:sz w:val="28"/>
          <w:szCs w:val="28"/>
        </w:rPr>
        <w:t xml:space="preserve">Kies </w:t>
      </w:r>
      <w:r w:rsidRPr="007E363D">
        <w:rPr>
          <w:b/>
          <w:sz w:val="28"/>
          <w:szCs w:val="28"/>
          <w:u w:val="single"/>
        </w:rPr>
        <w:t xml:space="preserve">2 </w:t>
      </w:r>
      <w:r w:rsidRPr="007E363D">
        <w:rPr>
          <w:sz w:val="28"/>
          <w:szCs w:val="28"/>
        </w:rPr>
        <w:t>van de 4 gesprekken.</w:t>
      </w:r>
    </w:p>
    <w:p w14:paraId="11BFE1F7" w14:textId="77777777" w:rsidR="007E363D" w:rsidRPr="007E363D" w:rsidRDefault="007E363D" w:rsidP="007E363D">
      <w:pPr>
        <w:rPr>
          <w:sz w:val="28"/>
          <w:szCs w:val="28"/>
        </w:rPr>
      </w:pPr>
      <w:r w:rsidRPr="007E363D">
        <w:rPr>
          <w:sz w:val="28"/>
          <w:szCs w:val="28"/>
          <w:u w:val="single"/>
        </w:rPr>
        <w:t>Bereid beide spreekkaarten goed voor!</w:t>
      </w:r>
      <w:r w:rsidRPr="007E363D">
        <w:rPr>
          <w:sz w:val="28"/>
          <w:szCs w:val="28"/>
        </w:rPr>
        <w:t xml:space="preserve"> </w:t>
      </w:r>
      <w:r w:rsidRPr="007E363D">
        <w:rPr>
          <w:b/>
          <w:sz w:val="28"/>
          <w:szCs w:val="28"/>
        </w:rPr>
        <w:t>Kiezen voor rol A of B.</w:t>
      </w:r>
      <w:r w:rsidRPr="007E363D">
        <w:rPr>
          <w:sz w:val="28"/>
          <w:szCs w:val="28"/>
        </w:rPr>
        <w:t xml:space="preserve"> Spreek van te voren goed af </w:t>
      </w:r>
      <w:r>
        <w:rPr>
          <w:sz w:val="28"/>
          <w:szCs w:val="28"/>
        </w:rPr>
        <w:t xml:space="preserve">wie welke rol doet. </w:t>
      </w:r>
    </w:p>
    <w:p w14:paraId="094C7AE1" w14:textId="77777777" w:rsidR="007E363D" w:rsidRPr="007E363D" w:rsidRDefault="007E363D" w:rsidP="007E363D">
      <w:pPr>
        <w:rPr>
          <w:sz w:val="28"/>
          <w:szCs w:val="28"/>
        </w:rPr>
      </w:pPr>
    </w:p>
    <w:p w14:paraId="5612BB6A" w14:textId="77777777" w:rsidR="007E363D" w:rsidRPr="007E363D" w:rsidRDefault="007E363D" w:rsidP="007E363D">
      <w:pPr>
        <w:rPr>
          <w:sz w:val="28"/>
          <w:szCs w:val="28"/>
        </w:rPr>
      </w:pPr>
      <w:r w:rsidRPr="007E363D">
        <w:rPr>
          <w:sz w:val="28"/>
          <w:szCs w:val="28"/>
        </w:rPr>
        <w:t xml:space="preserve">Zorg ervoor dat je </w:t>
      </w:r>
      <w:r w:rsidRPr="007E363D">
        <w:rPr>
          <w:sz w:val="28"/>
          <w:szCs w:val="28"/>
          <w:u w:val="single"/>
        </w:rPr>
        <w:t>op tijd</w:t>
      </w:r>
      <w:r w:rsidRPr="007E363D">
        <w:rPr>
          <w:sz w:val="28"/>
          <w:szCs w:val="28"/>
        </w:rPr>
        <w:t xml:space="preserve"> bent; Let ook op eventuele lokaal/</w:t>
      </w:r>
      <w:r w:rsidRPr="007E363D">
        <w:rPr>
          <w:sz w:val="28"/>
          <w:szCs w:val="28"/>
          <w:u w:val="single"/>
        </w:rPr>
        <w:t>rooster</w:t>
      </w:r>
      <w:r w:rsidRPr="007E363D">
        <w:rPr>
          <w:sz w:val="28"/>
          <w:szCs w:val="28"/>
        </w:rPr>
        <w:t>wijzigingen!</w:t>
      </w:r>
    </w:p>
    <w:p w14:paraId="27ACBBC2" w14:textId="77777777" w:rsidR="007E363D" w:rsidRPr="007E363D" w:rsidRDefault="007E363D" w:rsidP="007E363D">
      <w:pPr>
        <w:rPr>
          <w:sz w:val="28"/>
          <w:szCs w:val="28"/>
        </w:rPr>
      </w:pPr>
      <w:r w:rsidRPr="007E363D">
        <w:rPr>
          <w:sz w:val="28"/>
          <w:szCs w:val="28"/>
        </w:rPr>
        <w:t>Bij afwezigheid van je ‘</w:t>
      </w:r>
      <w:r w:rsidRPr="007E363D">
        <w:rPr>
          <w:b/>
          <w:sz w:val="28"/>
          <w:szCs w:val="28"/>
        </w:rPr>
        <w:t>gesprekspartner</w:t>
      </w:r>
      <w:r w:rsidRPr="007E363D">
        <w:rPr>
          <w:sz w:val="28"/>
          <w:szCs w:val="28"/>
        </w:rPr>
        <w:t xml:space="preserve">’ ga </w:t>
      </w:r>
      <w:r w:rsidRPr="007E363D">
        <w:rPr>
          <w:b/>
          <w:sz w:val="28"/>
          <w:szCs w:val="28"/>
        </w:rPr>
        <w:t>jij wel</w:t>
      </w:r>
      <w:r w:rsidRPr="007E363D">
        <w:rPr>
          <w:sz w:val="28"/>
          <w:szCs w:val="28"/>
        </w:rPr>
        <w:t>!</w:t>
      </w:r>
    </w:p>
    <w:p w14:paraId="28ABCAAF" w14:textId="77777777" w:rsidR="007E363D" w:rsidRDefault="007E363D" w:rsidP="007E363D">
      <w:pPr>
        <w:rPr>
          <w:sz w:val="28"/>
          <w:szCs w:val="28"/>
        </w:rPr>
      </w:pPr>
      <w:r w:rsidRPr="007E363D">
        <w:rPr>
          <w:sz w:val="28"/>
          <w:szCs w:val="28"/>
        </w:rPr>
        <w:t xml:space="preserve">Je mag </w:t>
      </w:r>
      <w:r w:rsidRPr="007E363D">
        <w:rPr>
          <w:sz w:val="28"/>
          <w:szCs w:val="28"/>
          <w:u w:val="single"/>
        </w:rPr>
        <w:t>geen</w:t>
      </w:r>
      <w:r w:rsidRPr="007E363D">
        <w:rPr>
          <w:sz w:val="28"/>
          <w:szCs w:val="28"/>
        </w:rPr>
        <w:t xml:space="preserve"> aantekeningen meenemen!</w:t>
      </w:r>
    </w:p>
    <w:p w14:paraId="618B60CE" w14:textId="77777777" w:rsidR="007E363D" w:rsidRDefault="007E363D" w:rsidP="007E363D">
      <w:pPr>
        <w:rPr>
          <w:sz w:val="28"/>
          <w:szCs w:val="28"/>
        </w:rPr>
      </w:pPr>
    </w:p>
    <w:p w14:paraId="3B0DB8BF" w14:textId="77777777" w:rsidR="007E363D" w:rsidRPr="007E363D" w:rsidRDefault="007E363D" w:rsidP="007E363D">
      <w:pPr>
        <w:rPr>
          <w:sz w:val="28"/>
          <w:szCs w:val="28"/>
        </w:rPr>
      </w:pPr>
    </w:p>
    <w:p w14:paraId="18753F2C" w14:textId="77777777" w:rsidR="007E363D" w:rsidRDefault="007E363D">
      <w:pPr>
        <w:rPr>
          <w:sz w:val="28"/>
          <w:szCs w:val="28"/>
        </w:rPr>
      </w:pPr>
      <w:r>
        <w:rPr>
          <w:b/>
          <w:noProof/>
        </w:rPr>
        <mc:AlternateContent>
          <mc:Choice Requires="wps">
            <w:drawing>
              <wp:anchor distT="0" distB="0" distL="114300" distR="114300" simplePos="0" relativeHeight="251659264" behindDoc="0" locked="0" layoutInCell="1" allowOverlap="1" wp14:anchorId="3D06FB3F" wp14:editId="4FE16605">
                <wp:simplePos x="0" y="0"/>
                <wp:positionH relativeFrom="column">
                  <wp:posOffset>2600325</wp:posOffset>
                </wp:positionH>
                <wp:positionV relativeFrom="paragraph">
                  <wp:posOffset>3599815</wp:posOffset>
                </wp:positionV>
                <wp:extent cx="3009900" cy="1752600"/>
                <wp:effectExtent l="0" t="19050" r="38100" b="38100"/>
                <wp:wrapNone/>
                <wp:docPr id="1" name="PIJL-RECHTS 1"/>
                <wp:cNvGraphicFramePr/>
                <a:graphic xmlns:a="http://schemas.openxmlformats.org/drawingml/2006/main">
                  <a:graphicData uri="http://schemas.microsoft.com/office/word/2010/wordprocessingShape">
                    <wps:wsp>
                      <wps:cNvSpPr/>
                      <wps:spPr>
                        <a:xfrm>
                          <a:off x="0" y="0"/>
                          <a:ext cx="3009900" cy="1752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DA19CBB" w14:textId="77777777" w:rsidR="007E363D" w:rsidRPr="00CA1D3F" w:rsidRDefault="007E363D" w:rsidP="007E363D">
                            <w:pPr>
                              <w:jc w:val="center"/>
                              <w:rPr>
                                <w:sz w:val="40"/>
                                <w:szCs w:val="40"/>
                              </w:rPr>
                            </w:pPr>
                            <w:r w:rsidRPr="00CA1D3F">
                              <w:rPr>
                                <w:sz w:val="40"/>
                                <w:szCs w:val="40"/>
                              </w:rPr>
                              <w:t>Spreekkaarten z.o.z.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D06FB3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1" o:spid="_x0000_s1026" type="#_x0000_t13" style="position:absolute;margin-left:204.75pt;margin-top:283.45pt;width:237pt;height:13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" adj="15311" fillcolor="#5b9bd5 [3204]" strokecolor="#1f4d78 [1604]" strokeweight="1pt">
                <v:textbox>
                  <w:txbxContent>
                    <w:p w14:paraId="2DA19CBB" w14:textId="77777777" w:rsidR="007E363D" w:rsidRPr="00CA1D3F" w:rsidRDefault="007E363D" w:rsidP="007E363D">
                      <w:pPr>
                        <w:jc w:val="center"/>
                        <w:rPr>
                          <w:sz w:val="40"/>
                          <w:szCs w:val="40"/>
                        </w:rPr>
                      </w:pPr>
                      <w:r w:rsidRPr="00CA1D3F">
                        <w:rPr>
                          <w:sz w:val="40"/>
                          <w:szCs w:val="40"/>
                        </w:rPr>
                        <w:t>Spreekkaarten z.o.z.</w:t>
                      </w:r>
                    </w:p>
                  </w:txbxContent>
                </v:textbox>
              </v:shape>
            </w:pict>
          </mc:Fallback>
        </mc:AlternateContent>
      </w:r>
    </w:p>
    <w:p w14:paraId="65052EE8" w14:textId="77777777" w:rsidR="007E363D" w:rsidRPr="007E363D" w:rsidRDefault="007E363D" w:rsidP="007E363D">
      <w:pPr>
        <w:rPr>
          <w:sz w:val="28"/>
          <w:szCs w:val="28"/>
        </w:rPr>
      </w:pPr>
    </w:p>
    <w:p w14:paraId="12E575C4" w14:textId="77777777" w:rsidR="007E363D" w:rsidRPr="007E363D" w:rsidRDefault="007E363D" w:rsidP="007E363D">
      <w:pPr>
        <w:rPr>
          <w:sz w:val="28"/>
          <w:szCs w:val="28"/>
        </w:rPr>
      </w:pPr>
    </w:p>
    <w:p w14:paraId="07E3A0DF" w14:textId="77777777" w:rsidR="007E363D" w:rsidRPr="007E363D" w:rsidRDefault="007E363D" w:rsidP="007E363D">
      <w:pPr>
        <w:rPr>
          <w:sz w:val="28"/>
          <w:szCs w:val="28"/>
        </w:rPr>
      </w:pPr>
    </w:p>
    <w:p w14:paraId="429F351F" w14:textId="77777777" w:rsidR="007E363D" w:rsidRPr="007E363D" w:rsidRDefault="007E363D" w:rsidP="007E363D">
      <w:pPr>
        <w:rPr>
          <w:sz w:val="28"/>
          <w:szCs w:val="28"/>
        </w:rPr>
      </w:pPr>
    </w:p>
    <w:p w14:paraId="70C5C33F" w14:textId="77777777" w:rsidR="007E363D" w:rsidRPr="007E363D" w:rsidRDefault="007E363D" w:rsidP="007E363D">
      <w:pPr>
        <w:rPr>
          <w:sz w:val="28"/>
          <w:szCs w:val="28"/>
        </w:rPr>
      </w:pPr>
    </w:p>
    <w:p w14:paraId="6DE031AF" w14:textId="77777777" w:rsidR="007E363D" w:rsidRPr="007E363D" w:rsidRDefault="007E363D" w:rsidP="007E363D">
      <w:pPr>
        <w:rPr>
          <w:sz w:val="28"/>
          <w:szCs w:val="28"/>
        </w:rPr>
      </w:pPr>
    </w:p>
    <w:p w14:paraId="4CDEF2B2" w14:textId="77777777" w:rsidR="007E363D" w:rsidRPr="007E363D" w:rsidRDefault="007E363D" w:rsidP="007E363D">
      <w:pPr>
        <w:rPr>
          <w:sz w:val="28"/>
          <w:szCs w:val="28"/>
        </w:rPr>
      </w:pPr>
    </w:p>
    <w:p w14:paraId="201174B4" w14:textId="77777777" w:rsidR="007E363D" w:rsidRPr="007E363D" w:rsidRDefault="007E363D" w:rsidP="007E363D">
      <w:pPr>
        <w:rPr>
          <w:sz w:val="28"/>
          <w:szCs w:val="28"/>
        </w:rPr>
      </w:pPr>
    </w:p>
    <w:p w14:paraId="58B6CF4B" w14:textId="77777777" w:rsidR="007E363D" w:rsidRPr="007E363D" w:rsidRDefault="007E363D" w:rsidP="007E363D">
      <w:pPr>
        <w:rPr>
          <w:sz w:val="28"/>
          <w:szCs w:val="28"/>
        </w:rPr>
      </w:pPr>
    </w:p>
    <w:p w14:paraId="783B4908" w14:textId="77777777" w:rsidR="007E363D" w:rsidRPr="007E363D" w:rsidRDefault="007E363D" w:rsidP="007E363D">
      <w:pPr>
        <w:rPr>
          <w:sz w:val="28"/>
          <w:szCs w:val="28"/>
        </w:rPr>
      </w:pPr>
    </w:p>
    <w:p w14:paraId="156DC17A" w14:textId="77777777" w:rsidR="007E363D" w:rsidRPr="007E363D" w:rsidRDefault="007E363D" w:rsidP="007E363D">
      <w:pPr>
        <w:rPr>
          <w:sz w:val="28"/>
          <w:szCs w:val="28"/>
        </w:rPr>
      </w:pPr>
    </w:p>
    <w:p w14:paraId="2EA42BAE" w14:textId="77777777" w:rsidR="007E363D" w:rsidRPr="007E363D" w:rsidRDefault="007E363D" w:rsidP="007E363D">
      <w:pPr>
        <w:rPr>
          <w:sz w:val="28"/>
          <w:szCs w:val="28"/>
        </w:rPr>
      </w:pPr>
    </w:p>
    <w:p w14:paraId="6B2C7B30" w14:textId="77777777" w:rsidR="007E363D" w:rsidRPr="007E363D" w:rsidRDefault="007E363D" w:rsidP="007E363D">
      <w:pPr>
        <w:rPr>
          <w:sz w:val="28"/>
          <w:szCs w:val="28"/>
        </w:rPr>
      </w:pPr>
    </w:p>
    <w:p w14:paraId="247EDD7F" w14:textId="77777777" w:rsidR="007E363D" w:rsidRPr="007E363D" w:rsidRDefault="007E363D" w:rsidP="007E363D">
      <w:pPr>
        <w:rPr>
          <w:sz w:val="28"/>
          <w:szCs w:val="28"/>
        </w:rPr>
      </w:pPr>
    </w:p>
    <w:p w14:paraId="32040AC2" w14:textId="77777777" w:rsidR="007E363D" w:rsidRPr="007E363D" w:rsidRDefault="007E363D" w:rsidP="007E363D">
      <w:pPr>
        <w:rPr>
          <w:sz w:val="28"/>
          <w:szCs w:val="28"/>
        </w:rPr>
      </w:pPr>
    </w:p>
    <w:p w14:paraId="601D821A" w14:textId="77777777" w:rsidR="007E363D" w:rsidRPr="007E363D" w:rsidRDefault="007E363D" w:rsidP="007E363D">
      <w:pPr>
        <w:rPr>
          <w:sz w:val="28"/>
          <w:szCs w:val="28"/>
        </w:rPr>
      </w:pPr>
    </w:p>
    <w:p w14:paraId="6715002D" w14:textId="77777777" w:rsidR="007E363D" w:rsidRPr="007E363D" w:rsidRDefault="007E363D" w:rsidP="007E363D">
      <w:pPr>
        <w:rPr>
          <w:sz w:val="28"/>
          <w:szCs w:val="28"/>
        </w:rPr>
      </w:pPr>
    </w:p>
    <w:p w14:paraId="2BB4AB4C" w14:textId="77777777" w:rsidR="007E363D" w:rsidRPr="007E363D" w:rsidRDefault="007E363D" w:rsidP="007E363D">
      <w:pPr>
        <w:rPr>
          <w:sz w:val="28"/>
          <w:szCs w:val="28"/>
        </w:rPr>
      </w:pPr>
    </w:p>
    <w:p w14:paraId="4D1C3A21" w14:textId="77777777" w:rsidR="007E363D" w:rsidRPr="007E363D" w:rsidRDefault="007E363D" w:rsidP="007E363D">
      <w:pPr>
        <w:rPr>
          <w:sz w:val="28"/>
          <w:szCs w:val="28"/>
        </w:rPr>
      </w:pPr>
    </w:p>
    <w:p w14:paraId="4EEEF4AE" w14:textId="77777777" w:rsidR="007E363D" w:rsidRPr="007E363D" w:rsidRDefault="007E363D" w:rsidP="007E363D">
      <w:pPr>
        <w:rPr>
          <w:sz w:val="28"/>
          <w:szCs w:val="28"/>
        </w:rPr>
      </w:pPr>
    </w:p>
    <w:p w14:paraId="402D983E" w14:textId="77777777" w:rsidR="007E363D" w:rsidRPr="007E363D" w:rsidRDefault="007E363D" w:rsidP="007E363D">
      <w:pPr>
        <w:rPr>
          <w:sz w:val="28"/>
          <w:szCs w:val="28"/>
        </w:rPr>
      </w:pPr>
    </w:p>
    <w:p w14:paraId="303664FB" w14:textId="77777777" w:rsidR="007E363D" w:rsidRPr="007E363D" w:rsidRDefault="007E363D" w:rsidP="007E363D">
      <w:pPr>
        <w:rPr>
          <w:sz w:val="28"/>
          <w:szCs w:val="28"/>
        </w:rPr>
      </w:pPr>
    </w:p>
    <w:p w14:paraId="31CCBE96" w14:textId="77777777" w:rsidR="007E363D" w:rsidRPr="007E363D" w:rsidRDefault="007E363D" w:rsidP="007E363D">
      <w:pPr>
        <w:rPr>
          <w:sz w:val="28"/>
          <w:szCs w:val="28"/>
        </w:rPr>
      </w:pPr>
    </w:p>
    <w:p w14:paraId="16B84C53" w14:textId="77777777" w:rsidR="007E363D" w:rsidRDefault="007E363D" w:rsidP="007E363D">
      <w:pPr>
        <w:rPr>
          <w:sz w:val="28"/>
          <w:szCs w:val="28"/>
        </w:rPr>
      </w:pPr>
    </w:p>
    <w:p w14:paraId="3754B8BC" w14:textId="77777777" w:rsidR="007E363D" w:rsidRDefault="007E363D" w:rsidP="007E363D">
      <w:pPr>
        <w:rPr>
          <w:sz w:val="28"/>
          <w:szCs w:val="28"/>
        </w:rPr>
      </w:pPr>
    </w:p>
    <w:p w14:paraId="483FE10F" w14:textId="77777777" w:rsidR="007E363D" w:rsidRDefault="007E363D" w:rsidP="007E363D">
      <w:pPr>
        <w:rPr>
          <w:sz w:val="28"/>
          <w:szCs w:val="28"/>
        </w:rPr>
      </w:pPr>
    </w:p>
    <w:p w14:paraId="55A9D158" w14:textId="77777777" w:rsidR="007E363D" w:rsidRDefault="007E363D" w:rsidP="007E363D">
      <w:pPr>
        <w:rPr>
          <w:sz w:val="28"/>
          <w:szCs w:val="28"/>
        </w:rPr>
      </w:pPr>
    </w:p>
    <w:p w14:paraId="6ED0EF16" w14:textId="77777777" w:rsidR="007E363D" w:rsidRDefault="007E363D" w:rsidP="007E363D">
      <w:pPr>
        <w:rPr>
          <w:sz w:val="28"/>
          <w:szCs w:val="28"/>
        </w:rPr>
      </w:pPr>
    </w:p>
    <w:p w14:paraId="60712231" w14:textId="77777777" w:rsidR="007E363D" w:rsidRPr="007E363D" w:rsidRDefault="007E363D" w:rsidP="007E363D">
      <w:pPr>
        <w:pStyle w:val="Normaalweb"/>
        <w:rPr>
          <w:rFonts w:ascii="Arial" w:hAnsi="Arial" w:cs="Arial"/>
          <w:b/>
          <w:color w:val="000000"/>
        </w:rPr>
      </w:pPr>
      <w:r w:rsidRPr="007E363D">
        <w:rPr>
          <w:rFonts w:ascii="Arial" w:hAnsi="Arial" w:cs="Arial"/>
          <w:b/>
          <w:color w:val="000000"/>
        </w:rPr>
        <w:lastRenderedPageBreak/>
        <w:t xml:space="preserve">1. Say </w:t>
      </w:r>
      <w:proofErr w:type="spellStart"/>
      <w:r w:rsidRPr="007E363D">
        <w:rPr>
          <w:rFonts w:ascii="Arial" w:hAnsi="Arial" w:cs="Arial"/>
          <w:b/>
          <w:color w:val="000000"/>
        </w:rPr>
        <w:t>it</w:t>
      </w:r>
      <w:proofErr w:type="spellEnd"/>
      <w:r w:rsidRPr="007E363D">
        <w:rPr>
          <w:rFonts w:ascii="Arial" w:hAnsi="Arial" w:cs="Arial"/>
          <w:b/>
          <w:color w:val="000000"/>
        </w:rPr>
        <w:t xml:space="preserve"> in English</w:t>
      </w:r>
    </w:p>
    <w:p w14:paraId="6F398DBC" w14:textId="77777777" w:rsidR="007E363D" w:rsidRPr="007E363D" w:rsidRDefault="007E363D" w:rsidP="007E363D">
      <w:pPr>
        <w:pStyle w:val="Normaalweb"/>
        <w:rPr>
          <w:rFonts w:ascii="Arial" w:hAnsi="Arial" w:cs="Arial"/>
          <w:color w:val="000000"/>
        </w:rPr>
      </w:pPr>
      <w:r w:rsidRPr="007E363D">
        <w:rPr>
          <w:rFonts w:ascii="Arial" w:hAnsi="Arial" w:cs="Arial"/>
          <w:color w:val="000000"/>
        </w:rPr>
        <w:t>Werk samen met een klasgenoot. Kies ieder een rol.</w:t>
      </w:r>
    </w:p>
    <w:p w14:paraId="0DFF60A2" w14:textId="77777777" w:rsidR="007E363D" w:rsidRPr="007E363D" w:rsidRDefault="007E363D" w:rsidP="007E363D">
      <w:pPr>
        <w:pStyle w:val="Normaalweb"/>
        <w:rPr>
          <w:rFonts w:ascii="Arial" w:hAnsi="Arial" w:cs="Arial"/>
          <w:b/>
          <w:color w:val="000000"/>
        </w:rPr>
      </w:pPr>
      <w:r w:rsidRPr="007E363D">
        <w:rPr>
          <w:rFonts w:ascii="Arial" w:hAnsi="Arial" w:cs="Arial"/>
          <w:b/>
          <w:color w:val="000000"/>
        </w:rPr>
        <w:t>Rol A:</w:t>
      </w:r>
    </w:p>
    <w:p w14:paraId="192AD9BB" w14:textId="77777777" w:rsidR="007E363D" w:rsidRPr="007E363D" w:rsidRDefault="007E363D" w:rsidP="007E363D">
      <w:pPr>
        <w:pStyle w:val="Normaalweb"/>
        <w:rPr>
          <w:rFonts w:ascii="Arial" w:hAnsi="Arial" w:cs="Arial"/>
          <w:color w:val="000000"/>
        </w:rPr>
      </w:pPr>
      <w:r w:rsidRPr="007E363D">
        <w:rPr>
          <w:rFonts w:ascii="Arial" w:hAnsi="Arial" w:cs="Arial"/>
          <w:color w:val="000000"/>
        </w:rPr>
        <w:t>Je ouders willen een weekend gaan kamperen en hebben gezegd dat jij je beste vriend/vriendin mee mag nemen. Jij begint het gesprek.</w:t>
      </w:r>
    </w:p>
    <w:p w14:paraId="1BEF9B39" w14:textId="77777777" w:rsidR="007E363D" w:rsidRPr="007E363D" w:rsidRDefault="007E363D" w:rsidP="007E363D">
      <w:pPr>
        <w:pStyle w:val="Normaalweb"/>
        <w:rPr>
          <w:rFonts w:ascii="Arial" w:hAnsi="Arial" w:cs="Arial"/>
          <w:color w:val="000000"/>
        </w:rPr>
      </w:pPr>
      <w:r w:rsidRPr="007E363D">
        <w:rPr>
          <w:rFonts w:ascii="Arial" w:hAnsi="Arial" w:cs="Arial"/>
          <w:color w:val="000000"/>
        </w:rPr>
        <w:t>- Vraag of hij/zij mee wil.</w:t>
      </w:r>
    </w:p>
    <w:p w14:paraId="5222ADB3" w14:textId="77777777" w:rsidR="007E363D" w:rsidRPr="007E363D" w:rsidRDefault="007E363D" w:rsidP="007E363D">
      <w:pPr>
        <w:pStyle w:val="Normaalweb"/>
        <w:rPr>
          <w:rFonts w:ascii="Arial" w:hAnsi="Arial" w:cs="Arial"/>
          <w:color w:val="000000"/>
        </w:rPr>
      </w:pPr>
      <w:r w:rsidRPr="007E363D">
        <w:rPr>
          <w:rFonts w:ascii="Arial" w:hAnsi="Arial" w:cs="Arial"/>
          <w:color w:val="000000"/>
        </w:rPr>
        <w:t>- Zeg dat jij al heel vaak gekampeerd hebt met je ouders en dat je het leuk vindt om dit samen met hem/haar te gaan doen.</w:t>
      </w:r>
    </w:p>
    <w:p w14:paraId="176E9D9F" w14:textId="77777777" w:rsidR="007E363D" w:rsidRPr="007E363D" w:rsidRDefault="007E363D" w:rsidP="007E363D">
      <w:pPr>
        <w:pStyle w:val="Normaalweb"/>
        <w:rPr>
          <w:rFonts w:ascii="Arial" w:hAnsi="Arial" w:cs="Arial"/>
          <w:color w:val="000000"/>
        </w:rPr>
      </w:pPr>
      <w:r w:rsidRPr="007E363D">
        <w:rPr>
          <w:rFonts w:ascii="Arial" w:hAnsi="Arial" w:cs="Arial"/>
          <w:color w:val="000000"/>
        </w:rPr>
        <w:t>- Vertel dat je ouders voor volgend weekend een plaats op hun favoriete camping gereserveerd hebben.</w:t>
      </w:r>
    </w:p>
    <w:p w14:paraId="09A19E54" w14:textId="77777777" w:rsidR="007E363D" w:rsidRPr="007E363D" w:rsidRDefault="007E363D" w:rsidP="007E363D">
      <w:pPr>
        <w:pStyle w:val="Normaalweb"/>
        <w:rPr>
          <w:rFonts w:ascii="Arial" w:hAnsi="Arial" w:cs="Arial"/>
          <w:color w:val="000000"/>
        </w:rPr>
      </w:pPr>
      <w:r w:rsidRPr="007E363D">
        <w:rPr>
          <w:rFonts w:ascii="Arial" w:hAnsi="Arial" w:cs="Arial"/>
          <w:color w:val="000000"/>
        </w:rPr>
        <w:t>- Noem een aantal dingen die je vriend/vriendin mee moet nemen, bijvoorbeeld een slaapzak, een kussen en zijn/haar pyjama. Verzin zelf nog twee dingen.</w:t>
      </w:r>
    </w:p>
    <w:p w14:paraId="1843AD85" w14:textId="77777777" w:rsidR="007E363D" w:rsidRPr="007E363D" w:rsidRDefault="007E363D" w:rsidP="007E363D">
      <w:pPr>
        <w:pStyle w:val="Normaalweb"/>
        <w:rPr>
          <w:rFonts w:ascii="Arial" w:hAnsi="Arial" w:cs="Arial"/>
          <w:color w:val="000000"/>
        </w:rPr>
      </w:pPr>
      <w:r w:rsidRPr="007E363D">
        <w:rPr>
          <w:rFonts w:ascii="Arial" w:hAnsi="Arial" w:cs="Arial"/>
          <w:color w:val="000000"/>
        </w:rPr>
        <w:t>- Sluit het gesprek af.</w:t>
      </w:r>
    </w:p>
    <w:p w14:paraId="77649936" w14:textId="77777777" w:rsidR="007E363D" w:rsidRDefault="007E363D" w:rsidP="007E363D">
      <w:pPr>
        <w:pStyle w:val="Normaalweb"/>
        <w:rPr>
          <w:rFonts w:ascii="Arial" w:hAnsi="Arial" w:cs="Arial"/>
          <w:b/>
          <w:color w:val="000000"/>
        </w:rPr>
      </w:pPr>
    </w:p>
    <w:p w14:paraId="69569AE9" w14:textId="77777777" w:rsidR="007E363D" w:rsidRPr="007E363D" w:rsidRDefault="007E363D" w:rsidP="007E363D">
      <w:pPr>
        <w:pStyle w:val="Normaalweb"/>
        <w:rPr>
          <w:rFonts w:ascii="Arial" w:hAnsi="Arial" w:cs="Arial"/>
          <w:b/>
          <w:color w:val="000000"/>
        </w:rPr>
      </w:pPr>
      <w:r w:rsidRPr="007E363D">
        <w:rPr>
          <w:rFonts w:ascii="Arial" w:hAnsi="Arial" w:cs="Arial"/>
          <w:b/>
          <w:color w:val="000000"/>
        </w:rPr>
        <w:t>Rol B:</w:t>
      </w:r>
    </w:p>
    <w:p w14:paraId="3A81C4DF" w14:textId="77777777" w:rsidR="007E363D" w:rsidRPr="007E363D" w:rsidRDefault="007E363D" w:rsidP="007E363D">
      <w:pPr>
        <w:pStyle w:val="Normaalweb"/>
        <w:rPr>
          <w:rFonts w:ascii="Arial" w:hAnsi="Arial" w:cs="Arial"/>
          <w:color w:val="000000"/>
        </w:rPr>
      </w:pPr>
      <w:r w:rsidRPr="007E363D">
        <w:rPr>
          <w:rFonts w:ascii="Arial" w:hAnsi="Arial" w:cs="Arial"/>
          <w:color w:val="000000"/>
        </w:rPr>
        <w:t>Je beste vriend/vriendin vraagt of jij met zijn/haar familie mee wilt om een weekend te gaan kamperen. Jij hebt dit nog nooit eerder gedaan. Rol A begint het gesprek.</w:t>
      </w:r>
    </w:p>
    <w:p w14:paraId="1F6A6BE4" w14:textId="77777777" w:rsidR="007E363D" w:rsidRPr="007E363D" w:rsidRDefault="007E363D" w:rsidP="007E363D">
      <w:pPr>
        <w:pStyle w:val="Normaalweb"/>
        <w:rPr>
          <w:rFonts w:ascii="Arial" w:hAnsi="Arial" w:cs="Arial"/>
          <w:color w:val="000000"/>
        </w:rPr>
      </w:pPr>
      <w:r w:rsidRPr="007E363D">
        <w:rPr>
          <w:rFonts w:ascii="Arial" w:hAnsi="Arial" w:cs="Arial"/>
          <w:color w:val="000000"/>
        </w:rPr>
        <w:t>- Zeg dat dit je ontzettend leuk lijkt. Vertel dat je nog nooit eerder gekampeerd hebt.</w:t>
      </w:r>
    </w:p>
    <w:p w14:paraId="50B9CB3D" w14:textId="77777777" w:rsidR="007E363D" w:rsidRPr="007E363D" w:rsidRDefault="007E363D" w:rsidP="007E363D">
      <w:pPr>
        <w:pStyle w:val="Normaalweb"/>
        <w:rPr>
          <w:rFonts w:ascii="Arial" w:hAnsi="Arial" w:cs="Arial"/>
          <w:color w:val="000000"/>
        </w:rPr>
      </w:pPr>
      <w:r w:rsidRPr="007E363D">
        <w:rPr>
          <w:rFonts w:ascii="Arial" w:hAnsi="Arial" w:cs="Arial"/>
          <w:color w:val="000000"/>
        </w:rPr>
        <w:t>- Vraag wanneer ze dit tripje willen maken.</w:t>
      </w:r>
    </w:p>
    <w:p w14:paraId="02B6D2F5" w14:textId="77777777" w:rsidR="007E363D" w:rsidRPr="007E363D" w:rsidRDefault="007E363D" w:rsidP="007E363D">
      <w:pPr>
        <w:pStyle w:val="Normaalweb"/>
        <w:rPr>
          <w:rFonts w:ascii="Arial" w:hAnsi="Arial" w:cs="Arial"/>
          <w:color w:val="000000"/>
        </w:rPr>
      </w:pPr>
      <w:r w:rsidRPr="007E363D">
        <w:rPr>
          <w:rFonts w:ascii="Arial" w:hAnsi="Arial" w:cs="Arial"/>
          <w:color w:val="000000"/>
        </w:rPr>
        <w:t>- Zeg dat je nog wel toestemming aan je ouders moet vragen, maar dat je heel graag mee wilt. Vraag wat je allemaal mee moet nemen.</w:t>
      </w:r>
    </w:p>
    <w:p w14:paraId="3AC7B4C8" w14:textId="77777777" w:rsidR="007E363D" w:rsidRPr="007E363D" w:rsidRDefault="007E363D" w:rsidP="007E363D">
      <w:pPr>
        <w:pStyle w:val="Normaalweb"/>
        <w:rPr>
          <w:rFonts w:ascii="Arial" w:hAnsi="Arial" w:cs="Arial"/>
          <w:color w:val="000000"/>
        </w:rPr>
      </w:pPr>
      <w:r w:rsidRPr="007E363D">
        <w:rPr>
          <w:rFonts w:ascii="Arial" w:hAnsi="Arial" w:cs="Arial"/>
          <w:color w:val="000000"/>
        </w:rPr>
        <w:t>- Bedenk zelf nog twee dingen en vraag of je die ook mee moet nemen of niet.</w:t>
      </w:r>
    </w:p>
    <w:p w14:paraId="1A6F23D8" w14:textId="77777777" w:rsidR="007E363D" w:rsidRPr="007E363D" w:rsidRDefault="007E363D" w:rsidP="007E363D">
      <w:pPr>
        <w:pStyle w:val="Normaalweb"/>
        <w:rPr>
          <w:rFonts w:ascii="Arial" w:hAnsi="Arial" w:cs="Arial"/>
          <w:color w:val="000000"/>
        </w:rPr>
      </w:pPr>
      <w:r w:rsidRPr="007E363D">
        <w:rPr>
          <w:rFonts w:ascii="Arial" w:hAnsi="Arial" w:cs="Arial"/>
          <w:color w:val="000000"/>
        </w:rPr>
        <w:t>- Sluit het gesprek af.</w:t>
      </w:r>
    </w:p>
    <w:p w14:paraId="34BECF04" w14:textId="77777777" w:rsidR="007E363D" w:rsidRDefault="007E363D">
      <w:pPr>
        <w:spacing w:after="160"/>
        <w:rPr>
          <w:sz w:val="24"/>
          <w:szCs w:val="24"/>
        </w:rPr>
      </w:pPr>
    </w:p>
    <w:p w14:paraId="1718931D" w14:textId="77777777" w:rsidR="004071E5" w:rsidRDefault="004071E5">
      <w:pPr>
        <w:spacing w:after="160"/>
        <w:rPr>
          <w:b/>
          <w:sz w:val="24"/>
          <w:szCs w:val="24"/>
        </w:rPr>
      </w:pPr>
      <w:r>
        <w:rPr>
          <w:b/>
          <w:sz w:val="24"/>
          <w:szCs w:val="24"/>
        </w:rPr>
        <w:t>Hulpmiddelen:</w:t>
      </w:r>
    </w:p>
    <w:p w14:paraId="24D07E07" w14:textId="77777777" w:rsidR="007E363D" w:rsidRPr="007E363D" w:rsidRDefault="007E363D">
      <w:pPr>
        <w:spacing w:after="160"/>
        <w:rPr>
          <w:b/>
          <w:sz w:val="24"/>
          <w:szCs w:val="24"/>
        </w:rPr>
      </w:pPr>
      <w:r w:rsidRPr="007E363D">
        <w:rPr>
          <w:b/>
          <w:sz w:val="24"/>
          <w:szCs w:val="24"/>
        </w:rPr>
        <w:t xml:space="preserve">- </w:t>
      </w:r>
      <w:proofErr w:type="spellStart"/>
      <w:r w:rsidRPr="007E363D">
        <w:rPr>
          <w:b/>
          <w:sz w:val="24"/>
          <w:szCs w:val="24"/>
        </w:rPr>
        <w:t>stone</w:t>
      </w:r>
      <w:proofErr w:type="spellEnd"/>
      <w:r w:rsidRPr="007E363D">
        <w:rPr>
          <w:b/>
          <w:sz w:val="24"/>
          <w:szCs w:val="24"/>
        </w:rPr>
        <w:t xml:space="preserve"> 1 EN 2</w:t>
      </w:r>
    </w:p>
    <w:p w14:paraId="6D7F98C0" w14:textId="77777777" w:rsidR="007E363D" w:rsidRDefault="007E363D">
      <w:pPr>
        <w:spacing w:after="160"/>
        <w:rPr>
          <w:sz w:val="24"/>
          <w:szCs w:val="24"/>
        </w:rPr>
      </w:pPr>
      <w:r w:rsidRPr="007E363D">
        <w:rPr>
          <w:b/>
          <w:sz w:val="24"/>
          <w:szCs w:val="24"/>
        </w:rPr>
        <w:t>- woordenlijst blz. 17 en 18</w:t>
      </w:r>
      <w:r>
        <w:rPr>
          <w:sz w:val="24"/>
          <w:szCs w:val="24"/>
        </w:rPr>
        <w:br w:type="page"/>
      </w:r>
    </w:p>
    <w:p w14:paraId="5313DF28" w14:textId="77777777" w:rsidR="007E363D" w:rsidRPr="007E363D" w:rsidRDefault="007E363D" w:rsidP="007E363D">
      <w:pPr>
        <w:rPr>
          <w:b/>
          <w:sz w:val="24"/>
          <w:szCs w:val="24"/>
        </w:rPr>
      </w:pPr>
      <w:r>
        <w:rPr>
          <w:b/>
          <w:sz w:val="24"/>
          <w:szCs w:val="24"/>
        </w:rPr>
        <w:lastRenderedPageBreak/>
        <w:t>2</w:t>
      </w:r>
      <w:r w:rsidRPr="007E363D">
        <w:rPr>
          <w:b/>
          <w:sz w:val="24"/>
          <w:szCs w:val="24"/>
        </w:rPr>
        <w:t xml:space="preserve">. Say </w:t>
      </w:r>
      <w:proofErr w:type="spellStart"/>
      <w:r w:rsidRPr="007E363D">
        <w:rPr>
          <w:b/>
          <w:sz w:val="24"/>
          <w:szCs w:val="24"/>
        </w:rPr>
        <w:t>it</w:t>
      </w:r>
      <w:proofErr w:type="spellEnd"/>
      <w:r w:rsidRPr="007E363D">
        <w:rPr>
          <w:b/>
          <w:sz w:val="24"/>
          <w:szCs w:val="24"/>
        </w:rPr>
        <w:t xml:space="preserve"> in English</w:t>
      </w:r>
    </w:p>
    <w:p w14:paraId="3C64E077" w14:textId="77777777" w:rsidR="007E363D" w:rsidRPr="007E363D" w:rsidRDefault="007E363D" w:rsidP="007E363D">
      <w:pPr>
        <w:rPr>
          <w:sz w:val="24"/>
          <w:szCs w:val="24"/>
        </w:rPr>
      </w:pPr>
    </w:p>
    <w:p w14:paraId="05041465" w14:textId="77777777" w:rsidR="007E363D" w:rsidRPr="007E363D" w:rsidRDefault="007E363D" w:rsidP="007E363D">
      <w:pPr>
        <w:rPr>
          <w:sz w:val="24"/>
          <w:szCs w:val="24"/>
        </w:rPr>
      </w:pPr>
      <w:r w:rsidRPr="007E363D">
        <w:rPr>
          <w:sz w:val="24"/>
          <w:szCs w:val="24"/>
        </w:rPr>
        <w:t>Werk samen met een klasgenoot. Kies ieder een rol.</w:t>
      </w:r>
    </w:p>
    <w:p w14:paraId="088F0E08" w14:textId="77777777" w:rsidR="007E363D" w:rsidRPr="007E363D" w:rsidRDefault="007E363D" w:rsidP="007E363D">
      <w:pPr>
        <w:rPr>
          <w:sz w:val="24"/>
          <w:szCs w:val="24"/>
        </w:rPr>
      </w:pPr>
    </w:p>
    <w:p w14:paraId="731A0A3E" w14:textId="77777777" w:rsidR="007E363D" w:rsidRPr="007E363D" w:rsidRDefault="007E363D" w:rsidP="007E363D">
      <w:pPr>
        <w:rPr>
          <w:b/>
          <w:sz w:val="24"/>
          <w:szCs w:val="24"/>
        </w:rPr>
      </w:pPr>
      <w:r w:rsidRPr="007E363D">
        <w:rPr>
          <w:b/>
          <w:sz w:val="24"/>
          <w:szCs w:val="24"/>
        </w:rPr>
        <w:t>Rol A:</w:t>
      </w:r>
    </w:p>
    <w:p w14:paraId="4907D559" w14:textId="77777777" w:rsidR="007E363D" w:rsidRPr="007E363D" w:rsidRDefault="007E363D" w:rsidP="007E363D">
      <w:pPr>
        <w:rPr>
          <w:sz w:val="24"/>
          <w:szCs w:val="24"/>
        </w:rPr>
      </w:pPr>
    </w:p>
    <w:p w14:paraId="4C9095AB" w14:textId="77777777" w:rsidR="007E363D" w:rsidRPr="007E363D" w:rsidRDefault="007E363D" w:rsidP="007E363D">
      <w:pPr>
        <w:rPr>
          <w:sz w:val="24"/>
          <w:szCs w:val="24"/>
        </w:rPr>
      </w:pPr>
      <w:r w:rsidRPr="007E363D">
        <w:rPr>
          <w:sz w:val="24"/>
          <w:szCs w:val="24"/>
        </w:rPr>
        <w:t>Je bent op stap geweest en komt er de volgende dag achter dat je je tas in de kroeg hebt laten liggen. Bij de kroeg aangekomen blijkt dat er meerdere tassen bij de gevonden voorwerpen liggen. Jij begint het gesprek.</w:t>
      </w:r>
    </w:p>
    <w:p w14:paraId="61CA8EE5" w14:textId="77777777" w:rsidR="007E363D" w:rsidRPr="007E363D" w:rsidRDefault="007E363D" w:rsidP="007E363D">
      <w:pPr>
        <w:rPr>
          <w:sz w:val="24"/>
          <w:szCs w:val="24"/>
        </w:rPr>
      </w:pPr>
    </w:p>
    <w:p w14:paraId="32D8D5DD" w14:textId="77777777" w:rsidR="007E363D" w:rsidRPr="007E363D" w:rsidRDefault="007E363D" w:rsidP="007E363D">
      <w:pPr>
        <w:rPr>
          <w:sz w:val="24"/>
          <w:szCs w:val="24"/>
        </w:rPr>
      </w:pPr>
      <w:r w:rsidRPr="007E363D">
        <w:rPr>
          <w:sz w:val="24"/>
          <w:szCs w:val="24"/>
        </w:rPr>
        <w:t>- Vertel aan de kroegmedewerker dat je je tas kwijt bent en vraag of ze hem hier gevonden hebben.</w:t>
      </w:r>
    </w:p>
    <w:p w14:paraId="43913DA0" w14:textId="77777777" w:rsidR="007E363D" w:rsidRPr="007E363D" w:rsidRDefault="007E363D" w:rsidP="007E363D">
      <w:pPr>
        <w:rPr>
          <w:sz w:val="24"/>
          <w:szCs w:val="24"/>
        </w:rPr>
      </w:pPr>
    </w:p>
    <w:p w14:paraId="35F601C3" w14:textId="77777777" w:rsidR="007E363D" w:rsidRPr="007E363D" w:rsidRDefault="007E363D" w:rsidP="007E363D">
      <w:pPr>
        <w:rPr>
          <w:sz w:val="24"/>
          <w:szCs w:val="24"/>
        </w:rPr>
      </w:pPr>
      <w:r w:rsidRPr="007E363D">
        <w:rPr>
          <w:sz w:val="24"/>
          <w:szCs w:val="24"/>
        </w:rPr>
        <w:t>- Zeg wanneer je je tas voor het laatst gezien hebt en dat je denkt dat je hem in deze kroeg vergeten bent.</w:t>
      </w:r>
    </w:p>
    <w:p w14:paraId="39AE5920" w14:textId="77777777" w:rsidR="007E363D" w:rsidRPr="007E363D" w:rsidRDefault="007E363D" w:rsidP="007E363D">
      <w:pPr>
        <w:rPr>
          <w:sz w:val="24"/>
          <w:szCs w:val="24"/>
        </w:rPr>
      </w:pPr>
    </w:p>
    <w:p w14:paraId="709DFECF" w14:textId="77777777" w:rsidR="007E363D" w:rsidRPr="007E363D" w:rsidRDefault="007E363D" w:rsidP="007E363D">
      <w:pPr>
        <w:rPr>
          <w:sz w:val="24"/>
          <w:szCs w:val="24"/>
        </w:rPr>
      </w:pPr>
      <w:r w:rsidRPr="007E363D">
        <w:rPr>
          <w:sz w:val="24"/>
          <w:szCs w:val="24"/>
        </w:rPr>
        <w:t>- Omschrijf je tas (grootte, kleur, patroon, wel of geen vakjes, enzovoort).</w:t>
      </w:r>
    </w:p>
    <w:p w14:paraId="78453166" w14:textId="77777777" w:rsidR="007E363D" w:rsidRPr="007E363D" w:rsidRDefault="007E363D" w:rsidP="007E363D">
      <w:pPr>
        <w:rPr>
          <w:sz w:val="24"/>
          <w:szCs w:val="24"/>
        </w:rPr>
      </w:pPr>
    </w:p>
    <w:p w14:paraId="11850CF8" w14:textId="77777777" w:rsidR="007E363D" w:rsidRPr="007E363D" w:rsidRDefault="007E363D" w:rsidP="007E363D">
      <w:pPr>
        <w:rPr>
          <w:sz w:val="24"/>
          <w:szCs w:val="24"/>
        </w:rPr>
      </w:pPr>
      <w:r w:rsidRPr="007E363D">
        <w:rPr>
          <w:sz w:val="24"/>
          <w:szCs w:val="24"/>
        </w:rPr>
        <w:t>- Beantwoord de vragen.</w:t>
      </w:r>
    </w:p>
    <w:p w14:paraId="384F43C3" w14:textId="77777777" w:rsidR="007E363D" w:rsidRPr="007E363D" w:rsidRDefault="007E363D" w:rsidP="007E363D">
      <w:pPr>
        <w:rPr>
          <w:sz w:val="24"/>
          <w:szCs w:val="24"/>
        </w:rPr>
      </w:pPr>
    </w:p>
    <w:p w14:paraId="53E7561F" w14:textId="77777777" w:rsidR="007E363D" w:rsidRPr="007E363D" w:rsidRDefault="007E363D" w:rsidP="007E363D">
      <w:pPr>
        <w:rPr>
          <w:sz w:val="24"/>
          <w:szCs w:val="24"/>
        </w:rPr>
      </w:pPr>
      <w:r w:rsidRPr="007E363D">
        <w:rPr>
          <w:sz w:val="24"/>
          <w:szCs w:val="24"/>
        </w:rPr>
        <w:t>- Bedank hem/haar en sluit het gesprek af.</w:t>
      </w:r>
    </w:p>
    <w:p w14:paraId="6CDFCBA2" w14:textId="77777777" w:rsidR="007E363D" w:rsidRPr="007E363D" w:rsidRDefault="007E363D" w:rsidP="007E363D">
      <w:pPr>
        <w:rPr>
          <w:sz w:val="24"/>
          <w:szCs w:val="24"/>
        </w:rPr>
      </w:pPr>
    </w:p>
    <w:p w14:paraId="60940707" w14:textId="77777777" w:rsidR="007E363D" w:rsidRDefault="007E363D" w:rsidP="007E363D">
      <w:pPr>
        <w:rPr>
          <w:b/>
          <w:sz w:val="24"/>
          <w:szCs w:val="24"/>
        </w:rPr>
      </w:pPr>
    </w:p>
    <w:p w14:paraId="29DE7714" w14:textId="77777777" w:rsidR="007E363D" w:rsidRPr="007E363D" w:rsidRDefault="007E363D" w:rsidP="007E363D">
      <w:pPr>
        <w:rPr>
          <w:b/>
          <w:sz w:val="24"/>
          <w:szCs w:val="24"/>
        </w:rPr>
      </w:pPr>
      <w:r w:rsidRPr="007E363D">
        <w:rPr>
          <w:b/>
          <w:sz w:val="24"/>
          <w:szCs w:val="24"/>
        </w:rPr>
        <w:t>Rol B:</w:t>
      </w:r>
    </w:p>
    <w:p w14:paraId="568B0472" w14:textId="77777777" w:rsidR="007E363D" w:rsidRPr="007E363D" w:rsidRDefault="007E363D" w:rsidP="007E363D">
      <w:pPr>
        <w:rPr>
          <w:sz w:val="24"/>
          <w:szCs w:val="24"/>
        </w:rPr>
      </w:pPr>
    </w:p>
    <w:p w14:paraId="2E365C83" w14:textId="77777777" w:rsidR="007E363D" w:rsidRPr="007E363D" w:rsidRDefault="007E363D" w:rsidP="007E363D">
      <w:pPr>
        <w:rPr>
          <w:sz w:val="24"/>
          <w:szCs w:val="24"/>
        </w:rPr>
      </w:pPr>
      <w:r w:rsidRPr="007E363D">
        <w:rPr>
          <w:sz w:val="24"/>
          <w:szCs w:val="24"/>
        </w:rPr>
        <w:t>Je werkt als bijbaantje in een kroeg. Er komt iemand langs die zijn/haar tas heeft laten liggen. Rol A begint het gesprek.</w:t>
      </w:r>
    </w:p>
    <w:p w14:paraId="7687D1EC" w14:textId="77777777" w:rsidR="007E363D" w:rsidRPr="007E363D" w:rsidRDefault="007E363D" w:rsidP="007E363D">
      <w:pPr>
        <w:rPr>
          <w:sz w:val="24"/>
          <w:szCs w:val="24"/>
        </w:rPr>
      </w:pPr>
    </w:p>
    <w:p w14:paraId="538D3DC0" w14:textId="77777777" w:rsidR="007E363D" w:rsidRPr="007E363D" w:rsidRDefault="007E363D" w:rsidP="007E363D">
      <w:pPr>
        <w:rPr>
          <w:sz w:val="24"/>
          <w:szCs w:val="24"/>
        </w:rPr>
      </w:pPr>
      <w:r w:rsidRPr="007E363D">
        <w:rPr>
          <w:sz w:val="24"/>
          <w:szCs w:val="24"/>
        </w:rPr>
        <w:t>- Zeg dat jullie bij deze kroeg een heleboel gevonden voorwerpen hebben en vraag wanneer hij/zij zijn/haar tas is kwijtgeraakt.</w:t>
      </w:r>
    </w:p>
    <w:p w14:paraId="6C86C1B1" w14:textId="77777777" w:rsidR="007E363D" w:rsidRPr="007E363D" w:rsidRDefault="007E363D" w:rsidP="007E363D">
      <w:pPr>
        <w:rPr>
          <w:sz w:val="24"/>
          <w:szCs w:val="24"/>
        </w:rPr>
      </w:pPr>
    </w:p>
    <w:p w14:paraId="08C1A66E" w14:textId="77777777" w:rsidR="007E363D" w:rsidRPr="007E363D" w:rsidRDefault="007E363D" w:rsidP="007E363D">
      <w:pPr>
        <w:rPr>
          <w:sz w:val="24"/>
          <w:szCs w:val="24"/>
        </w:rPr>
      </w:pPr>
      <w:r w:rsidRPr="007E363D">
        <w:rPr>
          <w:sz w:val="24"/>
          <w:szCs w:val="24"/>
        </w:rPr>
        <w:t>- Zeg dat mensen vaak hun spullen vergeten in de kroeg. Vertel dat er die avond meerdere tassen zijn blijven liggen. Vraag hoe de tas eruit ziet.</w:t>
      </w:r>
    </w:p>
    <w:p w14:paraId="081A78A5" w14:textId="77777777" w:rsidR="007E363D" w:rsidRPr="007E363D" w:rsidRDefault="007E363D" w:rsidP="007E363D">
      <w:pPr>
        <w:rPr>
          <w:sz w:val="24"/>
          <w:szCs w:val="24"/>
        </w:rPr>
      </w:pPr>
    </w:p>
    <w:p w14:paraId="7A930BA2" w14:textId="77777777" w:rsidR="007E363D" w:rsidRPr="007E363D" w:rsidRDefault="007E363D" w:rsidP="007E363D">
      <w:pPr>
        <w:rPr>
          <w:sz w:val="24"/>
          <w:szCs w:val="24"/>
        </w:rPr>
      </w:pPr>
      <w:r w:rsidRPr="007E363D">
        <w:rPr>
          <w:sz w:val="24"/>
          <w:szCs w:val="24"/>
        </w:rPr>
        <w:t>- Zeg dat je inderdaad zo’n tas bij de gevonden voorwerpen hebt zien liggen. Stel nog twee vragen over de tas om te checken of jullie het echt over dezelfde tas hebben.</w:t>
      </w:r>
    </w:p>
    <w:p w14:paraId="763240CE" w14:textId="77777777" w:rsidR="007E363D" w:rsidRPr="007E363D" w:rsidRDefault="007E363D" w:rsidP="007E363D">
      <w:pPr>
        <w:rPr>
          <w:sz w:val="24"/>
          <w:szCs w:val="24"/>
        </w:rPr>
      </w:pPr>
    </w:p>
    <w:p w14:paraId="00ED21E4" w14:textId="77777777" w:rsidR="007E363D" w:rsidRDefault="007E363D" w:rsidP="007E363D">
      <w:pPr>
        <w:rPr>
          <w:sz w:val="24"/>
          <w:szCs w:val="24"/>
        </w:rPr>
      </w:pPr>
      <w:r w:rsidRPr="007E363D">
        <w:rPr>
          <w:sz w:val="24"/>
          <w:szCs w:val="24"/>
        </w:rPr>
        <w:t>- Zeg dat je de tas voor hem/haar zult gaan pakken. Sluit het gesprek af.</w:t>
      </w:r>
    </w:p>
    <w:p w14:paraId="2439CF78" w14:textId="77777777" w:rsidR="007E363D" w:rsidRPr="007E363D" w:rsidRDefault="007E363D" w:rsidP="007E363D">
      <w:pPr>
        <w:rPr>
          <w:sz w:val="24"/>
          <w:szCs w:val="24"/>
        </w:rPr>
      </w:pPr>
    </w:p>
    <w:p w14:paraId="58D8E571" w14:textId="77777777" w:rsidR="007E363D" w:rsidRPr="007E363D" w:rsidRDefault="007E363D" w:rsidP="007E363D">
      <w:pPr>
        <w:rPr>
          <w:sz w:val="24"/>
          <w:szCs w:val="24"/>
        </w:rPr>
      </w:pPr>
    </w:p>
    <w:p w14:paraId="13E703E5" w14:textId="77777777" w:rsidR="007E363D" w:rsidRPr="007E363D" w:rsidRDefault="007E363D" w:rsidP="007E363D">
      <w:pPr>
        <w:rPr>
          <w:sz w:val="24"/>
          <w:szCs w:val="24"/>
        </w:rPr>
      </w:pPr>
    </w:p>
    <w:p w14:paraId="208D3046" w14:textId="77777777" w:rsidR="007E363D" w:rsidRDefault="007E363D" w:rsidP="007E363D">
      <w:pPr>
        <w:rPr>
          <w:sz w:val="24"/>
          <w:szCs w:val="24"/>
        </w:rPr>
      </w:pPr>
    </w:p>
    <w:p w14:paraId="6381BD3A" w14:textId="77777777" w:rsidR="007E363D" w:rsidRPr="004071E5" w:rsidRDefault="007E363D" w:rsidP="007E363D">
      <w:pPr>
        <w:tabs>
          <w:tab w:val="left" w:pos="975"/>
        </w:tabs>
        <w:rPr>
          <w:b/>
          <w:sz w:val="24"/>
          <w:szCs w:val="24"/>
        </w:rPr>
      </w:pPr>
      <w:r w:rsidRPr="004071E5">
        <w:rPr>
          <w:b/>
          <w:sz w:val="24"/>
          <w:szCs w:val="24"/>
        </w:rPr>
        <w:t>Hulpmiddelen:</w:t>
      </w:r>
    </w:p>
    <w:p w14:paraId="03454512" w14:textId="77777777" w:rsidR="004071E5" w:rsidRPr="004071E5" w:rsidRDefault="004071E5" w:rsidP="007E363D">
      <w:pPr>
        <w:pStyle w:val="Lijstalinea"/>
        <w:numPr>
          <w:ilvl w:val="0"/>
          <w:numId w:val="1"/>
        </w:numPr>
        <w:tabs>
          <w:tab w:val="left" w:pos="975"/>
        </w:tabs>
        <w:rPr>
          <w:b/>
          <w:sz w:val="24"/>
          <w:szCs w:val="24"/>
        </w:rPr>
      </w:pPr>
      <w:r w:rsidRPr="004071E5">
        <w:rPr>
          <w:b/>
          <w:sz w:val="24"/>
          <w:szCs w:val="24"/>
        </w:rPr>
        <w:t>Stone 5 en 6</w:t>
      </w:r>
    </w:p>
    <w:p w14:paraId="137785B4" w14:textId="77777777" w:rsidR="007E363D" w:rsidRPr="004071E5" w:rsidRDefault="004071E5" w:rsidP="007E363D">
      <w:pPr>
        <w:pStyle w:val="Lijstalinea"/>
        <w:numPr>
          <w:ilvl w:val="0"/>
          <w:numId w:val="1"/>
        </w:numPr>
        <w:tabs>
          <w:tab w:val="left" w:pos="975"/>
        </w:tabs>
        <w:rPr>
          <w:b/>
          <w:sz w:val="24"/>
          <w:szCs w:val="24"/>
        </w:rPr>
      </w:pPr>
      <w:r w:rsidRPr="004071E5">
        <w:rPr>
          <w:b/>
          <w:sz w:val="24"/>
          <w:szCs w:val="24"/>
        </w:rPr>
        <w:t>Woordenlijst blz. 41 en 42</w:t>
      </w:r>
      <w:r w:rsidR="007E363D" w:rsidRPr="004071E5">
        <w:rPr>
          <w:b/>
          <w:sz w:val="24"/>
          <w:szCs w:val="24"/>
        </w:rPr>
        <w:tab/>
      </w:r>
    </w:p>
    <w:p w14:paraId="6B510CC7" w14:textId="77777777" w:rsidR="007E363D" w:rsidRDefault="007E363D">
      <w:pPr>
        <w:spacing w:after="160"/>
        <w:rPr>
          <w:sz w:val="24"/>
          <w:szCs w:val="24"/>
        </w:rPr>
      </w:pPr>
      <w:r>
        <w:rPr>
          <w:sz w:val="24"/>
          <w:szCs w:val="24"/>
        </w:rPr>
        <w:br w:type="page"/>
      </w:r>
    </w:p>
    <w:p w14:paraId="1F641C97" w14:textId="77777777" w:rsidR="007E363D" w:rsidRPr="007E363D" w:rsidRDefault="007E363D" w:rsidP="007E363D">
      <w:pPr>
        <w:tabs>
          <w:tab w:val="left" w:pos="975"/>
        </w:tabs>
        <w:rPr>
          <w:b/>
          <w:sz w:val="24"/>
          <w:szCs w:val="24"/>
        </w:rPr>
      </w:pPr>
      <w:r w:rsidRPr="007E363D">
        <w:rPr>
          <w:b/>
          <w:sz w:val="24"/>
          <w:szCs w:val="24"/>
        </w:rPr>
        <w:lastRenderedPageBreak/>
        <w:t>3</w:t>
      </w:r>
      <w:r w:rsidRPr="007E363D">
        <w:rPr>
          <w:b/>
          <w:sz w:val="24"/>
          <w:szCs w:val="24"/>
        </w:rPr>
        <w:t xml:space="preserve">. Say </w:t>
      </w:r>
      <w:proofErr w:type="spellStart"/>
      <w:r w:rsidRPr="007E363D">
        <w:rPr>
          <w:b/>
          <w:sz w:val="24"/>
          <w:szCs w:val="24"/>
        </w:rPr>
        <w:t>it</w:t>
      </w:r>
      <w:proofErr w:type="spellEnd"/>
      <w:r w:rsidRPr="007E363D">
        <w:rPr>
          <w:b/>
          <w:sz w:val="24"/>
          <w:szCs w:val="24"/>
        </w:rPr>
        <w:t xml:space="preserve"> in English</w:t>
      </w:r>
    </w:p>
    <w:p w14:paraId="5EA98EB7" w14:textId="77777777" w:rsidR="007E363D" w:rsidRPr="007E363D" w:rsidRDefault="007E363D" w:rsidP="007E363D">
      <w:pPr>
        <w:tabs>
          <w:tab w:val="left" w:pos="975"/>
        </w:tabs>
        <w:rPr>
          <w:sz w:val="24"/>
          <w:szCs w:val="24"/>
        </w:rPr>
      </w:pPr>
    </w:p>
    <w:p w14:paraId="29D4F5B9" w14:textId="77777777" w:rsidR="007E363D" w:rsidRPr="007E363D" w:rsidRDefault="007E363D" w:rsidP="007E363D">
      <w:pPr>
        <w:tabs>
          <w:tab w:val="left" w:pos="975"/>
        </w:tabs>
        <w:rPr>
          <w:sz w:val="24"/>
          <w:szCs w:val="24"/>
        </w:rPr>
      </w:pPr>
      <w:r w:rsidRPr="007E363D">
        <w:rPr>
          <w:sz w:val="24"/>
          <w:szCs w:val="24"/>
        </w:rPr>
        <w:t>Werk samen met een klasgenoot. Kies ieder een rol.</w:t>
      </w:r>
    </w:p>
    <w:p w14:paraId="69E37B9E" w14:textId="77777777" w:rsidR="007E363D" w:rsidRPr="007E363D" w:rsidRDefault="007E363D" w:rsidP="007E363D">
      <w:pPr>
        <w:tabs>
          <w:tab w:val="left" w:pos="975"/>
        </w:tabs>
        <w:rPr>
          <w:sz w:val="24"/>
          <w:szCs w:val="24"/>
        </w:rPr>
      </w:pPr>
    </w:p>
    <w:p w14:paraId="570A4C31" w14:textId="77777777" w:rsidR="007E363D" w:rsidRPr="007E363D" w:rsidRDefault="007E363D" w:rsidP="007E363D">
      <w:pPr>
        <w:tabs>
          <w:tab w:val="left" w:pos="975"/>
        </w:tabs>
        <w:rPr>
          <w:b/>
          <w:sz w:val="24"/>
          <w:szCs w:val="24"/>
        </w:rPr>
      </w:pPr>
      <w:r w:rsidRPr="007E363D">
        <w:rPr>
          <w:b/>
          <w:sz w:val="24"/>
          <w:szCs w:val="24"/>
        </w:rPr>
        <w:t>Rol A:</w:t>
      </w:r>
    </w:p>
    <w:p w14:paraId="4119CDF1" w14:textId="77777777" w:rsidR="007E363D" w:rsidRPr="007E363D" w:rsidRDefault="007E363D" w:rsidP="007E363D">
      <w:pPr>
        <w:tabs>
          <w:tab w:val="left" w:pos="975"/>
        </w:tabs>
        <w:rPr>
          <w:sz w:val="24"/>
          <w:szCs w:val="24"/>
        </w:rPr>
      </w:pPr>
    </w:p>
    <w:p w14:paraId="15FE5DBC" w14:textId="77777777" w:rsidR="007E363D" w:rsidRPr="007E363D" w:rsidRDefault="007E363D" w:rsidP="007E363D">
      <w:pPr>
        <w:tabs>
          <w:tab w:val="left" w:pos="975"/>
        </w:tabs>
        <w:rPr>
          <w:sz w:val="24"/>
          <w:szCs w:val="24"/>
        </w:rPr>
      </w:pPr>
      <w:r w:rsidRPr="007E363D">
        <w:rPr>
          <w:sz w:val="24"/>
          <w:szCs w:val="24"/>
        </w:rPr>
        <w:t>Je bent net naar een nieuwe plaats verhuisd. Om nieuwe mensen te leren kennen ga je naar de plaatselijke buurtvereniging en begin je een gesprek met iemand van jouw leeftijd. Jij begint het gesprek.</w:t>
      </w:r>
    </w:p>
    <w:p w14:paraId="5A5EBE33" w14:textId="77777777" w:rsidR="007E363D" w:rsidRPr="007E363D" w:rsidRDefault="007E363D" w:rsidP="007E363D">
      <w:pPr>
        <w:tabs>
          <w:tab w:val="left" w:pos="975"/>
        </w:tabs>
        <w:rPr>
          <w:sz w:val="24"/>
          <w:szCs w:val="24"/>
        </w:rPr>
      </w:pPr>
    </w:p>
    <w:p w14:paraId="7FB3A09C" w14:textId="77777777" w:rsidR="007E363D" w:rsidRPr="007E363D" w:rsidRDefault="007E363D" w:rsidP="007E363D">
      <w:pPr>
        <w:tabs>
          <w:tab w:val="left" w:pos="975"/>
        </w:tabs>
        <w:rPr>
          <w:sz w:val="24"/>
          <w:szCs w:val="24"/>
        </w:rPr>
      </w:pPr>
      <w:r w:rsidRPr="007E363D">
        <w:rPr>
          <w:sz w:val="24"/>
          <w:szCs w:val="24"/>
        </w:rPr>
        <w:t>- Stel jezelf voor (naam, leeftijd, hobby).</w:t>
      </w:r>
    </w:p>
    <w:p w14:paraId="29258B11" w14:textId="77777777" w:rsidR="007E363D" w:rsidRPr="007E363D" w:rsidRDefault="007E363D" w:rsidP="007E363D">
      <w:pPr>
        <w:tabs>
          <w:tab w:val="left" w:pos="975"/>
        </w:tabs>
        <w:rPr>
          <w:sz w:val="24"/>
          <w:szCs w:val="24"/>
        </w:rPr>
      </w:pPr>
    </w:p>
    <w:p w14:paraId="2054D189" w14:textId="77777777" w:rsidR="007E363D" w:rsidRPr="007E363D" w:rsidRDefault="007E363D" w:rsidP="007E363D">
      <w:pPr>
        <w:tabs>
          <w:tab w:val="left" w:pos="975"/>
        </w:tabs>
        <w:rPr>
          <w:sz w:val="24"/>
          <w:szCs w:val="24"/>
        </w:rPr>
      </w:pPr>
      <w:r w:rsidRPr="007E363D">
        <w:rPr>
          <w:sz w:val="24"/>
          <w:szCs w:val="24"/>
        </w:rPr>
        <w:t>- Vertel dat je graag een bijbaantje zou zoeken om een beetje bij te verdienen.</w:t>
      </w:r>
    </w:p>
    <w:p w14:paraId="70F73DBF" w14:textId="77777777" w:rsidR="007E363D" w:rsidRPr="007E363D" w:rsidRDefault="007E363D" w:rsidP="007E363D">
      <w:pPr>
        <w:tabs>
          <w:tab w:val="left" w:pos="975"/>
        </w:tabs>
        <w:rPr>
          <w:sz w:val="24"/>
          <w:szCs w:val="24"/>
        </w:rPr>
      </w:pPr>
    </w:p>
    <w:p w14:paraId="5808C571" w14:textId="77777777" w:rsidR="007E363D" w:rsidRPr="007E363D" w:rsidRDefault="007E363D" w:rsidP="007E363D">
      <w:pPr>
        <w:tabs>
          <w:tab w:val="left" w:pos="975"/>
        </w:tabs>
        <w:rPr>
          <w:sz w:val="24"/>
          <w:szCs w:val="24"/>
        </w:rPr>
      </w:pPr>
      <w:r w:rsidRPr="007E363D">
        <w:rPr>
          <w:sz w:val="24"/>
          <w:szCs w:val="24"/>
        </w:rPr>
        <w:t>- Bedenk wat je passie is en vertel waarom je dit zo leuk vindt (dit mag een sport zijn, muziek, koken, enz.). Vraag of het (on)waarschijnlijk is dat er hier een bijbaantje in te vinden is.</w:t>
      </w:r>
    </w:p>
    <w:p w14:paraId="638B6008" w14:textId="77777777" w:rsidR="007E363D" w:rsidRPr="007E363D" w:rsidRDefault="007E363D" w:rsidP="007E363D">
      <w:pPr>
        <w:tabs>
          <w:tab w:val="left" w:pos="975"/>
        </w:tabs>
        <w:rPr>
          <w:sz w:val="24"/>
          <w:szCs w:val="24"/>
        </w:rPr>
      </w:pPr>
    </w:p>
    <w:p w14:paraId="74F006E4" w14:textId="77777777" w:rsidR="007E363D" w:rsidRPr="007E363D" w:rsidRDefault="007E363D" w:rsidP="007E363D">
      <w:pPr>
        <w:tabs>
          <w:tab w:val="left" w:pos="975"/>
        </w:tabs>
        <w:rPr>
          <w:sz w:val="24"/>
          <w:szCs w:val="24"/>
        </w:rPr>
      </w:pPr>
      <w:r w:rsidRPr="007E363D">
        <w:rPr>
          <w:sz w:val="24"/>
          <w:szCs w:val="24"/>
        </w:rPr>
        <w:t>- Bedank hem/haar voor de informatie en zeg dat je verder zult informeren naar passende bijbaantjes. Sluit het gesprek af.</w:t>
      </w:r>
    </w:p>
    <w:p w14:paraId="37455FED" w14:textId="77777777" w:rsidR="007E363D" w:rsidRPr="007E363D" w:rsidRDefault="007E363D" w:rsidP="007E363D">
      <w:pPr>
        <w:tabs>
          <w:tab w:val="left" w:pos="975"/>
        </w:tabs>
        <w:rPr>
          <w:sz w:val="24"/>
          <w:szCs w:val="24"/>
        </w:rPr>
      </w:pPr>
    </w:p>
    <w:p w14:paraId="7B7DCDC0" w14:textId="77777777" w:rsidR="007E363D" w:rsidRDefault="007E363D" w:rsidP="007E363D">
      <w:pPr>
        <w:tabs>
          <w:tab w:val="left" w:pos="975"/>
        </w:tabs>
        <w:rPr>
          <w:b/>
          <w:sz w:val="24"/>
          <w:szCs w:val="24"/>
        </w:rPr>
      </w:pPr>
    </w:p>
    <w:p w14:paraId="244B49F8" w14:textId="77777777" w:rsidR="007E363D" w:rsidRPr="007E363D" w:rsidRDefault="007E363D" w:rsidP="007E363D">
      <w:pPr>
        <w:tabs>
          <w:tab w:val="left" w:pos="975"/>
        </w:tabs>
        <w:rPr>
          <w:b/>
          <w:sz w:val="24"/>
          <w:szCs w:val="24"/>
        </w:rPr>
      </w:pPr>
      <w:r w:rsidRPr="007E363D">
        <w:rPr>
          <w:b/>
          <w:sz w:val="24"/>
          <w:szCs w:val="24"/>
        </w:rPr>
        <w:t>Rol B:</w:t>
      </w:r>
    </w:p>
    <w:p w14:paraId="77617573" w14:textId="77777777" w:rsidR="007E363D" w:rsidRPr="007E363D" w:rsidRDefault="007E363D" w:rsidP="007E363D">
      <w:pPr>
        <w:tabs>
          <w:tab w:val="left" w:pos="975"/>
        </w:tabs>
        <w:rPr>
          <w:sz w:val="24"/>
          <w:szCs w:val="24"/>
        </w:rPr>
      </w:pPr>
    </w:p>
    <w:p w14:paraId="70E3AC1E" w14:textId="77777777" w:rsidR="007E363D" w:rsidRPr="007E363D" w:rsidRDefault="007E363D" w:rsidP="007E363D">
      <w:pPr>
        <w:tabs>
          <w:tab w:val="left" w:pos="975"/>
        </w:tabs>
        <w:rPr>
          <w:sz w:val="24"/>
          <w:szCs w:val="24"/>
        </w:rPr>
      </w:pPr>
      <w:r w:rsidRPr="007E363D">
        <w:rPr>
          <w:sz w:val="24"/>
          <w:szCs w:val="24"/>
        </w:rPr>
        <w:t>Tijdens een bijeenkomst van de plaatselijke buurtvereniging raak je in gesprek met iemand die net naar je woonplaats verhuisd is. Rol A begint het gesprek.</w:t>
      </w:r>
    </w:p>
    <w:p w14:paraId="694EF81A" w14:textId="77777777" w:rsidR="007E363D" w:rsidRPr="007E363D" w:rsidRDefault="007E363D" w:rsidP="007E363D">
      <w:pPr>
        <w:tabs>
          <w:tab w:val="left" w:pos="975"/>
        </w:tabs>
        <w:rPr>
          <w:sz w:val="24"/>
          <w:szCs w:val="24"/>
        </w:rPr>
      </w:pPr>
    </w:p>
    <w:p w14:paraId="1590EB5E" w14:textId="77777777" w:rsidR="007E363D" w:rsidRPr="007E363D" w:rsidRDefault="007E363D" w:rsidP="007E363D">
      <w:pPr>
        <w:tabs>
          <w:tab w:val="left" w:pos="975"/>
        </w:tabs>
        <w:rPr>
          <w:sz w:val="24"/>
          <w:szCs w:val="24"/>
        </w:rPr>
      </w:pPr>
      <w:r w:rsidRPr="007E363D">
        <w:rPr>
          <w:sz w:val="24"/>
          <w:szCs w:val="24"/>
        </w:rPr>
        <w:t>- Stel jezelf ook voor (naam, leeftijd, hobby).</w:t>
      </w:r>
    </w:p>
    <w:p w14:paraId="73A23A87" w14:textId="77777777" w:rsidR="007E363D" w:rsidRPr="007E363D" w:rsidRDefault="007E363D" w:rsidP="007E363D">
      <w:pPr>
        <w:tabs>
          <w:tab w:val="left" w:pos="975"/>
        </w:tabs>
        <w:rPr>
          <w:sz w:val="24"/>
          <w:szCs w:val="24"/>
        </w:rPr>
      </w:pPr>
    </w:p>
    <w:p w14:paraId="31AC54E4" w14:textId="77777777" w:rsidR="007E363D" w:rsidRPr="007E363D" w:rsidRDefault="007E363D" w:rsidP="007E363D">
      <w:pPr>
        <w:tabs>
          <w:tab w:val="left" w:pos="975"/>
        </w:tabs>
        <w:rPr>
          <w:sz w:val="24"/>
          <w:szCs w:val="24"/>
        </w:rPr>
      </w:pPr>
      <w:r w:rsidRPr="007E363D">
        <w:rPr>
          <w:sz w:val="24"/>
          <w:szCs w:val="24"/>
        </w:rPr>
        <w:t>- Zeg dat jij misschien nog wel een bijbaantje weet, afhankelijk van wat hij/graag zou willen doen. Vraag wat zijn/haar passie is en of hij/zij daar werk in wil vinden.</w:t>
      </w:r>
    </w:p>
    <w:p w14:paraId="3B416E71" w14:textId="77777777" w:rsidR="007E363D" w:rsidRPr="007E363D" w:rsidRDefault="007E363D" w:rsidP="007E363D">
      <w:pPr>
        <w:tabs>
          <w:tab w:val="left" w:pos="975"/>
        </w:tabs>
        <w:rPr>
          <w:sz w:val="24"/>
          <w:szCs w:val="24"/>
        </w:rPr>
      </w:pPr>
    </w:p>
    <w:p w14:paraId="5836C70E" w14:textId="77777777" w:rsidR="007E363D" w:rsidRPr="007E363D" w:rsidRDefault="007E363D" w:rsidP="007E363D">
      <w:pPr>
        <w:tabs>
          <w:tab w:val="left" w:pos="975"/>
        </w:tabs>
        <w:rPr>
          <w:sz w:val="24"/>
          <w:szCs w:val="24"/>
        </w:rPr>
      </w:pPr>
      <w:r w:rsidRPr="007E363D">
        <w:rPr>
          <w:sz w:val="24"/>
          <w:szCs w:val="24"/>
        </w:rPr>
        <w:t>- Bedenk of hier wel of niet een bijbaantje in te vinden is in jullie buurt. Vertel dat jij zelf ook een bijbaantje hebt, wat dit is, maar dat dit niet is wat je later als ‘echte’ baan zou willen. Vertel wat wel je passie is.</w:t>
      </w:r>
    </w:p>
    <w:p w14:paraId="487F5467" w14:textId="77777777" w:rsidR="007E363D" w:rsidRPr="007E363D" w:rsidRDefault="007E363D" w:rsidP="007E363D">
      <w:pPr>
        <w:tabs>
          <w:tab w:val="left" w:pos="975"/>
        </w:tabs>
        <w:rPr>
          <w:sz w:val="24"/>
          <w:szCs w:val="24"/>
        </w:rPr>
      </w:pPr>
    </w:p>
    <w:p w14:paraId="57D5D7F8" w14:textId="77777777" w:rsidR="007E363D" w:rsidRDefault="007E363D" w:rsidP="007E363D">
      <w:pPr>
        <w:tabs>
          <w:tab w:val="left" w:pos="975"/>
        </w:tabs>
        <w:rPr>
          <w:sz w:val="24"/>
          <w:szCs w:val="24"/>
        </w:rPr>
      </w:pPr>
      <w:r w:rsidRPr="007E363D">
        <w:rPr>
          <w:sz w:val="24"/>
          <w:szCs w:val="24"/>
        </w:rPr>
        <w:t>- Sluit het gesprek af.</w:t>
      </w:r>
    </w:p>
    <w:p w14:paraId="41CB3C28" w14:textId="77777777" w:rsidR="007E363D" w:rsidRPr="007E363D" w:rsidRDefault="007E363D" w:rsidP="007E363D">
      <w:pPr>
        <w:rPr>
          <w:sz w:val="24"/>
          <w:szCs w:val="24"/>
        </w:rPr>
      </w:pPr>
    </w:p>
    <w:p w14:paraId="2CCF960F" w14:textId="77777777" w:rsidR="007E363D" w:rsidRPr="007E363D" w:rsidRDefault="007E363D" w:rsidP="007E363D">
      <w:pPr>
        <w:rPr>
          <w:sz w:val="24"/>
          <w:szCs w:val="24"/>
        </w:rPr>
      </w:pPr>
    </w:p>
    <w:p w14:paraId="32BC9AE3" w14:textId="77777777" w:rsidR="007E363D" w:rsidRPr="007E363D" w:rsidRDefault="007E363D" w:rsidP="007E363D">
      <w:pPr>
        <w:rPr>
          <w:sz w:val="24"/>
          <w:szCs w:val="24"/>
        </w:rPr>
      </w:pPr>
    </w:p>
    <w:p w14:paraId="088EBD5A" w14:textId="77777777" w:rsidR="007E363D" w:rsidRPr="007E363D" w:rsidRDefault="007E363D" w:rsidP="007E363D">
      <w:pPr>
        <w:rPr>
          <w:sz w:val="24"/>
          <w:szCs w:val="24"/>
        </w:rPr>
      </w:pPr>
    </w:p>
    <w:p w14:paraId="6702D2BA" w14:textId="77777777" w:rsidR="007E363D" w:rsidRPr="004071E5" w:rsidRDefault="004071E5" w:rsidP="007E363D">
      <w:pPr>
        <w:rPr>
          <w:b/>
          <w:sz w:val="24"/>
          <w:szCs w:val="24"/>
        </w:rPr>
      </w:pPr>
      <w:r w:rsidRPr="004071E5">
        <w:rPr>
          <w:b/>
          <w:sz w:val="24"/>
          <w:szCs w:val="24"/>
        </w:rPr>
        <w:t>Hulpmiddelen</w:t>
      </w:r>
    </w:p>
    <w:p w14:paraId="725B09C7" w14:textId="77777777" w:rsidR="004071E5" w:rsidRPr="004071E5" w:rsidRDefault="004071E5" w:rsidP="004071E5">
      <w:pPr>
        <w:pStyle w:val="Lijstalinea"/>
        <w:numPr>
          <w:ilvl w:val="0"/>
          <w:numId w:val="1"/>
        </w:numPr>
        <w:rPr>
          <w:b/>
          <w:sz w:val="24"/>
          <w:szCs w:val="24"/>
        </w:rPr>
      </w:pPr>
      <w:r w:rsidRPr="004071E5">
        <w:rPr>
          <w:b/>
          <w:sz w:val="24"/>
          <w:szCs w:val="24"/>
        </w:rPr>
        <w:t>Stone 7 en 8</w:t>
      </w:r>
    </w:p>
    <w:p w14:paraId="2992F9D3" w14:textId="77777777" w:rsidR="004071E5" w:rsidRPr="004071E5" w:rsidRDefault="004071E5" w:rsidP="004071E5">
      <w:pPr>
        <w:pStyle w:val="Lijstalinea"/>
        <w:numPr>
          <w:ilvl w:val="0"/>
          <w:numId w:val="1"/>
        </w:numPr>
        <w:rPr>
          <w:sz w:val="24"/>
          <w:szCs w:val="24"/>
        </w:rPr>
      </w:pPr>
      <w:r w:rsidRPr="004071E5">
        <w:rPr>
          <w:b/>
          <w:sz w:val="24"/>
          <w:szCs w:val="24"/>
        </w:rPr>
        <w:t>Woordenlijst blz. 73 en 74</w:t>
      </w:r>
    </w:p>
    <w:p w14:paraId="0686E81A" w14:textId="77777777" w:rsidR="007E363D" w:rsidRDefault="007E363D" w:rsidP="007E363D">
      <w:pPr>
        <w:tabs>
          <w:tab w:val="left" w:pos="1440"/>
        </w:tabs>
        <w:rPr>
          <w:sz w:val="24"/>
          <w:szCs w:val="24"/>
        </w:rPr>
      </w:pPr>
      <w:r>
        <w:rPr>
          <w:sz w:val="24"/>
          <w:szCs w:val="24"/>
        </w:rPr>
        <w:tab/>
      </w:r>
    </w:p>
    <w:p w14:paraId="0082D5C3" w14:textId="77777777" w:rsidR="007E363D" w:rsidRDefault="007E363D">
      <w:pPr>
        <w:spacing w:after="160"/>
        <w:rPr>
          <w:sz w:val="24"/>
          <w:szCs w:val="24"/>
        </w:rPr>
      </w:pPr>
      <w:r>
        <w:rPr>
          <w:sz w:val="24"/>
          <w:szCs w:val="24"/>
        </w:rPr>
        <w:br w:type="page"/>
      </w:r>
    </w:p>
    <w:p w14:paraId="364F42AD" w14:textId="77777777" w:rsidR="007E363D" w:rsidRPr="007E363D" w:rsidRDefault="007E363D" w:rsidP="007E363D">
      <w:pPr>
        <w:tabs>
          <w:tab w:val="left" w:pos="1440"/>
        </w:tabs>
        <w:rPr>
          <w:b/>
          <w:sz w:val="24"/>
          <w:szCs w:val="24"/>
        </w:rPr>
      </w:pPr>
      <w:r w:rsidRPr="007E363D">
        <w:rPr>
          <w:b/>
          <w:sz w:val="24"/>
          <w:szCs w:val="24"/>
        </w:rPr>
        <w:lastRenderedPageBreak/>
        <w:t>4</w:t>
      </w:r>
      <w:r w:rsidRPr="007E363D">
        <w:rPr>
          <w:b/>
          <w:sz w:val="24"/>
          <w:szCs w:val="24"/>
        </w:rPr>
        <w:t xml:space="preserve">. Say </w:t>
      </w:r>
      <w:proofErr w:type="spellStart"/>
      <w:r w:rsidRPr="007E363D">
        <w:rPr>
          <w:b/>
          <w:sz w:val="24"/>
          <w:szCs w:val="24"/>
        </w:rPr>
        <w:t>it</w:t>
      </w:r>
      <w:proofErr w:type="spellEnd"/>
      <w:r w:rsidRPr="007E363D">
        <w:rPr>
          <w:b/>
          <w:sz w:val="24"/>
          <w:szCs w:val="24"/>
        </w:rPr>
        <w:t xml:space="preserve"> in English</w:t>
      </w:r>
    </w:p>
    <w:p w14:paraId="19BDC077" w14:textId="77777777" w:rsidR="007E363D" w:rsidRPr="007E363D" w:rsidRDefault="007E363D" w:rsidP="007E363D">
      <w:pPr>
        <w:tabs>
          <w:tab w:val="left" w:pos="1440"/>
        </w:tabs>
        <w:rPr>
          <w:sz w:val="24"/>
          <w:szCs w:val="24"/>
        </w:rPr>
      </w:pPr>
    </w:p>
    <w:p w14:paraId="1F8D5D77" w14:textId="77777777" w:rsidR="007E363D" w:rsidRPr="007E363D" w:rsidRDefault="007E363D" w:rsidP="007E363D">
      <w:pPr>
        <w:tabs>
          <w:tab w:val="left" w:pos="1440"/>
        </w:tabs>
        <w:rPr>
          <w:sz w:val="24"/>
          <w:szCs w:val="24"/>
        </w:rPr>
      </w:pPr>
      <w:r w:rsidRPr="007E363D">
        <w:rPr>
          <w:sz w:val="24"/>
          <w:szCs w:val="24"/>
        </w:rPr>
        <w:t>Werk samen met een klasgenoot. Kies ieder een rol.</w:t>
      </w:r>
    </w:p>
    <w:p w14:paraId="0D47559B" w14:textId="77777777" w:rsidR="007E363D" w:rsidRPr="007E363D" w:rsidRDefault="007E363D" w:rsidP="007E363D">
      <w:pPr>
        <w:tabs>
          <w:tab w:val="left" w:pos="1440"/>
        </w:tabs>
        <w:rPr>
          <w:sz w:val="24"/>
          <w:szCs w:val="24"/>
        </w:rPr>
      </w:pPr>
    </w:p>
    <w:p w14:paraId="04ABD7B4" w14:textId="77777777" w:rsidR="007E363D" w:rsidRPr="007E363D" w:rsidRDefault="007E363D" w:rsidP="007E363D">
      <w:pPr>
        <w:tabs>
          <w:tab w:val="left" w:pos="1440"/>
        </w:tabs>
        <w:rPr>
          <w:b/>
          <w:sz w:val="24"/>
          <w:szCs w:val="24"/>
        </w:rPr>
      </w:pPr>
      <w:r w:rsidRPr="007E363D">
        <w:rPr>
          <w:b/>
          <w:sz w:val="24"/>
          <w:szCs w:val="24"/>
        </w:rPr>
        <w:t>Rol A:</w:t>
      </w:r>
    </w:p>
    <w:p w14:paraId="4F7ED74D" w14:textId="77777777" w:rsidR="007E363D" w:rsidRPr="007E363D" w:rsidRDefault="007E363D" w:rsidP="007E363D">
      <w:pPr>
        <w:tabs>
          <w:tab w:val="left" w:pos="1440"/>
        </w:tabs>
        <w:rPr>
          <w:sz w:val="24"/>
          <w:szCs w:val="24"/>
        </w:rPr>
      </w:pPr>
    </w:p>
    <w:p w14:paraId="501686AE" w14:textId="77777777" w:rsidR="007E363D" w:rsidRPr="007E363D" w:rsidRDefault="007E363D" w:rsidP="007E363D">
      <w:pPr>
        <w:tabs>
          <w:tab w:val="left" w:pos="1440"/>
        </w:tabs>
        <w:rPr>
          <w:sz w:val="24"/>
          <w:szCs w:val="24"/>
        </w:rPr>
      </w:pPr>
      <w:r w:rsidRPr="007E363D">
        <w:rPr>
          <w:sz w:val="24"/>
          <w:szCs w:val="24"/>
        </w:rPr>
        <w:t>Je raakt met je vriend/vriendin aan de praat over vakanties. Jij begint het gesprek.</w:t>
      </w:r>
    </w:p>
    <w:p w14:paraId="0B3995A9" w14:textId="77777777" w:rsidR="007E363D" w:rsidRPr="007E363D" w:rsidRDefault="007E363D" w:rsidP="007E363D">
      <w:pPr>
        <w:tabs>
          <w:tab w:val="left" w:pos="1440"/>
        </w:tabs>
        <w:rPr>
          <w:sz w:val="24"/>
          <w:szCs w:val="24"/>
        </w:rPr>
      </w:pPr>
    </w:p>
    <w:p w14:paraId="3B2F1CB5" w14:textId="77777777" w:rsidR="007E363D" w:rsidRPr="007E363D" w:rsidRDefault="007E363D" w:rsidP="007E363D">
      <w:pPr>
        <w:tabs>
          <w:tab w:val="left" w:pos="1440"/>
        </w:tabs>
        <w:rPr>
          <w:sz w:val="24"/>
          <w:szCs w:val="24"/>
        </w:rPr>
      </w:pPr>
      <w:r w:rsidRPr="007E363D">
        <w:rPr>
          <w:sz w:val="24"/>
          <w:szCs w:val="24"/>
        </w:rPr>
        <w:t>- Vraag wat het leukste land is waar hij/zij ooit op vakantie is geweest en waarom.</w:t>
      </w:r>
    </w:p>
    <w:p w14:paraId="196D1AF5" w14:textId="77777777" w:rsidR="007E363D" w:rsidRPr="007E363D" w:rsidRDefault="007E363D" w:rsidP="007E363D">
      <w:pPr>
        <w:tabs>
          <w:tab w:val="left" w:pos="1440"/>
        </w:tabs>
        <w:rPr>
          <w:sz w:val="24"/>
          <w:szCs w:val="24"/>
        </w:rPr>
      </w:pPr>
    </w:p>
    <w:p w14:paraId="09AFDC42" w14:textId="77777777" w:rsidR="007E363D" w:rsidRPr="007E363D" w:rsidRDefault="007E363D" w:rsidP="007E363D">
      <w:pPr>
        <w:tabs>
          <w:tab w:val="left" w:pos="1440"/>
        </w:tabs>
        <w:rPr>
          <w:sz w:val="24"/>
          <w:szCs w:val="24"/>
        </w:rPr>
      </w:pPr>
      <w:r w:rsidRPr="007E363D">
        <w:rPr>
          <w:sz w:val="24"/>
          <w:szCs w:val="24"/>
        </w:rPr>
        <w:t>- Beantwoord de vraag en bedenk ook een of meerdere gebruiken die je zo leuk vindt aan je favoriete land.</w:t>
      </w:r>
    </w:p>
    <w:p w14:paraId="3AA18CBE" w14:textId="77777777" w:rsidR="007E363D" w:rsidRPr="007E363D" w:rsidRDefault="007E363D" w:rsidP="007E363D">
      <w:pPr>
        <w:tabs>
          <w:tab w:val="left" w:pos="1440"/>
        </w:tabs>
        <w:rPr>
          <w:sz w:val="24"/>
          <w:szCs w:val="24"/>
        </w:rPr>
      </w:pPr>
    </w:p>
    <w:p w14:paraId="62A13AC6" w14:textId="77777777" w:rsidR="007E363D" w:rsidRPr="007E363D" w:rsidRDefault="007E363D" w:rsidP="007E363D">
      <w:pPr>
        <w:tabs>
          <w:tab w:val="left" w:pos="1440"/>
        </w:tabs>
        <w:rPr>
          <w:sz w:val="24"/>
          <w:szCs w:val="24"/>
        </w:rPr>
      </w:pPr>
      <w:r w:rsidRPr="007E363D">
        <w:rPr>
          <w:sz w:val="24"/>
          <w:szCs w:val="24"/>
        </w:rPr>
        <w:t>- Zeg dat dit land je wel/niet leuk lijkt. Vertel welk land jij nog wel eens heen wilt en waarom.</w:t>
      </w:r>
    </w:p>
    <w:p w14:paraId="5E58B165" w14:textId="77777777" w:rsidR="007E363D" w:rsidRPr="007E363D" w:rsidRDefault="007E363D" w:rsidP="007E363D">
      <w:pPr>
        <w:tabs>
          <w:tab w:val="left" w:pos="1440"/>
        </w:tabs>
        <w:rPr>
          <w:sz w:val="24"/>
          <w:szCs w:val="24"/>
        </w:rPr>
      </w:pPr>
    </w:p>
    <w:p w14:paraId="0B9A4603" w14:textId="77777777" w:rsidR="007E363D" w:rsidRPr="007E363D" w:rsidRDefault="007E363D" w:rsidP="007E363D">
      <w:pPr>
        <w:tabs>
          <w:tab w:val="left" w:pos="1440"/>
        </w:tabs>
        <w:rPr>
          <w:sz w:val="24"/>
          <w:szCs w:val="24"/>
        </w:rPr>
      </w:pPr>
      <w:r w:rsidRPr="007E363D">
        <w:rPr>
          <w:sz w:val="24"/>
          <w:szCs w:val="24"/>
        </w:rPr>
        <w:t>- Zeg dat je het hier wel/niet mee eens bent en waarom. Bedenk een land dat jij niet leuk vindt en waarom/door welk gebruik dit komt.</w:t>
      </w:r>
    </w:p>
    <w:p w14:paraId="387C9E28" w14:textId="77777777" w:rsidR="007E363D" w:rsidRPr="007E363D" w:rsidRDefault="007E363D" w:rsidP="007E363D">
      <w:pPr>
        <w:tabs>
          <w:tab w:val="left" w:pos="1440"/>
        </w:tabs>
        <w:rPr>
          <w:sz w:val="24"/>
          <w:szCs w:val="24"/>
        </w:rPr>
      </w:pPr>
    </w:p>
    <w:p w14:paraId="1FCC3FCC" w14:textId="77777777" w:rsidR="007E363D" w:rsidRPr="007E363D" w:rsidRDefault="007E363D" w:rsidP="007E363D">
      <w:pPr>
        <w:tabs>
          <w:tab w:val="left" w:pos="1440"/>
        </w:tabs>
        <w:rPr>
          <w:sz w:val="24"/>
          <w:szCs w:val="24"/>
        </w:rPr>
      </w:pPr>
      <w:r w:rsidRPr="007E363D">
        <w:rPr>
          <w:sz w:val="24"/>
          <w:szCs w:val="24"/>
        </w:rPr>
        <w:t>- Sluit het gesprek af.</w:t>
      </w:r>
    </w:p>
    <w:p w14:paraId="79B831B9" w14:textId="77777777" w:rsidR="007E363D" w:rsidRDefault="007E363D" w:rsidP="007E363D">
      <w:pPr>
        <w:tabs>
          <w:tab w:val="left" w:pos="1440"/>
        </w:tabs>
        <w:rPr>
          <w:sz w:val="24"/>
          <w:szCs w:val="24"/>
        </w:rPr>
      </w:pPr>
    </w:p>
    <w:p w14:paraId="2A588463" w14:textId="77777777" w:rsidR="007E363D" w:rsidRPr="007E363D" w:rsidRDefault="007E363D" w:rsidP="007E363D">
      <w:pPr>
        <w:tabs>
          <w:tab w:val="left" w:pos="1440"/>
        </w:tabs>
        <w:rPr>
          <w:sz w:val="24"/>
          <w:szCs w:val="24"/>
        </w:rPr>
      </w:pPr>
    </w:p>
    <w:p w14:paraId="20DB9F4F" w14:textId="77777777" w:rsidR="007E363D" w:rsidRPr="007E363D" w:rsidRDefault="007E363D" w:rsidP="007E363D">
      <w:pPr>
        <w:tabs>
          <w:tab w:val="left" w:pos="1440"/>
        </w:tabs>
        <w:rPr>
          <w:b/>
          <w:sz w:val="24"/>
          <w:szCs w:val="24"/>
        </w:rPr>
      </w:pPr>
      <w:r w:rsidRPr="007E363D">
        <w:rPr>
          <w:b/>
          <w:sz w:val="24"/>
          <w:szCs w:val="24"/>
        </w:rPr>
        <w:t>Rol B:</w:t>
      </w:r>
    </w:p>
    <w:p w14:paraId="247B6F45" w14:textId="77777777" w:rsidR="007E363D" w:rsidRPr="007E363D" w:rsidRDefault="007E363D" w:rsidP="007E363D">
      <w:pPr>
        <w:tabs>
          <w:tab w:val="left" w:pos="1440"/>
        </w:tabs>
        <w:rPr>
          <w:sz w:val="24"/>
          <w:szCs w:val="24"/>
        </w:rPr>
      </w:pPr>
    </w:p>
    <w:p w14:paraId="2E686E2D" w14:textId="77777777" w:rsidR="007E363D" w:rsidRPr="007E363D" w:rsidRDefault="007E363D" w:rsidP="007E363D">
      <w:pPr>
        <w:tabs>
          <w:tab w:val="left" w:pos="1440"/>
        </w:tabs>
        <w:rPr>
          <w:sz w:val="24"/>
          <w:szCs w:val="24"/>
        </w:rPr>
      </w:pPr>
      <w:r w:rsidRPr="007E363D">
        <w:rPr>
          <w:sz w:val="24"/>
          <w:szCs w:val="24"/>
        </w:rPr>
        <w:t>Je raakt met je vriend/vriendin aan de praat over vakanties. Rol A begint het gesprek.</w:t>
      </w:r>
    </w:p>
    <w:p w14:paraId="77579274" w14:textId="77777777" w:rsidR="007E363D" w:rsidRPr="007E363D" w:rsidRDefault="007E363D" w:rsidP="007E363D">
      <w:pPr>
        <w:tabs>
          <w:tab w:val="left" w:pos="1440"/>
        </w:tabs>
        <w:rPr>
          <w:sz w:val="24"/>
          <w:szCs w:val="24"/>
        </w:rPr>
      </w:pPr>
    </w:p>
    <w:p w14:paraId="759A71BC" w14:textId="77777777" w:rsidR="007E363D" w:rsidRPr="007E363D" w:rsidRDefault="007E363D" w:rsidP="007E363D">
      <w:pPr>
        <w:tabs>
          <w:tab w:val="left" w:pos="1440"/>
        </w:tabs>
        <w:rPr>
          <w:sz w:val="24"/>
          <w:szCs w:val="24"/>
        </w:rPr>
      </w:pPr>
      <w:r w:rsidRPr="007E363D">
        <w:rPr>
          <w:sz w:val="24"/>
          <w:szCs w:val="24"/>
        </w:rPr>
        <w:t>- Vertel wat het leukste land is waar je ooit op vakantie bent geweest en waarom je dit land zo leuk vindt. Bedenk een gebruik dat ze in dit land hebben dat je erg leuk vindt. Vraag of je vriend/vriendin ook een favoriet vakantieland heeft en waarom.</w:t>
      </w:r>
    </w:p>
    <w:p w14:paraId="410A3468" w14:textId="77777777" w:rsidR="007E363D" w:rsidRPr="007E363D" w:rsidRDefault="007E363D" w:rsidP="007E363D">
      <w:pPr>
        <w:tabs>
          <w:tab w:val="left" w:pos="1440"/>
        </w:tabs>
        <w:rPr>
          <w:sz w:val="24"/>
          <w:szCs w:val="24"/>
        </w:rPr>
      </w:pPr>
    </w:p>
    <w:p w14:paraId="3F893E0B" w14:textId="77777777" w:rsidR="007E363D" w:rsidRPr="007E363D" w:rsidRDefault="007E363D" w:rsidP="007E363D">
      <w:pPr>
        <w:tabs>
          <w:tab w:val="left" w:pos="1440"/>
        </w:tabs>
        <w:rPr>
          <w:sz w:val="24"/>
          <w:szCs w:val="24"/>
        </w:rPr>
      </w:pPr>
      <w:r w:rsidRPr="007E363D">
        <w:rPr>
          <w:sz w:val="24"/>
          <w:szCs w:val="24"/>
        </w:rPr>
        <w:t>- Bedenk een land dat je ooit nog eens zou willen bezoeken en waarom.</w:t>
      </w:r>
    </w:p>
    <w:p w14:paraId="0F1DF1AF" w14:textId="77777777" w:rsidR="007E363D" w:rsidRPr="007E363D" w:rsidRDefault="007E363D" w:rsidP="007E363D">
      <w:pPr>
        <w:tabs>
          <w:tab w:val="left" w:pos="1440"/>
        </w:tabs>
        <w:rPr>
          <w:sz w:val="24"/>
          <w:szCs w:val="24"/>
        </w:rPr>
      </w:pPr>
    </w:p>
    <w:p w14:paraId="0ACD7735" w14:textId="77777777" w:rsidR="007E363D" w:rsidRPr="007E363D" w:rsidRDefault="007E363D" w:rsidP="007E363D">
      <w:pPr>
        <w:tabs>
          <w:tab w:val="left" w:pos="1440"/>
        </w:tabs>
        <w:rPr>
          <w:sz w:val="24"/>
          <w:szCs w:val="24"/>
        </w:rPr>
      </w:pPr>
      <w:r w:rsidRPr="007E363D">
        <w:rPr>
          <w:sz w:val="24"/>
          <w:szCs w:val="24"/>
        </w:rPr>
        <w:t>- Vertel welk land je juist niet leuk vindt/lijkt en waarom. Bedenk een gebruik van dit land dat je echt niet leuk vindt.</w:t>
      </w:r>
    </w:p>
    <w:p w14:paraId="0762DB50" w14:textId="77777777" w:rsidR="007E363D" w:rsidRPr="007E363D" w:rsidRDefault="007E363D" w:rsidP="007E363D">
      <w:pPr>
        <w:tabs>
          <w:tab w:val="left" w:pos="1440"/>
        </w:tabs>
        <w:rPr>
          <w:sz w:val="24"/>
          <w:szCs w:val="24"/>
        </w:rPr>
      </w:pPr>
    </w:p>
    <w:p w14:paraId="7684423C" w14:textId="77777777" w:rsidR="004071E5" w:rsidRDefault="007E363D" w:rsidP="007E363D">
      <w:pPr>
        <w:tabs>
          <w:tab w:val="left" w:pos="1440"/>
        </w:tabs>
        <w:rPr>
          <w:sz w:val="24"/>
          <w:szCs w:val="24"/>
        </w:rPr>
      </w:pPr>
      <w:r w:rsidRPr="007E363D">
        <w:rPr>
          <w:sz w:val="24"/>
          <w:szCs w:val="24"/>
        </w:rPr>
        <w:t>- Geef je mening hierover. Sluit het gesprek af.</w:t>
      </w:r>
    </w:p>
    <w:p w14:paraId="4AEDDE26" w14:textId="77777777" w:rsidR="004071E5" w:rsidRPr="004071E5" w:rsidRDefault="004071E5" w:rsidP="004071E5">
      <w:pPr>
        <w:rPr>
          <w:sz w:val="24"/>
          <w:szCs w:val="24"/>
        </w:rPr>
      </w:pPr>
    </w:p>
    <w:p w14:paraId="22703671" w14:textId="77777777" w:rsidR="004071E5" w:rsidRPr="004071E5" w:rsidRDefault="004071E5" w:rsidP="004071E5">
      <w:pPr>
        <w:rPr>
          <w:sz w:val="24"/>
          <w:szCs w:val="24"/>
        </w:rPr>
      </w:pPr>
    </w:p>
    <w:p w14:paraId="45E55056" w14:textId="77777777" w:rsidR="004071E5" w:rsidRPr="004071E5" w:rsidRDefault="004071E5" w:rsidP="004071E5">
      <w:pPr>
        <w:rPr>
          <w:sz w:val="24"/>
          <w:szCs w:val="24"/>
        </w:rPr>
      </w:pPr>
    </w:p>
    <w:p w14:paraId="0947D16E" w14:textId="77777777" w:rsidR="004071E5" w:rsidRDefault="004071E5" w:rsidP="004071E5">
      <w:pPr>
        <w:rPr>
          <w:sz w:val="24"/>
          <w:szCs w:val="24"/>
        </w:rPr>
      </w:pPr>
    </w:p>
    <w:p w14:paraId="233A28CD" w14:textId="77777777" w:rsidR="004071E5" w:rsidRPr="004071E5" w:rsidRDefault="004071E5" w:rsidP="004071E5">
      <w:pPr>
        <w:rPr>
          <w:b/>
          <w:sz w:val="24"/>
          <w:szCs w:val="24"/>
        </w:rPr>
      </w:pPr>
      <w:r w:rsidRPr="004071E5">
        <w:rPr>
          <w:b/>
          <w:sz w:val="24"/>
          <w:szCs w:val="24"/>
        </w:rPr>
        <w:t>Hulpmiddelen:</w:t>
      </w:r>
    </w:p>
    <w:p w14:paraId="093C1106" w14:textId="77777777" w:rsidR="004071E5" w:rsidRPr="004071E5" w:rsidRDefault="004071E5" w:rsidP="004071E5">
      <w:pPr>
        <w:pStyle w:val="Lijstalinea"/>
        <w:numPr>
          <w:ilvl w:val="0"/>
          <w:numId w:val="1"/>
        </w:numPr>
        <w:rPr>
          <w:b/>
          <w:sz w:val="24"/>
          <w:szCs w:val="24"/>
        </w:rPr>
      </w:pPr>
      <w:r w:rsidRPr="004071E5">
        <w:rPr>
          <w:b/>
          <w:sz w:val="24"/>
          <w:szCs w:val="24"/>
        </w:rPr>
        <w:t>Stone 9 en 10</w:t>
      </w:r>
    </w:p>
    <w:p w14:paraId="6065D0C5" w14:textId="77777777" w:rsidR="004071E5" w:rsidRPr="004071E5" w:rsidRDefault="004071E5" w:rsidP="004071E5">
      <w:pPr>
        <w:pStyle w:val="Lijstalinea"/>
        <w:numPr>
          <w:ilvl w:val="0"/>
          <w:numId w:val="1"/>
        </w:numPr>
        <w:rPr>
          <w:b/>
          <w:sz w:val="24"/>
          <w:szCs w:val="24"/>
        </w:rPr>
      </w:pPr>
      <w:r w:rsidRPr="004071E5">
        <w:rPr>
          <w:b/>
          <w:sz w:val="24"/>
          <w:szCs w:val="24"/>
        </w:rPr>
        <w:t>Woordenlijst blz. 85 en 86</w:t>
      </w:r>
      <w:bookmarkStart w:id="0" w:name="_GoBack"/>
      <w:bookmarkEnd w:id="0"/>
    </w:p>
    <w:sectPr w:rsidR="004071E5" w:rsidRPr="004071E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5CA32" w14:textId="77777777" w:rsidR="007E363D" w:rsidRDefault="007E363D" w:rsidP="007E363D">
      <w:r>
        <w:separator/>
      </w:r>
    </w:p>
  </w:endnote>
  <w:endnote w:type="continuationSeparator" w:id="0">
    <w:p w14:paraId="0DAFC943" w14:textId="77777777" w:rsidR="007E363D" w:rsidRDefault="007E363D" w:rsidP="007E3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Song Std L">
    <w:panose1 w:val="02020300000000000000"/>
    <w:charset w:val="80"/>
    <w:family w:val="roman"/>
    <w:notTrueType/>
    <w:pitch w:val="variable"/>
    <w:sig w:usb0="00000207" w:usb1="0A0F1810" w:usb2="00000016" w:usb3="00000000" w:csb0="0006000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98F19" w14:textId="77777777" w:rsidR="007E363D" w:rsidRDefault="007E363D" w:rsidP="007E363D">
      <w:r>
        <w:separator/>
      </w:r>
    </w:p>
  </w:footnote>
  <w:footnote w:type="continuationSeparator" w:id="0">
    <w:p w14:paraId="602D8B1D" w14:textId="77777777" w:rsidR="007E363D" w:rsidRDefault="007E363D" w:rsidP="007E36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4A469E"/>
    <w:multiLevelType w:val="hybridMultilevel"/>
    <w:tmpl w:val="241E019A"/>
    <w:lvl w:ilvl="0" w:tplc="1B72349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63D"/>
    <w:rsid w:val="003F0B03"/>
    <w:rsid w:val="004071E5"/>
    <w:rsid w:val="00635F27"/>
    <w:rsid w:val="007E36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0F9D6"/>
  <w15:chartTrackingRefBased/>
  <w15:docId w15:val="{D9E70221-7A73-48FA-8A68-2AA961027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dobe Song Std L" w:eastAsiaTheme="minorHAnsi" w:hAnsi="Adobe Song Std L" w:cs="Arial"/>
        <w:lang w:val="nl-NL"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35F27"/>
    <w:pPr>
      <w:spacing w:after="0"/>
    </w:pPr>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363D"/>
    <w:pPr>
      <w:tabs>
        <w:tab w:val="center" w:pos="4536"/>
        <w:tab w:val="right" w:pos="9072"/>
      </w:tabs>
    </w:pPr>
  </w:style>
  <w:style w:type="character" w:customStyle="1" w:styleId="KoptekstChar">
    <w:name w:val="Koptekst Char"/>
    <w:basedOn w:val="Standaardalinea-lettertype"/>
    <w:link w:val="Koptekst"/>
    <w:uiPriority w:val="99"/>
    <w:rsid w:val="007E363D"/>
    <w:rPr>
      <w:rFonts w:ascii="Arial" w:hAnsi="Arial"/>
    </w:rPr>
  </w:style>
  <w:style w:type="paragraph" w:styleId="Voettekst">
    <w:name w:val="footer"/>
    <w:basedOn w:val="Standaard"/>
    <w:link w:val="VoettekstChar"/>
    <w:uiPriority w:val="99"/>
    <w:unhideWhenUsed/>
    <w:rsid w:val="007E363D"/>
    <w:pPr>
      <w:tabs>
        <w:tab w:val="center" w:pos="4536"/>
        <w:tab w:val="right" w:pos="9072"/>
      </w:tabs>
    </w:pPr>
  </w:style>
  <w:style w:type="character" w:customStyle="1" w:styleId="VoettekstChar">
    <w:name w:val="Voettekst Char"/>
    <w:basedOn w:val="Standaardalinea-lettertype"/>
    <w:link w:val="Voettekst"/>
    <w:uiPriority w:val="99"/>
    <w:rsid w:val="007E363D"/>
    <w:rPr>
      <w:rFonts w:ascii="Arial" w:hAnsi="Arial"/>
    </w:rPr>
  </w:style>
  <w:style w:type="paragraph" w:styleId="Normaalweb">
    <w:name w:val="Normal (Web)"/>
    <w:basedOn w:val="Standaard"/>
    <w:uiPriority w:val="99"/>
    <w:semiHidden/>
    <w:unhideWhenUsed/>
    <w:rsid w:val="007E363D"/>
    <w:pPr>
      <w:spacing w:before="100" w:beforeAutospacing="1" w:after="100" w:afterAutospacing="1"/>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7E36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5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1AC55672</Template>
  <TotalTime>16</TotalTime>
  <Pages>5</Pages>
  <Words>872</Words>
  <Characters>4796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OSG Winkler Prins</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Elles Haaima</dc:creator>
  <cp:keywords/>
  <dc:description/>
  <cp:lastModifiedBy>Elles Haaima</cp:lastModifiedBy>
  <cp:revision>1</cp:revision>
  <dcterms:created xsi:type="dcterms:W3CDTF">2018-04-17T07:28:00Z</dcterms:created>
  <dcterms:modified xsi:type="dcterms:W3CDTF">2018-04-17T07:45:00Z</dcterms:modified>
</cp:coreProperties>
</file>