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CF4" w:rsidRPr="005D7CF4" w:rsidRDefault="005D7CF4" w:rsidP="005D7CF4">
      <w:pPr>
        <w:jc w:val="center"/>
        <w:rPr>
          <w:b/>
          <w:sz w:val="32"/>
        </w:rPr>
      </w:pPr>
      <w:r>
        <w:rPr>
          <w:b/>
          <w:sz w:val="32"/>
        </w:rPr>
        <w:t>Lay-</w:t>
      </w:r>
      <w:r w:rsidRPr="005D7CF4">
        <w:rPr>
          <w:b/>
          <w:sz w:val="32"/>
        </w:rPr>
        <w:t>out zakelijke brief</w:t>
      </w:r>
    </w:p>
    <w:p w:rsidR="005D7CF4" w:rsidRDefault="005D7CF4" w:rsidP="005D7CF4"/>
    <w:p w:rsidR="005D7CF4" w:rsidRDefault="005D7CF4" w:rsidP="005D7CF4">
      <w:r>
        <w:t>Eigen Straatnaam + huisnummer</w:t>
      </w:r>
    </w:p>
    <w:p w:rsidR="005D7CF4" w:rsidRPr="00F00B80" w:rsidRDefault="005D7CF4" w:rsidP="005D7CF4">
      <w:r w:rsidRPr="00F00B80">
        <w:t>Postcode + plaats</w:t>
      </w:r>
    </w:p>
    <w:p w:rsidR="005D7CF4" w:rsidRPr="00F00B80" w:rsidRDefault="005D7CF4" w:rsidP="005D7CF4">
      <w:r w:rsidRPr="00F00B80">
        <w:t>land</w:t>
      </w:r>
    </w:p>
    <w:p w:rsidR="005D7CF4" w:rsidRDefault="005D7CF4" w:rsidP="005D7CF4">
      <w:pPr>
        <w:rPr>
          <w:b/>
        </w:rPr>
      </w:pPr>
    </w:p>
    <w:p w:rsidR="005D7CF4" w:rsidRPr="00F00B80" w:rsidRDefault="005D7CF4" w:rsidP="005D7CF4">
      <w:pPr>
        <w:rPr>
          <w:b/>
        </w:rPr>
      </w:pPr>
      <w:r w:rsidRPr="00F00B80">
        <w:rPr>
          <w:b/>
        </w:rPr>
        <w:t>(2 regels overslaan)</w:t>
      </w:r>
    </w:p>
    <w:p w:rsidR="005D7CF4" w:rsidRDefault="005D7CF4" w:rsidP="005D7CF4"/>
    <w:p w:rsidR="005D7CF4" w:rsidRDefault="005D7CF4" w:rsidP="005D7CF4">
      <w:r w:rsidRPr="00F00B80">
        <w:t>Adres</w:t>
      </w:r>
      <w:r w:rsidRPr="005374DD">
        <w:t xml:space="preserve"> van de </w:t>
      </w:r>
      <w:r w:rsidRPr="00F00B80">
        <w:t>geadresseerde</w:t>
      </w:r>
      <w:bookmarkStart w:id="0" w:name="_GoBack"/>
      <w:bookmarkEnd w:id="0"/>
    </w:p>
    <w:p w:rsidR="005D7CF4" w:rsidRDefault="005D7CF4" w:rsidP="005D7CF4">
      <w:pPr>
        <w:rPr>
          <w:b/>
        </w:rPr>
      </w:pPr>
    </w:p>
    <w:p w:rsidR="005D7CF4" w:rsidRPr="00F00B80" w:rsidRDefault="005D7CF4" w:rsidP="005D7CF4">
      <w:pPr>
        <w:rPr>
          <w:b/>
        </w:rPr>
      </w:pPr>
      <w:r w:rsidRPr="00F00B80">
        <w:rPr>
          <w:b/>
        </w:rPr>
        <w:t>(2 regels overslaan)</w:t>
      </w:r>
    </w:p>
    <w:p w:rsidR="005D7CF4" w:rsidRDefault="005D7CF4" w:rsidP="005D7CF4"/>
    <w:p w:rsidR="005D7CF4" w:rsidRPr="00F00B80" w:rsidRDefault="005D7CF4" w:rsidP="005D7CF4">
      <w:r w:rsidRPr="00F00B80">
        <w:t>Datum   (22 September 2007  / September 22, 2007</w:t>
      </w:r>
      <w:r>
        <w:t>)</w:t>
      </w:r>
    </w:p>
    <w:p w:rsidR="005D7CF4" w:rsidRDefault="005D7CF4" w:rsidP="005D7CF4">
      <w:pPr>
        <w:rPr>
          <w:b/>
        </w:rPr>
      </w:pPr>
    </w:p>
    <w:p w:rsidR="005D7CF4" w:rsidRPr="00F00B80" w:rsidRDefault="005D7CF4" w:rsidP="005D7CF4">
      <w:pPr>
        <w:rPr>
          <w:b/>
        </w:rPr>
      </w:pPr>
      <w:r w:rsidRPr="00F00B80">
        <w:rPr>
          <w:b/>
        </w:rPr>
        <w:t>(2 regels overslaan)</w:t>
      </w:r>
    </w:p>
    <w:p w:rsidR="005D7CF4" w:rsidRDefault="005D7CF4" w:rsidP="005D7CF4"/>
    <w:p w:rsidR="005D7CF4" w:rsidRPr="005374DD" w:rsidRDefault="005D7CF4" w:rsidP="005D7CF4">
      <w:proofErr w:type="spellStart"/>
      <w:r w:rsidRPr="005374DD">
        <w:t>Dear</w:t>
      </w:r>
      <w:proofErr w:type="spellEnd"/>
      <w:r w:rsidRPr="005374DD">
        <w:t xml:space="preserve">  Sir/Madam , </w:t>
      </w:r>
    </w:p>
    <w:p w:rsidR="005D7CF4" w:rsidRDefault="005D7CF4" w:rsidP="005D7CF4">
      <w:pPr>
        <w:rPr>
          <w:b/>
        </w:rPr>
      </w:pPr>
    </w:p>
    <w:p w:rsidR="005D7CF4" w:rsidRPr="005374DD" w:rsidRDefault="005D7CF4" w:rsidP="005D7CF4">
      <w:pPr>
        <w:rPr>
          <w:b/>
        </w:rPr>
      </w:pPr>
      <w:r w:rsidRPr="005374DD">
        <w:rPr>
          <w:b/>
        </w:rPr>
        <w:t>(1 regel overslaan)</w:t>
      </w:r>
    </w:p>
    <w:p w:rsidR="005D7CF4" w:rsidRDefault="005D7CF4" w:rsidP="005D7CF4"/>
    <w:p w:rsidR="005D7CF4" w:rsidRPr="005374DD" w:rsidRDefault="005D7CF4" w:rsidP="005D7CF4">
      <w:proofErr w:type="spellStart"/>
      <w:r w:rsidRPr="005374DD">
        <w:t>Paragraph</w:t>
      </w:r>
      <w:proofErr w:type="spellEnd"/>
      <w:r w:rsidRPr="005374DD">
        <w:t xml:space="preserve"> 1</w:t>
      </w:r>
    </w:p>
    <w:p w:rsidR="005D7CF4" w:rsidRDefault="005D7CF4" w:rsidP="005D7CF4">
      <w:pPr>
        <w:rPr>
          <w:b/>
        </w:rPr>
      </w:pPr>
    </w:p>
    <w:p w:rsidR="005D7CF4" w:rsidRPr="00F00B80" w:rsidRDefault="005D7CF4" w:rsidP="005D7CF4">
      <w:pPr>
        <w:rPr>
          <w:b/>
        </w:rPr>
      </w:pPr>
      <w:r w:rsidRPr="00F00B80">
        <w:rPr>
          <w:b/>
        </w:rPr>
        <w:t>(1 regel overslaan)</w:t>
      </w:r>
    </w:p>
    <w:p w:rsidR="005D7CF4" w:rsidRDefault="005D7CF4" w:rsidP="005D7CF4"/>
    <w:p w:rsidR="005D7CF4" w:rsidRPr="00F00B80" w:rsidRDefault="005D7CF4" w:rsidP="005D7CF4">
      <w:proofErr w:type="spellStart"/>
      <w:r w:rsidRPr="00F00B80">
        <w:t>Paragraph</w:t>
      </w:r>
      <w:proofErr w:type="spellEnd"/>
      <w:r w:rsidRPr="00F00B80">
        <w:t xml:space="preserve"> 2</w:t>
      </w:r>
    </w:p>
    <w:p w:rsidR="005D7CF4" w:rsidRDefault="005D7CF4" w:rsidP="005D7CF4">
      <w:pPr>
        <w:rPr>
          <w:b/>
        </w:rPr>
      </w:pPr>
    </w:p>
    <w:p w:rsidR="005D7CF4" w:rsidRPr="00F00B80" w:rsidRDefault="005D7CF4" w:rsidP="005D7CF4">
      <w:pPr>
        <w:rPr>
          <w:b/>
        </w:rPr>
      </w:pPr>
      <w:r w:rsidRPr="00F00B80">
        <w:rPr>
          <w:b/>
        </w:rPr>
        <w:t>(1 regel overslaan)</w:t>
      </w:r>
    </w:p>
    <w:p w:rsidR="005D7CF4" w:rsidRDefault="005D7CF4" w:rsidP="005D7CF4"/>
    <w:p w:rsidR="005D7CF4" w:rsidRPr="00F00B80" w:rsidRDefault="005D7CF4" w:rsidP="005D7CF4">
      <w:proofErr w:type="spellStart"/>
      <w:r w:rsidRPr="00F00B80">
        <w:t>Paragraph</w:t>
      </w:r>
      <w:proofErr w:type="spellEnd"/>
      <w:r w:rsidRPr="00F00B80">
        <w:t xml:space="preserve"> 3</w:t>
      </w:r>
    </w:p>
    <w:p w:rsidR="005D7CF4" w:rsidRDefault="005D7CF4" w:rsidP="005D7CF4"/>
    <w:p w:rsidR="005D7CF4" w:rsidRPr="00F00B80" w:rsidRDefault="005D7CF4" w:rsidP="005D7CF4">
      <w:pPr>
        <w:rPr>
          <w:b/>
        </w:rPr>
      </w:pPr>
      <w:r w:rsidRPr="00F00B80">
        <w:t xml:space="preserve"> </w:t>
      </w:r>
      <w:r w:rsidRPr="00F00B80">
        <w:rPr>
          <w:b/>
        </w:rPr>
        <w:t>(1 regel overslaan)</w:t>
      </w:r>
    </w:p>
    <w:p w:rsidR="005D7CF4" w:rsidRDefault="005D7CF4" w:rsidP="005D7CF4"/>
    <w:p w:rsidR="005D7CF4" w:rsidRPr="00F00B80" w:rsidRDefault="005D7CF4" w:rsidP="005D7CF4">
      <w:proofErr w:type="spellStart"/>
      <w:r w:rsidRPr="00F00B80">
        <w:t>Paragraph</w:t>
      </w:r>
      <w:proofErr w:type="spellEnd"/>
      <w:r w:rsidRPr="00F00B80">
        <w:t xml:space="preserve"> 4</w:t>
      </w:r>
    </w:p>
    <w:p w:rsidR="005D7CF4" w:rsidRDefault="005D7CF4" w:rsidP="005D7CF4">
      <w:pPr>
        <w:rPr>
          <w:b/>
          <w:lang w:val="en-GB"/>
        </w:rPr>
      </w:pPr>
    </w:p>
    <w:p w:rsidR="005D7CF4" w:rsidRPr="005374DD" w:rsidRDefault="005D7CF4" w:rsidP="005D7CF4">
      <w:pPr>
        <w:rPr>
          <w:b/>
          <w:lang w:val="en-GB"/>
        </w:rPr>
      </w:pPr>
      <w:r w:rsidRPr="005374DD">
        <w:rPr>
          <w:b/>
          <w:lang w:val="en-GB"/>
        </w:rPr>
        <w:t xml:space="preserve">(1 regel </w:t>
      </w:r>
      <w:proofErr w:type="spellStart"/>
      <w:r w:rsidRPr="005374DD">
        <w:rPr>
          <w:b/>
          <w:lang w:val="en-GB"/>
        </w:rPr>
        <w:t>overslaan</w:t>
      </w:r>
      <w:proofErr w:type="spellEnd"/>
      <w:r w:rsidRPr="005374DD">
        <w:rPr>
          <w:b/>
          <w:lang w:val="en-GB"/>
        </w:rPr>
        <w:t>)</w:t>
      </w:r>
    </w:p>
    <w:p w:rsidR="005D7CF4" w:rsidRDefault="005D7CF4" w:rsidP="005D7CF4">
      <w:pPr>
        <w:rPr>
          <w:lang w:val="en-US"/>
        </w:rPr>
      </w:pPr>
    </w:p>
    <w:p w:rsidR="005D7CF4" w:rsidRPr="00B93870" w:rsidRDefault="005D7CF4" w:rsidP="005D7CF4">
      <w:pPr>
        <w:rPr>
          <w:lang w:val="en-US"/>
        </w:rPr>
      </w:pPr>
      <w:proofErr w:type="spellStart"/>
      <w:r>
        <w:rPr>
          <w:lang w:val="en-US"/>
        </w:rPr>
        <w:t>Afsluitende</w:t>
      </w:r>
      <w:proofErr w:type="spellEnd"/>
      <w:r>
        <w:rPr>
          <w:lang w:val="en-US"/>
        </w:rPr>
        <w:t xml:space="preserve"> zin:    I hope to hear from you soon. / I look forward to hearing from you.</w:t>
      </w:r>
    </w:p>
    <w:p w:rsidR="005D7CF4" w:rsidRDefault="005D7CF4" w:rsidP="005D7CF4">
      <w:pPr>
        <w:rPr>
          <w:b/>
        </w:rPr>
      </w:pPr>
    </w:p>
    <w:p w:rsidR="005D7CF4" w:rsidRPr="00F00B80" w:rsidRDefault="005D7CF4" w:rsidP="005D7CF4">
      <w:pPr>
        <w:rPr>
          <w:b/>
        </w:rPr>
      </w:pPr>
      <w:r w:rsidRPr="00F00B80">
        <w:rPr>
          <w:b/>
        </w:rPr>
        <w:t>(1 regel overslaan)</w:t>
      </w:r>
    </w:p>
    <w:p w:rsidR="005D7CF4" w:rsidRDefault="005D7CF4" w:rsidP="005D7CF4"/>
    <w:p w:rsidR="005D7CF4" w:rsidRPr="00187C2D" w:rsidRDefault="005D7CF4" w:rsidP="005D7CF4">
      <w:proofErr w:type="spellStart"/>
      <w:r w:rsidRPr="00187C2D">
        <w:t>Yours</w:t>
      </w:r>
      <w:proofErr w:type="spellEnd"/>
      <w:r w:rsidRPr="00187C2D">
        <w:t xml:space="preserve">  </w:t>
      </w:r>
      <w:proofErr w:type="spellStart"/>
      <w:r>
        <w:t>Faithfully</w:t>
      </w:r>
      <w:proofErr w:type="spellEnd"/>
      <w:r w:rsidRPr="00187C2D">
        <w:t xml:space="preserve">,  </w:t>
      </w:r>
    </w:p>
    <w:p w:rsidR="005D7CF4" w:rsidRDefault="005D7CF4" w:rsidP="005D7CF4"/>
    <w:p w:rsidR="005D7CF4" w:rsidRPr="00187C2D" w:rsidRDefault="005D7CF4" w:rsidP="005D7CF4">
      <w:r w:rsidRPr="00187C2D">
        <w:t>(handtekening)</w:t>
      </w:r>
    </w:p>
    <w:p w:rsidR="005D7CF4" w:rsidRDefault="005D7CF4" w:rsidP="005D7CF4">
      <w:pPr>
        <w:tabs>
          <w:tab w:val="left" w:pos="795"/>
        </w:tabs>
        <w:jc w:val="both"/>
      </w:pPr>
    </w:p>
    <w:p w:rsidR="005D7CF4" w:rsidRDefault="005D7CF4" w:rsidP="005D7CF4">
      <w:pPr>
        <w:tabs>
          <w:tab w:val="left" w:pos="795"/>
        </w:tabs>
        <w:jc w:val="both"/>
      </w:pPr>
      <w:r w:rsidRPr="00187C2D">
        <w:t xml:space="preserve"> </w:t>
      </w:r>
      <w:r>
        <w:t>Voor- + achternaam</w:t>
      </w:r>
    </w:p>
    <w:p w:rsidR="008160EB" w:rsidRDefault="008160EB" w:rsidP="005D7CF4"/>
    <w:sectPr w:rsidR="00816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F4"/>
    <w:rsid w:val="00597804"/>
    <w:rsid w:val="005D7CF4"/>
    <w:rsid w:val="0081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407D"/>
  <w15:chartTrackingRefBased/>
  <w15:docId w15:val="{EC4CCEFF-AFED-4036-86C5-0DF59C2F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65227DF7</Template>
  <TotalTime>0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College Groevenbeek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 K.</dc:creator>
  <cp:keywords/>
  <dc:description/>
  <cp:lastModifiedBy>Schipper K.</cp:lastModifiedBy>
  <cp:revision>1</cp:revision>
  <dcterms:created xsi:type="dcterms:W3CDTF">2018-06-26T10:00:00Z</dcterms:created>
  <dcterms:modified xsi:type="dcterms:W3CDTF">2018-06-26T10:00:00Z</dcterms:modified>
</cp:coreProperties>
</file>