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1B6F2" w14:textId="77777777" w:rsidR="00CC4CC6" w:rsidRDefault="00CC4CC6" w:rsidP="00CC4CC6">
      <w:pPr>
        <w:pBdr>
          <w:top w:val="single" w:sz="4" w:space="1" w:color="auto"/>
          <w:left w:val="single" w:sz="4" w:space="4" w:color="auto"/>
          <w:bottom w:val="single" w:sz="4" w:space="1" w:color="auto"/>
          <w:right w:val="single" w:sz="4" w:space="4" w:color="auto"/>
        </w:pBdr>
        <w:rPr>
          <w:b/>
          <w:sz w:val="24"/>
        </w:rPr>
      </w:pPr>
    </w:p>
    <w:p w14:paraId="2C14110C" w14:textId="77777777" w:rsidR="001B5526" w:rsidRPr="00CC4CC6" w:rsidRDefault="00CC4CC6" w:rsidP="00CC4CC6">
      <w:pPr>
        <w:pBdr>
          <w:top w:val="single" w:sz="4" w:space="1" w:color="auto"/>
          <w:left w:val="single" w:sz="4" w:space="4" w:color="auto"/>
          <w:bottom w:val="single" w:sz="4" w:space="1" w:color="auto"/>
          <w:right w:val="single" w:sz="4" w:space="4" w:color="auto"/>
        </w:pBdr>
        <w:jc w:val="center"/>
        <w:rPr>
          <w:b/>
          <w:sz w:val="28"/>
        </w:rPr>
      </w:pPr>
      <w:r w:rsidRPr="00CC4CC6">
        <w:rPr>
          <w:b/>
          <w:sz w:val="28"/>
        </w:rPr>
        <w:t>Opdracht Les 1 Verdieping Diergedrag, dierenwelzijn en ethiek</w:t>
      </w:r>
    </w:p>
    <w:p w14:paraId="18DEB681" w14:textId="3FFF6787" w:rsidR="00CC4CC6" w:rsidRPr="00CC4CC6" w:rsidRDefault="00CC4CC6" w:rsidP="00CC4CC6">
      <w:pPr>
        <w:pBdr>
          <w:top w:val="single" w:sz="4" w:space="1" w:color="auto"/>
          <w:left w:val="single" w:sz="4" w:space="4" w:color="auto"/>
          <w:bottom w:val="single" w:sz="4" w:space="1" w:color="auto"/>
          <w:right w:val="single" w:sz="4" w:space="4" w:color="auto"/>
        </w:pBdr>
        <w:rPr>
          <w:b/>
          <w:sz w:val="24"/>
        </w:rPr>
      </w:pPr>
    </w:p>
    <w:p w14:paraId="330C2EBB" w14:textId="4EECDFB1" w:rsidR="00CC4CC6" w:rsidRDefault="00CC4CC6">
      <w:pPr>
        <w:rPr>
          <w:b/>
          <w:sz w:val="22"/>
        </w:rPr>
      </w:pPr>
    </w:p>
    <w:p w14:paraId="75699ACA" w14:textId="32EFC156" w:rsidR="00CC4CC6" w:rsidRPr="00CC4CC6" w:rsidRDefault="00CC4CC6">
      <w:pPr>
        <w:rPr>
          <w:b/>
          <w:sz w:val="22"/>
        </w:rPr>
      </w:pPr>
      <w:r w:rsidRPr="00CC4CC6">
        <w:rPr>
          <w:b/>
          <w:sz w:val="22"/>
        </w:rPr>
        <w:t>Keurmerken en labels in de sector</w:t>
      </w:r>
    </w:p>
    <w:p w14:paraId="6F6435EF" w14:textId="34C0F8BF" w:rsidR="00CC4CC6" w:rsidRPr="00CC4CC6" w:rsidRDefault="00CC4CC6">
      <w:pPr>
        <w:rPr>
          <w:sz w:val="22"/>
        </w:rPr>
      </w:pPr>
      <w:r w:rsidRPr="00CC4CC6">
        <w:rPr>
          <w:sz w:val="22"/>
        </w:rPr>
        <w:t xml:space="preserve">Je hebt in de les gezien welke keurmerken en labels </w:t>
      </w:r>
      <w:r w:rsidR="00C622CC">
        <w:rPr>
          <w:sz w:val="22"/>
        </w:rPr>
        <w:br/>
      </w:r>
      <w:r w:rsidRPr="00CC4CC6">
        <w:rPr>
          <w:sz w:val="22"/>
        </w:rPr>
        <w:t xml:space="preserve">er </w:t>
      </w:r>
      <w:bookmarkStart w:id="0" w:name="_GoBack"/>
      <w:bookmarkEnd w:id="0"/>
      <w:r w:rsidRPr="00CC4CC6">
        <w:rPr>
          <w:sz w:val="22"/>
        </w:rPr>
        <w:t>zijn op het gebied van dierenwelzijn. Nu ga je in een gr</w:t>
      </w:r>
      <w:r>
        <w:rPr>
          <w:sz w:val="22"/>
        </w:rPr>
        <w:t>oepje een keurmerk onderzoeken en deze presenteren aan de klas. Ieder groepje heeft een ander keurmerk of label.</w:t>
      </w:r>
    </w:p>
    <w:p w14:paraId="72760A15" w14:textId="3327364E" w:rsidR="00CC4CC6" w:rsidRPr="00CC4CC6" w:rsidRDefault="00C622CC">
      <w:pPr>
        <w:rPr>
          <w:sz w:val="22"/>
          <w:u w:val="single"/>
        </w:rPr>
      </w:pPr>
      <w:r>
        <w:rPr>
          <w:noProof/>
          <w:color w:val="0000FF"/>
          <w:lang w:eastAsia="nl-NL"/>
        </w:rPr>
        <w:drawing>
          <wp:anchor distT="0" distB="0" distL="114300" distR="114300" simplePos="0" relativeHeight="251658240" behindDoc="0" locked="0" layoutInCell="1" allowOverlap="1" wp14:anchorId="668DA37C" wp14:editId="79D11491">
            <wp:simplePos x="0" y="0"/>
            <wp:positionH relativeFrom="column">
              <wp:posOffset>3538855</wp:posOffset>
            </wp:positionH>
            <wp:positionV relativeFrom="paragraph">
              <wp:posOffset>90806</wp:posOffset>
            </wp:positionV>
            <wp:extent cx="2284095" cy="1141730"/>
            <wp:effectExtent l="266700" t="476250" r="268605" b="477520"/>
            <wp:wrapSquare wrapText="bothSides"/>
            <wp:docPr id="1" name="Afbeelding 1" descr="Afbeeldingsresultaat voor keurmerk di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eurmerk dieren">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24823">
                      <a:off x="0" y="0"/>
                      <a:ext cx="2284095" cy="1141730"/>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r w:rsidR="00CC4CC6" w:rsidRPr="00CC4CC6">
        <w:rPr>
          <w:sz w:val="22"/>
          <w:u w:val="single"/>
        </w:rPr>
        <w:t>Opdracht</w:t>
      </w:r>
    </w:p>
    <w:p w14:paraId="356DB600" w14:textId="4B5841EE" w:rsidR="00CC4CC6" w:rsidRDefault="00CC4CC6">
      <w:pPr>
        <w:rPr>
          <w:sz w:val="22"/>
        </w:rPr>
      </w:pPr>
      <w:r w:rsidRPr="00CC4CC6">
        <w:rPr>
          <w:sz w:val="22"/>
        </w:rPr>
        <w:t xml:space="preserve">Je </w:t>
      </w:r>
      <w:r w:rsidR="00C31B2F">
        <w:rPr>
          <w:sz w:val="22"/>
        </w:rPr>
        <w:t>geeft in de volgende les</w:t>
      </w:r>
      <w:r w:rsidRPr="00CC4CC6">
        <w:rPr>
          <w:sz w:val="22"/>
        </w:rPr>
        <w:t xml:space="preserve"> een presentatie over </w:t>
      </w:r>
      <w:r>
        <w:rPr>
          <w:sz w:val="22"/>
        </w:rPr>
        <w:t xml:space="preserve">een keurmerk of label uit de dierensector. Om aan je informatie te komen houd je een interview met een persoon van de instantie van het keurmerk van je keuze. In de presentatie is de naam van de geïnterviewde zichtbaar. </w:t>
      </w:r>
    </w:p>
    <w:p w14:paraId="4CEBE6E8" w14:textId="7C99B951" w:rsidR="00CC4CC6" w:rsidRDefault="00CC4CC6">
      <w:pPr>
        <w:rPr>
          <w:sz w:val="22"/>
        </w:rPr>
      </w:pPr>
      <w:r w:rsidRPr="00C31B2F">
        <w:rPr>
          <w:sz w:val="22"/>
          <w:u w:val="single"/>
        </w:rPr>
        <w:t>De volgende dingen moeten duidelijk worden in jullie presentatie</w:t>
      </w:r>
      <w:r>
        <w:rPr>
          <w:sz w:val="22"/>
        </w:rPr>
        <w:t>:</w:t>
      </w:r>
    </w:p>
    <w:p w14:paraId="11062202" w14:textId="77777777" w:rsidR="00CC4CC6" w:rsidRDefault="00CC4CC6" w:rsidP="00CC4CC6">
      <w:pPr>
        <w:pStyle w:val="Lijstalinea"/>
        <w:numPr>
          <w:ilvl w:val="0"/>
          <w:numId w:val="1"/>
        </w:numPr>
        <w:rPr>
          <w:sz w:val="22"/>
        </w:rPr>
      </w:pPr>
      <w:r>
        <w:rPr>
          <w:sz w:val="22"/>
        </w:rPr>
        <w:t>Wat is het keurmerk?</w:t>
      </w:r>
    </w:p>
    <w:p w14:paraId="33536465" w14:textId="77777777" w:rsidR="00CC4CC6" w:rsidRDefault="00CC4CC6" w:rsidP="00CC4CC6">
      <w:pPr>
        <w:pStyle w:val="Lijstalinea"/>
        <w:numPr>
          <w:ilvl w:val="0"/>
          <w:numId w:val="1"/>
        </w:numPr>
        <w:rPr>
          <w:sz w:val="22"/>
        </w:rPr>
      </w:pPr>
      <w:r>
        <w:rPr>
          <w:sz w:val="22"/>
        </w:rPr>
        <w:t>In welke sector wordt het keurmerk gebruikt?</w:t>
      </w:r>
    </w:p>
    <w:p w14:paraId="213F3CFA" w14:textId="77777777" w:rsidR="00CC4CC6" w:rsidRDefault="00CC4CC6" w:rsidP="00CC4CC6">
      <w:pPr>
        <w:pStyle w:val="Lijstalinea"/>
        <w:numPr>
          <w:ilvl w:val="0"/>
          <w:numId w:val="1"/>
        </w:numPr>
        <w:rPr>
          <w:sz w:val="22"/>
        </w:rPr>
      </w:pPr>
      <w:r>
        <w:rPr>
          <w:sz w:val="22"/>
        </w:rPr>
        <w:t>Waarom is dit keurmerk er gekomen?</w:t>
      </w:r>
    </w:p>
    <w:p w14:paraId="121304D6" w14:textId="77777777" w:rsidR="00C31B2F" w:rsidRDefault="00C31B2F" w:rsidP="00CC4CC6">
      <w:pPr>
        <w:pStyle w:val="Lijstalinea"/>
        <w:numPr>
          <w:ilvl w:val="0"/>
          <w:numId w:val="1"/>
        </w:numPr>
        <w:rPr>
          <w:sz w:val="22"/>
        </w:rPr>
      </w:pPr>
      <w:r>
        <w:rPr>
          <w:sz w:val="22"/>
        </w:rPr>
        <w:t>Is het keurmerk er voor dieren of mensen of beide?</w:t>
      </w:r>
    </w:p>
    <w:p w14:paraId="7EAD3A30" w14:textId="77777777" w:rsidR="00C31B2F" w:rsidRDefault="00C31B2F" w:rsidP="00CC4CC6">
      <w:pPr>
        <w:pStyle w:val="Lijstalinea"/>
        <w:numPr>
          <w:ilvl w:val="0"/>
          <w:numId w:val="1"/>
        </w:numPr>
        <w:rPr>
          <w:sz w:val="22"/>
        </w:rPr>
      </w:pPr>
      <w:r>
        <w:rPr>
          <w:sz w:val="22"/>
        </w:rPr>
        <w:t>Is het keurmerk gericht op dierenwelzijn, gezondheid of milieu?</w:t>
      </w:r>
    </w:p>
    <w:p w14:paraId="569E4955" w14:textId="77777777" w:rsidR="00CC4CC6" w:rsidRDefault="00CC4CC6" w:rsidP="00CC4CC6">
      <w:pPr>
        <w:pStyle w:val="Lijstalinea"/>
        <w:numPr>
          <w:ilvl w:val="0"/>
          <w:numId w:val="1"/>
        </w:numPr>
        <w:rPr>
          <w:sz w:val="22"/>
        </w:rPr>
      </w:pPr>
      <w:r>
        <w:rPr>
          <w:sz w:val="22"/>
        </w:rPr>
        <w:t>Welk doel heeft dit keurmerk?</w:t>
      </w:r>
    </w:p>
    <w:p w14:paraId="11703280" w14:textId="77777777" w:rsidR="00CC4CC6" w:rsidRDefault="00CC4CC6" w:rsidP="00CC4CC6">
      <w:pPr>
        <w:pStyle w:val="Lijstalinea"/>
        <w:numPr>
          <w:ilvl w:val="0"/>
          <w:numId w:val="1"/>
        </w:numPr>
        <w:rPr>
          <w:sz w:val="22"/>
        </w:rPr>
      </w:pPr>
      <w:r>
        <w:rPr>
          <w:sz w:val="22"/>
        </w:rPr>
        <w:t>Hoe is het keurmerk tot stand gekomen (geschiedenis)?</w:t>
      </w:r>
    </w:p>
    <w:p w14:paraId="184E0C34" w14:textId="77777777" w:rsidR="00CC4CC6" w:rsidRDefault="00CC4CC6" w:rsidP="00CC4CC6">
      <w:pPr>
        <w:pStyle w:val="Lijstalinea"/>
        <w:numPr>
          <w:ilvl w:val="0"/>
          <w:numId w:val="1"/>
        </w:numPr>
        <w:rPr>
          <w:sz w:val="22"/>
        </w:rPr>
      </w:pPr>
      <w:r>
        <w:rPr>
          <w:sz w:val="22"/>
        </w:rPr>
        <w:t>Wat moet je doen om aan het keurmerk te komen?</w:t>
      </w:r>
    </w:p>
    <w:p w14:paraId="0536E71C" w14:textId="77777777" w:rsidR="00CC4CC6" w:rsidRDefault="00CC4CC6" w:rsidP="00CC4CC6">
      <w:pPr>
        <w:pStyle w:val="Lijstalinea"/>
        <w:numPr>
          <w:ilvl w:val="0"/>
          <w:numId w:val="1"/>
        </w:numPr>
        <w:rPr>
          <w:sz w:val="22"/>
        </w:rPr>
      </w:pPr>
      <w:r>
        <w:rPr>
          <w:sz w:val="22"/>
        </w:rPr>
        <w:t>Wie controleert het naleven van de eisen van het keurmerk?</w:t>
      </w:r>
    </w:p>
    <w:p w14:paraId="264CC3D6" w14:textId="77777777" w:rsidR="00C31B2F" w:rsidRDefault="00C31B2F" w:rsidP="00CC4CC6">
      <w:pPr>
        <w:pStyle w:val="Lijstalinea"/>
        <w:numPr>
          <w:ilvl w:val="0"/>
          <w:numId w:val="1"/>
        </w:numPr>
        <w:rPr>
          <w:sz w:val="22"/>
        </w:rPr>
      </w:pPr>
      <w:r>
        <w:rPr>
          <w:sz w:val="22"/>
        </w:rPr>
        <w:t>Wie kent het keurmerk toe? (overheid, stichting, etc.)</w:t>
      </w:r>
    </w:p>
    <w:p w14:paraId="6A01B817" w14:textId="77777777" w:rsidR="00C31B2F" w:rsidRDefault="00C31B2F" w:rsidP="00CC4CC6">
      <w:pPr>
        <w:pStyle w:val="Lijstalinea"/>
        <w:numPr>
          <w:ilvl w:val="0"/>
          <w:numId w:val="1"/>
        </w:numPr>
        <w:rPr>
          <w:sz w:val="22"/>
        </w:rPr>
      </w:pPr>
      <w:r>
        <w:rPr>
          <w:sz w:val="22"/>
        </w:rPr>
        <w:t>Wat kost het om het keurmerk te verkrijgen?</w:t>
      </w:r>
    </w:p>
    <w:p w14:paraId="5F0031E8" w14:textId="77777777" w:rsidR="00C31B2F" w:rsidRDefault="00C31B2F" w:rsidP="00CC4CC6">
      <w:pPr>
        <w:pStyle w:val="Lijstalinea"/>
        <w:numPr>
          <w:ilvl w:val="0"/>
          <w:numId w:val="1"/>
        </w:numPr>
        <w:rPr>
          <w:sz w:val="22"/>
        </w:rPr>
      </w:pPr>
      <w:r>
        <w:rPr>
          <w:sz w:val="22"/>
        </w:rPr>
        <w:t>Door wie worden de medewerkers van het keurmerk betaald?</w:t>
      </w:r>
    </w:p>
    <w:p w14:paraId="25876C2C" w14:textId="77777777" w:rsidR="00C31B2F" w:rsidRDefault="00C31B2F" w:rsidP="00CC4CC6">
      <w:pPr>
        <w:pStyle w:val="Lijstalinea"/>
        <w:numPr>
          <w:ilvl w:val="0"/>
          <w:numId w:val="1"/>
        </w:numPr>
        <w:rPr>
          <w:sz w:val="22"/>
        </w:rPr>
      </w:pPr>
      <w:r>
        <w:rPr>
          <w:sz w:val="22"/>
        </w:rPr>
        <w:t>Volgen er maatregelen als je niet (meer) aan de eisen van het keurmerk voldoet?</w:t>
      </w:r>
    </w:p>
    <w:p w14:paraId="574D941F" w14:textId="77777777" w:rsidR="00C31B2F" w:rsidRDefault="00C31B2F" w:rsidP="00C31B2F">
      <w:pPr>
        <w:rPr>
          <w:sz w:val="22"/>
        </w:rPr>
      </w:pPr>
    </w:p>
    <w:p w14:paraId="563855AF" w14:textId="77777777" w:rsidR="00C31B2F" w:rsidRPr="00C31B2F" w:rsidRDefault="00C31B2F" w:rsidP="00C31B2F">
      <w:pPr>
        <w:rPr>
          <w:sz w:val="22"/>
          <w:u w:val="single"/>
        </w:rPr>
      </w:pPr>
      <w:r w:rsidRPr="00C31B2F">
        <w:rPr>
          <w:sz w:val="22"/>
          <w:u w:val="single"/>
        </w:rPr>
        <w:t>Waar jullie presentatie aan moet voldoen:</w:t>
      </w:r>
    </w:p>
    <w:tbl>
      <w:tblPr>
        <w:tblStyle w:val="Tabelraster"/>
        <w:tblW w:w="0" w:type="auto"/>
        <w:tblLook w:val="04A0" w:firstRow="1" w:lastRow="0" w:firstColumn="1" w:lastColumn="0" w:noHBand="0" w:noVBand="1"/>
      </w:tblPr>
      <w:tblGrid>
        <w:gridCol w:w="5807"/>
        <w:gridCol w:w="1843"/>
        <w:gridCol w:w="1412"/>
      </w:tblGrid>
      <w:tr w:rsidR="00C31B2F" w:rsidRPr="00C31B2F" w14:paraId="7353306F" w14:textId="77777777" w:rsidTr="00F22C34">
        <w:tc>
          <w:tcPr>
            <w:tcW w:w="5807" w:type="dxa"/>
          </w:tcPr>
          <w:p w14:paraId="4A3BEE0B" w14:textId="77777777" w:rsidR="00C31B2F" w:rsidRPr="00C31B2F" w:rsidRDefault="00C31B2F" w:rsidP="00C31B2F">
            <w:pPr>
              <w:rPr>
                <w:b/>
                <w:sz w:val="22"/>
              </w:rPr>
            </w:pPr>
            <w:r w:rsidRPr="00C31B2F">
              <w:rPr>
                <w:b/>
                <w:sz w:val="22"/>
              </w:rPr>
              <w:t>Eis</w:t>
            </w:r>
            <w:r>
              <w:rPr>
                <w:b/>
                <w:sz w:val="22"/>
              </w:rPr>
              <w:t>en</w:t>
            </w:r>
          </w:p>
        </w:tc>
        <w:tc>
          <w:tcPr>
            <w:tcW w:w="1843" w:type="dxa"/>
          </w:tcPr>
          <w:p w14:paraId="7828032B" w14:textId="77777777" w:rsidR="00C31B2F" w:rsidRPr="00C31B2F" w:rsidRDefault="00C31B2F" w:rsidP="00C31B2F">
            <w:pPr>
              <w:rPr>
                <w:b/>
                <w:sz w:val="22"/>
              </w:rPr>
            </w:pPr>
            <w:r w:rsidRPr="00C31B2F">
              <w:rPr>
                <w:b/>
                <w:sz w:val="22"/>
              </w:rPr>
              <w:t>Beoordeling</w:t>
            </w:r>
          </w:p>
        </w:tc>
        <w:tc>
          <w:tcPr>
            <w:tcW w:w="1412" w:type="dxa"/>
          </w:tcPr>
          <w:p w14:paraId="320E8D65" w14:textId="77777777" w:rsidR="00C31B2F" w:rsidRPr="00C31B2F" w:rsidRDefault="00C31B2F" w:rsidP="00C31B2F">
            <w:pPr>
              <w:rPr>
                <w:b/>
                <w:sz w:val="22"/>
              </w:rPr>
            </w:pPr>
            <w:r w:rsidRPr="00C31B2F">
              <w:rPr>
                <w:b/>
                <w:sz w:val="22"/>
              </w:rPr>
              <w:t>Opmerking</w:t>
            </w:r>
          </w:p>
        </w:tc>
      </w:tr>
      <w:tr w:rsidR="00C31B2F" w14:paraId="10A0596C" w14:textId="77777777" w:rsidTr="00F22C34">
        <w:tc>
          <w:tcPr>
            <w:tcW w:w="5807" w:type="dxa"/>
          </w:tcPr>
          <w:p w14:paraId="5975FCDF" w14:textId="77777777" w:rsidR="00C31B2F" w:rsidRDefault="008F5F3D" w:rsidP="00C31B2F">
            <w:pPr>
              <w:rPr>
                <w:sz w:val="22"/>
              </w:rPr>
            </w:pPr>
            <w:r>
              <w:rPr>
                <w:sz w:val="22"/>
              </w:rPr>
              <w:t xml:space="preserve">1 </w:t>
            </w:r>
            <w:r w:rsidR="00C31B2F">
              <w:rPr>
                <w:sz w:val="22"/>
              </w:rPr>
              <w:t>De studenten hebben een interview gehouden met een contactpersoon van het keurmerk</w:t>
            </w:r>
          </w:p>
        </w:tc>
        <w:tc>
          <w:tcPr>
            <w:tcW w:w="1843" w:type="dxa"/>
          </w:tcPr>
          <w:p w14:paraId="1E72DC3E" w14:textId="66D6A270" w:rsidR="00C31B2F" w:rsidRDefault="00F22C34" w:rsidP="00C31B2F">
            <w:pPr>
              <w:rPr>
                <w:sz w:val="22"/>
              </w:rPr>
            </w:pPr>
            <w:r>
              <w:rPr>
                <w:sz w:val="22"/>
              </w:rPr>
              <w:t xml:space="preserve">1 – 2 – 3 – 4 – 5 </w:t>
            </w:r>
          </w:p>
        </w:tc>
        <w:tc>
          <w:tcPr>
            <w:tcW w:w="1412" w:type="dxa"/>
          </w:tcPr>
          <w:p w14:paraId="3777F936" w14:textId="77777777" w:rsidR="00C31B2F" w:rsidRDefault="00C31B2F" w:rsidP="00C31B2F">
            <w:pPr>
              <w:rPr>
                <w:sz w:val="22"/>
              </w:rPr>
            </w:pPr>
          </w:p>
        </w:tc>
      </w:tr>
      <w:tr w:rsidR="00C31B2F" w14:paraId="3C5184E2" w14:textId="77777777" w:rsidTr="00F22C34">
        <w:tc>
          <w:tcPr>
            <w:tcW w:w="5807" w:type="dxa"/>
          </w:tcPr>
          <w:p w14:paraId="72933EAD" w14:textId="77777777" w:rsidR="00C31B2F" w:rsidRDefault="008F5F3D" w:rsidP="00C31B2F">
            <w:pPr>
              <w:rPr>
                <w:sz w:val="22"/>
              </w:rPr>
            </w:pPr>
            <w:r>
              <w:rPr>
                <w:sz w:val="22"/>
              </w:rPr>
              <w:t xml:space="preserve">2 </w:t>
            </w:r>
            <w:r w:rsidR="00C31B2F">
              <w:rPr>
                <w:sz w:val="22"/>
              </w:rPr>
              <w:t>Uit de presentatie blijkt duidelijk het ontstaan van het keurmerk</w:t>
            </w:r>
          </w:p>
        </w:tc>
        <w:tc>
          <w:tcPr>
            <w:tcW w:w="1843" w:type="dxa"/>
          </w:tcPr>
          <w:p w14:paraId="15D866C4" w14:textId="5C8207F8" w:rsidR="00C31B2F" w:rsidRDefault="00F22C34" w:rsidP="00C31B2F">
            <w:pPr>
              <w:rPr>
                <w:sz w:val="22"/>
              </w:rPr>
            </w:pPr>
            <w:r>
              <w:rPr>
                <w:sz w:val="22"/>
              </w:rPr>
              <w:t>1 – 2 – 3 – 4 – 5</w:t>
            </w:r>
          </w:p>
        </w:tc>
        <w:tc>
          <w:tcPr>
            <w:tcW w:w="1412" w:type="dxa"/>
          </w:tcPr>
          <w:p w14:paraId="29EB20AE" w14:textId="77777777" w:rsidR="00C31B2F" w:rsidRDefault="00C31B2F" w:rsidP="00C31B2F">
            <w:pPr>
              <w:rPr>
                <w:sz w:val="22"/>
              </w:rPr>
            </w:pPr>
          </w:p>
        </w:tc>
      </w:tr>
      <w:tr w:rsidR="00C31B2F" w14:paraId="3C4CFE2B" w14:textId="77777777" w:rsidTr="00F22C34">
        <w:tc>
          <w:tcPr>
            <w:tcW w:w="5807" w:type="dxa"/>
          </w:tcPr>
          <w:p w14:paraId="1E63AB7E" w14:textId="77777777" w:rsidR="00C31B2F" w:rsidRDefault="008F5F3D" w:rsidP="00C31B2F">
            <w:pPr>
              <w:rPr>
                <w:sz w:val="22"/>
              </w:rPr>
            </w:pPr>
            <w:r>
              <w:rPr>
                <w:sz w:val="22"/>
              </w:rPr>
              <w:t xml:space="preserve">3 </w:t>
            </w:r>
            <w:r w:rsidR="00C31B2F">
              <w:rPr>
                <w:sz w:val="22"/>
              </w:rPr>
              <w:t>Uit de presentatie blijkt duidelijk wat het keurmerk inhoudt</w:t>
            </w:r>
          </w:p>
        </w:tc>
        <w:tc>
          <w:tcPr>
            <w:tcW w:w="1843" w:type="dxa"/>
          </w:tcPr>
          <w:p w14:paraId="70B6CEFF" w14:textId="5EA6E1F4" w:rsidR="00C31B2F" w:rsidRDefault="00F22C34" w:rsidP="00C31B2F">
            <w:pPr>
              <w:rPr>
                <w:sz w:val="22"/>
              </w:rPr>
            </w:pPr>
            <w:r>
              <w:rPr>
                <w:sz w:val="22"/>
              </w:rPr>
              <w:t>1 – 2 – 3 – 4 – 5</w:t>
            </w:r>
          </w:p>
        </w:tc>
        <w:tc>
          <w:tcPr>
            <w:tcW w:w="1412" w:type="dxa"/>
          </w:tcPr>
          <w:p w14:paraId="302FFEC1" w14:textId="77777777" w:rsidR="00C31B2F" w:rsidRDefault="00C31B2F" w:rsidP="00C31B2F">
            <w:pPr>
              <w:rPr>
                <w:sz w:val="22"/>
              </w:rPr>
            </w:pPr>
          </w:p>
        </w:tc>
      </w:tr>
      <w:tr w:rsidR="00C31B2F" w14:paraId="6FF250F3" w14:textId="77777777" w:rsidTr="00F22C34">
        <w:tc>
          <w:tcPr>
            <w:tcW w:w="5807" w:type="dxa"/>
          </w:tcPr>
          <w:p w14:paraId="70BF791B" w14:textId="77777777" w:rsidR="00C31B2F" w:rsidRDefault="008F5F3D" w:rsidP="00C31B2F">
            <w:pPr>
              <w:rPr>
                <w:sz w:val="22"/>
              </w:rPr>
            </w:pPr>
            <w:r>
              <w:rPr>
                <w:sz w:val="22"/>
              </w:rPr>
              <w:lastRenderedPageBreak/>
              <w:t xml:space="preserve">4 </w:t>
            </w:r>
            <w:r w:rsidR="00C31B2F">
              <w:rPr>
                <w:sz w:val="22"/>
              </w:rPr>
              <w:t>Uit de presentatie blijkt duidelijk het doel van het keurmerk</w:t>
            </w:r>
          </w:p>
        </w:tc>
        <w:tc>
          <w:tcPr>
            <w:tcW w:w="1843" w:type="dxa"/>
          </w:tcPr>
          <w:p w14:paraId="7C95F791" w14:textId="30368A7B" w:rsidR="00C31B2F" w:rsidRDefault="00F22C34" w:rsidP="00C31B2F">
            <w:pPr>
              <w:rPr>
                <w:sz w:val="22"/>
              </w:rPr>
            </w:pPr>
            <w:r>
              <w:rPr>
                <w:sz w:val="22"/>
              </w:rPr>
              <w:t>1 – 2 – 3 – 4 – 5</w:t>
            </w:r>
          </w:p>
        </w:tc>
        <w:tc>
          <w:tcPr>
            <w:tcW w:w="1412" w:type="dxa"/>
          </w:tcPr>
          <w:p w14:paraId="20477222" w14:textId="77777777" w:rsidR="00C31B2F" w:rsidRDefault="00C31B2F" w:rsidP="00C31B2F">
            <w:pPr>
              <w:rPr>
                <w:sz w:val="22"/>
              </w:rPr>
            </w:pPr>
          </w:p>
        </w:tc>
      </w:tr>
      <w:tr w:rsidR="00C31B2F" w14:paraId="5CAB185A" w14:textId="77777777" w:rsidTr="00F22C34">
        <w:tc>
          <w:tcPr>
            <w:tcW w:w="5807" w:type="dxa"/>
          </w:tcPr>
          <w:p w14:paraId="3E1868DF" w14:textId="77777777" w:rsidR="00C31B2F" w:rsidRDefault="008F5F3D" w:rsidP="00C31B2F">
            <w:pPr>
              <w:rPr>
                <w:sz w:val="22"/>
              </w:rPr>
            </w:pPr>
            <w:r>
              <w:rPr>
                <w:sz w:val="22"/>
              </w:rPr>
              <w:t xml:space="preserve">5 </w:t>
            </w:r>
            <w:r w:rsidR="00C31B2F">
              <w:rPr>
                <w:sz w:val="22"/>
              </w:rPr>
              <w:t>Uit de presentatie blijkt duidelijk aan welke eisen men moet voldoen om het keurmerk te krijgen</w:t>
            </w:r>
          </w:p>
        </w:tc>
        <w:tc>
          <w:tcPr>
            <w:tcW w:w="1843" w:type="dxa"/>
          </w:tcPr>
          <w:p w14:paraId="497C10BF" w14:textId="5E1630BB" w:rsidR="00C31B2F" w:rsidRDefault="00F22C34" w:rsidP="00C31B2F">
            <w:pPr>
              <w:rPr>
                <w:sz w:val="22"/>
              </w:rPr>
            </w:pPr>
            <w:r>
              <w:rPr>
                <w:sz w:val="22"/>
              </w:rPr>
              <w:t>1 – 2 – 3 – 4 – 5</w:t>
            </w:r>
          </w:p>
        </w:tc>
        <w:tc>
          <w:tcPr>
            <w:tcW w:w="1412" w:type="dxa"/>
          </w:tcPr>
          <w:p w14:paraId="379B5225" w14:textId="77777777" w:rsidR="00C31B2F" w:rsidRDefault="00C31B2F" w:rsidP="00C31B2F">
            <w:pPr>
              <w:rPr>
                <w:sz w:val="22"/>
              </w:rPr>
            </w:pPr>
          </w:p>
        </w:tc>
      </w:tr>
      <w:tr w:rsidR="00C31B2F" w14:paraId="08DA7192" w14:textId="77777777" w:rsidTr="00F22C34">
        <w:tc>
          <w:tcPr>
            <w:tcW w:w="5807" w:type="dxa"/>
          </w:tcPr>
          <w:p w14:paraId="2AD21667" w14:textId="77777777" w:rsidR="00C31B2F" w:rsidRDefault="008F5F3D" w:rsidP="00C31B2F">
            <w:pPr>
              <w:rPr>
                <w:sz w:val="22"/>
              </w:rPr>
            </w:pPr>
            <w:r>
              <w:rPr>
                <w:sz w:val="22"/>
              </w:rPr>
              <w:t xml:space="preserve">6 </w:t>
            </w:r>
            <w:r w:rsidR="00C31B2F">
              <w:rPr>
                <w:sz w:val="22"/>
              </w:rPr>
              <w:t>Uit de presentatie blijkt duidelijk welke kosten er aan het krijgen van het keurmerk verbonden zijn</w:t>
            </w:r>
          </w:p>
        </w:tc>
        <w:tc>
          <w:tcPr>
            <w:tcW w:w="1843" w:type="dxa"/>
          </w:tcPr>
          <w:p w14:paraId="58B241DC" w14:textId="549E7A8A" w:rsidR="00C31B2F" w:rsidRDefault="00F22C34" w:rsidP="00C31B2F">
            <w:pPr>
              <w:rPr>
                <w:sz w:val="22"/>
              </w:rPr>
            </w:pPr>
            <w:r>
              <w:rPr>
                <w:sz w:val="22"/>
              </w:rPr>
              <w:t>1 – 2 – 3 – 4 – 5</w:t>
            </w:r>
          </w:p>
        </w:tc>
        <w:tc>
          <w:tcPr>
            <w:tcW w:w="1412" w:type="dxa"/>
          </w:tcPr>
          <w:p w14:paraId="499589F6" w14:textId="77777777" w:rsidR="00C31B2F" w:rsidRDefault="00C31B2F" w:rsidP="00C31B2F">
            <w:pPr>
              <w:rPr>
                <w:sz w:val="22"/>
              </w:rPr>
            </w:pPr>
          </w:p>
        </w:tc>
      </w:tr>
      <w:tr w:rsidR="00C31B2F" w14:paraId="2E959292" w14:textId="77777777" w:rsidTr="00F22C34">
        <w:tc>
          <w:tcPr>
            <w:tcW w:w="5807" w:type="dxa"/>
          </w:tcPr>
          <w:p w14:paraId="3F43A14A" w14:textId="77777777" w:rsidR="00C31B2F" w:rsidRDefault="008F5F3D" w:rsidP="00C31B2F">
            <w:pPr>
              <w:rPr>
                <w:sz w:val="22"/>
              </w:rPr>
            </w:pPr>
            <w:r>
              <w:rPr>
                <w:sz w:val="22"/>
              </w:rPr>
              <w:t xml:space="preserve">7 </w:t>
            </w:r>
            <w:r w:rsidR="00C31B2F">
              <w:rPr>
                <w:sz w:val="22"/>
              </w:rPr>
              <w:t>Uit de presentatie blijkt duidelijk wie controle uitoefent bij dit keurmerk</w:t>
            </w:r>
          </w:p>
        </w:tc>
        <w:tc>
          <w:tcPr>
            <w:tcW w:w="1843" w:type="dxa"/>
          </w:tcPr>
          <w:p w14:paraId="208F7704" w14:textId="0626465A" w:rsidR="00C31B2F" w:rsidRDefault="00F22C34" w:rsidP="00C31B2F">
            <w:pPr>
              <w:rPr>
                <w:sz w:val="22"/>
              </w:rPr>
            </w:pPr>
            <w:r>
              <w:rPr>
                <w:sz w:val="22"/>
              </w:rPr>
              <w:t>1 – 2 – 3 – 4 – 5</w:t>
            </w:r>
          </w:p>
        </w:tc>
        <w:tc>
          <w:tcPr>
            <w:tcW w:w="1412" w:type="dxa"/>
          </w:tcPr>
          <w:p w14:paraId="3AD593D8" w14:textId="77777777" w:rsidR="00C31B2F" w:rsidRDefault="00C31B2F" w:rsidP="00C31B2F">
            <w:pPr>
              <w:rPr>
                <w:sz w:val="22"/>
              </w:rPr>
            </w:pPr>
          </w:p>
        </w:tc>
      </w:tr>
      <w:tr w:rsidR="008F5F3D" w14:paraId="6E252276" w14:textId="77777777" w:rsidTr="00F22C34">
        <w:tc>
          <w:tcPr>
            <w:tcW w:w="5807" w:type="dxa"/>
          </w:tcPr>
          <w:p w14:paraId="3B24C15B" w14:textId="419AB399" w:rsidR="008F5F3D" w:rsidRDefault="008F5F3D" w:rsidP="00C31B2F">
            <w:pPr>
              <w:rPr>
                <w:sz w:val="22"/>
              </w:rPr>
            </w:pPr>
            <w:r>
              <w:rPr>
                <w:sz w:val="22"/>
              </w:rPr>
              <w:t xml:space="preserve">8 </w:t>
            </w:r>
            <w:r w:rsidR="009E432C">
              <w:rPr>
                <w:sz w:val="22"/>
              </w:rPr>
              <w:t xml:space="preserve">Uit de presentatie blijkt duidelijk voor wie het keurmerk bedoeld is </w:t>
            </w:r>
          </w:p>
        </w:tc>
        <w:tc>
          <w:tcPr>
            <w:tcW w:w="1843" w:type="dxa"/>
          </w:tcPr>
          <w:p w14:paraId="0C1AA37E" w14:textId="76590D39" w:rsidR="008F5F3D" w:rsidRDefault="00F22C34" w:rsidP="00C31B2F">
            <w:pPr>
              <w:rPr>
                <w:sz w:val="22"/>
              </w:rPr>
            </w:pPr>
            <w:r>
              <w:rPr>
                <w:sz w:val="22"/>
              </w:rPr>
              <w:t>1 – 2 – 3 – 4 – 5</w:t>
            </w:r>
          </w:p>
        </w:tc>
        <w:tc>
          <w:tcPr>
            <w:tcW w:w="1412" w:type="dxa"/>
          </w:tcPr>
          <w:p w14:paraId="74FECDAB" w14:textId="77777777" w:rsidR="008F5F3D" w:rsidRDefault="008F5F3D" w:rsidP="00C31B2F">
            <w:pPr>
              <w:rPr>
                <w:sz w:val="22"/>
              </w:rPr>
            </w:pPr>
          </w:p>
        </w:tc>
      </w:tr>
      <w:tr w:rsidR="009E432C" w14:paraId="50C88783" w14:textId="77777777" w:rsidTr="00F22C34">
        <w:tc>
          <w:tcPr>
            <w:tcW w:w="5807" w:type="dxa"/>
          </w:tcPr>
          <w:p w14:paraId="1202BBDB" w14:textId="33EE2601" w:rsidR="009E432C" w:rsidRDefault="009E432C" w:rsidP="00C31B2F">
            <w:pPr>
              <w:rPr>
                <w:sz w:val="22"/>
              </w:rPr>
            </w:pPr>
            <w:r>
              <w:rPr>
                <w:sz w:val="22"/>
              </w:rPr>
              <w:t>9 Uit de presentatie blijkt duidelijk door wie de medewerkers van het keurmerk worden betaald</w:t>
            </w:r>
          </w:p>
        </w:tc>
        <w:tc>
          <w:tcPr>
            <w:tcW w:w="1843" w:type="dxa"/>
          </w:tcPr>
          <w:p w14:paraId="0DED844D" w14:textId="6B714EE7" w:rsidR="009E432C" w:rsidRDefault="00F22C34" w:rsidP="00C31B2F">
            <w:pPr>
              <w:rPr>
                <w:sz w:val="22"/>
              </w:rPr>
            </w:pPr>
            <w:r>
              <w:rPr>
                <w:sz w:val="22"/>
              </w:rPr>
              <w:t>1 – 2 – 3 – 4 – 5</w:t>
            </w:r>
          </w:p>
        </w:tc>
        <w:tc>
          <w:tcPr>
            <w:tcW w:w="1412" w:type="dxa"/>
          </w:tcPr>
          <w:p w14:paraId="6BF929E1" w14:textId="77777777" w:rsidR="009E432C" w:rsidRDefault="009E432C" w:rsidP="00C31B2F">
            <w:pPr>
              <w:rPr>
                <w:sz w:val="22"/>
              </w:rPr>
            </w:pPr>
          </w:p>
        </w:tc>
      </w:tr>
      <w:tr w:rsidR="009E432C" w14:paraId="18D830FB" w14:textId="77777777" w:rsidTr="00F22C34">
        <w:tc>
          <w:tcPr>
            <w:tcW w:w="5807" w:type="dxa"/>
          </w:tcPr>
          <w:p w14:paraId="59A12C67" w14:textId="0D6D2ADE" w:rsidR="009E432C" w:rsidRDefault="009E432C" w:rsidP="00C31B2F">
            <w:pPr>
              <w:rPr>
                <w:sz w:val="22"/>
              </w:rPr>
            </w:pPr>
            <w:r>
              <w:rPr>
                <w:sz w:val="22"/>
              </w:rPr>
              <w:t>10 Uit de presentatie blijkt duidelijk hoe men controle uitoefent en welke maatregelen eraan zijn verbonden indien men niet meer voldoet aan de voorwaarden</w:t>
            </w:r>
          </w:p>
        </w:tc>
        <w:tc>
          <w:tcPr>
            <w:tcW w:w="1843" w:type="dxa"/>
          </w:tcPr>
          <w:p w14:paraId="17314C9A" w14:textId="56C82A72" w:rsidR="009E432C" w:rsidRDefault="00F22C34" w:rsidP="00C31B2F">
            <w:pPr>
              <w:rPr>
                <w:sz w:val="22"/>
              </w:rPr>
            </w:pPr>
            <w:r>
              <w:rPr>
                <w:sz w:val="22"/>
              </w:rPr>
              <w:t>1 – 2 – 3 – 4 – 5</w:t>
            </w:r>
          </w:p>
        </w:tc>
        <w:tc>
          <w:tcPr>
            <w:tcW w:w="1412" w:type="dxa"/>
          </w:tcPr>
          <w:p w14:paraId="595479F9" w14:textId="77777777" w:rsidR="009E432C" w:rsidRDefault="009E432C" w:rsidP="00C31B2F">
            <w:pPr>
              <w:rPr>
                <w:sz w:val="22"/>
              </w:rPr>
            </w:pPr>
          </w:p>
        </w:tc>
      </w:tr>
      <w:tr w:rsidR="009E432C" w14:paraId="10F040C2" w14:textId="77777777" w:rsidTr="00F22C34">
        <w:tc>
          <w:tcPr>
            <w:tcW w:w="5807" w:type="dxa"/>
          </w:tcPr>
          <w:p w14:paraId="4C21ACC5" w14:textId="77777777" w:rsidR="009E432C" w:rsidRDefault="009E432C" w:rsidP="00C31B2F">
            <w:pPr>
              <w:rPr>
                <w:sz w:val="22"/>
              </w:rPr>
            </w:pPr>
          </w:p>
          <w:p w14:paraId="447264A3" w14:textId="738B9009" w:rsidR="009E432C" w:rsidRPr="009E432C" w:rsidRDefault="009E432C" w:rsidP="00C31B2F">
            <w:pPr>
              <w:rPr>
                <w:b/>
                <w:sz w:val="22"/>
              </w:rPr>
            </w:pPr>
            <w:r w:rsidRPr="009E432C">
              <w:rPr>
                <w:b/>
                <w:sz w:val="22"/>
              </w:rPr>
              <w:t>Eindoordeel</w:t>
            </w:r>
          </w:p>
          <w:p w14:paraId="59C15834" w14:textId="30122DC3" w:rsidR="009E432C" w:rsidRDefault="009E432C" w:rsidP="00C31B2F">
            <w:pPr>
              <w:rPr>
                <w:sz w:val="22"/>
              </w:rPr>
            </w:pPr>
          </w:p>
        </w:tc>
        <w:tc>
          <w:tcPr>
            <w:tcW w:w="1843" w:type="dxa"/>
          </w:tcPr>
          <w:p w14:paraId="38C504F0" w14:textId="77777777" w:rsidR="009E432C" w:rsidRDefault="009E432C" w:rsidP="00C31B2F">
            <w:pPr>
              <w:rPr>
                <w:sz w:val="22"/>
              </w:rPr>
            </w:pPr>
          </w:p>
          <w:p w14:paraId="6961AD23" w14:textId="51E9361D" w:rsidR="009E432C" w:rsidRDefault="009E432C" w:rsidP="00F22C34">
            <w:pPr>
              <w:rPr>
                <w:sz w:val="22"/>
              </w:rPr>
            </w:pPr>
          </w:p>
        </w:tc>
        <w:tc>
          <w:tcPr>
            <w:tcW w:w="1412" w:type="dxa"/>
          </w:tcPr>
          <w:p w14:paraId="633C0748" w14:textId="77777777" w:rsidR="009E432C" w:rsidRDefault="009E432C" w:rsidP="00C31B2F">
            <w:pPr>
              <w:rPr>
                <w:sz w:val="22"/>
              </w:rPr>
            </w:pPr>
          </w:p>
        </w:tc>
      </w:tr>
    </w:tbl>
    <w:p w14:paraId="21A80720" w14:textId="795B45C6" w:rsidR="00C31B2F" w:rsidRDefault="00C31B2F" w:rsidP="00C31B2F">
      <w:pPr>
        <w:rPr>
          <w:sz w:val="22"/>
        </w:rPr>
      </w:pPr>
    </w:p>
    <w:p w14:paraId="3D90ADEC" w14:textId="1E11FA1B" w:rsidR="009E432C" w:rsidRPr="00C31B2F" w:rsidRDefault="009E432C" w:rsidP="00C31B2F">
      <w:pPr>
        <w:rPr>
          <w:sz w:val="22"/>
        </w:rPr>
      </w:pPr>
      <w:r w:rsidRPr="009E432C">
        <w:rPr>
          <w:b/>
          <w:sz w:val="22"/>
        </w:rPr>
        <w:t>Cesuur</w:t>
      </w:r>
      <w:r>
        <w:rPr>
          <w:sz w:val="22"/>
        </w:rPr>
        <w:t xml:space="preserve">: Deze presentatie moet met minimaal </w:t>
      </w:r>
      <w:r w:rsidR="00D400B3">
        <w:rPr>
          <w:sz w:val="22"/>
        </w:rPr>
        <w:t>30 punten worden afgerond om dit onderdeel af te sluiten</w:t>
      </w:r>
      <w:r>
        <w:rPr>
          <w:sz w:val="22"/>
        </w:rPr>
        <w:t xml:space="preserve">. </w:t>
      </w:r>
    </w:p>
    <w:sectPr w:rsidR="009E432C" w:rsidRPr="00C31B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6E8BE" w14:textId="77777777" w:rsidR="00CC4CC6" w:rsidRDefault="00CC4CC6" w:rsidP="00CC4CC6">
      <w:pPr>
        <w:spacing w:after="0" w:line="240" w:lineRule="auto"/>
      </w:pPr>
      <w:r>
        <w:separator/>
      </w:r>
    </w:p>
  </w:endnote>
  <w:endnote w:type="continuationSeparator" w:id="0">
    <w:p w14:paraId="61E5284F" w14:textId="77777777" w:rsidR="00CC4CC6" w:rsidRDefault="00CC4CC6" w:rsidP="00CC4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7A204" w14:textId="77777777" w:rsidR="00CC4CC6" w:rsidRDefault="00CC4CC6" w:rsidP="00CC4CC6">
      <w:pPr>
        <w:spacing w:after="0" w:line="240" w:lineRule="auto"/>
      </w:pPr>
      <w:r>
        <w:separator/>
      </w:r>
    </w:p>
  </w:footnote>
  <w:footnote w:type="continuationSeparator" w:id="0">
    <w:p w14:paraId="405091CE" w14:textId="77777777" w:rsidR="00CC4CC6" w:rsidRDefault="00CC4CC6" w:rsidP="00CC4C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375429"/>
    <w:multiLevelType w:val="hybridMultilevel"/>
    <w:tmpl w:val="0616C5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CC6"/>
    <w:rsid w:val="001B5526"/>
    <w:rsid w:val="008F5F3D"/>
    <w:rsid w:val="009E432C"/>
    <w:rsid w:val="00C31B2F"/>
    <w:rsid w:val="00C622CC"/>
    <w:rsid w:val="00CC4CC6"/>
    <w:rsid w:val="00D400B3"/>
    <w:rsid w:val="00F22C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7281"/>
  <w15:chartTrackingRefBased/>
  <w15:docId w15:val="{10B61F3A-1302-43C0-9F0F-193D1CC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C4CC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C4CC6"/>
  </w:style>
  <w:style w:type="paragraph" w:styleId="Voettekst">
    <w:name w:val="footer"/>
    <w:basedOn w:val="Standaard"/>
    <w:link w:val="VoettekstChar"/>
    <w:uiPriority w:val="99"/>
    <w:unhideWhenUsed/>
    <w:rsid w:val="00CC4CC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C4CC6"/>
  </w:style>
  <w:style w:type="paragraph" w:styleId="Lijstalinea">
    <w:name w:val="List Paragraph"/>
    <w:basedOn w:val="Standaard"/>
    <w:uiPriority w:val="34"/>
    <w:qFormat/>
    <w:rsid w:val="00CC4CC6"/>
    <w:pPr>
      <w:ind w:left="720"/>
      <w:contextualSpacing/>
    </w:pPr>
  </w:style>
  <w:style w:type="table" w:styleId="Tabelraster">
    <w:name w:val="Table Grid"/>
    <w:basedOn w:val="Standaardtabel"/>
    <w:uiPriority w:val="39"/>
    <w:rsid w:val="00C31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hyperlink" Target="https://www.google.nl/url?sa=i&amp;rct=j&amp;q=&amp;esrc=s&amp;source=images&amp;cd=&amp;cad=rja&amp;uact=8&amp;ved=0ahUKEwj6nuWHo-7YAhVqD8AKHV5pAQ4QjRwIBw&amp;url=https%3A%2F%2Fwww.perssupport.nl%2Fpersbericht%2F94544%2Faantal-dieren-onder-beter-leven-keurmerk-blijft-stijgen&amp;psig=AOvVaw37oe4Vth1pT0wgAvgo-bBU&amp;ust=1516803379060401"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1B260AF2CD54428F973B27AA328C24" ma:contentTypeVersion="0" ma:contentTypeDescription="Een nieuw document maken." ma:contentTypeScope="" ma:versionID="c6d9317de2df74bd22c6a384e3f769fd">
  <xsd:schema xmlns:xsd="http://www.w3.org/2001/XMLSchema" xmlns:xs="http://www.w3.org/2001/XMLSchema" xmlns:p="http://schemas.microsoft.com/office/2006/metadata/properties" targetNamespace="http://schemas.microsoft.com/office/2006/metadata/properties" ma:root="true" ma:fieldsID="5e6333c89b8926f498e5dd200d9e5a5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2217D1-C849-4ED5-B38C-4F755BA94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85C9066-2859-46FA-B425-FA1B20CA18D5}">
  <ds:schemaRefs>
    <ds:schemaRef ds:uri="http://schemas.microsoft.com/sharepoint/v3/contenttype/forms"/>
  </ds:schemaRefs>
</ds:datastoreItem>
</file>

<file path=customXml/itemProps3.xml><?xml version="1.0" encoding="utf-8"?>
<ds:datastoreItem xmlns:ds="http://schemas.openxmlformats.org/officeDocument/2006/customXml" ds:itemID="{30740C60-2FFD-47EC-A225-C664217A08A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6CE60069</Template>
  <TotalTime>47</TotalTime>
  <Pages>2</Pages>
  <Words>397</Words>
  <Characters>2189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Jacobien Dijkstra</dc:creator>
  <cp:keywords/>
  <dc:description/>
  <cp:lastModifiedBy>Jacobien Dijkstra</cp:lastModifiedBy>
  <cp:revision>4</cp:revision>
  <dcterms:created xsi:type="dcterms:W3CDTF">2018-01-23T13:28:00Z</dcterms:created>
  <dcterms:modified xsi:type="dcterms:W3CDTF">2018-01-23T14:17:00Z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0x010100FE1B260AF2CD54428F973B27AA328C24</vt:lpwstr>
  </property>
</Properties>
</file>