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5A" w:rsidRPr="0027745A" w:rsidRDefault="0027745A" w:rsidP="0027745A">
      <w:pPr>
        <w:spacing w:after="0" w:line="240" w:lineRule="auto"/>
        <w:rPr>
          <w:rFonts w:ascii="Verdana" w:eastAsia="Times New Roman" w:hAnsi="Verdana" w:cs="Verdana"/>
          <w:b/>
          <w:bCs/>
          <w:szCs w:val="20"/>
          <w:lang w:eastAsia="nl-NL"/>
        </w:rPr>
      </w:pPr>
      <w:r w:rsidRPr="0027745A">
        <w:rPr>
          <w:rFonts w:ascii="Verdana" w:eastAsia="Times New Roman" w:hAnsi="Verdana" w:cs="Verdana"/>
          <w:b/>
          <w:bCs/>
          <w:szCs w:val="20"/>
          <w:lang w:eastAsia="nl-NL"/>
        </w:rPr>
        <w:t xml:space="preserve">Bewijs 1: Zelfanalyse </w:t>
      </w:r>
    </w:p>
    <w:p w:rsidR="0027745A" w:rsidRPr="0027745A" w:rsidRDefault="0027745A" w:rsidP="0027745A">
      <w:pPr>
        <w:spacing w:after="0" w:line="240" w:lineRule="auto"/>
        <w:rPr>
          <w:rFonts w:ascii="Verdana" w:eastAsia="Times New Roman" w:hAnsi="Verdana" w:cs="Verdana"/>
          <w:b/>
          <w:bCs/>
          <w:szCs w:val="20"/>
          <w:lang w:eastAsia="nl-NL"/>
        </w:rPr>
      </w:pPr>
    </w:p>
    <w:p w:rsidR="0027745A" w:rsidRPr="0027745A" w:rsidRDefault="0027745A" w:rsidP="0027745A">
      <w:pPr>
        <w:spacing w:after="0" w:line="240" w:lineRule="auto"/>
        <w:rPr>
          <w:rFonts w:ascii="Verdana" w:eastAsia="Times New Roman" w:hAnsi="Verdana" w:cs="Verdana"/>
          <w:bCs/>
          <w:sz w:val="20"/>
          <w:szCs w:val="20"/>
          <w:u w:val="single"/>
          <w:lang w:eastAsia="nl-NL"/>
        </w:rPr>
      </w:pPr>
      <w:r w:rsidRPr="0027745A">
        <w:rPr>
          <w:rFonts w:ascii="Verdana" w:eastAsia="Times New Roman" w:hAnsi="Verdana" w:cs="Verdana"/>
          <w:bCs/>
          <w:sz w:val="20"/>
          <w:szCs w:val="20"/>
          <w:u w:val="single"/>
          <w:lang w:eastAsia="nl-NL"/>
        </w:rPr>
        <w:t>Doel</w:t>
      </w:r>
    </w:p>
    <w:p w:rsidR="0027745A" w:rsidRPr="0027745A" w:rsidRDefault="0027745A" w:rsidP="0027745A">
      <w:pPr>
        <w:numPr>
          <w:ilvl w:val="0"/>
          <w:numId w:val="1"/>
        </w:numPr>
        <w:spacing w:after="0" w:line="240" w:lineRule="auto"/>
        <w:rPr>
          <w:rFonts w:ascii="Verdana" w:eastAsia="Times New Roman" w:hAnsi="Verdana" w:cs="Times New Roman"/>
          <w:sz w:val="20"/>
          <w:szCs w:val="20"/>
          <w:lang w:eastAsia="nl-NL"/>
        </w:rPr>
      </w:pPr>
      <w:r w:rsidRPr="0027745A">
        <w:rPr>
          <w:rFonts w:ascii="Verdana" w:eastAsia="Times New Roman" w:hAnsi="Verdana" w:cs="Times New Roman"/>
          <w:sz w:val="20"/>
          <w:szCs w:val="20"/>
          <w:lang w:eastAsia="nl-NL"/>
        </w:rPr>
        <w:t>Maak een overzicht van je eigen sterke en zwakke punten op het gebied van diergedrag en dierenwelzijn.</w:t>
      </w:r>
    </w:p>
    <w:p w:rsidR="0027745A" w:rsidRPr="0027745A" w:rsidRDefault="0027745A" w:rsidP="0027745A">
      <w:pPr>
        <w:numPr>
          <w:ilvl w:val="0"/>
          <w:numId w:val="1"/>
        </w:numPr>
        <w:spacing w:after="0" w:line="240" w:lineRule="auto"/>
        <w:rPr>
          <w:rFonts w:ascii="Verdana" w:eastAsia="Times New Roman" w:hAnsi="Verdana" w:cs="Times New Roman"/>
          <w:sz w:val="20"/>
          <w:szCs w:val="20"/>
          <w:lang w:eastAsia="nl-NL"/>
        </w:rPr>
      </w:pPr>
      <w:r w:rsidRPr="0027745A">
        <w:rPr>
          <w:rFonts w:ascii="Verdana" w:eastAsia="Times New Roman" w:hAnsi="Verdana" w:cs="Times New Roman"/>
          <w:sz w:val="20"/>
          <w:szCs w:val="20"/>
          <w:lang w:eastAsia="nl-NL"/>
        </w:rPr>
        <w:t xml:space="preserve">Maak op basis hiervan een verbeterplan voor jezelf (voor je eigen gedrag). </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u w:val="single"/>
          <w:lang w:eastAsia="nl-NL"/>
        </w:rPr>
      </w:pPr>
      <w:r w:rsidRPr="0027745A">
        <w:rPr>
          <w:rFonts w:ascii="Verdana" w:eastAsia="Times New Roman" w:hAnsi="Verdana" w:cs="Verdana"/>
          <w:bCs/>
          <w:sz w:val="20"/>
          <w:szCs w:val="20"/>
          <w:u w:val="single"/>
          <w:lang w:eastAsia="nl-NL"/>
        </w:rPr>
        <w:t>Opdracht zelfanalyse</w:t>
      </w:r>
    </w:p>
    <w:p w:rsidR="0027745A" w:rsidRPr="0027745A" w:rsidRDefault="0027745A" w:rsidP="0027745A">
      <w:pPr>
        <w:spacing w:after="0" w:line="240" w:lineRule="auto"/>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Om een overzicht te maken van je eigen sterke en zwakke punten op het gebied van diergedrag en dierwelzijn, ga je de volgende stappen beschrijven. </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Je gaat voor jezelf nadenken over de volgende punten: </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Welke punten op het gebied van diergedrag zijn voor jou belangrijk? (bijvoorbeeld ‘ik heb kennis van het natuurlijke gedrag van het dier’.)</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Schrijf dit op.</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Welke punten op het gebied van dierwelzijn zijn voor jou belangrijk?</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Schrijf dit op.</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Vul het schema op de volgende pagina in. In welke punten ben jij sterk? En in welke punten wil/moet jij jezelf verder ontwikkelen?</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Ga brainstormen met een klasgenoot.</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Vergelijk wat je hebt opgeschreven met twee klasgenoten. Wat zijn overeenkomsten en verschillen? Noteer deze.</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Vergelijk je ingevulde schema met dat van je klasgenoot. Hoe komt het dat sommige punten niet overeen komen?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Laat je beoordelen door twee medestudenten op precies dezelfde manier als je jezelf hebt beoordeeld. Hoe goed vinden zij jou op de punten?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Kun je je vinden in zijn/haar mening? Zo ja, beschrijf waarom wel. Zo nee, beschrijf waarom niet.</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Laat je beoordelen door minimaal één extern persoon. Dit moet een volwassene zijn van buiten school. Denk hierbij aan je ouders, opa of oma, tante of oom, stagebieder, collega of baas.</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Ga op zoek naar mensen die hun mening over dierenwelzijn geven op </w:t>
      </w:r>
      <w:proofErr w:type="spellStart"/>
      <w:r w:rsidRPr="0027745A">
        <w:rPr>
          <w:rFonts w:ascii="Verdana" w:eastAsia="Times New Roman" w:hAnsi="Verdana" w:cs="Verdana"/>
          <w:bCs/>
          <w:sz w:val="20"/>
          <w:szCs w:val="20"/>
          <w:lang w:eastAsia="nl-NL"/>
        </w:rPr>
        <w:t>Social</w:t>
      </w:r>
      <w:proofErr w:type="spellEnd"/>
      <w:r w:rsidRPr="0027745A">
        <w:rPr>
          <w:rFonts w:ascii="Verdana" w:eastAsia="Times New Roman" w:hAnsi="Verdana" w:cs="Verdana"/>
          <w:bCs/>
          <w:sz w:val="20"/>
          <w:szCs w:val="20"/>
          <w:lang w:eastAsia="nl-NL"/>
        </w:rPr>
        <w:t xml:space="preserve"> Media. Denk hierbij aan facebook discussies, mensen die twitteren over (een artikel) over dierenwelzijn etc. Vergelijk deze met je eigen mening. Wat vind jij van deze meningen? Waarom ben je het wel of niet met hen eens? </w:t>
      </w:r>
    </w:p>
    <w:p w:rsidR="0027745A" w:rsidRPr="0027745A" w:rsidRDefault="0027745A" w:rsidP="0027745A">
      <w:pPr>
        <w:spacing w:after="0" w:line="240" w:lineRule="auto"/>
        <w:ind w:left="720"/>
        <w:contextualSpacing/>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Op basis van de beoordelingen, schrijf je een conclusie:</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Wat zijn jouw sterke en zwakke punten op het gebied van diergedrag en dierenwelzijn? </w:t>
      </w:r>
      <w:r w:rsidRPr="0027745A">
        <w:rPr>
          <w:rFonts w:ascii="Verdana" w:eastAsia="Times New Roman" w:hAnsi="Verdana" w:cs="Verdana"/>
          <w:bCs/>
          <w:sz w:val="20"/>
          <w:szCs w:val="20"/>
          <w:lang w:eastAsia="nl-NL"/>
        </w:rPr>
        <w:br/>
      </w: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Op basis van de conclusie schrijf je een verbeterplan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Hoe ga jij je gedrag op het gebied van dierwelzijn en diergedrag verbeteren? </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Maak dit zo SMART mogelijk. </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Zorg dat je verslag voldoet aan de richtlijnen voor verslaglegging. </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
          <w:bCs/>
          <w:sz w:val="20"/>
          <w:szCs w:val="20"/>
          <w:u w:val="single"/>
          <w:lang w:eastAsia="nl-NL"/>
        </w:rPr>
      </w:pPr>
      <w:r w:rsidRPr="0027745A">
        <w:rPr>
          <w:rFonts w:ascii="Verdana" w:eastAsia="Times New Roman" w:hAnsi="Verdana" w:cs="Verdana"/>
          <w:b/>
          <w:bCs/>
          <w:sz w:val="20"/>
          <w:szCs w:val="20"/>
          <w:u w:val="single"/>
          <w:lang w:eastAsia="nl-NL"/>
        </w:rPr>
        <w:t xml:space="preserve">Van de bovenstaande opdrachten maak je een verslag. In het verslag heb je een foto of scan van de beoordelingsformulieren zitten. Maak ook een print screen van de meningen die je op </w:t>
      </w:r>
      <w:proofErr w:type="spellStart"/>
      <w:r w:rsidRPr="0027745A">
        <w:rPr>
          <w:rFonts w:ascii="Verdana" w:eastAsia="Times New Roman" w:hAnsi="Verdana" w:cs="Verdana"/>
          <w:b/>
          <w:bCs/>
          <w:sz w:val="20"/>
          <w:szCs w:val="20"/>
          <w:u w:val="single"/>
          <w:lang w:eastAsia="nl-NL"/>
        </w:rPr>
        <w:t>social</w:t>
      </w:r>
      <w:proofErr w:type="spellEnd"/>
      <w:r w:rsidRPr="0027745A">
        <w:rPr>
          <w:rFonts w:ascii="Verdana" w:eastAsia="Times New Roman" w:hAnsi="Verdana" w:cs="Verdana"/>
          <w:b/>
          <w:bCs/>
          <w:sz w:val="20"/>
          <w:szCs w:val="20"/>
          <w:u w:val="single"/>
          <w:lang w:eastAsia="nl-NL"/>
        </w:rPr>
        <w:t xml:space="preserve"> media hebt gevonden. </w:t>
      </w:r>
      <w:r w:rsidR="00D249B3">
        <w:rPr>
          <w:rFonts w:ascii="Verdana" w:eastAsia="Times New Roman" w:hAnsi="Verdana" w:cs="Verdana"/>
          <w:b/>
          <w:bCs/>
          <w:sz w:val="20"/>
          <w:szCs w:val="20"/>
          <w:u w:val="single"/>
          <w:lang w:eastAsia="nl-NL"/>
        </w:rPr>
        <w:t>Dit verslag is onderdeel van het verslag dat je voor dit keuzedeel moet inleveren.</w:t>
      </w:r>
      <w:bookmarkStart w:id="0" w:name="_GoBack"/>
      <w:bookmarkEnd w:id="0"/>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ind w:left="1080"/>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1. Eigen beoordeling</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Test jezelf, hoe sterk ben jij in dierenwelzijn en diergedrag?</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Gemiddeld scoor ik*:</w:t>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 </w:t>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Hoe komt het dat je op de test zo scoort?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Op welke stellingen denk je na dit keuzedeel beter te kunnen scoren?</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 xml:space="preserve">2. Beoordeling door klasgenoot: </w:t>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Handtekening klasgenoot: </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kan me wel/niet* vinden in de beoordeling van mijn klasgenoot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3. Beoordeling door klasgenoot 2:</w:t>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Handtekening klasgenoot: </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kan me wel/niet* vinden in de beoordeling van mijn klasgenoot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4. Beoordeling door externe</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 xml:space="preserve">Naam: </w:t>
      </w:r>
      <w:r w:rsidRPr="0027745A">
        <w:rPr>
          <w:rFonts w:ascii="Verdana" w:eastAsia="Times New Roman" w:hAnsi="Verdana" w:cs="Verdana"/>
          <w:bCs/>
          <w:lang w:eastAsia="nl-NL"/>
        </w:rPr>
        <w:tab/>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 xml:space="preserve">Datum: </w:t>
      </w:r>
      <w:r w:rsidRPr="0027745A">
        <w:rPr>
          <w:rFonts w:ascii="Verdana" w:eastAsia="Times New Roman" w:hAnsi="Verdana" w:cs="Verdana"/>
          <w:bCs/>
          <w:lang w:eastAsia="nl-NL"/>
        </w:rPr>
        <w:tab/>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Handtekening:</w:t>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vind dat de student veel/weinig* kennis heeft van gedrag en welzijn van dieren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Tips voor de student: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1F269E" w:rsidRDefault="0027745A" w:rsidP="0027745A">
      <w:r w:rsidRPr="0027745A">
        <w:rPr>
          <w:rFonts w:ascii="Verdana" w:eastAsia="Times New Roman" w:hAnsi="Verdana" w:cs="Verdana"/>
          <w:b/>
          <w:bCs/>
          <w:lang w:eastAsia="nl-NL"/>
        </w:rPr>
        <w:t>* omcirkel wat van toepassing is</w:t>
      </w:r>
    </w:p>
    <w:sectPr w:rsidR="001F269E" w:rsidSect="0027745A">
      <w:headerReference w:type="default" r:id="rId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EE1" w:rsidRDefault="00250EE1" w:rsidP="0027745A">
      <w:pPr>
        <w:spacing w:after="0" w:line="240" w:lineRule="auto"/>
      </w:pPr>
      <w:r>
        <w:separator/>
      </w:r>
    </w:p>
  </w:endnote>
  <w:endnote w:type="continuationSeparator" w:id="0">
    <w:p w:rsidR="00250EE1" w:rsidRDefault="00250EE1" w:rsidP="00277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EE1" w:rsidRDefault="00250EE1" w:rsidP="0027745A">
      <w:pPr>
        <w:spacing w:after="0" w:line="240" w:lineRule="auto"/>
      </w:pPr>
      <w:r>
        <w:separator/>
      </w:r>
    </w:p>
  </w:footnote>
  <w:footnote w:type="continuationSeparator" w:id="0">
    <w:p w:rsidR="00250EE1" w:rsidRDefault="00250EE1" w:rsidP="002774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45A" w:rsidRPr="0027745A" w:rsidRDefault="0027745A" w:rsidP="0027745A">
    <w:pPr>
      <w:tabs>
        <w:tab w:val="center" w:pos="4536"/>
        <w:tab w:val="right" w:pos="9072"/>
      </w:tabs>
      <w:spacing w:after="0" w:line="240" w:lineRule="auto"/>
      <w:jc w:val="right"/>
      <w:rPr>
        <w:rFonts w:ascii="Verdana" w:eastAsia="Times New Roman" w:hAnsi="Verdana" w:cs="Times New Roman"/>
        <w:sz w:val="18"/>
        <w:szCs w:val="18"/>
        <w:lang w:eastAsia="nl-NL"/>
      </w:rPr>
    </w:pPr>
    <w:r w:rsidRPr="0027745A">
      <w:rPr>
        <w:rFonts w:ascii="Verdana" w:eastAsia="Times New Roman" w:hAnsi="Verdana" w:cs="Times New Roman"/>
        <w:sz w:val="18"/>
        <w:szCs w:val="20"/>
        <w:lang w:eastAsia="nl-NL"/>
      </w:rPr>
      <w:t>Keuzedeel Verdieping diergedrag, dierwelzijn en ethiek</w:t>
    </w:r>
  </w:p>
  <w:p w:rsidR="0027745A" w:rsidRDefault="0027745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57185"/>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CB14827"/>
    <w:multiLevelType w:val="hybridMultilevel"/>
    <w:tmpl w:val="B7327358"/>
    <w:lvl w:ilvl="0" w:tplc="04130001">
      <w:start w:val="1"/>
      <w:numFmt w:val="bullet"/>
      <w:lvlText w:val=""/>
      <w:lvlJc w:val="left"/>
      <w:pPr>
        <w:ind w:left="720" w:hanging="360"/>
      </w:pPr>
      <w:rPr>
        <w:rFonts w:ascii="Symbol" w:hAnsi="Symbol" w:hint="default"/>
      </w:rPr>
    </w:lvl>
    <w:lvl w:ilvl="1" w:tplc="C406BD78">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FF002F"/>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3644AEB"/>
    <w:multiLevelType w:val="hybridMultilevel"/>
    <w:tmpl w:val="4EE4F62C"/>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92B5E33"/>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8501F6"/>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5A"/>
    <w:rsid w:val="00250EE1"/>
    <w:rsid w:val="0027745A"/>
    <w:rsid w:val="0083282E"/>
    <w:rsid w:val="00D249B3"/>
    <w:rsid w:val="00D603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ACDA"/>
  <w15:chartTrackingRefBased/>
  <w15:docId w15:val="{D6C1E55E-8B2C-4AED-9B46-F1B1EF5C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745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774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745A"/>
  </w:style>
  <w:style w:type="paragraph" w:styleId="Voettekst">
    <w:name w:val="footer"/>
    <w:basedOn w:val="Standaard"/>
    <w:link w:val="VoettekstChar"/>
    <w:uiPriority w:val="99"/>
    <w:unhideWhenUsed/>
    <w:rsid w:val="002774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7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1122</Words>
  <Characters>6177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Tijsma, Yorinca</dc:creator>
  <cp:keywords/>
  <dc:description/>
  <cp:lastModifiedBy>laptop</cp:lastModifiedBy>
  <cp:revision>2</cp:revision>
  <dcterms:created xsi:type="dcterms:W3CDTF">2017-10-05T11:31:00Z</dcterms:created>
  <dcterms:modified xsi:type="dcterms:W3CDTF">2018-05-11T14:11:00Z</dcterms:modified>
</cp:coreProperties>
</file>