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30D3F" w14:textId="182B6665" w:rsidR="006A3715" w:rsidRPr="009612FA" w:rsidRDefault="0010578C" w:rsidP="0010578C">
      <w:pPr>
        <w:rPr>
          <w:b/>
          <w:sz w:val="32"/>
          <w:szCs w:val="32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1" locked="0" layoutInCell="1" allowOverlap="1" wp14:anchorId="016D6DC7" wp14:editId="00B66950">
            <wp:simplePos x="0" y="0"/>
            <wp:positionH relativeFrom="margin">
              <wp:align>right</wp:align>
            </wp:positionH>
            <wp:positionV relativeFrom="paragraph">
              <wp:posOffset>52705</wp:posOffset>
            </wp:positionV>
            <wp:extent cx="1704975" cy="1704975"/>
            <wp:effectExtent l="0" t="0" r="9525" b="9525"/>
            <wp:wrapTight wrapText="bothSides">
              <wp:wrapPolygon edited="0">
                <wp:start x="0" y="0"/>
                <wp:lineTo x="0" y="21479"/>
                <wp:lineTo x="21479" y="21479"/>
                <wp:lineTo x="21479" y="0"/>
                <wp:lineTo x="0" y="0"/>
              </wp:wrapPolygon>
            </wp:wrapTight>
            <wp:docPr id="2" name="irc_mi" descr="Afbeeldingsresultaat voor welzijns inspecti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welzijns inspecti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2FA" w:rsidRPr="009612FA">
        <w:rPr>
          <w:b/>
          <w:sz w:val="32"/>
          <w:szCs w:val="32"/>
        </w:rPr>
        <w:t>Opdracht ‘</w:t>
      </w:r>
      <w:r>
        <w:rPr>
          <w:b/>
          <w:sz w:val="32"/>
          <w:szCs w:val="32"/>
        </w:rPr>
        <w:t>Welzijnsinspecteur’</w:t>
      </w:r>
    </w:p>
    <w:p w14:paraId="31100BD2" w14:textId="2D93BFA2" w:rsidR="009612FA" w:rsidRDefault="009612FA">
      <w:pPr>
        <w:rPr>
          <w:b/>
        </w:rPr>
      </w:pPr>
    </w:p>
    <w:p w14:paraId="70F2DFE0" w14:textId="035B1F5D" w:rsidR="0010578C" w:rsidRDefault="0010578C">
      <w:r>
        <w:t xml:space="preserve">Voor deze opdracht kruip je in de rol van welzijnsinspecteur. Dit doe je in tweetallen. Zoek dus een collega- student met interesse in dezelfde diersoort als jij. </w:t>
      </w:r>
    </w:p>
    <w:p w14:paraId="421038AD" w14:textId="77777777" w:rsidR="0010578C" w:rsidRDefault="0010578C"/>
    <w:p w14:paraId="73D14E13" w14:textId="77777777" w:rsidR="0010578C" w:rsidRDefault="0010578C"/>
    <w:p w14:paraId="70B8BEC7" w14:textId="70DD4543" w:rsidR="0010578C" w:rsidRDefault="00503BBB" w:rsidP="0012587D">
      <w:pPr>
        <w:pStyle w:val="Lijstalinea"/>
        <w:numPr>
          <w:ilvl w:val="0"/>
          <w:numId w:val="3"/>
        </w:numPr>
      </w:pPr>
      <w:r>
        <w:t xml:space="preserve">Neem een bepaald (fictief) bedrijf in gedachten. </w:t>
      </w:r>
      <w:r w:rsidR="0010578C">
        <w:t xml:space="preserve">Omschrijf hoe dit bedrijf er (ongeveer) uit ziet. </w:t>
      </w:r>
    </w:p>
    <w:p w14:paraId="27D6510F" w14:textId="6704CD96" w:rsidR="0010578C" w:rsidRDefault="0010578C" w:rsidP="0010578C">
      <w:pPr>
        <w:pStyle w:val="Lijstalinea"/>
        <w:numPr>
          <w:ilvl w:val="1"/>
          <w:numId w:val="3"/>
        </w:numPr>
      </w:pPr>
      <w:r>
        <w:t>Welke dieren verblijven er?</w:t>
      </w:r>
    </w:p>
    <w:p w14:paraId="1A37BAC5" w14:textId="1C0E27CC" w:rsidR="0010578C" w:rsidRDefault="0010578C" w:rsidP="0010578C">
      <w:pPr>
        <w:pStyle w:val="Lijstalinea"/>
        <w:numPr>
          <w:ilvl w:val="1"/>
          <w:numId w:val="3"/>
        </w:numPr>
      </w:pPr>
      <w:r>
        <w:t>Hoeveel dieren verblijven er?</w:t>
      </w:r>
    </w:p>
    <w:p w14:paraId="3E4FF245" w14:textId="792C1A39" w:rsidR="0010578C" w:rsidRDefault="0010578C" w:rsidP="0010578C">
      <w:pPr>
        <w:pStyle w:val="Lijstalinea"/>
        <w:numPr>
          <w:ilvl w:val="1"/>
          <w:numId w:val="3"/>
        </w:numPr>
      </w:pPr>
      <w:r>
        <w:t>Hoe worden de dieren gehuisvest?</w:t>
      </w:r>
    </w:p>
    <w:p w14:paraId="661971B5" w14:textId="77777777" w:rsidR="0010578C" w:rsidRDefault="0010578C" w:rsidP="0010578C"/>
    <w:p w14:paraId="69784879" w14:textId="73B71000" w:rsidR="00503BBB" w:rsidRDefault="00503BBB" w:rsidP="00503BBB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37A0EBD" w14:textId="0B30238F" w:rsidR="00503BBB" w:rsidRPr="0010578C" w:rsidRDefault="00503BBB" w:rsidP="00503BBB"/>
    <w:p w14:paraId="78E110DA" w14:textId="5A9CBB1D" w:rsidR="00503BBB" w:rsidRDefault="00503BBB" w:rsidP="00503BBB">
      <w:pPr>
        <w:pStyle w:val="Lijstalinea"/>
        <w:numPr>
          <w:ilvl w:val="0"/>
          <w:numId w:val="3"/>
        </w:numPr>
      </w:pPr>
      <w:r>
        <w:t xml:space="preserve">Denk nog eens aan de vijf vrijheden. Per vrijheid omschrijf je 5 zaken die jij belangrijk vindt voor het dier en waar jij het bedrijf op wilt toetsen. Deze ‘maatregelen’ noteer je in de tabel op de volgende pagina. </w:t>
      </w:r>
    </w:p>
    <w:p w14:paraId="2E836196" w14:textId="77777777" w:rsidR="00503BBB" w:rsidRDefault="00503BBB" w:rsidP="00503BBB"/>
    <w:p w14:paraId="49C31B01" w14:textId="2FAC3DE4" w:rsidR="00503BBB" w:rsidRDefault="00503BBB" w:rsidP="00D37289">
      <w:pPr>
        <w:pStyle w:val="Lijstalinea"/>
        <w:numPr>
          <w:ilvl w:val="0"/>
          <w:numId w:val="3"/>
        </w:numPr>
      </w:pPr>
      <w:r>
        <w:t xml:space="preserve">Vervolgens ja je nadenken hoe je dit bedrijf gaat beoordelen. Met andere woorden: wat wil je zien binnen het bedrijf om een score (0/1/2) te kunnen toekennen? Dit vul je ook in </w:t>
      </w:r>
      <w:proofErr w:type="spellStart"/>
      <w:r>
        <w:t>in</w:t>
      </w:r>
      <w:proofErr w:type="spellEnd"/>
      <w:r>
        <w:t xml:space="preserve"> de tabel. </w:t>
      </w:r>
    </w:p>
    <w:p w14:paraId="06A09C66" w14:textId="77777777" w:rsidR="0010578C" w:rsidRPr="00503BBB" w:rsidRDefault="0010578C" w:rsidP="00503BBB">
      <w:pPr>
        <w:pStyle w:val="Lijstalinea"/>
        <w:rPr>
          <w:b/>
        </w:rPr>
      </w:pPr>
    </w:p>
    <w:p w14:paraId="22D9413E" w14:textId="77777777" w:rsidR="00503BBB" w:rsidRDefault="00503BBB" w:rsidP="0010578C">
      <w:pPr>
        <w:sectPr w:rsidR="00503BBB" w:rsidSect="009612FA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bookmarkStart w:id="0" w:name="_GoBack"/>
      <w:bookmarkEnd w:id="0"/>
    </w:p>
    <w:tbl>
      <w:tblPr>
        <w:tblStyle w:val="Tabelraster"/>
        <w:tblpPr w:leftFromText="141" w:rightFromText="141" w:horzAnchor="margin" w:tblpY="645"/>
        <w:tblW w:w="0" w:type="auto"/>
        <w:tblLook w:val="04A0" w:firstRow="1" w:lastRow="0" w:firstColumn="1" w:lastColumn="0" w:noHBand="0" w:noVBand="1"/>
      </w:tblPr>
      <w:tblGrid>
        <w:gridCol w:w="450"/>
        <w:gridCol w:w="4081"/>
        <w:gridCol w:w="3119"/>
        <w:gridCol w:w="3260"/>
        <w:gridCol w:w="3084"/>
      </w:tblGrid>
      <w:tr w:rsidR="00503BBB" w14:paraId="1143AEEA" w14:textId="77777777" w:rsidTr="00503BBB">
        <w:tc>
          <w:tcPr>
            <w:tcW w:w="4531" w:type="dxa"/>
            <w:gridSpan w:val="2"/>
          </w:tcPr>
          <w:p w14:paraId="3773540E" w14:textId="00F2CDB2" w:rsidR="00503BBB" w:rsidRPr="00503BBB" w:rsidRDefault="00503BBB" w:rsidP="00503BBB">
            <w:pPr>
              <w:rPr>
                <w:b/>
              </w:rPr>
            </w:pPr>
            <w:r w:rsidRPr="00503BBB">
              <w:rPr>
                <w:b/>
              </w:rPr>
              <w:lastRenderedPageBreak/>
              <w:t>Maatregel</w:t>
            </w:r>
          </w:p>
        </w:tc>
        <w:tc>
          <w:tcPr>
            <w:tcW w:w="3119" w:type="dxa"/>
          </w:tcPr>
          <w:p w14:paraId="5E6C6E4F" w14:textId="228E10F2" w:rsidR="00503BBB" w:rsidRPr="00503BBB" w:rsidRDefault="00503BBB" w:rsidP="00503BBB">
            <w:pPr>
              <w:rPr>
                <w:b/>
              </w:rPr>
            </w:pPr>
            <w:r w:rsidRPr="00503BBB">
              <w:rPr>
                <w:b/>
              </w:rPr>
              <w:t xml:space="preserve">Beoordeling: 0 </w:t>
            </w:r>
          </w:p>
        </w:tc>
        <w:tc>
          <w:tcPr>
            <w:tcW w:w="3260" w:type="dxa"/>
          </w:tcPr>
          <w:p w14:paraId="00D0A2A5" w14:textId="3F2CCCA3" w:rsidR="00503BBB" w:rsidRPr="00503BBB" w:rsidRDefault="00503BBB" w:rsidP="00503BBB">
            <w:pPr>
              <w:rPr>
                <w:b/>
              </w:rPr>
            </w:pPr>
            <w:r w:rsidRPr="00503BBB">
              <w:rPr>
                <w:b/>
              </w:rPr>
              <w:t>Beoordeling: 1</w:t>
            </w:r>
          </w:p>
        </w:tc>
        <w:tc>
          <w:tcPr>
            <w:tcW w:w="3084" w:type="dxa"/>
          </w:tcPr>
          <w:p w14:paraId="5EFC5487" w14:textId="34B34FF3" w:rsidR="00503BBB" w:rsidRPr="00503BBB" w:rsidRDefault="00503BBB" w:rsidP="00503BBB">
            <w:pPr>
              <w:rPr>
                <w:b/>
              </w:rPr>
            </w:pPr>
            <w:r w:rsidRPr="00503BBB">
              <w:rPr>
                <w:b/>
              </w:rPr>
              <w:t>Beoordeling:2</w:t>
            </w:r>
          </w:p>
        </w:tc>
      </w:tr>
      <w:tr w:rsidR="00503BBB" w14:paraId="6466E40D" w14:textId="77777777" w:rsidTr="00503BBB">
        <w:tc>
          <w:tcPr>
            <w:tcW w:w="450" w:type="dxa"/>
          </w:tcPr>
          <w:p w14:paraId="6C9A0D37" w14:textId="7DC9E427" w:rsidR="00503BBB" w:rsidRDefault="00503BBB" w:rsidP="00503BBB">
            <w:r>
              <w:t>1</w:t>
            </w:r>
          </w:p>
        </w:tc>
        <w:tc>
          <w:tcPr>
            <w:tcW w:w="4081" w:type="dxa"/>
          </w:tcPr>
          <w:p w14:paraId="55FB118C" w14:textId="77777777" w:rsidR="00503BBB" w:rsidRDefault="00503BBB" w:rsidP="00503BBB"/>
          <w:p w14:paraId="29251ED3" w14:textId="77777777" w:rsidR="00503BBB" w:rsidRDefault="00503BBB" w:rsidP="00503BBB"/>
        </w:tc>
        <w:tc>
          <w:tcPr>
            <w:tcW w:w="3119" w:type="dxa"/>
          </w:tcPr>
          <w:p w14:paraId="6CF9D863" w14:textId="2500C227" w:rsidR="00503BBB" w:rsidRDefault="00503BBB" w:rsidP="00503BBB"/>
        </w:tc>
        <w:tc>
          <w:tcPr>
            <w:tcW w:w="3260" w:type="dxa"/>
          </w:tcPr>
          <w:p w14:paraId="47EF2CE6" w14:textId="77777777" w:rsidR="00503BBB" w:rsidRDefault="00503BBB" w:rsidP="00503BBB"/>
        </w:tc>
        <w:tc>
          <w:tcPr>
            <w:tcW w:w="3084" w:type="dxa"/>
          </w:tcPr>
          <w:p w14:paraId="3D9A52CA" w14:textId="77777777" w:rsidR="00503BBB" w:rsidRDefault="00503BBB" w:rsidP="00503BBB"/>
        </w:tc>
      </w:tr>
      <w:tr w:rsidR="00503BBB" w14:paraId="5E15B23A" w14:textId="77777777" w:rsidTr="00503BBB">
        <w:tc>
          <w:tcPr>
            <w:tcW w:w="450" w:type="dxa"/>
          </w:tcPr>
          <w:p w14:paraId="5A47AA4D" w14:textId="454298BE" w:rsidR="00503BBB" w:rsidRDefault="00503BBB" w:rsidP="00503BBB">
            <w:r>
              <w:t>2</w:t>
            </w:r>
          </w:p>
        </w:tc>
        <w:tc>
          <w:tcPr>
            <w:tcW w:w="4081" w:type="dxa"/>
          </w:tcPr>
          <w:p w14:paraId="1BDD0346" w14:textId="77777777" w:rsidR="00503BBB" w:rsidRDefault="00503BBB" w:rsidP="00503BBB"/>
          <w:p w14:paraId="28A10CA7" w14:textId="77777777" w:rsidR="00503BBB" w:rsidRDefault="00503BBB" w:rsidP="00503BBB"/>
        </w:tc>
        <w:tc>
          <w:tcPr>
            <w:tcW w:w="3119" w:type="dxa"/>
          </w:tcPr>
          <w:p w14:paraId="0A5D352D" w14:textId="07B0E72B" w:rsidR="00503BBB" w:rsidRDefault="00503BBB" w:rsidP="00503BBB"/>
        </w:tc>
        <w:tc>
          <w:tcPr>
            <w:tcW w:w="3260" w:type="dxa"/>
          </w:tcPr>
          <w:p w14:paraId="34CDB3B9" w14:textId="77777777" w:rsidR="00503BBB" w:rsidRDefault="00503BBB" w:rsidP="00503BBB"/>
        </w:tc>
        <w:tc>
          <w:tcPr>
            <w:tcW w:w="3084" w:type="dxa"/>
          </w:tcPr>
          <w:p w14:paraId="527498C5" w14:textId="77777777" w:rsidR="00503BBB" w:rsidRDefault="00503BBB" w:rsidP="00503BBB"/>
        </w:tc>
      </w:tr>
      <w:tr w:rsidR="00503BBB" w14:paraId="63F2DD01" w14:textId="77777777" w:rsidTr="00503BBB">
        <w:tc>
          <w:tcPr>
            <w:tcW w:w="450" w:type="dxa"/>
          </w:tcPr>
          <w:p w14:paraId="01635429" w14:textId="26EA77AF" w:rsidR="00503BBB" w:rsidRDefault="00503BBB" w:rsidP="00503BBB">
            <w:r>
              <w:t>3</w:t>
            </w:r>
          </w:p>
        </w:tc>
        <w:tc>
          <w:tcPr>
            <w:tcW w:w="4081" w:type="dxa"/>
          </w:tcPr>
          <w:p w14:paraId="08D35EFD" w14:textId="77777777" w:rsidR="00503BBB" w:rsidRDefault="00503BBB" w:rsidP="00503BBB"/>
          <w:p w14:paraId="2BE46395" w14:textId="77777777" w:rsidR="00503BBB" w:rsidRDefault="00503BBB" w:rsidP="00503BBB"/>
        </w:tc>
        <w:tc>
          <w:tcPr>
            <w:tcW w:w="3119" w:type="dxa"/>
          </w:tcPr>
          <w:p w14:paraId="5AA04A63" w14:textId="09E83275" w:rsidR="00503BBB" w:rsidRDefault="00503BBB" w:rsidP="00503BBB"/>
        </w:tc>
        <w:tc>
          <w:tcPr>
            <w:tcW w:w="3260" w:type="dxa"/>
          </w:tcPr>
          <w:p w14:paraId="52529939" w14:textId="77777777" w:rsidR="00503BBB" w:rsidRDefault="00503BBB" w:rsidP="00503BBB"/>
        </w:tc>
        <w:tc>
          <w:tcPr>
            <w:tcW w:w="3084" w:type="dxa"/>
          </w:tcPr>
          <w:p w14:paraId="45CCFC2B" w14:textId="77777777" w:rsidR="00503BBB" w:rsidRDefault="00503BBB" w:rsidP="00503BBB"/>
        </w:tc>
      </w:tr>
      <w:tr w:rsidR="00503BBB" w14:paraId="7F71D636" w14:textId="77777777" w:rsidTr="00503BBB">
        <w:tc>
          <w:tcPr>
            <w:tcW w:w="450" w:type="dxa"/>
          </w:tcPr>
          <w:p w14:paraId="771551F7" w14:textId="0BFE3311" w:rsidR="00503BBB" w:rsidRDefault="00503BBB" w:rsidP="00503BBB">
            <w:r>
              <w:t>4</w:t>
            </w:r>
          </w:p>
        </w:tc>
        <w:tc>
          <w:tcPr>
            <w:tcW w:w="4081" w:type="dxa"/>
          </w:tcPr>
          <w:p w14:paraId="2FEFB91F" w14:textId="77777777" w:rsidR="00503BBB" w:rsidRDefault="00503BBB" w:rsidP="00503BBB"/>
          <w:p w14:paraId="28183905" w14:textId="77777777" w:rsidR="00503BBB" w:rsidRDefault="00503BBB" w:rsidP="00503BBB"/>
        </w:tc>
        <w:tc>
          <w:tcPr>
            <w:tcW w:w="3119" w:type="dxa"/>
          </w:tcPr>
          <w:p w14:paraId="07F6726F" w14:textId="27CABF43" w:rsidR="00503BBB" w:rsidRDefault="00503BBB" w:rsidP="00503BBB"/>
        </w:tc>
        <w:tc>
          <w:tcPr>
            <w:tcW w:w="3260" w:type="dxa"/>
          </w:tcPr>
          <w:p w14:paraId="1490CFFD" w14:textId="77777777" w:rsidR="00503BBB" w:rsidRDefault="00503BBB" w:rsidP="00503BBB"/>
        </w:tc>
        <w:tc>
          <w:tcPr>
            <w:tcW w:w="3084" w:type="dxa"/>
          </w:tcPr>
          <w:p w14:paraId="1287D137" w14:textId="77777777" w:rsidR="00503BBB" w:rsidRDefault="00503BBB" w:rsidP="00503BBB"/>
        </w:tc>
      </w:tr>
      <w:tr w:rsidR="00503BBB" w14:paraId="45BA139D" w14:textId="77777777" w:rsidTr="00503BBB">
        <w:tc>
          <w:tcPr>
            <w:tcW w:w="450" w:type="dxa"/>
          </w:tcPr>
          <w:p w14:paraId="4D33CE67" w14:textId="31F9D963" w:rsidR="00503BBB" w:rsidRDefault="00503BBB" w:rsidP="00503BBB">
            <w:r>
              <w:t>5</w:t>
            </w:r>
          </w:p>
        </w:tc>
        <w:tc>
          <w:tcPr>
            <w:tcW w:w="4081" w:type="dxa"/>
          </w:tcPr>
          <w:p w14:paraId="1A9DB05B" w14:textId="77777777" w:rsidR="00503BBB" w:rsidRDefault="00503BBB" w:rsidP="00503BBB"/>
          <w:p w14:paraId="14A13E4A" w14:textId="77777777" w:rsidR="00503BBB" w:rsidRDefault="00503BBB" w:rsidP="00503BBB"/>
        </w:tc>
        <w:tc>
          <w:tcPr>
            <w:tcW w:w="3119" w:type="dxa"/>
          </w:tcPr>
          <w:p w14:paraId="578217C3" w14:textId="6BE03D6C" w:rsidR="00503BBB" w:rsidRDefault="00503BBB" w:rsidP="00503BBB"/>
        </w:tc>
        <w:tc>
          <w:tcPr>
            <w:tcW w:w="3260" w:type="dxa"/>
          </w:tcPr>
          <w:p w14:paraId="34D68595" w14:textId="77777777" w:rsidR="00503BBB" w:rsidRDefault="00503BBB" w:rsidP="00503BBB"/>
        </w:tc>
        <w:tc>
          <w:tcPr>
            <w:tcW w:w="3084" w:type="dxa"/>
          </w:tcPr>
          <w:p w14:paraId="24CF74A1" w14:textId="77777777" w:rsidR="00503BBB" w:rsidRDefault="00503BBB" w:rsidP="00503BBB"/>
        </w:tc>
      </w:tr>
      <w:tr w:rsidR="00503BBB" w14:paraId="18E85927" w14:textId="77777777" w:rsidTr="00503BBB">
        <w:tc>
          <w:tcPr>
            <w:tcW w:w="450" w:type="dxa"/>
          </w:tcPr>
          <w:p w14:paraId="0E8F40AF" w14:textId="77777777" w:rsidR="00503BBB" w:rsidRDefault="00503BBB" w:rsidP="00503BBB"/>
        </w:tc>
        <w:tc>
          <w:tcPr>
            <w:tcW w:w="4081" w:type="dxa"/>
          </w:tcPr>
          <w:p w14:paraId="2D68A4FC" w14:textId="77777777" w:rsidR="00503BBB" w:rsidRDefault="00503BBB" w:rsidP="00503BBB"/>
        </w:tc>
        <w:tc>
          <w:tcPr>
            <w:tcW w:w="3119" w:type="dxa"/>
          </w:tcPr>
          <w:p w14:paraId="28B13A77" w14:textId="59A86CF4" w:rsidR="00503BBB" w:rsidRDefault="00503BBB" w:rsidP="00503BBB"/>
        </w:tc>
        <w:tc>
          <w:tcPr>
            <w:tcW w:w="3260" w:type="dxa"/>
          </w:tcPr>
          <w:p w14:paraId="321CA63F" w14:textId="77777777" w:rsidR="00503BBB" w:rsidRDefault="00503BBB" w:rsidP="00503BBB"/>
        </w:tc>
        <w:tc>
          <w:tcPr>
            <w:tcW w:w="3084" w:type="dxa"/>
          </w:tcPr>
          <w:p w14:paraId="10228F83" w14:textId="77777777" w:rsidR="00503BBB" w:rsidRDefault="00503BBB" w:rsidP="00503BBB"/>
        </w:tc>
      </w:tr>
    </w:tbl>
    <w:p w14:paraId="03553D92" w14:textId="3320809D" w:rsidR="009612FA" w:rsidRDefault="00503BBB" w:rsidP="0010578C">
      <w:r w:rsidRPr="00503BBB">
        <w:rPr>
          <w:b/>
        </w:rPr>
        <w:t>Vrijheid 1:</w:t>
      </w:r>
      <w:r>
        <w:t xml:space="preserve"> D</w:t>
      </w:r>
      <w:r w:rsidRPr="00503BBB">
        <w:t>ieren zijn vrij van honger en dorst. Ze hebben gemakkelijk toegang tot vers water en een adequaat rantsoen</w:t>
      </w:r>
    </w:p>
    <w:p w14:paraId="34B5BC54" w14:textId="77777777" w:rsidR="0010578C" w:rsidRDefault="0010578C" w:rsidP="0010578C"/>
    <w:p w14:paraId="3B06B769" w14:textId="384A886D" w:rsidR="0010578C" w:rsidRDefault="00503BBB" w:rsidP="0010578C">
      <w:r>
        <w:rPr>
          <w:b/>
        </w:rPr>
        <w:t>Vrij</w:t>
      </w:r>
      <w:r w:rsidRPr="00503BBB">
        <w:rPr>
          <w:b/>
        </w:rPr>
        <w:t>heid 2:</w:t>
      </w:r>
      <w:r>
        <w:t xml:space="preserve"> D</w:t>
      </w:r>
      <w:r w:rsidRPr="00503BBB">
        <w:t>ieren zijn vrij van ongemak. Ze hebben een geschikte leefomgeving inclusief onderdak en een comfortabele rustplaats</w:t>
      </w:r>
      <w:r>
        <w:t xml:space="preserve">. </w:t>
      </w:r>
    </w:p>
    <w:tbl>
      <w:tblPr>
        <w:tblStyle w:val="Tabelraster"/>
        <w:tblpPr w:leftFromText="141" w:rightFromText="141" w:vertAnchor="page" w:horzAnchor="margin" w:tblpY="6406"/>
        <w:tblW w:w="0" w:type="auto"/>
        <w:tblLook w:val="04A0" w:firstRow="1" w:lastRow="0" w:firstColumn="1" w:lastColumn="0" w:noHBand="0" w:noVBand="1"/>
      </w:tblPr>
      <w:tblGrid>
        <w:gridCol w:w="450"/>
        <w:gridCol w:w="4081"/>
        <w:gridCol w:w="3119"/>
        <w:gridCol w:w="3260"/>
        <w:gridCol w:w="3084"/>
      </w:tblGrid>
      <w:tr w:rsidR="00503BBB" w14:paraId="12010B98" w14:textId="77777777" w:rsidTr="00503BBB">
        <w:tc>
          <w:tcPr>
            <w:tcW w:w="4531" w:type="dxa"/>
            <w:gridSpan w:val="2"/>
          </w:tcPr>
          <w:p w14:paraId="7337F730" w14:textId="77777777" w:rsidR="00503BBB" w:rsidRPr="00503BBB" w:rsidRDefault="00503BBB" w:rsidP="00503BBB">
            <w:pPr>
              <w:rPr>
                <w:b/>
              </w:rPr>
            </w:pPr>
            <w:r w:rsidRPr="00503BBB">
              <w:rPr>
                <w:b/>
              </w:rPr>
              <w:t>Maatregel</w:t>
            </w:r>
          </w:p>
        </w:tc>
        <w:tc>
          <w:tcPr>
            <w:tcW w:w="3119" w:type="dxa"/>
          </w:tcPr>
          <w:p w14:paraId="4512EF30" w14:textId="77777777" w:rsidR="00503BBB" w:rsidRPr="00503BBB" w:rsidRDefault="00503BBB" w:rsidP="00503BBB">
            <w:pPr>
              <w:rPr>
                <w:b/>
              </w:rPr>
            </w:pPr>
            <w:r w:rsidRPr="00503BBB">
              <w:rPr>
                <w:b/>
              </w:rPr>
              <w:t xml:space="preserve">Beoordeling: 0 </w:t>
            </w:r>
          </w:p>
        </w:tc>
        <w:tc>
          <w:tcPr>
            <w:tcW w:w="3260" w:type="dxa"/>
          </w:tcPr>
          <w:p w14:paraId="026EDCEF" w14:textId="77777777" w:rsidR="00503BBB" w:rsidRPr="00503BBB" w:rsidRDefault="00503BBB" w:rsidP="00503BBB">
            <w:pPr>
              <w:rPr>
                <w:b/>
              </w:rPr>
            </w:pPr>
            <w:r w:rsidRPr="00503BBB">
              <w:rPr>
                <w:b/>
              </w:rPr>
              <w:t>Beoordeling: 1</w:t>
            </w:r>
          </w:p>
        </w:tc>
        <w:tc>
          <w:tcPr>
            <w:tcW w:w="3084" w:type="dxa"/>
          </w:tcPr>
          <w:p w14:paraId="721E5DCA" w14:textId="77777777" w:rsidR="00503BBB" w:rsidRPr="00503BBB" w:rsidRDefault="00503BBB" w:rsidP="00503BBB">
            <w:pPr>
              <w:rPr>
                <w:b/>
              </w:rPr>
            </w:pPr>
            <w:r w:rsidRPr="00503BBB">
              <w:rPr>
                <w:b/>
              </w:rPr>
              <w:t>Beoordeling:2</w:t>
            </w:r>
          </w:p>
        </w:tc>
      </w:tr>
      <w:tr w:rsidR="00503BBB" w14:paraId="57F61434" w14:textId="77777777" w:rsidTr="00503BBB">
        <w:tc>
          <w:tcPr>
            <w:tcW w:w="450" w:type="dxa"/>
          </w:tcPr>
          <w:p w14:paraId="4D267E57" w14:textId="77777777" w:rsidR="00503BBB" w:rsidRDefault="00503BBB" w:rsidP="00503BBB">
            <w:r>
              <w:t>1</w:t>
            </w:r>
          </w:p>
        </w:tc>
        <w:tc>
          <w:tcPr>
            <w:tcW w:w="4081" w:type="dxa"/>
          </w:tcPr>
          <w:p w14:paraId="58C9AB51" w14:textId="77777777" w:rsidR="00503BBB" w:rsidRDefault="00503BBB" w:rsidP="00503BBB"/>
          <w:p w14:paraId="4BBE28DA" w14:textId="77777777" w:rsidR="00503BBB" w:rsidRDefault="00503BBB" w:rsidP="00503BBB"/>
        </w:tc>
        <w:tc>
          <w:tcPr>
            <w:tcW w:w="3119" w:type="dxa"/>
          </w:tcPr>
          <w:p w14:paraId="593218A6" w14:textId="77777777" w:rsidR="00503BBB" w:rsidRDefault="00503BBB" w:rsidP="00503BBB"/>
        </w:tc>
        <w:tc>
          <w:tcPr>
            <w:tcW w:w="3260" w:type="dxa"/>
          </w:tcPr>
          <w:p w14:paraId="71E86FE5" w14:textId="77777777" w:rsidR="00503BBB" w:rsidRDefault="00503BBB" w:rsidP="00503BBB"/>
        </w:tc>
        <w:tc>
          <w:tcPr>
            <w:tcW w:w="3084" w:type="dxa"/>
          </w:tcPr>
          <w:p w14:paraId="7D198AFD" w14:textId="77777777" w:rsidR="00503BBB" w:rsidRDefault="00503BBB" w:rsidP="00503BBB"/>
        </w:tc>
      </w:tr>
      <w:tr w:rsidR="00503BBB" w14:paraId="580DD2A2" w14:textId="77777777" w:rsidTr="00503BBB">
        <w:tc>
          <w:tcPr>
            <w:tcW w:w="450" w:type="dxa"/>
          </w:tcPr>
          <w:p w14:paraId="1671F851" w14:textId="77777777" w:rsidR="00503BBB" w:rsidRDefault="00503BBB" w:rsidP="00503BBB">
            <w:r>
              <w:t>2</w:t>
            </w:r>
          </w:p>
        </w:tc>
        <w:tc>
          <w:tcPr>
            <w:tcW w:w="4081" w:type="dxa"/>
          </w:tcPr>
          <w:p w14:paraId="2D5004B5" w14:textId="77777777" w:rsidR="00503BBB" w:rsidRDefault="00503BBB" w:rsidP="00503BBB"/>
          <w:p w14:paraId="71D15FF4" w14:textId="77777777" w:rsidR="00503BBB" w:rsidRDefault="00503BBB" w:rsidP="00503BBB"/>
        </w:tc>
        <w:tc>
          <w:tcPr>
            <w:tcW w:w="3119" w:type="dxa"/>
          </w:tcPr>
          <w:p w14:paraId="085B096E" w14:textId="77777777" w:rsidR="00503BBB" w:rsidRDefault="00503BBB" w:rsidP="00503BBB"/>
        </w:tc>
        <w:tc>
          <w:tcPr>
            <w:tcW w:w="3260" w:type="dxa"/>
          </w:tcPr>
          <w:p w14:paraId="2785891E" w14:textId="77777777" w:rsidR="00503BBB" w:rsidRDefault="00503BBB" w:rsidP="00503BBB"/>
        </w:tc>
        <w:tc>
          <w:tcPr>
            <w:tcW w:w="3084" w:type="dxa"/>
          </w:tcPr>
          <w:p w14:paraId="48EA1AAA" w14:textId="77777777" w:rsidR="00503BBB" w:rsidRDefault="00503BBB" w:rsidP="00503BBB"/>
        </w:tc>
      </w:tr>
      <w:tr w:rsidR="00503BBB" w14:paraId="446A30DC" w14:textId="77777777" w:rsidTr="00503BBB">
        <w:tc>
          <w:tcPr>
            <w:tcW w:w="450" w:type="dxa"/>
          </w:tcPr>
          <w:p w14:paraId="255679C1" w14:textId="77777777" w:rsidR="00503BBB" w:rsidRDefault="00503BBB" w:rsidP="00503BBB">
            <w:r>
              <w:t>3</w:t>
            </w:r>
          </w:p>
        </w:tc>
        <w:tc>
          <w:tcPr>
            <w:tcW w:w="4081" w:type="dxa"/>
          </w:tcPr>
          <w:p w14:paraId="01899FFB" w14:textId="77777777" w:rsidR="00503BBB" w:rsidRDefault="00503BBB" w:rsidP="00503BBB"/>
          <w:p w14:paraId="17CB22DF" w14:textId="77777777" w:rsidR="00503BBB" w:rsidRDefault="00503BBB" w:rsidP="00503BBB"/>
        </w:tc>
        <w:tc>
          <w:tcPr>
            <w:tcW w:w="3119" w:type="dxa"/>
          </w:tcPr>
          <w:p w14:paraId="670591D0" w14:textId="77777777" w:rsidR="00503BBB" w:rsidRDefault="00503BBB" w:rsidP="00503BBB"/>
        </w:tc>
        <w:tc>
          <w:tcPr>
            <w:tcW w:w="3260" w:type="dxa"/>
          </w:tcPr>
          <w:p w14:paraId="5BB7C4DF" w14:textId="77777777" w:rsidR="00503BBB" w:rsidRDefault="00503BBB" w:rsidP="00503BBB"/>
        </w:tc>
        <w:tc>
          <w:tcPr>
            <w:tcW w:w="3084" w:type="dxa"/>
          </w:tcPr>
          <w:p w14:paraId="34087B2D" w14:textId="77777777" w:rsidR="00503BBB" w:rsidRDefault="00503BBB" w:rsidP="00503BBB"/>
        </w:tc>
      </w:tr>
      <w:tr w:rsidR="00503BBB" w14:paraId="2A608943" w14:textId="77777777" w:rsidTr="00503BBB">
        <w:tc>
          <w:tcPr>
            <w:tcW w:w="450" w:type="dxa"/>
          </w:tcPr>
          <w:p w14:paraId="38E134A6" w14:textId="77777777" w:rsidR="00503BBB" w:rsidRDefault="00503BBB" w:rsidP="00503BBB">
            <w:r>
              <w:t>4</w:t>
            </w:r>
          </w:p>
        </w:tc>
        <w:tc>
          <w:tcPr>
            <w:tcW w:w="4081" w:type="dxa"/>
          </w:tcPr>
          <w:p w14:paraId="32AD9E25" w14:textId="77777777" w:rsidR="00503BBB" w:rsidRDefault="00503BBB" w:rsidP="00503BBB"/>
          <w:p w14:paraId="4998C31D" w14:textId="77777777" w:rsidR="00503BBB" w:rsidRDefault="00503BBB" w:rsidP="00503BBB"/>
        </w:tc>
        <w:tc>
          <w:tcPr>
            <w:tcW w:w="3119" w:type="dxa"/>
          </w:tcPr>
          <w:p w14:paraId="048208EE" w14:textId="77777777" w:rsidR="00503BBB" w:rsidRDefault="00503BBB" w:rsidP="00503BBB"/>
        </w:tc>
        <w:tc>
          <w:tcPr>
            <w:tcW w:w="3260" w:type="dxa"/>
          </w:tcPr>
          <w:p w14:paraId="0B9D3A54" w14:textId="77777777" w:rsidR="00503BBB" w:rsidRDefault="00503BBB" w:rsidP="00503BBB"/>
        </w:tc>
        <w:tc>
          <w:tcPr>
            <w:tcW w:w="3084" w:type="dxa"/>
          </w:tcPr>
          <w:p w14:paraId="29D34DE8" w14:textId="77777777" w:rsidR="00503BBB" w:rsidRDefault="00503BBB" w:rsidP="00503BBB"/>
        </w:tc>
      </w:tr>
      <w:tr w:rsidR="00503BBB" w14:paraId="6AAB2D2C" w14:textId="77777777" w:rsidTr="00503BBB">
        <w:tc>
          <w:tcPr>
            <w:tcW w:w="450" w:type="dxa"/>
          </w:tcPr>
          <w:p w14:paraId="547E89DC" w14:textId="77777777" w:rsidR="00503BBB" w:rsidRDefault="00503BBB" w:rsidP="00503BBB">
            <w:r>
              <w:t>5</w:t>
            </w:r>
          </w:p>
        </w:tc>
        <w:tc>
          <w:tcPr>
            <w:tcW w:w="4081" w:type="dxa"/>
          </w:tcPr>
          <w:p w14:paraId="157B9172" w14:textId="77777777" w:rsidR="00503BBB" w:rsidRDefault="00503BBB" w:rsidP="00503BBB"/>
          <w:p w14:paraId="408771B2" w14:textId="77777777" w:rsidR="00503BBB" w:rsidRDefault="00503BBB" w:rsidP="00503BBB"/>
        </w:tc>
        <w:tc>
          <w:tcPr>
            <w:tcW w:w="3119" w:type="dxa"/>
          </w:tcPr>
          <w:p w14:paraId="272184BE" w14:textId="77777777" w:rsidR="00503BBB" w:rsidRDefault="00503BBB" w:rsidP="00503BBB"/>
        </w:tc>
        <w:tc>
          <w:tcPr>
            <w:tcW w:w="3260" w:type="dxa"/>
          </w:tcPr>
          <w:p w14:paraId="4BEE4703" w14:textId="77777777" w:rsidR="00503BBB" w:rsidRDefault="00503BBB" w:rsidP="00503BBB"/>
        </w:tc>
        <w:tc>
          <w:tcPr>
            <w:tcW w:w="3084" w:type="dxa"/>
          </w:tcPr>
          <w:p w14:paraId="0F271DB4" w14:textId="77777777" w:rsidR="00503BBB" w:rsidRDefault="00503BBB" w:rsidP="00503BBB"/>
        </w:tc>
      </w:tr>
      <w:tr w:rsidR="00503BBB" w14:paraId="514178E1" w14:textId="77777777" w:rsidTr="00503BBB">
        <w:tc>
          <w:tcPr>
            <w:tcW w:w="450" w:type="dxa"/>
          </w:tcPr>
          <w:p w14:paraId="43F0E652" w14:textId="77777777" w:rsidR="00503BBB" w:rsidRDefault="00503BBB" w:rsidP="00503BBB"/>
        </w:tc>
        <w:tc>
          <w:tcPr>
            <w:tcW w:w="4081" w:type="dxa"/>
          </w:tcPr>
          <w:p w14:paraId="0BC0C2DD" w14:textId="77777777" w:rsidR="00503BBB" w:rsidRDefault="00503BBB" w:rsidP="00503BBB"/>
        </w:tc>
        <w:tc>
          <w:tcPr>
            <w:tcW w:w="3119" w:type="dxa"/>
          </w:tcPr>
          <w:p w14:paraId="7D006169" w14:textId="77777777" w:rsidR="00503BBB" w:rsidRDefault="00503BBB" w:rsidP="00503BBB"/>
        </w:tc>
        <w:tc>
          <w:tcPr>
            <w:tcW w:w="3260" w:type="dxa"/>
          </w:tcPr>
          <w:p w14:paraId="12A60424" w14:textId="77777777" w:rsidR="00503BBB" w:rsidRDefault="00503BBB" w:rsidP="00503BBB"/>
        </w:tc>
        <w:tc>
          <w:tcPr>
            <w:tcW w:w="3084" w:type="dxa"/>
          </w:tcPr>
          <w:p w14:paraId="05F98A76" w14:textId="77777777" w:rsidR="00503BBB" w:rsidRDefault="00503BBB" w:rsidP="00503BBB"/>
        </w:tc>
      </w:tr>
    </w:tbl>
    <w:p w14:paraId="5D9856E5" w14:textId="1198F549" w:rsidR="00A9645B" w:rsidRDefault="00A9645B" w:rsidP="0010578C"/>
    <w:p w14:paraId="3406ACA4" w14:textId="77777777" w:rsidR="00A9645B" w:rsidRDefault="00A9645B">
      <w:r>
        <w:br w:type="page"/>
      </w:r>
    </w:p>
    <w:p w14:paraId="3339482E" w14:textId="1036566D" w:rsidR="00A9645B" w:rsidRDefault="00A9645B" w:rsidP="00A9645B">
      <w:r>
        <w:rPr>
          <w:b/>
        </w:rPr>
        <w:lastRenderedPageBreak/>
        <w:t>Vrijheid 3</w:t>
      </w:r>
      <w:r w:rsidRPr="00503BBB">
        <w:rPr>
          <w:b/>
        </w:rPr>
        <w:t>:</w:t>
      </w:r>
      <w:r>
        <w:t xml:space="preserve"> D</w:t>
      </w:r>
      <w:r w:rsidRPr="00A9645B">
        <w:t>ieren zijn vrij van pijn, verwonding en ziekte. Er is sprake van preventie en een snelle diagnose en behandeling</w:t>
      </w:r>
      <w:r>
        <w:t>.</w:t>
      </w:r>
    </w:p>
    <w:tbl>
      <w:tblPr>
        <w:tblStyle w:val="Tabelraster"/>
        <w:tblpPr w:leftFromText="141" w:rightFromText="141" w:horzAnchor="margin" w:tblpY="645"/>
        <w:tblW w:w="0" w:type="auto"/>
        <w:tblLook w:val="04A0" w:firstRow="1" w:lastRow="0" w:firstColumn="1" w:lastColumn="0" w:noHBand="0" w:noVBand="1"/>
      </w:tblPr>
      <w:tblGrid>
        <w:gridCol w:w="450"/>
        <w:gridCol w:w="4081"/>
        <w:gridCol w:w="3119"/>
        <w:gridCol w:w="3260"/>
        <w:gridCol w:w="3084"/>
      </w:tblGrid>
      <w:tr w:rsidR="00A9645B" w14:paraId="3CC55656" w14:textId="77777777" w:rsidTr="00824142">
        <w:tc>
          <w:tcPr>
            <w:tcW w:w="4531" w:type="dxa"/>
            <w:gridSpan w:val="2"/>
          </w:tcPr>
          <w:p w14:paraId="6B9D16BE" w14:textId="77777777" w:rsidR="00A9645B" w:rsidRPr="00503BBB" w:rsidRDefault="00A9645B" w:rsidP="00824142">
            <w:pPr>
              <w:rPr>
                <w:b/>
              </w:rPr>
            </w:pPr>
            <w:r w:rsidRPr="00503BBB">
              <w:rPr>
                <w:b/>
              </w:rPr>
              <w:t>Maatregel</w:t>
            </w:r>
          </w:p>
        </w:tc>
        <w:tc>
          <w:tcPr>
            <w:tcW w:w="3119" w:type="dxa"/>
          </w:tcPr>
          <w:p w14:paraId="047E725C" w14:textId="77777777" w:rsidR="00A9645B" w:rsidRPr="00503BBB" w:rsidRDefault="00A9645B" w:rsidP="00824142">
            <w:pPr>
              <w:rPr>
                <w:b/>
              </w:rPr>
            </w:pPr>
            <w:r w:rsidRPr="00503BBB">
              <w:rPr>
                <w:b/>
              </w:rPr>
              <w:t xml:space="preserve">Beoordeling: 0 </w:t>
            </w:r>
          </w:p>
        </w:tc>
        <w:tc>
          <w:tcPr>
            <w:tcW w:w="3260" w:type="dxa"/>
          </w:tcPr>
          <w:p w14:paraId="01F5E64D" w14:textId="77777777" w:rsidR="00A9645B" w:rsidRPr="00503BBB" w:rsidRDefault="00A9645B" w:rsidP="00824142">
            <w:pPr>
              <w:rPr>
                <w:b/>
              </w:rPr>
            </w:pPr>
            <w:r w:rsidRPr="00503BBB">
              <w:rPr>
                <w:b/>
              </w:rPr>
              <w:t>Beoordeling: 1</w:t>
            </w:r>
          </w:p>
        </w:tc>
        <w:tc>
          <w:tcPr>
            <w:tcW w:w="3084" w:type="dxa"/>
          </w:tcPr>
          <w:p w14:paraId="5190D843" w14:textId="77777777" w:rsidR="00A9645B" w:rsidRPr="00503BBB" w:rsidRDefault="00A9645B" w:rsidP="00824142">
            <w:pPr>
              <w:rPr>
                <w:b/>
              </w:rPr>
            </w:pPr>
            <w:r w:rsidRPr="00503BBB">
              <w:rPr>
                <w:b/>
              </w:rPr>
              <w:t>Beoordeling:2</w:t>
            </w:r>
          </w:p>
        </w:tc>
      </w:tr>
      <w:tr w:rsidR="00A9645B" w14:paraId="7AF07455" w14:textId="77777777" w:rsidTr="00824142">
        <w:tc>
          <w:tcPr>
            <w:tcW w:w="450" w:type="dxa"/>
          </w:tcPr>
          <w:p w14:paraId="798E0378" w14:textId="77777777" w:rsidR="00A9645B" w:rsidRDefault="00A9645B" w:rsidP="00824142">
            <w:r>
              <w:t>1</w:t>
            </w:r>
          </w:p>
        </w:tc>
        <w:tc>
          <w:tcPr>
            <w:tcW w:w="4081" w:type="dxa"/>
          </w:tcPr>
          <w:p w14:paraId="582817D1" w14:textId="77777777" w:rsidR="00A9645B" w:rsidRDefault="00A9645B" w:rsidP="00824142"/>
          <w:p w14:paraId="15268545" w14:textId="77777777" w:rsidR="00A9645B" w:rsidRDefault="00A9645B" w:rsidP="00824142"/>
        </w:tc>
        <w:tc>
          <w:tcPr>
            <w:tcW w:w="3119" w:type="dxa"/>
          </w:tcPr>
          <w:p w14:paraId="01D36177" w14:textId="77777777" w:rsidR="00A9645B" w:rsidRDefault="00A9645B" w:rsidP="00824142"/>
        </w:tc>
        <w:tc>
          <w:tcPr>
            <w:tcW w:w="3260" w:type="dxa"/>
          </w:tcPr>
          <w:p w14:paraId="254ECAF4" w14:textId="77777777" w:rsidR="00A9645B" w:rsidRDefault="00A9645B" w:rsidP="00824142"/>
        </w:tc>
        <w:tc>
          <w:tcPr>
            <w:tcW w:w="3084" w:type="dxa"/>
          </w:tcPr>
          <w:p w14:paraId="5ACCB960" w14:textId="77777777" w:rsidR="00A9645B" w:rsidRDefault="00A9645B" w:rsidP="00824142"/>
        </w:tc>
      </w:tr>
      <w:tr w:rsidR="00A9645B" w14:paraId="5F6CB900" w14:textId="77777777" w:rsidTr="00824142">
        <w:tc>
          <w:tcPr>
            <w:tcW w:w="450" w:type="dxa"/>
          </w:tcPr>
          <w:p w14:paraId="75ABE69F" w14:textId="77777777" w:rsidR="00A9645B" w:rsidRDefault="00A9645B" w:rsidP="00824142">
            <w:r>
              <w:t>2</w:t>
            </w:r>
          </w:p>
        </w:tc>
        <w:tc>
          <w:tcPr>
            <w:tcW w:w="4081" w:type="dxa"/>
          </w:tcPr>
          <w:p w14:paraId="5EBB6ACE" w14:textId="77777777" w:rsidR="00A9645B" w:rsidRDefault="00A9645B" w:rsidP="00824142"/>
          <w:p w14:paraId="56FD4337" w14:textId="77777777" w:rsidR="00A9645B" w:rsidRDefault="00A9645B" w:rsidP="00824142"/>
        </w:tc>
        <w:tc>
          <w:tcPr>
            <w:tcW w:w="3119" w:type="dxa"/>
          </w:tcPr>
          <w:p w14:paraId="4D0881C7" w14:textId="77777777" w:rsidR="00A9645B" w:rsidRDefault="00A9645B" w:rsidP="00824142"/>
        </w:tc>
        <w:tc>
          <w:tcPr>
            <w:tcW w:w="3260" w:type="dxa"/>
          </w:tcPr>
          <w:p w14:paraId="5A677F3D" w14:textId="77777777" w:rsidR="00A9645B" w:rsidRDefault="00A9645B" w:rsidP="00824142"/>
        </w:tc>
        <w:tc>
          <w:tcPr>
            <w:tcW w:w="3084" w:type="dxa"/>
          </w:tcPr>
          <w:p w14:paraId="4F894018" w14:textId="77777777" w:rsidR="00A9645B" w:rsidRDefault="00A9645B" w:rsidP="00824142"/>
        </w:tc>
      </w:tr>
      <w:tr w:rsidR="00A9645B" w14:paraId="1EB90B87" w14:textId="77777777" w:rsidTr="00824142">
        <w:tc>
          <w:tcPr>
            <w:tcW w:w="450" w:type="dxa"/>
          </w:tcPr>
          <w:p w14:paraId="69021E7F" w14:textId="77777777" w:rsidR="00A9645B" w:rsidRDefault="00A9645B" w:rsidP="00824142">
            <w:r>
              <w:t>3</w:t>
            </w:r>
          </w:p>
        </w:tc>
        <w:tc>
          <w:tcPr>
            <w:tcW w:w="4081" w:type="dxa"/>
          </w:tcPr>
          <w:p w14:paraId="1158E4C0" w14:textId="77777777" w:rsidR="00A9645B" w:rsidRDefault="00A9645B" w:rsidP="00824142"/>
          <w:p w14:paraId="1A4C61D5" w14:textId="77777777" w:rsidR="00A9645B" w:rsidRDefault="00A9645B" w:rsidP="00824142"/>
        </w:tc>
        <w:tc>
          <w:tcPr>
            <w:tcW w:w="3119" w:type="dxa"/>
          </w:tcPr>
          <w:p w14:paraId="7F51F82D" w14:textId="77777777" w:rsidR="00A9645B" w:rsidRDefault="00A9645B" w:rsidP="00824142"/>
        </w:tc>
        <w:tc>
          <w:tcPr>
            <w:tcW w:w="3260" w:type="dxa"/>
          </w:tcPr>
          <w:p w14:paraId="06AAC159" w14:textId="77777777" w:rsidR="00A9645B" w:rsidRDefault="00A9645B" w:rsidP="00824142"/>
        </w:tc>
        <w:tc>
          <w:tcPr>
            <w:tcW w:w="3084" w:type="dxa"/>
          </w:tcPr>
          <w:p w14:paraId="5FC8357E" w14:textId="77777777" w:rsidR="00A9645B" w:rsidRDefault="00A9645B" w:rsidP="00824142"/>
        </w:tc>
      </w:tr>
      <w:tr w:rsidR="00A9645B" w14:paraId="41C0C4FC" w14:textId="77777777" w:rsidTr="00824142">
        <w:tc>
          <w:tcPr>
            <w:tcW w:w="450" w:type="dxa"/>
          </w:tcPr>
          <w:p w14:paraId="3BFBEAF9" w14:textId="77777777" w:rsidR="00A9645B" w:rsidRDefault="00A9645B" w:rsidP="00824142">
            <w:r>
              <w:t>4</w:t>
            </w:r>
          </w:p>
        </w:tc>
        <w:tc>
          <w:tcPr>
            <w:tcW w:w="4081" w:type="dxa"/>
          </w:tcPr>
          <w:p w14:paraId="4A721D63" w14:textId="77777777" w:rsidR="00A9645B" w:rsidRDefault="00A9645B" w:rsidP="00824142"/>
          <w:p w14:paraId="16DE2B05" w14:textId="77777777" w:rsidR="00A9645B" w:rsidRDefault="00A9645B" w:rsidP="00824142"/>
        </w:tc>
        <w:tc>
          <w:tcPr>
            <w:tcW w:w="3119" w:type="dxa"/>
          </w:tcPr>
          <w:p w14:paraId="6425204D" w14:textId="77777777" w:rsidR="00A9645B" w:rsidRDefault="00A9645B" w:rsidP="00824142"/>
        </w:tc>
        <w:tc>
          <w:tcPr>
            <w:tcW w:w="3260" w:type="dxa"/>
          </w:tcPr>
          <w:p w14:paraId="7F5520BB" w14:textId="77777777" w:rsidR="00A9645B" w:rsidRDefault="00A9645B" w:rsidP="00824142"/>
        </w:tc>
        <w:tc>
          <w:tcPr>
            <w:tcW w:w="3084" w:type="dxa"/>
          </w:tcPr>
          <w:p w14:paraId="7FD5A250" w14:textId="77777777" w:rsidR="00A9645B" w:rsidRDefault="00A9645B" w:rsidP="00824142"/>
        </w:tc>
      </w:tr>
      <w:tr w:rsidR="00A9645B" w14:paraId="3753D7FB" w14:textId="77777777" w:rsidTr="00824142">
        <w:tc>
          <w:tcPr>
            <w:tcW w:w="450" w:type="dxa"/>
          </w:tcPr>
          <w:p w14:paraId="1B51BD02" w14:textId="77777777" w:rsidR="00A9645B" w:rsidRDefault="00A9645B" w:rsidP="00824142">
            <w:r>
              <w:t>5</w:t>
            </w:r>
          </w:p>
        </w:tc>
        <w:tc>
          <w:tcPr>
            <w:tcW w:w="4081" w:type="dxa"/>
          </w:tcPr>
          <w:p w14:paraId="29CCB7D1" w14:textId="77777777" w:rsidR="00A9645B" w:rsidRDefault="00A9645B" w:rsidP="00824142"/>
          <w:p w14:paraId="2DB48858" w14:textId="77777777" w:rsidR="00A9645B" w:rsidRDefault="00A9645B" w:rsidP="00824142"/>
        </w:tc>
        <w:tc>
          <w:tcPr>
            <w:tcW w:w="3119" w:type="dxa"/>
          </w:tcPr>
          <w:p w14:paraId="01DF7363" w14:textId="77777777" w:rsidR="00A9645B" w:rsidRDefault="00A9645B" w:rsidP="00824142"/>
        </w:tc>
        <w:tc>
          <w:tcPr>
            <w:tcW w:w="3260" w:type="dxa"/>
          </w:tcPr>
          <w:p w14:paraId="745A4127" w14:textId="77777777" w:rsidR="00A9645B" w:rsidRDefault="00A9645B" w:rsidP="00824142"/>
        </w:tc>
        <w:tc>
          <w:tcPr>
            <w:tcW w:w="3084" w:type="dxa"/>
          </w:tcPr>
          <w:p w14:paraId="45826B1C" w14:textId="77777777" w:rsidR="00A9645B" w:rsidRDefault="00A9645B" w:rsidP="00824142"/>
        </w:tc>
      </w:tr>
      <w:tr w:rsidR="00A9645B" w14:paraId="1FEFC44F" w14:textId="77777777" w:rsidTr="00824142">
        <w:tc>
          <w:tcPr>
            <w:tcW w:w="450" w:type="dxa"/>
          </w:tcPr>
          <w:p w14:paraId="2691849D" w14:textId="77777777" w:rsidR="00A9645B" w:rsidRDefault="00A9645B" w:rsidP="00824142"/>
        </w:tc>
        <w:tc>
          <w:tcPr>
            <w:tcW w:w="4081" w:type="dxa"/>
          </w:tcPr>
          <w:p w14:paraId="37993900" w14:textId="77777777" w:rsidR="00A9645B" w:rsidRDefault="00A9645B" w:rsidP="00824142"/>
        </w:tc>
        <w:tc>
          <w:tcPr>
            <w:tcW w:w="3119" w:type="dxa"/>
          </w:tcPr>
          <w:p w14:paraId="0C2C9729" w14:textId="77777777" w:rsidR="00A9645B" w:rsidRDefault="00A9645B" w:rsidP="00824142"/>
        </w:tc>
        <w:tc>
          <w:tcPr>
            <w:tcW w:w="3260" w:type="dxa"/>
          </w:tcPr>
          <w:p w14:paraId="25AFB16D" w14:textId="77777777" w:rsidR="00A9645B" w:rsidRDefault="00A9645B" w:rsidP="00824142"/>
        </w:tc>
        <w:tc>
          <w:tcPr>
            <w:tcW w:w="3084" w:type="dxa"/>
          </w:tcPr>
          <w:p w14:paraId="6036588B" w14:textId="77777777" w:rsidR="00A9645B" w:rsidRDefault="00A9645B" w:rsidP="00824142"/>
        </w:tc>
      </w:tr>
    </w:tbl>
    <w:p w14:paraId="3792DBC3" w14:textId="77777777" w:rsidR="00A9645B" w:rsidRDefault="00A9645B" w:rsidP="00A9645B"/>
    <w:p w14:paraId="18059385" w14:textId="2A42FA77" w:rsidR="00A9645B" w:rsidRDefault="00A9645B" w:rsidP="00A9645B">
      <w:r>
        <w:rPr>
          <w:b/>
        </w:rPr>
        <w:t>Vrijheid 4</w:t>
      </w:r>
      <w:r w:rsidRPr="00503BBB">
        <w:rPr>
          <w:b/>
        </w:rPr>
        <w:t>:</w:t>
      </w:r>
      <w:r>
        <w:t xml:space="preserve"> D</w:t>
      </w:r>
      <w:r w:rsidRPr="00A9645B">
        <w:t>ieren zijn vrij van angst en stress. Er is zorg voor voorwaarden en behandelingen die geestelijk lijden voorkomen</w:t>
      </w:r>
    </w:p>
    <w:tbl>
      <w:tblPr>
        <w:tblStyle w:val="Tabelraster"/>
        <w:tblpPr w:leftFromText="141" w:rightFromText="141" w:vertAnchor="page" w:horzAnchor="margin" w:tblpY="6406"/>
        <w:tblW w:w="0" w:type="auto"/>
        <w:tblLook w:val="04A0" w:firstRow="1" w:lastRow="0" w:firstColumn="1" w:lastColumn="0" w:noHBand="0" w:noVBand="1"/>
      </w:tblPr>
      <w:tblGrid>
        <w:gridCol w:w="450"/>
        <w:gridCol w:w="4081"/>
        <w:gridCol w:w="3119"/>
        <w:gridCol w:w="3260"/>
        <w:gridCol w:w="3084"/>
      </w:tblGrid>
      <w:tr w:rsidR="00A9645B" w14:paraId="5C15E5A4" w14:textId="77777777" w:rsidTr="00824142">
        <w:tc>
          <w:tcPr>
            <w:tcW w:w="4531" w:type="dxa"/>
            <w:gridSpan w:val="2"/>
          </w:tcPr>
          <w:p w14:paraId="28F91A54" w14:textId="77777777" w:rsidR="00A9645B" w:rsidRPr="00503BBB" w:rsidRDefault="00A9645B" w:rsidP="00824142">
            <w:pPr>
              <w:rPr>
                <w:b/>
              </w:rPr>
            </w:pPr>
            <w:r w:rsidRPr="00503BBB">
              <w:rPr>
                <w:b/>
              </w:rPr>
              <w:t>Maatregel</w:t>
            </w:r>
          </w:p>
        </w:tc>
        <w:tc>
          <w:tcPr>
            <w:tcW w:w="3119" w:type="dxa"/>
          </w:tcPr>
          <w:p w14:paraId="7773C727" w14:textId="77777777" w:rsidR="00A9645B" w:rsidRPr="00503BBB" w:rsidRDefault="00A9645B" w:rsidP="00824142">
            <w:pPr>
              <w:rPr>
                <w:b/>
              </w:rPr>
            </w:pPr>
            <w:r w:rsidRPr="00503BBB">
              <w:rPr>
                <w:b/>
              </w:rPr>
              <w:t xml:space="preserve">Beoordeling: 0 </w:t>
            </w:r>
          </w:p>
        </w:tc>
        <w:tc>
          <w:tcPr>
            <w:tcW w:w="3260" w:type="dxa"/>
          </w:tcPr>
          <w:p w14:paraId="2FAC1DAD" w14:textId="77777777" w:rsidR="00A9645B" w:rsidRPr="00503BBB" w:rsidRDefault="00A9645B" w:rsidP="00824142">
            <w:pPr>
              <w:rPr>
                <w:b/>
              </w:rPr>
            </w:pPr>
            <w:r w:rsidRPr="00503BBB">
              <w:rPr>
                <w:b/>
              </w:rPr>
              <w:t>Beoordeling: 1</w:t>
            </w:r>
          </w:p>
        </w:tc>
        <w:tc>
          <w:tcPr>
            <w:tcW w:w="3084" w:type="dxa"/>
          </w:tcPr>
          <w:p w14:paraId="78FB4F16" w14:textId="77777777" w:rsidR="00A9645B" w:rsidRPr="00503BBB" w:rsidRDefault="00A9645B" w:rsidP="00824142">
            <w:pPr>
              <w:rPr>
                <w:b/>
              </w:rPr>
            </w:pPr>
            <w:r w:rsidRPr="00503BBB">
              <w:rPr>
                <w:b/>
              </w:rPr>
              <w:t>Beoordeling:2</w:t>
            </w:r>
          </w:p>
        </w:tc>
      </w:tr>
      <w:tr w:rsidR="00A9645B" w14:paraId="46C6B40A" w14:textId="77777777" w:rsidTr="00824142">
        <w:tc>
          <w:tcPr>
            <w:tcW w:w="450" w:type="dxa"/>
          </w:tcPr>
          <w:p w14:paraId="4F17BF16" w14:textId="77777777" w:rsidR="00A9645B" w:rsidRDefault="00A9645B" w:rsidP="00824142">
            <w:r>
              <w:t>1</w:t>
            </w:r>
          </w:p>
        </w:tc>
        <w:tc>
          <w:tcPr>
            <w:tcW w:w="4081" w:type="dxa"/>
          </w:tcPr>
          <w:p w14:paraId="5D0A8828" w14:textId="77777777" w:rsidR="00A9645B" w:rsidRDefault="00A9645B" w:rsidP="00824142"/>
          <w:p w14:paraId="78164636" w14:textId="77777777" w:rsidR="00A9645B" w:rsidRDefault="00A9645B" w:rsidP="00824142"/>
        </w:tc>
        <w:tc>
          <w:tcPr>
            <w:tcW w:w="3119" w:type="dxa"/>
          </w:tcPr>
          <w:p w14:paraId="0990841A" w14:textId="77777777" w:rsidR="00A9645B" w:rsidRDefault="00A9645B" w:rsidP="00824142"/>
        </w:tc>
        <w:tc>
          <w:tcPr>
            <w:tcW w:w="3260" w:type="dxa"/>
          </w:tcPr>
          <w:p w14:paraId="08287DF0" w14:textId="77777777" w:rsidR="00A9645B" w:rsidRDefault="00A9645B" w:rsidP="00824142"/>
        </w:tc>
        <w:tc>
          <w:tcPr>
            <w:tcW w:w="3084" w:type="dxa"/>
          </w:tcPr>
          <w:p w14:paraId="14742546" w14:textId="77777777" w:rsidR="00A9645B" w:rsidRDefault="00A9645B" w:rsidP="00824142"/>
        </w:tc>
      </w:tr>
      <w:tr w:rsidR="00A9645B" w14:paraId="050384D5" w14:textId="77777777" w:rsidTr="00824142">
        <w:tc>
          <w:tcPr>
            <w:tcW w:w="450" w:type="dxa"/>
          </w:tcPr>
          <w:p w14:paraId="4FF5B3A8" w14:textId="77777777" w:rsidR="00A9645B" w:rsidRDefault="00A9645B" w:rsidP="00824142">
            <w:r>
              <w:t>2</w:t>
            </w:r>
          </w:p>
        </w:tc>
        <w:tc>
          <w:tcPr>
            <w:tcW w:w="4081" w:type="dxa"/>
          </w:tcPr>
          <w:p w14:paraId="1FFA0D93" w14:textId="77777777" w:rsidR="00A9645B" w:rsidRDefault="00A9645B" w:rsidP="00824142"/>
          <w:p w14:paraId="56E77633" w14:textId="77777777" w:rsidR="00A9645B" w:rsidRDefault="00A9645B" w:rsidP="00824142"/>
        </w:tc>
        <w:tc>
          <w:tcPr>
            <w:tcW w:w="3119" w:type="dxa"/>
          </w:tcPr>
          <w:p w14:paraId="08AE6C68" w14:textId="77777777" w:rsidR="00A9645B" w:rsidRDefault="00A9645B" w:rsidP="00824142"/>
        </w:tc>
        <w:tc>
          <w:tcPr>
            <w:tcW w:w="3260" w:type="dxa"/>
          </w:tcPr>
          <w:p w14:paraId="26817825" w14:textId="77777777" w:rsidR="00A9645B" w:rsidRDefault="00A9645B" w:rsidP="00824142"/>
        </w:tc>
        <w:tc>
          <w:tcPr>
            <w:tcW w:w="3084" w:type="dxa"/>
          </w:tcPr>
          <w:p w14:paraId="4FEAFD48" w14:textId="77777777" w:rsidR="00A9645B" w:rsidRDefault="00A9645B" w:rsidP="00824142"/>
        </w:tc>
      </w:tr>
      <w:tr w:rsidR="00A9645B" w14:paraId="191DA27D" w14:textId="77777777" w:rsidTr="00824142">
        <w:tc>
          <w:tcPr>
            <w:tcW w:w="450" w:type="dxa"/>
          </w:tcPr>
          <w:p w14:paraId="730B9267" w14:textId="77777777" w:rsidR="00A9645B" w:rsidRDefault="00A9645B" w:rsidP="00824142">
            <w:r>
              <w:t>3</w:t>
            </w:r>
          </w:p>
        </w:tc>
        <w:tc>
          <w:tcPr>
            <w:tcW w:w="4081" w:type="dxa"/>
          </w:tcPr>
          <w:p w14:paraId="1DFC6E02" w14:textId="77777777" w:rsidR="00A9645B" w:rsidRDefault="00A9645B" w:rsidP="00824142"/>
          <w:p w14:paraId="78150E7A" w14:textId="77777777" w:rsidR="00A9645B" w:rsidRDefault="00A9645B" w:rsidP="00824142"/>
        </w:tc>
        <w:tc>
          <w:tcPr>
            <w:tcW w:w="3119" w:type="dxa"/>
          </w:tcPr>
          <w:p w14:paraId="5AD950A9" w14:textId="77777777" w:rsidR="00A9645B" w:rsidRDefault="00A9645B" w:rsidP="00824142"/>
        </w:tc>
        <w:tc>
          <w:tcPr>
            <w:tcW w:w="3260" w:type="dxa"/>
          </w:tcPr>
          <w:p w14:paraId="5DF8446D" w14:textId="77777777" w:rsidR="00A9645B" w:rsidRDefault="00A9645B" w:rsidP="00824142"/>
        </w:tc>
        <w:tc>
          <w:tcPr>
            <w:tcW w:w="3084" w:type="dxa"/>
          </w:tcPr>
          <w:p w14:paraId="1865EC0E" w14:textId="77777777" w:rsidR="00A9645B" w:rsidRDefault="00A9645B" w:rsidP="00824142"/>
        </w:tc>
      </w:tr>
      <w:tr w:rsidR="00A9645B" w14:paraId="51B0889D" w14:textId="77777777" w:rsidTr="00824142">
        <w:tc>
          <w:tcPr>
            <w:tcW w:w="450" w:type="dxa"/>
          </w:tcPr>
          <w:p w14:paraId="20EF613D" w14:textId="77777777" w:rsidR="00A9645B" w:rsidRDefault="00A9645B" w:rsidP="00824142">
            <w:r>
              <w:t>4</w:t>
            </w:r>
          </w:p>
        </w:tc>
        <w:tc>
          <w:tcPr>
            <w:tcW w:w="4081" w:type="dxa"/>
          </w:tcPr>
          <w:p w14:paraId="1A72341C" w14:textId="77777777" w:rsidR="00A9645B" w:rsidRDefault="00A9645B" w:rsidP="00824142"/>
          <w:p w14:paraId="2A45CC92" w14:textId="77777777" w:rsidR="00A9645B" w:rsidRDefault="00A9645B" w:rsidP="00824142"/>
        </w:tc>
        <w:tc>
          <w:tcPr>
            <w:tcW w:w="3119" w:type="dxa"/>
          </w:tcPr>
          <w:p w14:paraId="52C5D1EF" w14:textId="77777777" w:rsidR="00A9645B" w:rsidRDefault="00A9645B" w:rsidP="00824142"/>
        </w:tc>
        <w:tc>
          <w:tcPr>
            <w:tcW w:w="3260" w:type="dxa"/>
          </w:tcPr>
          <w:p w14:paraId="0A138FF3" w14:textId="77777777" w:rsidR="00A9645B" w:rsidRDefault="00A9645B" w:rsidP="00824142"/>
        </w:tc>
        <w:tc>
          <w:tcPr>
            <w:tcW w:w="3084" w:type="dxa"/>
          </w:tcPr>
          <w:p w14:paraId="2B8613C0" w14:textId="77777777" w:rsidR="00A9645B" w:rsidRDefault="00A9645B" w:rsidP="00824142"/>
        </w:tc>
      </w:tr>
      <w:tr w:rsidR="00A9645B" w14:paraId="6C1B0DB7" w14:textId="77777777" w:rsidTr="00824142">
        <w:tc>
          <w:tcPr>
            <w:tcW w:w="450" w:type="dxa"/>
          </w:tcPr>
          <w:p w14:paraId="7C75BD08" w14:textId="77777777" w:rsidR="00A9645B" w:rsidRDefault="00A9645B" w:rsidP="00824142">
            <w:r>
              <w:t>5</w:t>
            </w:r>
          </w:p>
        </w:tc>
        <w:tc>
          <w:tcPr>
            <w:tcW w:w="4081" w:type="dxa"/>
          </w:tcPr>
          <w:p w14:paraId="4BE1DF7B" w14:textId="77777777" w:rsidR="00A9645B" w:rsidRDefault="00A9645B" w:rsidP="00824142"/>
          <w:p w14:paraId="33474A06" w14:textId="77777777" w:rsidR="00A9645B" w:rsidRDefault="00A9645B" w:rsidP="00824142"/>
        </w:tc>
        <w:tc>
          <w:tcPr>
            <w:tcW w:w="3119" w:type="dxa"/>
          </w:tcPr>
          <w:p w14:paraId="50EFA7F0" w14:textId="77777777" w:rsidR="00A9645B" w:rsidRDefault="00A9645B" w:rsidP="00824142"/>
        </w:tc>
        <w:tc>
          <w:tcPr>
            <w:tcW w:w="3260" w:type="dxa"/>
          </w:tcPr>
          <w:p w14:paraId="150A8146" w14:textId="77777777" w:rsidR="00A9645B" w:rsidRDefault="00A9645B" w:rsidP="00824142"/>
        </w:tc>
        <w:tc>
          <w:tcPr>
            <w:tcW w:w="3084" w:type="dxa"/>
          </w:tcPr>
          <w:p w14:paraId="4F0E2129" w14:textId="77777777" w:rsidR="00A9645B" w:rsidRDefault="00A9645B" w:rsidP="00824142"/>
        </w:tc>
      </w:tr>
      <w:tr w:rsidR="00A9645B" w14:paraId="33D2A9B6" w14:textId="77777777" w:rsidTr="00824142">
        <w:tc>
          <w:tcPr>
            <w:tcW w:w="450" w:type="dxa"/>
          </w:tcPr>
          <w:p w14:paraId="64EA0DEE" w14:textId="77777777" w:rsidR="00A9645B" w:rsidRDefault="00A9645B" w:rsidP="00824142"/>
        </w:tc>
        <w:tc>
          <w:tcPr>
            <w:tcW w:w="4081" w:type="dxa"/>
          </w:tcPr>
          <w:p w14:paraId="02254565" w14:textId="77777777" w:rsidR="00A9645B" w:rsidRDefault="00A9645B" w:rsidP="00824142"/>
        </w:tc>
        <w:tc>
          <w:tcPr>
            <w:tcW w:w="3119" w:type="dxa"/>
          </w:tcPr>
          <w:p w14:paraId="6AE3F6AD" w14:textId="77777777" w:rsidR="00A9645B" w:rsidRDefault="00A9645B" w:rsidP="00824142"/>
        </w:tc>
        <w:tc>
          <w:tcPr>
            <w:tcW w:w="3260" w:type="dxa"/>
          </w:tcPr>
          <w:p w14:paraId="467B3386" w14:textId="77777777" w:rsidR="00A9645B" w:rsidRDefault="00A9645B" w:rsidP="00824142"/>
        </w:tc>
        <w:tc>
          <w:tcPr>
            <w:tcW w:w="3084" w:type="dxa"/>
          </w:tcPr>
          <w:p w14:paraId="7F748301" w14:textId="77777777" w:rsidR="00A9645B" w:rsidRDefault="00A9645B" w:rsidP="00824142"/>
        </w:tc>
      </w:tr>
    </w:tbl>
    <w:p w14:paraId="33C577C5" w14:textId="77777777" w:rsidR="00A9645B" w:rsidRDefault="00A9645B" w:rsidP="00A9645B"/>
    <w:p w14:paraId="39909370" w14:textId="77777777" w:rsidR="00A9645B" w:rsidRDefault="00A9645B" w:rsidP="00A9645B">
      <w:r>
        <w:br w:type="page"/>
      </w:r>
    </w:p>
    <w:p w14:paraId="67E31FDC" w14:textId="405D0868" w:rsidR="003D2E93" w:rsidRPr="00A9645B" w:rsidRDefault="00A9645B" w:rsidP="00A9645B">
      <w:r>
        <w:rPr>
          <w:b/>
        </w:rPr>
        <w:lastRenderedPageBreak/>
        <w:t>Vrijheid 5</w:t>
      </w:r>
      <w:r w:rsidRPr="00A9645B">
        <w:rPr>
          <w:b/>
        </w:rPr>
        <w:t>:</w:t>
      </w:r>
      <w:r w:rsidRPr="00A9645B">
        <w:t xml:space="preserve"> </w:t>
      </w:r>
      <w:r>
        <w:t>D</w:t>
      </w:r>
      <w:r w:rsidRPr="00A9645B">
        <w:t>ieren zijn vrij om normaal gedrag te vertonen. Ze hebben voldoende ruimte, goede voorzieningen en gezelschap van soortgenoten.</w:t>
      </w:r>
    </w:p>
    <w:tbl>
      <w:tblPr>
        <w:tblStyle w:val="Tabelraster"/>
        <w:tblpPr w:leftFromText="141" w:rightFromText="141" w:vertAnchor="page" w:horzAnchor="margin" w:tblpY="2146"/>
        <w:tblW w:w="0" w:type="auto"/>
        <w:tblLook w:val="04A0" w:firstRow="1" w:lastRow="0" w:firstColumn="1" w:lastColumn="0" w:noHBand="0" w:noVBand="1"/>
      </w:tblPr>
      <w:tblGrid>
        <w:gridCol w:w="450"/>
        <w:gridCol w:w="4081"/>
        <w:gridCol w:w="3119"/>
        <w:gridCol w:w="3260"/>
        <w:gridCol w:w="3084"/>
      </w:tblGrid>
      <w:tr w:rsidR="00A9645B" w14:paraId="28B78383" w14:textId="77777777" w:rsidTr="00A9645B">
        <w:tc>
          <w:tcPr>
            <w:tcW w:w="4531" w:type="dxa"/>
            <w:gridSpan w:val="2"/>
          </w:tcPr>
          <w:p w14:paraId="1ACCF57A" w14:textId="77777777" w:rsidR="00A9645B" w:rsidRPr="00503BBB" w:rsidRDefault="00A9645B" w:rsidP="00A9645B">
            <w:pPr>
              <w:rPr>
                <w:b/>
              </w:rPr>
            </w:pPr>
            <w:r w:rsidRPr="00503BBB">
              <w:rPr>
                <w:b/>
              </w:rPr>
              <w:t>Maatregel</w:t>
            </w:r>
          </w:p>
        </w:tc>
        <w:tc>
          <w:tcPr>
            <w:tcW w:w="3119" w:type="dxa"/>
          </w:tcPr>
          <w:p w14:paraId="43F205A3" w14:textId="77777777" w:rsidR="00A9645B" w:rsidRPr="00503BBB" w:rsidRDefault="00A9645B" w:rsidP="00A9645B">
            <w:pPr>
              <w:rPr>
                <w:b/>
              </w:rPr>
            </w:pPr>
            <w:r w:rsidRPr="00503BBB">
              <w:rPr>
                <w:b/>
              </w:rPr>
              <w:t xml:space="preserve">Beoordeling: 0 </w:t>
            </w:r>
          </w:p>
        </w:tc>
        <w:tc>
          <w:tcPr>
            <w:tcW w:w="3260" w:type="dxa"/>
          </w:tcPr>
          <w:p w14:paraId="36CF2086" w14:textId="77777777" w:rsidR="00A9645B" w:rsidRPr="00503BBB" w:rsidRDefault="00A9645B" w:rsidP="00A9645B">
            <w:pPr>
              <w:rPr>
                <w:b/>
              </w:rPr>
            </w:pPr>
            <w:r w:rsidRPr="00503BBB">
              <w:rPr>
                <w:b/>
              </w:rPr>
              <w:t>Beoordeling: 1</w:t>
            </w:r>
          </w:p>
        </w:tc>
        <w:tc>
          <w:tcPr>
            <w:tcW w:w="3084" w:type="dxa"/>
          </w:tcPr>
          <w:p w14:paraId="431F7425" w14:textId="77777777" w:rsidR="00A9645B" w:rsidRPr="00503BBB" w:rsidRDefault="00A9645B" w:rsidP="00A9645B">
            <w:pPr>
              <w:rPr>
                <w:b/>
              </w:rPr>
            </w:pPr>
            <w:r w:rsidRPr="00503BBB">
              <w:rPr>
                <w:b/>
              </w:rPr>
              <w:t>Beoordeling:2</w:t>
            </w:r>
          </w:p>
        </w:tc>
      </w:tr>
      <w:tr w:rsidR="00A9645B" w14:paraId="6FF0F56F" w14:textId="77777777" w:rsidTr="00A9645B">
        <w:tc>
          <w:tcPr>
            <w:tcW w:w="450" w:type="dxa"/>
          </w:tcPr>
          <w:p w14:paraId="233D0ACA" w14:textId="77777777" w:rsidR="00A9645B" w:rsidRDefault="00A9645B" w:rsidP="00A9645B">
            <w:r>
              <w:t>1</w:t>
            </w:r>
          </w:p>
        </w:tc>
        <w:tc>
          <w:tcPr>
            <w:tcW w:w="4081" w:type="dxa"/>
          </w:tcPr>
          <w:p w14:paraId="77D3A4D2" w14:textId="77777777" w:rsidR="00A9645B" w:rsidRDefault="00A9645B" w:rsidP="00A9645B"/>
          <w:p w14:paraId="0D670A66" w14:textId="77777777" w:rsidR="00A9645B" w:rsidRDefault="00A9645B" w:rsidP="00A9645B"/>
        </w:tc>
        <w:tc>
          <w:tcPr>
            <w:tcW w:w="3119" w:type="dxa"/>
          </w:tcPr>
          <w:p w14:paraId="45069324" w14:textId="77777777" w:rsidR="00A9645B" w:rsidRDefault="00A9645B" w:rsidP="00A9645B"/>
        </w:tc>
        <w:tc>
          <w:tcPr>
            <w:tcW w:w="3260" w:type="dxa"/>
          </w:tcPr>
          <w:p w14:paraId="2847ACBD" w14:textId="77777777" w:rsidR="00A9645B" w:rsidRDefault="00A9645B" w:rsidP="00A9645B"/>
        </w:tc>
        <w:tc>
          <w:tcPr>
            <w:tcW w:w="3084" w:type="dxa"/>
          </w:tcPr>
          <w:p w14:paraId="60BA8E46" w14:textId="77777777" w:rsidR="00A9645B" w:rsidRDefault="00A9645B" w:rsidP="00A9645B"/>
        </w:tc>
      </w:tr>
      <w:tr w:rsidR="00A9645B" w14:paraId="4460BCC2" w14:textId="77777777" w:rsidTr="00A9645B">
        <w:tc>
          <w:tcPr>
            <w:tcW w:w="450" w:type="dxa"/>
          </w:tcPr>
          <w:p w14:paraId="0A0493A5" w14:textId="77777777" w:rsidR="00A9645B" w:rsidRDefault="00A9645B" w:rsidP="00A9645B">
            <w:r>
              <w:t>2</w:t>
            </w:r>
          </w:p>
        </w:tc>
        <w:tc>
          <w:tcPr>
            <w:tcW w:w="4081" w:type="dxa"/>
          </w:tcPr>
          <w:p w14:paraId="6CA0DF34" w14:textId="77777777" w:rsidR="00A9645B" w:rsidRDefault="00A9645B" w:rsidP="00A9645B"/>
          <w:p w14:paraId="729FCBEB" w14:textId="77777777" w:rsidR="00A9645B" w:rsidRDefault="00A9645B" w:rsidP="00A9645B"/>
        </w:tc>
        <w:tc>
          <w:tcPr>
            <w:tcW w:w="3119" w:type="dxa"/>
          </w:tcPr>
          <w:p w14:paraId="775EE44A" w14:textId="77777777" w:rsidR="00A9645B" w:rsidRDefault="00A9645B" w:rsidP="00A9645B"/>
        </w:tc>
        <w:tc>
          <w:tcPr>
            <w:tcW w:w="3260" w:type="dxa"/>
          </w:tcPr>
          <w:p w14:paraId="0E68D6B5" w14:textId="77777777" w:rsidR="00A9645B" w:rsidRDefault="00A9645B" w:rsidP="00A9645B"/>
        </w:tc>
        <w:tc>
          <w:tcPr>
            <w:tcW w:w="3084" w:type="dxa"/>
          </w:tcPr>
          <w:p w14:paraId="67019FEA" w14:textId="77777777" w:rsidR="00A9645B" w:rsidRDefault="00A9645B" w:rsidP="00A9645B"/>
        </w:tc>
      </w:tr>
      <w:tr w:rsidR="00A9645B" w14:paraId="5236B2C6" w14:textId="77777777" w:rsidTr="00A9645B">
        <w:tc>
          <w:tcPr>
            <w:tcW w:w="450" w:type="dxa"/>
          </w:tcPr>
          <w:p w14:paraId="4E3635C4" w14:textId="77777777" w:rsidR="00A9645B" w:rsidRDefault="00A9645B" w:rsidP="00A9645B">
            <w:r>
              <w:t>3</w:t>
            </w:r>
          </w:p>
        </w:tc>
        <w:tc>
          <w:tcPr>
            <w:tcW w:w="4081" w:type="dxa"/>
          </w:tcPr>
          <w:p w14:paraId="10B9917F" w14:textId="77777777" w:rsidR="00A9645B" w:rsidRDefault="00A9645B" w:rsidP="00A9645B"/>
          <w:p w14:paraId="3A0F8131" w14:textId="77777777" w:rsidR="00A9645B" w:rsidRDefault="00A9645B" w:rsidP="00A9645B"/>
        </w:tc>
        <w:tc>
          <w:tcPr>
            <w:tcW w:w="3119" w:type="dxa"/>
          </w:tcPr>
          <w:p w14:paraId="7FDBF649" w14:textId="77777777" w:rsidR="00A9645B" w:rsidRDefault="00A9645B" w:rsidP="00A9645B"/>
        </w:tc>
        <w:tc>
          <w:tcPr>
            <w:tcW w:w="3260" w:type="dxa"/>
          </w:tcPr>
          <w:p w14:paraId="34844548" w14:textId="77777777" w:rsidR="00A9645B" w:rsidRDefault="00A9645B" w:rsidP="00A9645B"/>
        </w:tc>
        <w:tc>
          <w:tcPr>
            <w:tcW w:w="3084" w:type="dxa"/>
          </w:tcPr>
          <w:p w14:paraId="5162B140" w14:textId="77777777" w:rsidR="00A9645B" w:rsidRDefault="00A9645B" w:rsidP="00A9645B"/>
        </w:tc>
      </w:tr>
      <w:tr w:rsidR="00A9645B" w14:paraId="7157DEE7" w14:textId="77777777" w:rsidTr="00A9645B">
        <w:tc>
          <w:tcPr>
            <w:tcW w:w="450" w:type="dxa"/>
          </w:tcPr>
          <w:p w14:paraId="17753D8F" w14:textId="77777777" w:rsidR="00A9645B" w:rsidRDefault="00A9645B" w:rsidP="00A9645B">
            <w:r>
              <w:t>4</w:t>
            </w:r>
          </w:p>
        </w:tc>
        <w:tc>
          <w:tcPr>
            <w:tcW w:w="4081" w:type="dxa"/>
          </w:tcPr>
          <w:p w14:paraId="07C75272" w14:textId="77777777" w:rsidR="00A9645B" w:rsidRDefault="00A9645B" w:rsidP="00A9645B"/>
          <w:p w14:paraId="04B29B70" w14:textId="77777777" w:rsidR="00A9645B" w:rsidRDefault="00A9645B" w:rsidP="00A9645B"/>
        </w:tc>
        <w:tc>
          <w:tcPr>
            <w:tcW w:w="3119" w:type="dxa"/>
          </w:tcPr>
          <w:p w14:paraId="5301B7C2" w14:textId="77777777" w:rsidR="00A9645B" w:rsidRDefault="00A9645B" w:rsidP="00A9645B"/>
        </w:tc>
        <w:tc>
          <w:tcPr>
            <w:tcW w:w="3260" w:type="dxa"/>
          </w:tcPr>
          <w:p w14:paraId="03F35D6E" w14:textId="77777777" w:rsidR="00A9645B" w:rsidRDefault="00A9645B" w:rsidP="00A9645B"/>
        </w:tc>
        <w:tc>
          <w:tcPr>
            <w:tcW w:w="3084" w:type="dxa"/>
          </w:tcPr>
          <w:p w14:paraId="2A53F12C" w14:textId="77777777" w:rsidR="00A9645B" w:rsidRDefault="00A9645B" w:rsidP="00A9645B"/>
        </w:tc>
      </w:tr>
      <w:tr w:rsidR="00A9645B" w14:paraId="1A35707A" w14:textId="77777777" w:rsidTr="00A9645B">
        <w:tc>
          <w:tcPr>
            <w:tcW w:w="450" w:type="dxa"/>
          </w:tcPr>
          <w:p w14:paraId="530F2D6B" w14:textId="77777777" w:rsidR="00A9645B" w:rsidRDefault="00A9645B" w:rsidP="00A9645B">
            <w:r>
              <w:t>5</w:t>
            </w:r>
          </w:p>
        </w:tc>
        <w:tc>
          <w:tcPr>
            <w:tcW w:w="4081" w:type="dxa"/>
          </w:tcPr>
          <w:p w14:paraId="084E321F" w14:textId="77777777" w:rsidR="00A9645B" w:rsidRDefault="00A9645B" w:rsidP="00A9645B"/>
          <w:p w14:paraId="3AE59758" w14:textId="77777777" w:rsidR="00A9645B" w:rsidRDefault="00A9645B" w:rsidP="00A9645B"/>
        </w:tc>
        <w:tc>
          <w:tcPr>
            <w:tcW w:w="3119" w:type="dxa"/>
          </w:tcPr>
          <w:p w14:paraId="14EBDAC5" w14:textId="77777777" w:rsidR="00A9645B" w:rsidRDefault="00A9645B" w:rsidP="00A9645B"/>
        </w:tc>
        <w:tc>
          <w:tcPr>
            <w:tcW w:w="3260" w:type="dxa"/>
          </w:tcPr>
          <w:p w14:paraId="37347C34" w14:textId="77777777" w:rsidR="00A9645B" w:rsidRDefault="00A9645B" w:rsidP="00A9645B"/>
        </w:tc>
        <w:tc>
          <w:tcPr>
            <w:tcW w:w="3084" w:type="dxa"/>
          </w:tcPr>
          <w:p w14:paraId="738D990D" w14:textId="77777777" w:rsidR="00A9645B" w:rsidRDefault="00A9645B" w:rsidP="00A9645B"/>
        </w:tc>
      </w:tr>
      <w:tr w:rsidR="00A9645B" w14:paraId="480C73DC" w14:textId="77777777" w:rsidTr="00A9645B">
        <w:tc>
          <w:tcPr>
            <w:tcW w:w="450" w:type="dxa"/>
          </w:tcPr>
          <w:p w14:paraId="0F28A967" w14:textId="77777777" w:rsidR="00A9645B" w:rsidRDefault="00A9645B" w:rsidP="00A9645B"/>
        </w:tc>
        <w:tc>
          <w:tcPr>
            <w:tcW w:w="4081" w:type="dxa"/>
          </w:tcPr>
          <w:p w14:paraId="25F786EC" w14:textId="77777777" w:rsidR="00A9645B" w:rsidRDefault="00A9645B" w:rsidP="00A9645B"/>
        </w:tc>
        <w:tc>
          <w:tcPr>
            <w:tcW w:w="3119" w:type="dxa"/>
          </w:tcPr>
          <w:p w14:paraId="23FFCF8C" w14:textId="77777777" w:rsidR="00A9645B" w:rsidRDefault="00A9645B" w:rsidP="00A9645B"/>
        </w:tc>
        <w:tc>
          <w:tcPr>
            <w:tcW w:w="3260" w:type="dxa"/>
          </w:tcPr>
          <w:p w14:paraId="27C9F019" w14:textId="77777777" w:rsidR="00A9645B" w:rsidRDefault="00A9645B" w:rsidP="00A9645B"/>
        </w:tc>
        <w:tc>
          <w:tcPr>
            <w:tcW w:w="3084" w:type="dxa"/>
          </w:tcPr>
          <w:p w14:paraId="090CB871" w14:textId="77777777" w:rsidR="00A9645B" w:rsidRDefault="00A9645B" w:rsidP="00A9645B"/>
        </w:tc>
      </w:tr>
    </w:tbl>
    <w:p w14:paraId="24A9651E" w14:textId="28D60310" w:rsidR="00503BBB" w:rsidRPr="00DB74F0" w:rsidRDefault="00503BBB" w:rsidP="0010578C"/>
    <w:sectPr w:rsidR="00503BBB" w:rsidRPr="00DB74F0" w:rsidSect="00503BBB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C57E5" w14:textId="77777777" w:rsidR="009612FA" w:rsidRDefault="009612FA" w:rsidP="009612FA">
      <w:pPr>
        <w:spacing w:after="0" w:line="240" w:lineRule="auto"/>
      </w:pPr>
      <w:r>
        <w:separator/>
      </w:r>
    </w:p>
  </w:endnote>
  <w:endnote w:type="continuationSeparator" w:id="0">
    <w:p w14:paraId="693B8F16" w14:textId="77777777" w:rsidR="009612FA" w:rsidRDefault="009612FA" w:rsidP="00961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92332" w14:textId="1924AAE1" w:rsidR="009612FA" w:rsidRDefault="009612FA" w:rsidP="009612FA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DC17C" w14:textId="77777777" w:rsidR="009612FA" w:rsidRDefault="009612FA" w:rsidP="009612FA">
      <w:pPr>
        <w:spacing w:after="0" w:line="240" w:lineRule="auto"/>
      </w:pPr>
      <w:r>
        <w:separator/>
      </w:r>
    </w:p>
  </w:footnote>
  <w:footnote w:type="continuationSeparator" w:id="0">
    <w:p w14:paraId="78EC418D" w14:textId="77777777" w:rsidR="009612FA" w:rsidRDefault="009612FA" w:rsidP="00961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FCF3C" w14:textId="0F5741A0" w:rsidR="009612FA" w:rsidRPr="00F65CA0" w:rsidRDefault="009612FA" w:rsidP="009612FA">
    <w:pPr>
      <w:pStyle w:val="Koptekst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</w:rPr>
      <w:tab/>
    </w:r>
  </w:p>
  <w:p w14:paraId="399DEA31" w14:textId="77777777" w:rsidR="009612FA" w:rsidRDefault="009612FA">
    <w:pPr>
      <w:pStyle w:val="Kopteks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0407"/>
    <w:multiLevelType w:val="hybridMultilevel"/>
    <w:tmpl w:val="7778C66C"/>
    <w:lvl w:ilvl="0" w:tplc="C4DCD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5A6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64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41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22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E07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908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207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E85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677BEB"/>
    <w:multiLevelType w:val="hybridMultilevel"/>
    <w:tmpl w:val="1E5CEFAE"/>
    <w:lvl w:ilvl="0" w:tplc="3D266C0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F5208F"/>
    <w:multiLevelType w:val="hybridMultilevel"/>
    <w:tmpl w:val="8710DA60"/>
    <w:lvl w:ilvl="0" w:tplc="4740E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0610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64A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92A3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32A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D22C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BA78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821A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688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DBA4954"/>
    <w:multiLevelType w:val="hybridMultilevel"/>
    <w:tmpl w:val="D3249A9E"/>
    <w:lvl w:ilvl="0" w:tplc="151C3C4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F0"/>
    <w:rsid w:val="0010578C"/>
    <w:rsid w:val="003D2E93"/>
    <w:rsid w:val="0042086F"/>
    <w:rsid w:val="00441653"/>
    <w:rsid w:val="00503BBB"/>
    <w:rsid w:val="00807A3E"/>
    <w:rsid w:val="009612FA"/>
    <w:rsid w:val="00A9645B"/>
    <w:rsid w:val="00B46E4C"/>
    <w:rsid w:val="00C72338"/>
    <w:rsid w:val="00DB74F0"/>
    <w:rsid w:val="00F4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3C9850"/>
  <w15:chartTrackingRefBased/>
  <w15:docId w15:val="{472D5509-218E-4111-9A5F-06E3F5C7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7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DB74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B74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B74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B74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B74F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B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74F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9612FA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961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9612FA"/>
  </w:style>
  <w:style w:type="paragraph" w:styleId="Voettekst">
    <w:name w:val="footer"/>
    <w:basedOn w:val="Standaard"/>
    <w:link w:val="VoettekstChar"/>
    <w:uiPriority w:val="99"/>
    <w:unhideWhenUsed/>
    <w:rsid w:val="00961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50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8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9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93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nl/url?sa=i&amp;rct=j&amp;q=&amp;esrc=s&amp;source=images&amp;cd=&amp;cad=rja&amp;uact=8&amp;ved=0ahUKEwiU4dOwy6HVAhWF1RoKHRx-DEAQjRwIBw&amp;url=https://www.zorgwelzijn.nl/home/nieuws/2016/2/client-gaat-inspectie-in-de-zorg-adviseren/&amp;psig=AFQjCNHjCQiW3hz2Pruq5RSZZEukmTSFxQ&amp;ust=1500974353160326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F93B6-B9B8-409D-B3FF-9808C445D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0A69F4-7521-4095-9199-277B88226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E579E-EB4D-44CA-92EA-143DCAF88D4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879F75B-F4C9-4506-946A-2F546988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501FC309</Template>
  <TotalTime>0</TotalTime>
  <Pages>4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Tijsma, Yorinca</dc:creator>
  <cp:keywords/>
  <dc:description/>
  <cp:lastModifiedBy>Vera Huijberts</cp:lastModifiedBy>
  <cp:revision>2</cp:revision>
  <dcterms:created xsi:type="dcterms:W3CDTF">2018-04-10T07:29:00Z</dcterms:created>
  <dcterms:modified xsi:type="dcterms:W3CDTF">2018-04-10T07:29:00Z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0x01010011F056845C93DA4081F16C72B80E01B8</vt:lpwstr>
  </property>
  <property fmtid="{D5CDD505-2E9C-101B-9397-08002B2CF9AE}" pid="3" name="IsMyDocuments">
    <vt:bool>true</vt:bool>
  </property>
</Properties>
</file>