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30D3F" w14:textId="77777777" w:rsidR="006A3715" w:rsidRPr="009612FA" w:rsidRDefault="009612FA" w:rsidP="009612FA">
      <w:pPr>
        <w:jc w:val="center"/>
        <w:rPr>
          <w:b/>
          <w:sz w:val="32"/>
          <w:szCs w:val="32"/>
        </w:rPr>
      </w:pPr>
      <w:r w:rsidRPr="009612FA">
        <w:rPr>
          <w:b/>
          <w:sz w:val="32"/>
          <w:szCs w:val="32"/>
        </w:rPr>
        <w:t>Opdracht ‘De vijf vrijheden’</w:t>
      </w:r>
    </w:p>
    <w:p w14:paraId="31100BD2" w14:textId="77777777" w:rsidR="009612FA" w:rsidRDefault="009612FA">
      <w:pPr>
        <w:rPr>
          <w:b/>
        </w:rPr>
      </w:pPr>
    </w:p>
    <w:p w14:paraId="4FA23A46" w14:textId="77777777" w:rsidR="00642FA2" w:rsidRPr="009612FA" w:rsidRDefault="009612FA" w:rsidP="009612FA">
      <w:r w:rsidRPr="009612FA">
        <w:t>Maak tweetallen</w:t>
      </w:r>
      <w:r>
        <w:br/>
      </w:r>
      <w:r w:rsidRPr="009612FA">
        <w:t>Kies een dier(soort)</w:t>
      </w:r>
      <w:r>
        <w:br/>
      </w:r>
      <w:r w:rsidRPr="009612FA">
        <w:t xml:space="preserve">Omschrijf per vrijheid zo concreet mogelijk hoe je de 5 vrijheden kunt waarborgen. </w:t>
      </w:r>
    </w:p>
    <w:p w14:paraId="1DA2781B" w14:textId="77777777" w:rsidR="00DB74F0" w:rsidRDefault="00DB74F0">
      <w:pPr>
        <w:rPr>
          <w:b/>
        </w:rPr>
      </w:pPr>
    </w:p>
    <w:p w14:paraId="7CE67421" w14:textId="77777777" w:rsidR="00DB74F0" w:rsidRDefault="00DB74F0">
      <w:pPr>
        <w:rPr>
          <w:b/>
        </w:rPr>
      </w:pPr>
    </w:p>
    <w:p w14:paraId="30020B67" w14:textId="77777777" w:rsidR="00DB74F0" w:rsidRDefault="00DB74F0">
      <w:pPr>
        <w:rPr>
          <w:b/>
        </w:rPr>
      </w:pPr>
    </w:p>
    <w:p w14:paraId="597C3A2B" w14:textId="77777777" w:rsidR="009612FA" w:rsidRPr="009612FA" w:rsidRDefault="009612FA" w:rsidP="009612FA">
      <w:pPr>
        <w:pStyle w:val="Lijstalinea"/>
        <w:numPr>
          <w:ilvl w:val="0"/>
          <w:numId w:val="2"/>
        </w:numPr>
        <w:rPr>
          <w:sz w:val="28"/>
          <w:szCs w:val="28"/>
          <w:u w:val="single"/>
        </w:rPr>
      </w:pPr>
      <w:r w:rsidRPr="009612FA">
        <w:rPr>
          <w:sz w:val="28"/>
          <w:szCs w:val="28"/>
          <w:u w:val="single"/>
        </w:rPr>
        <w:t xml:space="preserve">De vrijheden per diersoort </w:t>
      </w:r>
    </w:p>
    <w:p w14:paraId="0DD075F7" w14:textId="77777777" w:rsidR="009612FA" w:rsidRDefault="009612FA">
      <w:pPr>
        <w:rPr>
          <w:b/>
        </w:rPr>
      </w:pPr>
    </w:p>
    <w:p w14:paraId="114A3F41" w14:textId="77777777" w:rsidR="00DB74F0" w:rsidRDefault="00DB74F0">
      <w:pPr>
        <w:rPr>
          <w:b/>
        </w:rPr>
      </w:pPr>
      <w:r>
        <w:rPr>
          <w:b/>
        </w:rPr>
        <w:t>Diersoort:</w:t>
      </w:r>
    </w:p>
    <w:p w14:paraId="68694EC4" w14:textId="77777777" w:rsidR="00DB74F0" w:rsidRDefault="00DB74F0">
      <w:pPr>
        <w:rPr>
          <w:b/>
        </w:rPr>
      </w:pPr>
      <w:r>
        <w:rPr>
          <w:b/>
        </w:rPr>
        <w:t>-------------------------------------------------------------------------------------------------------------------------------------</w:t>
      </w:r>
    </w:p>
    <w:p w14:paraId="2AFFB136" w14:textId="77777777" w:rsidR="00DB74F0" w:rsidRDefault="00DB74F0">
      <w:pPr>
        <w:rPr>
          <w:b/>
        </w:rPr>
      </w:pPr>
    </w:p>
    <w:p w14:paraId="2E3E2FB2" w14:textId="545B3F60" w:rsidR="00DB74F0" w:rsidRDefault="00DB74F0">
      <w:pPr>
        <w:rPr>
          <w:b/>
        </w:rPr>
      </w:pPr>
      <w:r>
        <w:rPr>
          <w:b/>
        </w:rPr>
        <w:t xml:space="preserve">Vrijheid 1= </w:t>
      </w:r>
      <w:r w:rsidR="009612FA">
        <w:rPr>
          <w:b/>
        </w:rPr>
        <w:t xml:space="preserve"> </w:t>
      </w:r>
      <w:r w:rsidR="008862D5">
        <w:t>Vrij van honger, dorst en onjuiste voeding</w:t>
      </w:r>
    </w:p>
    <w:p w14:paraId="4AE523F1" w14:textId="77777777" w:rsidR="00DB74F0" w:rsidRDefault="00DB74F0">
      <w:r>
        <w:t xml:space="preserve">Omschrijf zo </w:t>
      </w:r>
      <w:r w:rsidRPr="00DB74F0">
        <w:rPr>
          <w:u w:val="single"/>
        </w:rPr>
        <w:t>concreet</w:t>
      </w:r>
      <w:r>
        <w:t xml:space="preserve"> mogelijk 5 ‘eisen’ waaraan je moet voldoen om deze vrijheid te waarborgen.  Dus niet: ‘het dier heeft voldoende voedsel nodig’, maar bijvoorbeeld ‘een volwassen hond heeft per dag …. gram brokken nodig’. Kijk hierbij zo goed mogelijk naar de natuurlijke behoefte van het dier.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DB74F0" w14:paraId="3A77533E" w14:textId="77777777" w:rsidTr="00DB74F0">
        <w:tc>
          <w:tcPr>
            <w:tcW w:w="1129" w:type="dxa"/>
          </w:tcPr>
          <w:p w14:paraId="53A0A386" w14:textId="77777777" w:rsidR="00DB74F0" w:rsidRDefault="00DB74F0"/>
        </w:tc>
        <w:tc>
          <w:tcPr>
            <w:tcW w:w="7933" w:type="dxa"/>
          </w:tcPr>
          <w:p w14:paraId="54AE36C0" w14:textId="77777777" w:rsidR="00DB74F0" w:rsidRDefault="00DB74F0">
            <w:r>
              <w:t>Maatregel</w:t>
            </w:r>
          </w:p>
        </w:tc>
      </w:tr>
      <w:tr w:rsidR="00DB74F0" w14:paraId="7768799D" w14:textId="77777777" w:rsidTr="00DB74F0">
        <w:tc>
          <w:tcPr>
            <w:tcW w:w="1129" w:type="dxa"/>
          </w:tcPr>
          <w:p w14:paraId="0EC15628" w14:textId="77777777" w:rsidR="00DB74F0" w:rsidRDefault="00DB74F0">
            <w:r>
              <w:t>1</w:t>
            </w:r>
          </w:p>
          <w:p w14:paraId="2A12EDD6" w14:textId="77777777" w:rsidR="00DB74F0" w:rsidRDefault="00DB74F0"/>
        </w:tc>
        <w:tc>
          <w:tcPr>
            <w:tcW w:w="7933" w:type="dxa"/>
          </w:tcPr>
          <w:p w14:paraId="5E4E306F" w14:textId="77777777" w:rsidR="00DB74F0" w:rsidRDefault="00DB74F0"/>
          <w:p w14:paraId="54F19586" w14:textId="77777777" w:rsidR="008862D5" w:rsidRDefault="008862D5"/>
          <w:p w14:paraId="530211D7" w14:textId="77777777" w:rsidR="008862D5" w:rsidRDefault="008862D5"/>
          <w:p w14:paraId="78A50543" w14:textId="77777777" w:rsidR="008862D5" w:rsidRDefault="008862D5"/>
          <w:p w14:paraId="333AF226" w14:textId="77777777" w:rsidR="008862D5" w:rsidRDefault="008862D5"/>
        </w:tc>
      </w:tr>
      <w:tr w:rsidR="00DB74F0" w14:paraId="70A79DB8" w14:textId="77777777" w:rsidTr="00DB74F0">
        <w:tc>
          <w:tcPr>
            <w:tcW w:w="1129" w:type="dxa"/>
          </w:tcPr>
          <w:p w14:paraId="7E0E65C1" w14:textId="77777777" w:rsidR="00DB74F0" w:rsidRDefault="00DB74F0"/>
          <w:p w14:paraId="0962A8B5" w14:textId="77777777" w:rsidR="00DB74F0" w:rsidRDefault="00DB74F0">
            <w:r>
              <w:t>2</w:t>
            </w:r>
          </w:p>
        </w:tc>
        <w:tc>
          <w:tcPr>
            <w:tcW w:w="7933" w:type="dxa"/>
          </w:tcPr>
          <w:p w14:paraId="6DC7CD9A" w14:textId="77777777" w:rsidR="00DB74F0" w:rsidRDefault="00DB74F0"/>
          <w:p w14:paraId="11734EFB" w14:textId="77777777" w:rsidR="008862D5" w:rsidRDefault="008862D5"/>
          <w:p w14:paraId="0FA9BFEA" w14:textId="77777777" w:rsidR="008862D5" w:rsidRDefault="008862D5"/>
          <w:p w14:paraId="25278D4D" w14:textId="77777777" w:rsidR="008862D5" w:rsidRDefault="008862D5"/>
          <w:p w14:paraId="28EEEA84" w14:textId="77777777" w:rsidR="008862D5" w:rsidRDefault="008862D5"/>
        </w:tc>
      </w:tr>
      <w:tr w:rsidR="00DB74F0" w14:paraId="4859F96E" w14:textId="77777777" w:rsidTr="00DB74F0">
        <w:tc>
          <w:tcPr>
            <w:tcW w:w="1129" w:type="dxa"/>
          </w:tcPr>
          <w:p w14:paraId="695A9EE4" w14:textId="77777777" w:rsidR="00DB74F0" w:rsidRDefault="00DB74F0"/>
          <w:p w14:paraId="548E8531" w14:textId="77777777" w:rsidR="00DB74F0" w:rsidRDefault="00DB74F0">
            <w:r>
              <w:t>3</w:t>
            </w:r>
          </w:p>
        </w:tc>
        <w:tc>
          <w:tcPr>
            <w:tcW w:w="7933" w:type="dxa"/>
          </w:tcPr>
          <w:p w14:paraId="79647C4A" w14:textId="77777777" w:rsidR="00DB74F0" w:rsidRDefault="00DB74F0"/>
          <w:p w14:paraId="1F01215D" w14:textId="77777777" w:rsidR="008862D5" w:rsidRDefault="008862D5"/>
          <w:p w14:paraId="7E34277B" w14:textId="77777777" w:rsidR="008862D5" w:rsidRDefault="008862D5"/>
          <w:p w14:paraId="31DB91B8" w14:textId="77777777" w:rsidR="008862D5" w:rsidRDefault="008862D5"/>
          <w:p w14:paraId="7A988602" w14:textId="77777777" w:rsidR="008862D5" w:rsidRDefault="008862D5"/>
        </w:tc>
      </w:tr>
      <w:tr w:rsidR="00DB74F0" w14:paraId="093B69D4" w14:textId="77777777" w:rsidTr="00DB74F0">
        <w:tc>
          <w:tcPr>
            <w:tcW w:w="1129" w:type="dxa"/>
          </w:tcPr>
          <w:p w14:paraId="3EC2D0CB" w14:textId="77777777" w:rsidR="00DB74F0" w:rsidRDefault="00DB74F0"/>
          <w:p w14:paraId="52D0E1CC" w14:textId="77777777" w:rsidR="00DB74F0" w:rsidRDefault="00DB74F0">
            <w:r>
              <w:t>4</w:t>
            </w:r>
          </w:p>
        </w:tc>
        <w:tc>
          <w:tcPr>
            <w:tcW w:w="7933" w:type="dxa"/>
          </w:tcPr>
          <w:p w14:paraId="0969B7A4" w14:textId="77777777" w:rsidR="00DB74F0" w:rsidRDefault="00DB74F0"/>
          <w:p w14:paraId="4F721962" w14:textId="77777777" w:rsidR="008862D5" w:rsidRDefault="008862D5"/>
          <w:p w14:paraId="6744A0C3" w14:textId="77777777" w:rsidR="008862D5" w:rsidRDefault="008862D5"/>
          <w:p w14:paraId="32733816" w14:textId="77777777" w:rsidR="008862D5" w:rsidRDefault="008862D5"/>
        </w:tc>
      </w:tr>
      <w:tr w:rsidR="00DB74F0" w14:paraId="4CE61D12" w14:textId="77777777" w:rsidTr="00DB74F0">
        <w:tc>
          <w:tcPr>
            <w:tcW w:w="1129" w:type="dxa"/>
          </w:tcPr>
          <w:p w14:paraId="4757A895" w14:textId="77777777" w:rsidR="00DB74F0" w:rsidRDefault="00DB74F0"/>
          <w:p w14:paraId="08EB294F" w14:textId="77777777" w:rsidR="00DB74F0" w:rsidRDefault="00DB74F0">
            <w:r>
              <w:t>5</w:t>
            </w:r>
          </w:p>
        </w:tc>
        <w:tc>
          <w:tcPr>
            <w:tcW w:w="7933" w:type="dxa"/>
          </w:tcPr>
          <w:p w14:paraId="7BE2E65D" w14:textId="77777777" w:rsidR="00DB74F0" w:rsidRDefault="00DB74F0"/>
          <w:p w14:paraId="4ED842B7" w14:textId="77777777" w:rsidR="008862D5" w:rsidRDefault="008862D5"/>
          <w:p w14:paraId="3FAD5218" w14:textId="77777777" w:rsidR="008862D5" w:rsidRDefault="008862D5"/>
          <w:p w14:paraId="409C729F" w14:textId="77777777" w:rsidR="008862D5" w:rsidRDefault="008862D5"/>
        </w:tc>
      </w:tr>
    </w:tbl>
    <w:p w14:paraId="0FC9F35D" w14:textId="77777777" w:rsidR="00DB74F0" w:rsidRDefault="00DB74F0"/>
    <w:p w14:paraId="3BB11385" w14:textId="4B9B1B98" w:rsidR="00DB74F0" w:rsidRDefault="00DB74F0" w:rsidP="00DB74F0">
      <w:pPr>
        <w:rPr>
          <w:b/>
        </w:rPr>
      </w:pPr>
      <w:r>
        <w:rPr>
          <w:b/>
        </w:rPr>
        <w:lastRenderedPageBreak/>
        <w:t xml:space="preserve">Vrijheid 2= </w:t>
      </w:r>
      <w:r w:rsidR="008862D5">
        <w:rPr>
          <w:b/>
        </w:rPr>
        <w:t>Vrij van fysiek en thermaal ongerief</w:t>
      </w:r>
    </w:p>
    <w:p w14:paraId="036B9707" w14:textId="77777777" w:rsidR="008862D5" w:rsidRDefault="008862D5" w:rsidP="00DB74F0"/>
    <w:p w14:paraId="0F457AC6" w14:textId="77777777" w:rsidR="00DB74F0" w:rsidRDefault="00DB74F0" w:rsidP="00DB74F0">
      <w:r>
        <w:t xml:space="preserve">Omschrijf zo </w:t>
      </w:r>
      <w:r w:rsidRPr="00DB74F0">
        <w:rPr>
          <w:u w:val="single"/>
        </w:rPr>
        <w:t>concreet</w:t>
      </w:r>
      <w:r>
        <w:t xml:space="preserve"> mogelijk 5 ‘eisen’ waaraan je moet voldoen om deze vrijheid te waarborgen.  Hoe ziet een goede leefomgeving er uit?</w:t>
      </w:r>
    </w:p>
    <w:p w14:paraId="7783ACFB" w14:textId="77777777" w:rsidR="00DB74F0" w:rsidRDefault="00DB74F0" w:rsidP="00DB74F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DB74F0" w14:paraId="647D5689" w14:textId="77777777" w:rsidTr="00763FF0">
        <w:tc>
          <w:tcPr>
            <w:tcW w:w="1129" w:type="dxa"/>
          </w:tcPr>
          <w:p w14:paraId="11901C16" w14:textId="77777777" w:rsidR="00DB74F0" w:rsidRDefault="00DB74F0" w:rsidP="00763FF0"/>
        </w:tc>
        <w:tc>
          <w:tcPr>
            <w:tcW w:w="7933" w:type="dxa"/>
          </w:tcPr>
          <w:p w14:paraId="6092380E" w14:textId="77777777" w:rsidR="00DB74F0" w:rsidRDefault="00DB74F0" w:rsidP="00763FF0">
            <w:r>
              <w:t>Maatregel</w:t>
            </w:r>
          </w:p>
        </w:tc>
      </w:tr>
      <w:tr w:rsidR="00DB74F0" w14:paraId="23463B62" w14:textId="77777777" w:rsidTr="00763FF0">
        <w:tc>
          <w:tcPr>
            <w:tcW w:w="1129" w:type="dxa"/>
          </w:tcPr>
          <w:p w14:paraId="376DC3BA" w14:textId="77777777" w:rsidR="00DB74F0" w:rsidRDefault="00DB74F0" w:rsidP="00763FF0">
            <w:r>
              <w:t>1</w:t>
            </w:r>
          </w:p>
          <w:p w14:paraId="08FA7703" w14:textId="77777777" w:rsidR="00DB74F0" w:rsidRDefault="00DB74F0" w:rsidP="00763FF0"/>
        </w:tc>
        <w:tc>
          <w:tcPr>
            <w:tcW w:w="7933" w:type="dxa"/>
          </w:tcPr>
          <w:p w14:paraId="026DB9B9" w14:textId="77777777" w:rsidR="00DB74F0" w:rsidRDefault="00DB74F0" w:rsidP="00763FF0"/>
          <w:p w14:paraId="467A9625" w14:textId="77777777" w:rsidR="008862D5" w:rsidRDefault="008862D5" w:rsidP="00763FF0"/>
          <w:p w14:paraId="22A207DE" w14:textId="77777777" w:rsidR="008862D5" w:rsidRDefault="008862D5" w:rsidP="00763FF0"/>
          <w:p w14:paraId="3D148346" w14:textId="77777777" w:rsidR="008862D5" w:rsidRDefault="008862D5" w:rsidP="00763FF0"/>
          <w:p w14:paraId="56FCF40A" w14:textId="77777777" w:rsidR="008862D5" w:rsidRDefault="008862D5" w:rsidP="00763FF0"/>
          <w:p w14:paraId="67DEDC2A" w14:textId="77777777" w:rsidR="008862D5" w:rsidRDefault="008862D5" w:rsidP="00763FF0"/>
          <w:p w14:paraId="0BB469A9" w14:textId="77777777" w:rsidR="008862D5" w:rsidRDefault="008862D5" w:rsidP="00763FF0"/>
        </w:tc>
      </w:tr>
      <w:tr w:rsidR="00DB74F0" w14:paraId="57B2FE23" w14:textId="77777777" w:rsidTr="00763FF0">
        <w:tc>
          <w:tcPr>
            <w:tcW w:w="1129" w:type="dxa"/>
          </w:tcPr>
          <w:p w14:paraId="5860E0E9" w14:textId="77777777" w:rsidR="00DB74F0" w:rsidRDefault="00DB74F0" w:rsidP="00763FF0"/>
          <w:p w14:paraId="17A14155" w14:textId="77777777" w:rsidR="00DB74F0" w:rsidRDefault="00DB74F0" w:rsidP="00763FF0">
            <w:r>
              <w:t>2</w:t>
            </w:r>
          </w:p>
        </w:tc>
        <w:tc>
          <w:tcPr>
            <w:tcW w:w="7933" w:type="dxa"/>
          </w:tcPr>
          <w:p w14:paraId="6BB1161D" w14:textId="77777777" w:rsidR="00DB74F0" w:rsidRDefault="00DB74F0" w:rsidP="00763FF0"/>
          <w:p w14:paraId="03AA5518" w14:textId="77777777" w:rsidR="008862D5" w:rsidRDefault="008862D5" w:rsidP="00763FF0"/>
          <w:p w14:paraId="388F2541" w14:textId="77777777" w:rsidR="008862D5" w:rsidRDefault="008862D5" w:rsidP="00763FF0"/>
          <w:p w14:paraId="412AF4C8" w14:textId="77777777" w:rsidR="008862D5" w:rsidRDefault="008862D5" w:rsidP="00763FF0"/>
          <w:p w14:paraId="27FD6BA2" w14:textId="77777777" w:rsidR="008862D5" w:rsidRDefault="008862D5" w:rsidP="00763FF0"/>
          <w:p w14:paraId="4016EA90" w14:textId="77777777" w:rsidR="008862D5" w:rsidRDefault="008862D5" w:rsidP="00763FF0"/>
          <w:p w14:paraId="4A315F71" w14:textId="77777777" w:rsidR="008862D5" w:rsidRDefault="008862D5" w:rsidP="00763FF0"/>
          <w:p w14:paraId="205428EE" w14:textId="77777777" w:rsidR="008862D5" w:rsidRDefault="008862D5" w:rsidP="00763FF0"/>
        </w:tc>
      </w:tr>
      <w:tr w:rsidR="00DB74F0" w14:paraId="46D553D2" w14:textId="77777777" w:rsidTr="00763FF0">
        <w:tc>
          <w:tcPr>
            <w:tcW w:w="1129" w:type="dxa"/>
          </w:tcPr>
          <w:p w14:paraId="08CC7017" w14:textId="77777777" w:rsidR="00DB74F0" w:rsidRDefault="00DB74F0" w:rsidP="00763FF0"/>
          <w:p w14:paraId="25F4E0FF" w14:textId="77777777" w:rsidR="00DB74F0" w:rsidRDefault="00DB74F0" w:rsidP="00763FF0">
            <w:r>
              <w:t>3</w:t>
            </w:r>
          </w:p>
        </w:tc>
        <w:tc>
          <w:tcPr>
            <w:tcW w:w="7933" w:type="dxa"/>
          </w:tcPr>
          <w:p w14:paraId="6694F68B" w14:textId="77777777" w:rsidR="00DB74F0" w:rsidRDefault="00DB74F0" w:rsidP="00763FF0"/>
          <w:p w14:paraId="7BC31AB8" w14:textId="77777777" w:rsidR="008862D5" w:rsidRDefault="008862D5" w:rsidP="00763FF0"/>
          <w:p w14:paraId="06E4F816" w14:textId="77777777" w:rsidR="008862D5" w:rsidRDefault="008862D5" w:rsidP="00763FF0"/>
          <w:p w14:paraId="632756AD" w14:textId="77777777" w:rsidR="008862D5" w:rsidRDefault="008862D5" w:rsidP="00763FF0"/>
          <w:p w14:paraId="773528E0" w14:textId="77777777" w:rsidR="008862D5" w:rsidRDefault="008862D5" w:rsidP="00763FF0"/>
          <w:p w14:paraId="4D6E0725" w14:textId="77777777" w:rsidR="008862D5" w:rsidRDefault="008862D5" w:rsidP="00763FF0"/>
          <w:p w14:paraId="1114F454" w14:textId="77777777" w:rsidR="008862D5" w:rsidRDefault="008862D5" w:rsidP="00763FF0"/>
          <w:p w14:paraId="3E686AC8" w14:textId="77777777" w:rsidR="008862D5" w:rsidRDefault="008862D5" w:rsidP="00763FF0"/>
        </w:tc>
      </w:tr>
      <w:tr w:rsidR="00DB74F0" w14:paraId="4535DC90" w14:textId="77777777" w:rsidTr="00763FF0">
        <w:tc>
          <w:tcPr>
            <w:tcW w:w="1129" w:type="dxa"/>
          </w:tcPr>
          <w:p w14:paraId="00FD7EFA" w14:textId="77777777" w:rsidR="00DB74F0" w:rsidRDefault="00DB74F0" w:rsidP="00763FF0"/>
          <w:p w14:paraId="17FCEE93" w14:textId="77777777" w:rsidR="00DB74F0" w:rsidRDefault="00DB74F0" w:rsidP="00763FF0">
            <w:r>
              <w:t>4</w:t>
            </w:r>
          </w:p>
        </w:tc>
        <w:tc>
          <w:tcPr>
            <w:tcW w:w="7933" w:type="dxa"/>
          </w:tcPr>
          <w:p w14:paraId="190E258F" w14:textId="77777777" w:rsidR="00DB74F0" w:rsidRDefault="00DB74F0" w:rsidP="00763FF0"/>
          <w:p w14:paraId="4EC38FF4" w14:textId="77777777" w:rsidR="008862D5" w:rsidRDefault="008862D5" w:rsidP="00763FF0"/>
          <w:p w14:paraId="3F76558A" w14:textId="77777777" w:rsidR="008862D5" w:rsidRDefault="008862D5" w:rsidP="00763FF0"/>
          <w:p w14:paraId="6BEE04D8" w14:textId="77777777" w:rsidR="008862D5" w:rsidRDefault="008862D5" w:rsidP="00763FF0"/>
          <w:p w14:paraId="253CB381" w14:textId="77777777" w:rsidR="008862D5" w:rsidRDefault="008862D5" w:rsidP="00763FF0"/>
          <w:p w14:paraId="24BF1808" w14:textId="77777777" w:rsidR="008862D5" w:rsidRDefault="008862D5" w:rsidP="00763FF0"/>
          <w:p w14:paraId="5209BF46" w14:textId="77777777" w:rsidR="008862D5" w:rsidRDefault="008862D5" w:rsidP="00763FF0"/>
          <w:p w14:paraId="5D594841" w14:textId="77777777" w:rsidR="008862D5" w:rsidRDefault="008862D5" w:rsidP="00763FF0"/>
        </w:tc>
      </w:tr>
      <w:tr w:rsidR="00DB74F0" w14:paraId="172DF728" w14:textId="77777777" w:rsidTr="00763FF0">
        <w:tc>
          <w:tcPr>
            <w:tcW w:w="1129" w:type="dxa"/>
          </w:tcPr>
          <w:p w14:paraId="3E5B5488" w14:textId="77777777" w:rsidR="00DB74F0" w:rsidRDefault="00DB74F0" w:rsidP="00763FF0"/>
          <w:p w14:paraId="50C6C58A" w14:textId="77777777" w:rsidR="00DB74F0" w:rsidRDefault="00DB74F0" w:rsidP="00763FF0">
            <w:r>
              <w:t>5</w:t>
            </w:r>
          </w:p>
        </w:tc>
        <w:tc>
          <w:tcPr>
            <w:tcW w:w="7933" w:type="dxa"/>
          </w:tcPr>
          <w:p w14:paraId="39BC5711" w14:textId="77777777" w:rsidR="00DB74F0" w:rsidRDefault="00DB74F0" w:rsidP="00763FF0"/>
          <w:p w14:paraId="0964E90B" w14:textId="77777777" w:rsidR="008862D5" w:rsidRDefault="008862D5" w:rsidP="00763FF0"/>
          <w:p w14:paraId="5AFBCE7F" w14:textId="77777777" w:rsidR="008862D5" w:rsidRDefault="008862D5" w:rsidP="00763FF0"/>
          <w:p w14:paraId="092DD7D3" w14:textId="77777777" w:rsidR="008862D5" w:rsidRDefault="008862D5" w:rsidP="00763FF0"/>
          <w:p w14:paraId="3EBD6C87" w14:textId="77777777" w:rsidR="008862D5" w:rsidRDefault="008862D5" w:rsidP="00763FF0"/>
          <w:p w14:paraId="03F95DB3" w14:textId="77777777" w:rsidR="008862D5" w:rsidRDefault="008862D5" w:rsidP="00763FF0"/>
          <w:p w14:paraId="7F4CF181" w14:textId="77777777" w:rsidR="008862D5" w:rsidRDefault="008862D5" w:rsidP="00763FF0"/>
          <w:p w14:paraId="74951AB1" w14:textId="77777777" w:rsidR="008862D5" w:rsidRDefault="008862D5" w:rsidP="00763FF0"/>
        </w:tc>
      </w:tr>
    </w:tbl>
    <w:p w14:paraId="00754294" w14:textId="77777777" w:rsidR="00DB74F0" w:rsidRDefault="00DB74F0"/>
    <w:p w14:paraId="2D87E37C" w14:textId="45D9F001" w:rsidR="008862D5" w:rsidRDefault="008862D5">
      <w:r>
        <w:br w:type="page"/>
      </w:r>
    </w:p>
    <w:p w14:paraId="512EDCF8" w14:textId="3EAC5592" w:rsidR="00DB74F0" w:rsidRDefault="00DB74F0" w:rsidP="00DB74F0">
      <w:pPr>
        <w:rPr>
          <w:b/>
        </w:rPr>
      </w:pPr>
      <w:r>
        <w:rPr>
          <w:b/>
        </w:rPr>
        <w:lastRenderedPageBreak/>
        <w:t xml:space="preserve">Vrijheid 3= </w:t>
      </w:r>
      <w:r w:rsidR="008862D5">
        <w:rPr>
          <w:b/>
        </w:rPr>
        <w:t>Vrij van pijn, verwondingen en ziektes</w:t>
      </w:r>
    </w:p>
    <w:p w14:paraId="448AB70F" w14:textId="77777777" w:rsidR="00DB74F0" w:rsidRDefault="00DB74F0" w:rsidP="00DB74F0">
      <w:r>
        <w:t xml:space="preserve">Omschrijf zo </w:t>
      </w:r>
      <w:r w:rsidRPr="00DB74F0">
        <w:rPr>
          <w:u w:val="single"/>
        </w:rPr>
        <w:t>concreet</w:t>
      </w:r>
      <w:r>
        <w:t xml:space="preserve"> mogelijk 5 ‘eisen’ waaraan je moet voldoen om deze vrijheid te waarborgen.  Hoe kun je pijn, verwondingen en ziektes voorkomen en behandelen?’</w:t>
      </w:r>
    </w:p>
    <w:p w14:paraId="189D812F" w14:textId="77777777" w:rsidR="00DB74F0" w:rsidRDefault="00DB74F0" w:rsidP="00DB74F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DB74F0" w14:paraId="55150D7D" w14:textId="77777777" w:rsidTr="00763FF0">
        <w:tc>
          <w:tcPr>
            <w:tcW w:w="1129" w:type="dxa"/>
          </w:tcPr>
          <w:p w14:paraId="6D71AD88" w14:textId="77777777" w:rsidR="00DB74F0" w:rsidRDefault="00DB74F0" w:rsidP="00763FF0"/>
        </w:tc>
        <w:tc>
          <w:tcPr>
            <w:tcW w:w="7933" w:type="dxa"/>
          </w:tcPr>
          <w:p w14:paraId="3D1B22DB" w14:textId="77777777" w:rsidR="00DB74F0" w:rsidRDefault="00DB74F0" w:rsidP="00763FF0">
            <w:r>
              <w:t>Maatregel</w:t>
            </w:r>
          </w:p>
        </w:tc>
      </w:tr>
      <w:tr w:rsidR="00DB74F0" w14:paraId="47449CD3" w14:textId="77777777" w:rsidTr="00763FF0">
        <w:tc>
          <w:tcPr>
            <w:tcW w:w="1129" w:type="dxa"/>
          </w:tcPr>
          <w:p w14:paraId="23B35DC3" w14:textId="77777777" w:rsidR="00DB74F0" w:rsidRDefault="00DB74F0" w:rsidP="00763FF0">
            <w:r>
              <w:t>1</w:t>
            </w:r>
          </w:p>
          <w:p w14:paraId="3320C427" w14:textId="77777777" w:rsidR="00DB74F0" w:rsidRDefault="00DB74F0" w:rsidP="00763FF0"/>
        </w:tc>
        <w:tc>
          <w:tcPr>
            <w:tcW w:w="7933" w:type="dxa"/>
          </w:tcPr>
          <w:p w14:paraId="28A868C2" w14:textId="77777777" w:rsidR="00DB74F0" w:rsidRDefault="00DB74F0" w:rsidP="00763FF0"/>
          <w:p w14:paraId="108C49A9" w14:textId="77777777" w:rsidR="008862D5" w:rsidRDefault="008862D5" w:rsidP="00763FF0"/>
          <w:p w14:paraId="70F2A39F" w14:textId="77777777" w:rsidR="008862D5" w:rsidRDefault="008862D5" w:rsidP="00763FF0"/>
          <w:p w14:paraId="277BF2B0" w14:textId="77777777" w:rsidR="008862D5" w:rsidRDefault="008862D5" w:rsidP="00763FF0"/>
          <w:p w14:paraId="5FC79D89" w14:textId="77777777" w:rsidR="008862D5" w:rsidRDefault="008862D5" w:rsidP="00763FF0"/>
          <w:p w14:paraId="0B11DC7F" w14:textId="77777777" w:rsidR="008862D5" w:rsidRDefault="008862D5" w:rsidP="00763FF0"/>
        </w:tc>
      </w:tr>
      <w:tr w:rsidR="00DB74F0" w14:paraId="2E782BBD" w14:textId="77777777" w:rsidTr="00763FF0">
        <w:tc>
          <w:tcPr>
            <w:tcW w:w="1129" w:type="dxa"/>
          </w:tcPr>
          <w:p w14:paraId="2E411655" w14:textId="77777777" w:rsidR="00DB74F0" w:rsidRDefault="00DB74F0" w:rsidP="00763FF0"/>
          <w:p w14:paraId="12027FE4" w14:textId="77777777" w:rsidR="00DB74F0" w:rsidRDefault="00DB74F0" w:rsidP="00763FF0">
            <w:r>
              <w:t>2</w:t>
            </w:r>
          </w:p>
        </w:tc>
        <w:tc>
          <w:tcPr>
            <w:tcW w:w="7933" w:type="dxa"/>
          </w:tcPr>
          <w:p w14:paraId="07F3806B" w14:textId="77777777" w:rsidR="00DB74F0" w:rsidRDefault="00DB74F0" w:rsidP="00763FF0"/>
          <w:p w14:paraId="591A2161" w14:textId="77777777" w:rsidR="008862D5" w:rsidRDefault="008862D5" w:rsidP="00763FF0"/>
          <w:p w14:paraId="5A7F5F1A" w14:textId="77777777" w:rsidR="008862D5" w:rsidRDefault="008862D5" w:rsidP="00763FF0"/>
          <w:p w14:paraId="6370529E" w14:textId="77777777" w:rsidR="008862D5" w:rsidRDefault="008862D5" w:rsidP="00763FF0"/>
          <w:p w14:paraId="23922EB6" w14:textId="77777777" w:rsidR="008862D5" w:rsidRDefault="008862D5" w:rsidP="00763FF0"/>
          <w:p w14:paraId="3A16CB8B" w14:textId="77777777" w:rsidR="008862D5" w:rsidRDefault="008862D5" w:rsidP="00763FF0"/>
          <w:p w14:paraId="04F10C79" w14:textId="77777777" w:rsidR="008862D5" w:rsidRDefault="008862D5" w:rsidP="00763FF0"/>
        </w:tc>
      </w:tr>
      <w:tr w:rsidR="00DB74F0" w14:paraId="41F86347" w14:textId="77777777" w:rsidTr="00763FF0">
        <w:tc>
          <w:tcPr>
            <w:tcW w:w="1129" w:type="dxa"/>
          </w:tcPr>
          <w:p w14:paraId="5332CAD3" w14:textId="77777777" w:rsidR="00DB74F0" w:rsidRDefault="00DB74F0" w:rsidP="00763FF0"/>
          <w:p w14:paraId="5E9BE056" w14:textId="77777777" w:rsidR="00DB74F0" w:rsidRDefault="00DB74F0" w:rsidP="00763FF0">
            <w:r>
              <w:t>3</w:t>
            </w:r>
          </w:p>
        </w:tc>
        <w:tc>
          <w:tcPr>
            <w:tcW w:w="7933" w:type="dxa"/>
          </w:tcPr>
          <w:p w14:paraId="178B5BA8" w14:textId="77777777" w:rsidR="00DB74F0" w:rsidRDefault="00DB74F0" w:rsidP="00763FF0"/>
          <w:p w14:paraId="5847EC6F" w14:textId="77777777" w:rsidR="008862D5" w:rsidRDefault="008862D5" w:rsidP="00763FF0"/>
          <w:p w14:paraId="671E5FFF" w14:textId="77777777" w:rsidR="008862D5" w:rsidRDefault="008862D5" w:rsidP="00763FF0"/>
          <w:p w14:paraId="1355A95C" w14:textId="77777777" w:rsidR="008862D5" w:rsidRDefault="008862D5" w:rsidP="00763FF0"/>
          <w:p w14:paraId="584EDB3A" w14:textId="77777777" w:rsidR="008862D5" w:rsidRDefault="008862D5" w:rsidP="00763FF0"/>
          <w:p w14:paraId="5A464533" w14:textId="77777777" w:rsidR="008862D5" w:rsidRDefault="008862D5" w:rsidP="00763FF0"/>
          <w:p w14:paraId="1CFA1B5C" w14:textId="77777777" w:rsidR="008862D5" w:rsidRDefault="008862D5" w:rsidP="00763FF0"/>
        </w:tc>
      </w:tr>
      <w:tr w:rsidR="00DB74F0" w14:paraId="765D2A8A" w14:textId="77777777" w:rsidTr="00763FF0">
        <w:tc>
          <w:tcPr>
            <w:tcW w:w="1129" w:type="dxa"/>
          </w:tcPr>
          <w:p w14:paraId="71055FE0" w14:textId="77777777" w:rsidR="00DB74F0" w:rsidRDefault="00DB74F0" w:rsidP="00763FF0"/>
          <w:p w14:paraId="763C0058" w14:textId="77777777" w:rsidR="00DB74F0" w:rsidRDefault="00DB74F0" w:rsidP="00763FF0">
            <w:r>
              <w:t>4</w:t>
            </w:r>
          </w:p>
        </w:tc>
        <w:tc>
          <w:tcPr>
            <w:tcW w:w="7933" w:type="dxa"/>
          </w:tcPr>
          <w:p w14:paraId="54D99E6D" w14:textId="77777777" w:rsidR="00DB74F0" w:rsidRDefault="00DB74F0" w:rsidP="00763FF0"/>
          <w:p w14:paraId="3B9FA0D4" w14:textId="77777777" w:rsidR="008862D5" w:rsidRDefault="008862D5" w:rsidP="00763FF0"/>
          <w:p w14:paraId="643D31BC" w14:textId="77777777" w:rsidR="008862D5" w:rsidRDefault="008862D5" w:rsidP="00763FF0"/>
          <w:p w14:paraId="1AA9E831" w14:textId="77777777" w:rsidR="008862D5" w:rsidRDefault="008862D5" w:rsidP="00763FF0"/>
          <w:p w14:paraId="033D730D" w14:textId="77777777" w:rsidR="008862D5" w:rsidRDefault="008862D5" w:rsidP="00763FF0"/>
          <w:p w14:paraId="75E9A7B3" w14:textId="77777777" w:rsidR="008862D5" w:rsidRDefault="008862D5" w:rsidP="00763FF0"/>
          <w:p w14:paraId="76E6266D" w14:textId="77777777" w:rsidR="008862D5" w:rsidRDefault="008862D5" w:rsidP="00763FF0"/>
        </w:tc>
      </w:tr>
      <w:tr w:rsidR="00DB74F0" w14:paraId="1A07553D" w14:textId="77777777" w:rsidTr="00763FF0">
        <w:tc>
          <w:tcPr>
            <w:tcW w:w="1129" w:type="dxa"/>
          </w:tcPr>
          <w:p w14:paraId="6F35F594" w14:textId="77777777" w:rsidR="00DB74F0" w:rsidRDefault="00DB74F0" w:rsidP="00763FF0"/>
          <w:p w14:paraId="041B1BF1" w14:textId="77777777" w:rsidR="00DB74F0" w:rsidRDefault="00DB74F0" w:rsidP="00763FF0">
            <w:r>
              <w:t>5</w:t>
            </w:r>
          </w:p>
        </w:tc>
        <w:tc>
          <w:tcPr>
            <w:tcW w:w="7933" w:type="dxa"/>
          </w:tcPr>
          <w:p w14:paraId="1FD37132" w14:textId="77777777" w:rsidR="00DB74F0" w:rsidRDefault="00DB74F0" w:rsidP="00763FF0"/>
          <w:p w14:paraId="677365A1" w14:textId="77777777" w:rsidR="008862D5" w:rsidRDefault="008862D5" w:rsidP="00763FF0"/>
          <w:p w14:paraId="510EBC43" w14:textId="77777777" w:rsidR="008862D5" w:rsidRDefault="008862D5" w:rsidP="00763FF0"/>
          <w:p w14:paraId="3D5940F7" w14:textId="77777777" w:rsidR="008862D5" w:rsidRDefault="008862D5" w:rsidP="00763FF0"/>
          <w:p w14:paraId="0DAA45B0" w14:textId="77777777" w:rsidR="008862D5" w:rsidRDefault="008862D5" w:rsidP="00763FF0"/>
          <w:p w14:paraId="58401F18" w14:textId="77777777" w:rsidR="008862D5" w:rsidRDefault="008862D5" w:rsidP="00763FF0"/>
          <w:p w14:paraId="2EF5B15D" w14:textId="77777777" w:rsidR="008862D5" w:rsidRDefault="008862D5" w:rsidP="00763FF0"/>
          <w:p w14:paraId="1F0B92B1" w14:textId="77777777" w:rsidR="008862D5" w:rsidRDefault="008862D5" w:rsidP="00763FF0"/>
        </w:tc>
      </w:tr>
    </w:tbl>
    <w:p w14:paraId="769519A5" w14:textId="77777777" w:rsidR="008862D5" w:rsidRDefault="008862D5" w:rsidP="00DB74F0">
      <w:pPr>
        <w:rPr>
          <w:b/>
        </w:rPr>
      </w:pPr>
    </w:p>
    <w:p w14:paraId="64986AD4" w14:textId="77777777" w:rsidR="008862D5" w:rsidRDefault="008862D5">
      <w:pPr>
        <w:rPr>
          <w:b/>
        </w:rPr>
      </w:pPr>
      <w:r>
        <w:rPr>
          <w:b/>
        </w:rPr>
        <w:br w:type="page"/>
      </w:r>
    </w:p>
    <w:p w14:paraId="594BBA36" w14:textId="337C0F72" w:rsidR="00DB74F0" w:rsidRDefault="008862D5" w:rsidP="00DB74F0">
      <w:pPr>
        <w:rPr>
          <w:b/>
        </w:rPr>
      </w:pPr>
      <w:r>
        <w:rPr>
          <w:b/>
        </w:rPr>
        <w:lastRenderedPageBreak/>
        <w:t>Vrijheid 4 = Vrij van angst en chronische stress</w:t>
      </w:r>
    </w:p>
    <w:p w14:paraId="5183D904" w14:textId="77777777" w:rsidR="00DB74F0" w:rsidRDefault="00DB74F0" w:rsidP="00DB74F0">
      <w:r>
        <w:t xml:space="preserve">Omschrijf zo </w:t>
      </w:r>
      <w:r w:rsidRPr="00DB74F0">
        <w:rPr>
          <w:u w:val="single"/>
        </w:rPr>
        <w:t>concreet</w:t>
      </w:r>
      <w:r>
        <w:t xml:space="preserve"> mogelijk 5 ‘eisen’ waaraan je moet voldoen om deze vrijheid te waarborgen.  Hoe kun je geestelijk welzijn waarborgen? Denk hierbij ook aan de natuurlijke behoeften van het dier. </w:t>
      </w:r>
    </w:p>
    <w:p w14:paraId="4A294AD7" w14:textId="77777777" w:rsidR="00DB74F0" w:rsidRDefault="00DB74F0" w:rsidP="00DB74F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DB74F0" w14:paraId="1369E3F6" w14:textId="77777777" w:rsidTr="00763FF0">
        <w:tc>
          <w:tcPr>
            <w:tcW w:w="1129" w:type="dxa"/>
          </w:tcPr>
          <w:p w14:paraId="2D28F286" w14:textId="77777777" w:rsidR="00DB74F0" w:rsidRDefault="00DB74F0" w:rsidP="00763FF0"/>
        </w:tc>
        <w:tc>
          <w:tcPr>
            <w:tcW w:w="7933" w:type="dxa"/>
          </w:tcPr>
          <w:p w14:paraId="16ECBF0C" w14:textId="77777777" w:rsidR="00DB74F0" w:rsidRDefault="00DB74F0" w:rsidP="00763FF0">
            <w:r>
              <w:t>Maatregel</w:t>
            </w:r>
          </w:p>
        </w:tc>
      </w:tr>
      <w:tr w:rsidR="00DB74F0" w14:paraId="4D3737F1" w14:textId="77777777" w:rsidTr="00763FF0">
        <w:tc>
          <w:tcPr>
            <w:tcW w:w="1129" w:type="dxa"/>
          </w:tcPr>
          <w:p w14:paraId="605B1B79" w14:textId="77777777" w:rsidR="00DB74F0" w:rsidRDefault="00DB74F0" w:rsidP="00763FF0">
            <w:r>
              <w:t>1</w:t>
            </w:r>
          </w:p>
          <w:p w14:paraId="2239D942" w14:textId="77777777" w:rsidR="00DB74F0" w:rsidRDefault="00DB74F0" w:rsidP="00763FF0"/>
        </w:tc>
        <w:tc>
          <w:tcPr>
            <w:tcW w:w="7933" w:type="dxa"/>
          </w:tcPr>
          <w:p w14:paraId="6F0DE2B5" w14:textId="77777777" w:rsidR="00DB74F0" w:rsidRDefault="00DB74F0" w:rsidP="00763FF0"/>
          <w:p w14:paraId="02BF1F36" w14:textId="77777777" w:rsidR="008862D5" w:rsidRDefault="008862D5" w:rsidP="00763FF0"/>
          <w:p w14:paraId="791D0BFE" w14:textId="77777777" w:rsidR="008862D5" w:rsidRDefault="008862D5" w:rsidP="00763FF0"/>
          <w:p w14:paraId="1BBDA0A7" w14:textId="77777777" w:rsidR="008862D5" w:rsidRDefault="008862D5" w:rsidP="00763FF0"/>
          <w:p w14:paraId="6A620403" w14:textId="77777777" w:rsidR="008862D5" w:rsidRDefault="008862D5" w:rsidP="00763FF0"/>
          <w:p w14:paraId="20508CD3" w14:textId="77777777" w:rsidR="008862D5" w:rsidRDefault="008862D5" w:rsidP="00763FF0"/>
        </w:tc>
      </w:tr>
      <w:tr w:rsidR="00DB74F0" w14:paraId="2EDE73FB" w14:textId="77777777" w:rsidTr="00763FF0">
        <w:tc>
          <w:tcPr>
            <w:tcW w:w="1129" w:type="dxa"/>
          </w:tcPr>
          <w:p w14:paraId="5A6A08B8" w14:textId="77777777" w:rsidR="00DB74F0" w:rsidRDefault="00DB74F0" w:rsidP="00763FF0"/>
          <w:p w14:paraId="30DD5176" w14:textId="77777777" w:rsidR="00DB74F0" w:rsidRDefault="00DB74F0" w:rsidP="00763FF0">
            <w:r>
              <w:t>2</w:t>
            </w:r>
          </w:p>
        </w:tc>
        <w:tc>
          <w:tcPr>
            <w:tcW w:w="7933" w:type="dxa"/>
          </w:tcPr>
          <w:p w14:paraId="4D40D7DB" w14:textId="77777777" w:rsidR="00DB74F0" w:rsidRDefault="00DB74F0" w:rsidP="00763FF0"/>
          <w:p w14:paraId="4BA5D48F" w14:textId="77777777" w:rsidR="008862D5" w:rsidRDefault="008862D5" w:rsidP="00763FF0"/>
          <w:p w14:paraId="54C8EB14" w14:textId="77777777" w:rsidR="008862D5" w:rsidRDefault="008862D5" w:rsidP="00763FF0"/>
          <w:p w14:paraId="3AEF31E3" w14:textId="77777777" w:rsidR="008862D5" w:rsidRDefault="008862D5" w:rsidP="00763FF0"/>
          <w:p w14:paraId="33D85049" w14:textId="77777777" w:rsidR="008862D5" w:rsidRDefault="008862D5" w:rsidP="00763FF0"/>
          <w:p w14:paraId="0C8CCE4C" w14:textId="77777777" w:rsidR="008862D5" w:rsidRDefault="008862D5" w:rsidP="00763FF0"/>
          <w:p w14:paraId="358AF4CF" w14:textId="77777777" w:rsidR="008862D5" w:rsidRDefault="008862D5" w:rsidP="00763FF0"/>
        </w:tc>
      </w:tr>
      <w:tr w:rsidR="00DB74F0" w14:paraId="0CAD36B2" w14:textId="77777777" w:rsidTr="00763FF0">
        <w:tc>
          <w:tcPr>
            <w:tcW w:w="1129" w:type="dxa"/>
          </w:tcPr>
          <w:p w14:paraId="2714224D" w14:textId="77777777" w:rsidR="00DB74F0" w:rsidRDefault="00DB74F0" w:rsidP="00763FF0"/>
          <w:p w14:paraId="4A74ADB4" w14:textId="77777777" w:rsidR="00DB74F0" w:rsidRDefault="00DB74F0" w:rsidP="00763FF0">
            <w:r>
              <w:t>3</w:t>
            </w:r>
          </w:p>
        </w:tc>
        <w:tc>
          <w:tcPr>
            <w:tcW w:w="7933" w:type="dxa"/>
          </w:tcPr>
          <w:p w14:paraId="10D301EB" w14:textId="77777777" w:rsidR="00DB74F0" w:rsidRDefault="00DB74F0" w:rsidP="00763FF0"/>
          <w:p w14:paraId="09FD52B7" w14:textId="77777777" w:rsidR="008862D5" w:rsidRDefault="008862D5" w:rsidP="00763FF0"/>
          <w:p w14:paraId="565AEEC0" w14:textId="77777777" w:rsidR="008862D5" w:rsidRDefault="008862D5" w:rsidP="00763FF0"/>
          <w:p w14:paraId="79862565" w14:textId="77777777" w:rsidR="008862D5" w:rsidRDefault="008862D5" w:rsidP="00763FF0"/>
          <w:p w14:paraId="2A55983E" w14:textId="77777777" w:rsidR="008862D5" w:rsidRDefault="008862D5" w:rsidP="00763FF0"/>
          <w:p w14:paraId="7938A209" w14:textId="77777777" w:rsidR="008862D5" w:rsidRDefault="008862D5" w:rsidP="00763FF0"/>
        </w:tc>
      </w:tr>
      <w:tr w:rsidR="00DB74F0" w14:paraId="50B39092" w14:textId="77777777" w:rsidTr="00763FF0">
        <w:tc>
          <w:tcPr>
            <w:tcW w:w="1129" w:type="dxa"/>
          </w:tcPr>
          <w:p w14:paraId="6C181537" w14:textId="77777777" w:rsidR="00DB74F0" w:rsidRDefault="00DB74F0" w:rsidP="00763FF0"/>
          <w:p w14:paraId="72F2D4EA" w14:textId="77777777" w:rsidR="00DB74F0" w:rsidRDefault="00DB74F0" w:rsidP="00763FF0">
            <w:r>
              <w:t>4</w:t>
            </w:r>
          </w:p>
        </w:tc>
        <w:tc>
          <w:tcPr>
            <w:tcW w:w="7933" w:type="dxa"/>
          </w:tcPr>
          <w:p w14:paraId="30BE4270" w14:textId="77777777" w:rsidR="00DB74F0" w:rsidRDefault="00DB74F0" w:rsidP="00763FF0"/>
          <w:p w14:paraId="0E079A35" w14:textId="77777777" w:rsidR="008862D5" w:rsidRDefault="008862D5" w:rsidP="00763FF0"/>
          <w:p w14:paraId="54B39CB9" w14:textId="77777777" w:rsidR="008862D5" w:rsidRDefault="008862D5" w:rsidP="00763FF0"/>
          <w:p w14:paraId="09904B43" w14:textId="77777777" w:rsidR="008862D5" w:rsidRDefault="008862D5" w:rsidP="00763FF0"/>
          <w:p w14:paraId="7FA40BF3" w14:textId="77777777" w:rsidR="008862D5" w:rsidRDefault="008862D5" w:rsidP="00763FF0"/>
          <w:p w14:paraId="536B5579" w14:textId="77777777" w:rsidR="008862D5" w:rsidRDefault="008862D5" w:rsidP="00763FF0"/>
          <w:p w14:paraId="68DF119D" w14:textId="77777777" w:rsidR="008862D5" w:rsidRDefault="008862D5" w:rsidP="00763FF0"/>
        </w:tc>
      </w:tr>
      <w:tr w:rsidR="00DB74F0" w14:paraId="5B9E8BDB" w14:textId="77777777" w:rsidTr="00763FF0">
        <w:tc>
          <w:tcPr>
            <w:tcW w:w="1129" w:type="dxa"/>
          </w:tcPr>
          <w:p w14:paraId="13BE1765" w14:textId="77777777" w:rsidR="00DB74F0" w:rsidRDefault="00DB74F0" w:rsidP="00763FF0"/>
          <w:p w14:paraId="7E9435CF" w14:textId="77777777" w:rsidR="00DB74F0" w:rsidRDefault="00DB74F0" w:rsidP="00763FF0">
            <w:r>
              <w:t>5</w:t>
            </w:r>
          </w:p>
        </w:tc>
        <w:tc>
          <w:tcPr>
            <w:tcW w:w="7933" w:type="dxa"/>
          </w:tcPr>
          <w:p w14:paraId="57BAE7E2" w14:textId="77777777" w:rsidR="00DB74F0" w:rsidRDefault="00DB74F0" w:rsidP="00763FF0"/>
          <w:p w14:paraId="385EBCA4" w14:textId="77777777" w:rsidR="008862D5" w:rsidRDefault="008862D5" w:rsidP="00763FF0"/>
          <w:p w14:paraId="2577BCDE" w14:textId="77777777" w:rsidR="008862D5" w:rsidRDefault="008862D5" w:rsidP="00763FF0"/>
          <w:p w14:paraId="7D954997" w14:textId="77777777" w:rsidR="008862D5" w:rsidRDefault="008862D5" w:rsidP="00763FF0"/>
          <w:p w14:paraId="633527DB" w14:textId="77777777" w:rsidR="008862D5" w:rsidRDefault="008862D5" w:rsidP="00763FF0"/>
          <w:p w14:paraId="0946DC19" w14:textId="77777777" w:rsidR="008862D5" w:rsidRDefault="008862D5" w:rsidP="00763FF0"/>
          <w:p w14:paraId="7E764EE5" w14:textId="77777777" w:rsidR="008862D5" w:rsidRDefault="008862D5" w:rsidP="00763FF0"/>
          <w:p w14:paraId="16E14847" w14:textId="77777777" w:rsidR="008862D5" w:rsidRDefault="008862D5" w:rsidP="00763FF0"/>
        </w:tc>
      </w:tr>
    </w:tbl>
    <w:p w14:paraId="0E9F2EF8" w14:textId="773F49EA" w:rsidR="008862D5" w:rsidRDefault="008862D5"/>
    <w:p w14:paraId="520398E8" w14:textId="77777777" w:rsidR="008862D5" w:rsidRDefault="008862D5">
      <w:r>
        <w:br w:type="page"/>
      </w:r>
    </w:p>
    <w:p w14:paraId="37BF5A07" w14:textId="39695118" w:rsidR="009612FA" w:rsidRDefault="009612FA" w:rsidP="009612FA">
      <w:pPr>
        <w:rPr>
          <w:b/>
        </w:rPr>
      </w:pPr>
      <w:r>
        <w:rPr>
          <w:b/>
        </w:rPr>
        <w:lastRenderedPageBreak/>
        <w:t xml:space="preserve">Vrijheid 5= </w:t>
      </w:r>
      <w:r w:rsidR="008862D5">
        <w:rPr>
          <w:b/>
        </w:rPr>
        <w:t>Vrij om natuurlijk gedrag te vertonen</w:t>
      </w:r>
    </w:p>
    <w:p w14:paraId="1A83A44D" w14:textId="77777777" w:rsidR="009612FA" w:rsidRDefault="009612FA" w:rsidP="009612FA">
      <w:r>
        <w:t xml:space="preserve">Omschrijf zo </w:t>
      </w:r>
      <w:r w:rsidRPr="00DB74F0">
        <w:rPr>
          <w:u w:val="single"/>
        </w:rPr>
        <w:t>concreet</w:t>
      </w:r>
      <w:r>
        <w:t xml:space="preserve"> mogelijk 5 ‘eisen’ waaraan je moet voldoen om deze vrijheid te waarborgen.  Denk hierbij ook aan de natuurlijke behoeften van het dier.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9612FA" w14:paraId="7853D48A" w14:textId="77777777" w:rsidTr="00763FF0">
        <w:tc>
          <w:tcPr>
            <w:tcW w:w="1129" w:type="dxa"/>
          </w:tcPr>
          <w:p w14:paraId="4742D33F" w14:textId="77777777" w:rsidR="009612FA" w:rsidRDefault="009612FA" w:rsidP="00763FF0"/>
        </w:tc>
        <w:tc>
          <w:tcPr>
            <w:tcW w:w="7933" w:type="dxa"/>
          </w:tcPr>
          <w:p w14:paraId="69AEF758" w14:textId="77777777" w:rsidR="009612FA" w:rsidRDefault="009612FA" w:rsidP="00763FF0">
            <w:r>
              <w:t>Maatregel</w:t>
            </w:r>
          </w:p>
        </w:tc>
      </w:tr>
      <w:tr w:rsidR="009612FA" w14:paraId="6A37F055" w14:textId="77777777" w:rsidTr="00763FF0">
        <w:tc>
          <w:tcPr>
            <w:tcW w:w="1129" w:type="dxa"/>
          </w:tcPr>
          <w:p w14:paraId="430DAFB6" w14:textId="77777777" w:rsidR="009612FA" w:rsidRDefault="009612FA" w:rsidP="00763FF0">
            <w:r>
              <w:t>1</w:t>
            </w:r>
          </w:p>
          <w:p w14:paraId="7F1AC370" w14:textId="77777777" w:rsidR="009612FA" w:rsidRDefault="009612FA" w:rsidP="00763FF0"/>
        </w:tc>
        <w:tc>
          <w:tcPr>
            <w:tcW w:w="7933" w:type="dxa"/>
          </w:tcPr>
          <w:p w14:paraId="5A643426" w14:textId="77777777" w:rsidR="009612FA" w:rsidRDefault="009612FA" w:rsidP="00763FF0"/>
          <w:p w14:paraId="51316B4C" w14:textId="77777777" w:rsidR="008862D5" w:rsidRDefault="008862D5" w:rsidP="00763FF0"/>
          <w:p w14:paraId="5CEA548E" w14:textId="77777777" w:rsidR="008862D5" w:rsidRDefault="008862D5" w:rsidP="00763FF0"/>
          <w:p w14:paraId="24BABD1B" w14:textId="77777777" w:rsidR="008862D5" w:rsidRDefault="008862D5" w:rsidP="00763FF0"/>
          <w:p w14:paraId="2AF56F67" w14:textId="77777777" w:rsidR="008862D5" w:rsidRDefault="008862D5" w:rsidP="00763FF0"/>
          <w:p w14:paraId="24BF9DE8" w14:textId="77777777" w:rsidR="008862D5" w:rsidRDefault="008862D5" w:rsidP="00763FF0"/>
          <w:p w14:paraId="6FEE261D" w14:textId="77777777" w:rsidR="008862D5" w:rsidRDefault="008862D5" w:rsidP="00763FF0"/>
          <w:p w14:paraId="40C89639" w14:textId="77777777" w:rsidR="008862D5" w:rsidRDefault="008862D5" w:rsidP="00763FF0"/>
        </w:tc>
      </w:tr>
      <w:tr w:rsidR="009612FA" w14:paraId="4F3842C3" w14:textId="77777777" w:rsidTr="00763FF0">
        <w:tc>
          <w:tcPr>
            <w:tcW w:w="1129" w:type="dxa"/>
          </w:tcPr>
          <w:p w14:paraId="7F0BCEBB" w14:textId="77777777" w:rsidR="009612FA" w:rsidRDefault="009612FA" w:rsidP="00763FF0"/>
          <w:p w14:paraId="0306E4AF" w14:textId="77777777" w:rsidR="009612FA" w:rsidRDefault="009612FA" w:rsidP="00763FF0">
            <w:r>
              <w:t>2</w:t>
            </w:r>
          </w:p>
        </w:tc>
        <w:tc>
          <w:tcPr>
            <w:tcW w:w="7933" w:type="dxa"/>
          </w:tcPr>
          <w:p w14:paraId="1E3908C5" w14:textId="77777777" w:rsidR="009612FA" w:rsidRDefault="009612FA" w:rsidP="00763FF0"/>
          <w:p w14:paraId="0D122624" w14:textId="77777777" w:rsidR="008862D5" w:rsidRDefault="008862D5" w:rsidP="00763FF0"/>
          <w:p w14:paraId="0C4DEBE1" w14:textId="77777777" w:rsidR="008862D5" w:rsidRDefault="008862D5" w:rsidP="00763FF0"/>
          <w:p w14:paraId="245EBE14" w14:textId="77777777" w:rsidR="008862D5" w:rsidRDefault="008862D5" w:rsidP="00763FF0"/>
          <w:p w14:paraId="66199ECD" w14:textId="77777777" w:rsidR="008862D5" w:rsidRDefault="008862D5" w:rsidP="00763FF0"/>
          <w:p w14:paraId="7FEE1049" w14:textId="77777777" w:rsidR="008862D5" w:rsidRDefault="008862D5" w:rsidP="00763FF0"/>
          <w:p w14:paraId="6AF3BD59" w14:textId="77777777" w:rsidR="008862D5" w:rsidRDefault="008862D5" w:rsidP="00763FF0"/>
          <w:p w14:paraId="23B3F0DA" w14:textId="77777777" w:rsidR="008862D5" w:rsidRDefault="008862D5" w:rsidP="00763FF0"/>
          <w:p w14:paraId="3A7FADB8" w14:textId="77777777" w:rsidR="008862D5" w:rsidRDefault="008862D5" w:rsidP="00763FF0"/>
        </w:tc>
      </w:tr>
      <w:tr w:rsidR="009612FA" w14:paraId="58B1FA6D" w14:textId="77777777" w:rsidTr="00763FF0">
        <w:tc>
          <w:tcPr>
            <w:tcW w:w="1129" w:type="dxa"/>
          </w:tcPr>
          <w:p w14:paraId="3C66184B" w14:textId="77777777" w:rsidR="009612FA" w:rsidRDefault="009612FA" w:rsidP="00763FF0"/>
          <w:p w14:paraId="33BECCD7" w14:textId="77777777" w:rsidR="009612FA" w:rsidRDefault="009612FA" w:rsidP="00763FF0">
            <w:r>
              <w:t>3</w:t>
            </w:r>
          </w:p>
        </w:tc>
        <w:tc>
          <w:tcPr>
            <w:tcW w:w="7933" w:type="dxa"/>
          </w:tcPr>
          <w:p w14:paraId="61AEC69A" w14:textId="77777777" w:rsidR="009612FA" w:rsidRDefault="009612FA" w:rsidP="00763FF0"/>
          <w:p w14:paraId="0905EAC6" w14:textId="77777777" w:rsidR="008862D5" w:rsidRDefault="008862D5" w:rsidP="00763FF0"/>
          <w:p w14:paraId="492B95DD" w14:textId="77777777" w:rsidR="008862D5" w:rsidRDefault="008862D5" w:rsidP="00763FF0"/>
          <w:p w14:paraId="282121BE" w14:textId="77777777" w:rsidR="008862D5" w:rsidRDefault="008862D5" w:rsidP="00763FF0"/>
          <w:p w14:paraId="1A18436D" w14:textId="77777777" w:rsidR="008862D5" w:rsidRDefault="008862D5" w:rsidP="00763FF0"/>
          <w:p w14:paraId="430C65D4" w14:textId="77777777" w:rsidR="008862D5" w:rsidRDefault="008862D5" w:rsidP="00763FF0"/>
          <w:p w14:paraId="4DAB3CD3" w14:textId="77777777" w:rsidR="008862D5" w:rsidRDefault="008862D5" w:rsidP="00763FF0"/>
          <w:p w14:paraId="39C5148B" w14:textId="77777777" w:rsidR="008862D5" w:rsidRDefault="008862D5" w:rsidP="00763FF0"/>
        </w:tc>
      </w:tr>
      <w:tr w:rsidR="009612FA" w14:paraId="73B69CC2" w14:textId="77777777" w:rsidTr="00763FF0">
        <w:tc>
          <w:tcPr>
            <w:tcW w:w="1129" w:type="dxa"/>
          </w:tcPr>
          <w:p w14:paraId="3EE110F2" w14:textId="77777777" w:rsidR="009612FA" w:rsidRDefault="009612FA" w:rsidP="00763FF0"/>
          <w:p w14:paraId="5B53FC96" w14:textId="77777777" w:rsidR="009612FA" w:rsidRDefault="009612FA" w:rsidP="00763FF0">
            <w:r>
              <w:t>4</w:t>
            </w:r>
          </w:p>
        </w:tc>
        <w:tc>
          <w:tcPr>
            <w:tcW w:w="7933" w:type="dxa"/>
          </w:tcPr>
          <w:p w14:paraId="3D493714" w14:textId="77777777" w:rsidR="009612FA" w:rsidRDefault="009612FA" w:rsidP="00763FF0"/>
          <w:p w14:paraId="3CD2DE98" w14:textId="77777777" w:rsidR="008862D5" w:rsidRDefault="008862D5" w:rsidP="00763FF0"/>
          <w:p w14:paraId="2FDF786D" w14:textId="77777777" w:rsidR="008862D5" w:rsidRDefault="008862D5" w:rsidP="00763FF0"/>
          <w:p w14:paraId="2B1BC08B" w14:textId="77777777" w:rsidR="008862D5" w:rsidRDefault="008862D5" w:rsidP="00763FF0"/>
          <w:p w14:paraId="62B67141" w14:textId="77777777" w:rsidR="008862D5" w:rsidRDefault="008862D5" w:rsidP="00763FF0"/>
          <w:p w14:paraId="00B24F61" w14:textId="77777777" w:rsidR="008862D5" w:rsidRDefault="008862D5" w:rsidP="00763FF0"/>
          <w:p w14:paraId="539BEDC4" w14:textId="77777777" w:rsidR="008862D5" w:rsidRDefault="008862D5" w:rsidP="00763FF0"/>
          <w:p w14:paraId="400DFD2E" w14:textId="77777777" w:rsidR="008862D5" w:rsidRDefault="008862D5" w:rsidP="00763FF0"/>
        </w:tc>
      </w:tr>
      <w:tr w:rsidR="009612FA" w14:paraId="28108275" w14:textId="77777777" w:rsidTr="00763FF0">
        <w:tc>
          <w:tcPr>
            <w:tcW w:w="1129" w:type="dxa"/>
          </w:tcPr>
          <w:p w14:paraId="3FA8B085" w14:textId="77777777" w:rsidR="009612FA" w:rsidRDefault="009612FA" w:rsidP="00763FF0"/>
          <w:p w14:paraId="4588A37A" w14:textId="77777777" w:rsidR="009612FA" w:rsidRDefault="009612FA" w:rsidP="00763FF0">
            <w:r>
              <w:t>5</w:t>
            </w:r>
          </w:p>
        </w:tc>
        <w:tc>
          <w:tcPr>
            <w:tcW w:w="7933" w:type="dxa"/>
          </w:tcPr>
          <w:p w14:paraId="1FFD5485" w14:textId="77777777" w:rsidR="009612FA" w:rsidRDefault="009612FA" w:rsidP="00763FF0"/>
          <w:p w14:paraId="54A028DD" w14:textId="77777777" w:rsidR="008862D5" w:rsidRDefault="008862D5" w:rsidP="00763FF0"/>
          <w:p w14:paraId="1F4C891E" w14:textId="77777777" w:rsidR="008862D5" w:rsidRDefault="008862D5" w:rsidP="00763FF0"/>
          <w:p w14:paraId="0C23C5E0" w14:textId="77777777" w:rsidR="008862D5" w:rsidRDefault="008862D5" w:rsidP="00763FF0"/>
          <w:p w14:paraId="536ACE22" w14:textId="77777777" w:rsidR="008862D5" w:rsidRDefault="008862D5" w:rsidP="00763FF0"/>
          <w:p w14:paraId="4372CB30" w14:textId="77777777" w:rsidR="008862D5" w:rsidRDefault="008862D5" w:rsidP="00763FF0"/>
          <w:p w14:paraId="56350DC7" w14:textId="77777777" w:rsidR="008862D5" w:rsidRDefault="008862D5" w:rsidP="00763FF0"/>
          <w:p w14:paraId="4C5E68E1" w14:textId="77777777" w:rsidR="008862D5" w:rsidRDefault="008862D5" w:rsidP="00763FF0"/>
          <w:p w14:paraId="25F44BE6" w14:textId="77777777" w:rsidR="008862D5" w:rsidRDefault="008862D5" w:rsidP="00763FF0"/>
        </w:tc>
      </w:tr>
    </w:tbl>
    <w:p w14:paraId="66365985" w14:textId="77777777" w:rsidR="009612FA" w:rsidRDefault="009612FA" w:rsidP="009612FA"/>
    <w:p w14:paraId="03553D92" w14:textId="08DE76D3" w:rsidR="009612FA" w:rsidRPr="00331B01" w:rsidRDefault="009612FA" w:rsidP="00331B01">
      <w:pPr>
        <w:rPr>
          <w:sz w:val="28"/>
          <w:szCs w:val="28"/>
        </w:rPr>
      </w:pPr>
      <w:bookmarkStart w:id="0" w:name="_GoBack"/>
      <w:bookmarkEnd w:id="0"/>
    </w:p>
    <w:sectPr w:rsidR="009612FA" w:rsidRPr="00331B01" w:rsidSect="009612F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C57E5" w14:textId="77777777" w:rsidR="009612FA" w:rsidRDefault="009612FA" w:rsidP="009612FA">
      <w:pPr>
        <w:spacing w:after="0" w:line="240" w:lineRule="auto"/>
      </w:pPr>
      <w:r>
        <w:separator/>
      </w:r>
    </w:p>
  </w:endnote>
  <w:endnote w:type="continuationSeparator" w:id="0">
    <w:p w14:paraId="693B8F16" w14:textId="77777777" w:rsidR="009612FA" w:rsidRDefault="009612FA" w:rsidP="00961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92332" w14:textId="365D0D8C" w:rsidR="009612FA" w:rsidRDefault="009612FA" w:rsidP="009612FA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DC17C" w14:textId="77777777" w:rsidR="009612FA" w:rsidRDefault="009612FA" w:rsidP="009612FA">
      <w:pPr>
        <w:spacing w:after="0" w:line="240" w:lineRule="auto"/>
      </w:pPr>
      <w:r>
        <w:separator/>
      </w:r>
    </w:p>
  </w:footnote>
  <w:footnote w:type="continuationSeparator" w:id="0">
    <w:p w14:paraId="78EC418D" w14:textId="77777777" w:rsidR="009612FA" w:rsidRDefault="009612FA" w:rsidP="00961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DEA31" w14:textId="77777777" w:rsidR="009612FA" w:rsidRDefault="009612FA">
    <w:pPr>
      <w:pStyle w:val="Kopteks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C0407"/>
    <w:multiLevelType w:val="hybridMultilevel"/>
    <w:tmpl w:val="7778C66C"/>
    <w:lvl w:ilvl="0" w:tplc="C4DCD5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5A6B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E64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414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228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E070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908A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2077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E85B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B677BEB"/>
    <w:multiLevelType w:val="hybridMultilevel"/>
    <w:tmpl w:val="1E5CEFAE"/>
    <w:lvl w:ilvl="0" w:tplc="3D266C0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4F0"/>
    <w:rsid w:val="00331B01"/>
    <w:rsid w:val="003745DB"/>
    <w:rsid w:val="0042086F"/>
    <w:rsid w:val="00642FA2"/>
    <w:rsid w:val="00807A3E"/>
    <w:rsid w:val="008862D5"/>
    <w:rsid w:val="009612FA"/>
    <w:rsid w:val="00DB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3C9850"/>
  <w15:chartTrackingRefBased/>
  <w15:docId w15:val="{472D5509-218E-4111-9A5F-06E3F5C7D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B7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DB74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B74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B74F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B74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B74F0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B7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74F0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9612FA"/>
    <w:pPr>
      <w:ind w:left="720"/>
      <w:contextualSpacing/>
    </w:pPr>
  </w:style>
  <w:style w:type="paragraph" w:styleId="Koptekst">
    <w:name w:val="header"/>
    <w:basedOn w:val="Standaard"/>
    <w:link w:val="KoptekstChar"/>
    <w:unhideWhenUsed/>
    <w:rsid w:val="00961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9612FA"/>
  </w:style>
  <w:style w:type="paragraph" w:styleId="Voettekst">
    <w:name w:val="footer"/>
    <w:basedOn w:val="Standaard"/>
    <w:link w:val="VoettekstChar"/>
    <w:uiPriority w:val="99"/>
    <w:unhideWhenUsed/>
    <w:rsid w:val="00961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1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9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7502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28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09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056845C93DA4081F16C72B80E01B8" ma:contentTypeVersion="0" ma:contentTypeDescription="Een nieuw document maken." ma:contentTypeScope="" ma:versionID="270b44a5fbb6bd949c222f709671ffe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936ff5afc1a84bf5746d7d1a0c0c6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229895-C5F0-4595-9B60-0C7DA72B70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3C7173-E7F3-4205-BA7A-39F8610FE3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155C01-CDD4-461A-BAA0-C6D38C35E315}">
  <ds:schemaRefs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501FC309</Template>
  <TotalTime>1</TotalTime>
  <Pages>5</Pages>
  <Words>291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Tijsma, Yorinca</dc:creator>
  <cp:keywords/>
  <dc:description/>
  <cp:lastModifiedBy>Vera Huijberts</cp:lastModifiedBy>
  <cp:revision>3</cp:revision>
  <cp:lastPrinted>2018-04-10T07:32:00Z</cp:lastPrinted>
  <dcterms:created xsi:type="dcterms:W3CDTF">2018-04-10T07:31:00Z</dcterms:created>
  <dcterms:modified xsi:type="dcterms:W3CDTF">2018-04-10T07:32:00Z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0x01010011F056845C93DA4081F16C72B80E01B8</vt:lpwstr>
  </property>
</Properties>
</file>