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DBF3D" w14:textId="77777777" w:rsidR="00BC74AB" w:rsidRPr="00331B01" w:rsidRDefault="00BC74AB" w:rsidP="00BC74AB">
      <w:pPr>
        <w:tabs>
          <w:tab w:val="left" w:pos="285"/>
          <w:tab w:val="center" w:pos="4536"/>
        </w:tabs>
        <w:rPr>
          <w:b/>
          <w:sz w:val="32"/>
          <w:szCs w:val="32"/>
        </w:rPr>
      </w:pPr>
      <w:r w:rsidRPr="00331B01">
        <w:rPr>
          <w:b/>
          <w:sz w:val="32"/>
          <w:szCs w:val="32"/>
        </w:rPr>
        <w:t xml:space="preserve">Opdracht poster maken </w:t>
      </w:r>
    </w:p>
    <w:p w14:paraId="7D9E4007" w14:textId="77777777" w:rsidR="00BC74AB" w:rsidRDefault="00BC74AB" w:rsidP="00BC74AB"/>
    <w:p w14:paraId="3B0B4793" w14:textId="77777777" w:rsidR="00BC74AB" w:rsidRDefault="00BC74AB" w:rsidP="00BC74AB">
      <w:r>
        <w:t xml:space="preserve">Ontwerp met je klasgenoot een poster voor je diersoort. Welke 10 maatregelen vindt jij het belangrijkst? Zet deze op een poster met een mooie lay-out, zoals in het voorbeeld. </w:t>
      </w:r>
    </w:p>
    <w:p w14:paraId="3AC5B622" w14:textId="77777777" w:rsidR="00BC74AB" w:rsidRDefault="00BC74AB" w:rsidP="00BC74AB"/>
    <w:p w14:paraId="4DE90720" w14:textId="77777777" w:rsidR="00BC74AB" w:rsidRPr="00DB74F0" w:rsidRDefault="00BC74AB" w:rsidP="00BC74AB">
      <w:pPr>
        <w:jc w:val="center"/>
      </w:pPr>
      <w:r w:rsidRPr="009612FA">
        <w:rPr>
          <w:noProof/>
          <w:lang w:eastAsia="nl-NL"/>
        </w:rPr>
        <w:drawing>
          <wp:inline distT="0" distB="0" distL="0" distR="0" wp14:anchorId="12730738" wp14:editId="61E8B0D4">
            <wp:extent cx="4215530" cy="5629275"/>
            <wp:effectExtent l="0" t="0" r="0" b="0"/>
            <wp:docPr id="4" name="Tijdelijke aanduiding voor inhoud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ijdelijke aanduiding voor inhoud 3"/>
                    <pic:cNvPicPr>
                      <a:picLocks noGrp="1"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3457" cy="563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C3291E" w14:textId="77777777" w:rsidR="001B5526" w:rsidRDefault="001B5526">
      <w:bookmarkStart w:id="0" w:name="_GoBack"/>
      <w:bookmarkEnd w:id="0"/>
    </w:p>
    <w:sectPr w:rsidR="001B5526" w:rsidSect="009612F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10F9E" w14:textId="77777777" w:rsidR="009612FA" w:rsidRDefault="00BC74AB" w:rsidP="009612FA">
    <w:pPr>
      <w:pStyle w:val="Voettekst"/>
      <w:jc w:val="right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4ABC7" w14:textId="77777777" w:rsidR="009612FA" w:rsidRDefault="00BC74AB">
    <w:pPr>
      <w:pStyle w:val="Koptekst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4AB"/>
    <w:rsid w:val="001B5526"/>
    <w:rsid w:val="00BC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75AE7"/>
  <w15:chartTrackingRefBased/>
  <w15:docId w15:val="{27DE6559-E862-4167-B4D7-3D5250A23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C74AB"/>
    <w:pPr>
      <w:spacing w:line="259" w:lineRule="auto"/>
    </w:pPr>
    <w:rPr>
      <w:rFonts w:asciiTheme="minorHAnsi" w:hAnsiTheme="minorHAnsi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nhideWhenUsed/>
    <w:rsid w:val="00BC74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BC74AB"/>
    <w:rPr>
      <w:rFonts w:asciiTheme="minorHAnsi" w:hAnsiTheme="minorHAnsi"/>
      <w:sz w:val="22"/>
    </w:rPr>
  </w:style>
  <w:style w:type="paragraph" w:styleId="Voettekst">
    <w:name w:val="footer"/>
    <w:basedOn w:val="Standaard"/>
    <w:link w:val="VoettekstChar"/>
    <w:uiPriority w:val="99"/>
    <w:unhideWhenUsed/>
    <w:rsid w:val="00BC74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C74AB"/>
    <w:rPr>
      <w:rFonts w:asciiTheme="minorHAnsi" w:hAnsiTheme="minorHAnsi"/>
      <w:sz w:val="2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C7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C74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056845C93DA4081F16C72B80E01B8" ma:contentTypeVersion="0" ma:contentTypeDescription="Een nieuw document maken." ma:contentTypeScope="" ma:versionID="270b44a5fbb6bd949c222f709671ffe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936ff5afc1a84bf5746d7d1a0c0c6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97F15F-30C5-448E-B69A-0133BEA1C5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B59FE8-A42F-4E96-B006-6EECC19EE2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09ED15-8EBF-4191-A110-C1AADB24F1E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501FC309</Template>
  <TotalTime>1</TotalTime>
  <Pages>1</Pages>
  <Words>31</Words>
  <Characters>173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Huijberts</dc:creator>
  <cp:keywords/>
  <dc:description/>
  <cp:lastModifiedBy>Vera Huijberts</cp:lastModifiedBy>
  <cp:revision>1</cp:revision>
  <cp:lastPrinted>2018-04-10T07:31:00Z</cp:lastPrinted>
  <dcterms:created xsi:type="dcterms:W3CDTF">2018-04-10T07:31:00Z</dcterms:created>
  <dcterms:modified xsi:type="dcterms:W3CDTF">2018-04-10T07:32:00Z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0x01010011F056845C93DA4081F16C72B80E01B8</vt:lpwstr>
  </property>
  <property fmtid="{D5CDD505-2E9C-101B-9397-08002B2CF9AE}" pid="3" name="IsMyDocuments">
    <vt:bool>true</vt:bool>
  </property>
</Properties>
</file>