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F124F" w14:textId="77777777" w:rsidR="009F2EA0" w:rsidRPr="00425ED5" w:rsidRDefault="000470E0">
      <w:pPr>
        <w:rPr>
          <w:b/>
        </w:rPr>
      </w:pPr>
      <w:r w:rsidRPr="00425ED5">
        <w:rPr>
          <w:b/>
        </w:rPr>
        <w:t>INZET VAN DIEREN VOOR SPECIAAL WERK</w:t>
      </w:r>
    </w:p>
    <w:p w14:paraId="67BE24BB" w14:textId="77777777" w:rsidR="000470E0" w:rsidRDefault="003D21E6">
      <w:r>
        <w:rPr>
          <w:noProof/>
          <w:lang w:eastAsia="nl-NL"/>
        </w:rPr>
        <w:drawing>
          <wp:anchor distT="0" distB="0" distL="114300" distR="114300" simplePos="0" relativeHeight="251659264" behindDoc="1" locked="0" layoutInCell="1" allowOverlap="1" wp14:anchorId="2DCF09F0" wp14:editId="7ABD0D1B">
            <wp:simplePos x="0" y="0"/>
            <wp:positionH relativeFrom="margin">
              <wp:align>right</wp:align>
            </wp:positionH>
            <wp:positionV relativeFrom="paragraph">
              <wp:posOffset>8739</wp:posOffset>
            </wp:positionV>
            <wp:extent cx="1687605" cy="1125874"/>
            <wp:effectExtent l="0" t="0" r="8255" b="0"/>
            <wp:wrapTight wrapText="bothSides">
              <wp:wrapPolygon edited="0">
                <wp:start x="0" y="0"/>
                <wp:lineTo x="0" y="21198"/>
                <wp:lineTo x="21462" y="21198"/>
                <wp:lineTo x="21462" y="0"/>
                <wp:lineTo x="0" y="0"/>
              </wp:wrapPolygon>
            </wp:wrapTight>
            <wp:docPr id="2" name="Afbeelding 2" descr="Afbeeldingsresultaat voor inzet politiepa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inzet politiepaar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7605" cy="1125874"/>
                    </a:xfrm>
                    <a:prstGeom prst="rect">
                      <a:avLst/>
                    </a:prstGeom>
                    <a:noFill/>
                    <a:ln>
                      <a:noFill/>
                    </a:ln>
                  </pic:spPr>
                </pic:pic>
              </a:graphicData>
            </a:graphic>
          </wp:anchor>
        </w:drawing>
      </w:r>
      <w:r w:rsidR="000470E0">
        <w:t>Dieren kunnen voor allerlei werk worden getraind en uiteindelijk ingezet worden. Het lijkt duidelijk dat zulke dieren bepaalde kwaliteiten moeten bezitten om voor hun werk geschikt te zijn. Vaak is de training een langdurig proces en de dieren die getraind worden, worden dan ook uitgebreid gescreend om zo goed als zeker te zijn dat ze geschikt zijn voor het werk.</w:t>
      </w:r>
    </w:p>
    <w:p w14:paraId="04941771" w14:textId="77777777" w:rsidR="009612E9" w:rsidRDefault="003D21E6">
      <w:r>
        <w:rPr>
          <w:noProof/>
          <w:lang w:eastAsia="nl-NL"/>
        </w:rPr>
        <w:drawing>
          <wp:anchor distT="0" distB="0" distL="114300" distR="114300" simplePos="0" relativeHeight="251661312" behindDoc="1" locked="0" layoutInCell="1" allowOverlap="1" wp14:anchorId="0D743CDC" wp14:editId="3F4F6916">
            <wp:simplePos x="0" y="0"/>
            <wp:positionH relativeFrom="margin">
              <wp:align>right</wp:align>
            </wp:positionH>
            <wp:positionV relativeFrom="paragraph">
              <wp:posOffset>167005</wp:posOffset>
            </wp:positionV>
            <wp:extent cx="1716405" cy="963295"/>
            <wp:effectExtent l="0" t="0" r="0" b="8255"/>
            <wp:wrapTight wrapText="bothSides">
              <wp:wrapPolygon edited="0">
                <wp:start x="0" y="0"/>
                <wp:lineTo x="0" y="21358"/>
                <wp:lineTo x="21336" y="21358"/>
                <wp:lineTo x="21336" y="0"/>
                <wp:lineTo x="0" y="0"/>
              </wp:wrapPolygon>
            </wp:wrapTight>
            <wp:docPr id="10" name="Afbeelding 10" descr="Afbeeldingsresultaat voor hulp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at voor hulpho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716405" cy="9632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70E0">
        <w:t xml:space="preserve">Uiteraard vraagt elk soort werk andere kwaliteiten van een dier, maar voorop staat dat de gezondheid  goed moet zijn. </w:t>
      </w:r>
      <w:r w:rsidR="00CD636B">
        <w:t xml:space="preserve">En dan niet alleen fysiek, maar ook mentaal wordt er vaak veel van werkdieren gevraagd. </w:t>
      </w:r>
      <w:r w:rsidR="009612E9">
        <w:t xml:space="preserve"> Denk maar aan Politiepaarden, Politiehonden (pakwerk, speuren), B</w:t>
      </w:r>
      <w:r w:rsidR="006F7011">
        <w:t>lindengeleidehonden, Drugs- of E</w:t>
      </w:r>
      <w:r w:rsidR="009612E9">
        <w:t xml:space="preserve">xplosievenhonden, legio voorbeelden van dieren die </w:t>
      </w:r>
      <w:r w:rsidR="006F7011">
        <w:t>in hun werk met stress of zelfs</w:t>
      </w:r>
      <w:r w:rsidR="009612E9">
        <w:t xml:space="preserve"> fysiek geweld te maken kunnen krijgen.</w:t>
      </w:r>
    </w:p>
    <w:p w14:paraId="4054070B" w14:textId="77777777" w:rsidR="000470E0" w:rsidRDefault="003D21E6">
      <w:r>
        <w:rPr>
          <w:noProof/>
          <w:lang w:eastAsia="nl-NL"/>
        </w:rPr>
        <w:drawing>
          <wp:anchor distT="0" distB="0" distL="114300" distR="114300" simplePos="0" relativeHeight="251660288" behindDoc="1" locked="0" layoutInCell="1" allowOverlap="1" wp14:anchorId="647F4E6D" wp14:editId="02F098D9">
            <wp:simplePos x="0" y="0"/>
            <wp:positionH relativeFrom="margin">
              <wp:align>right</wp:align>
            </wp:positionH>
            <wp:positionV relativeFrom="paragraph">
              <wp:posOffset>7620</wp:posOffset>
            </wp:positionV>
            <wp:extent cx="1692275" cy="952500"/>
            <wp:effectExtent l="0" t="0" r="3175" b="0"/>
            <wp:wrapTight wrapText="bothSides">
              <wp:wrapPolygon edited="0">
                <wp:start x="0" y="0"/>
                <wp:lineTo x="0" y="21168"/>
                <wp:lineTo x="21397" y="21168"/>
                <wp:lineTo x="21397" y="0"/>
                <wp:lineTo x="0" y="0"/>
              </wp:wrapPolygon>
            </wp:wrapTight>
            <wp:docPr id="4" name="Afbeelding 4" descr="Afbeeldingsresultaat voor inzet politieh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inzet politieho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2275" cy="952500"/>
                    </a:xfrm>
                    <a:prstGeom prst="rect">
                      <a:avLst/>
                    </a:prstGeom>
                    <a:noFill/>
                    <a:ln>
                      <a:noFill/>
                    </a:ln>
                  </pic:spPr>
                </pic:pic>
              </a:graphicData>
            </a:graphic>
          </wp:anchor>
        </w:drawing>
      </w:r>
      <w:r w:rsidR="00CD636B">
        <w:t xml:space="preserve"> </w:t>
      </w:r>
      <w:r w:rsidR="009612E9">
        <w:t xml:space="preserve">    </w:t>
      </w:r>
    </w:p>
    <w:p w14:paraId="729F054A" w14:textId="77777777" w:rsidR="003D21E6" w:rsidRDefault="003D21E6" w:rsidP="00425ED5">
      <w:r>
        <w:rPr>
          <w:b/>
        </w:rPr>
        <w:t>OP</w:t>
      </w:r>
      <w:r w:rsidR="00425ED5" w:rsidRPr="00425ED5">
        <w:rPr>
          <w:b/>
        </w:rPr>
        <w:t xml:space="preserve">DRACHT 1 </w:t>
      </w:r>
      <w:r w:rsidR="00425ED5">
        <w:rPr>
          <w:b/>
        </w:rPr>
        <w:t xml:space="preserve"> -  </w:t>
      </w:r>
      <w:r w:rsidR="001D15D8">
        <w:t>Vorm</w:t>
      </w:r>
      <w:r w:rsidR="00425ED5" w:rsidRPr="00425ED5">
        <w:t xml:space="preserve"> </w:t>
      </w:r>
      <w:r w:rsidR="00425ED5">
        <w:t>kleine groepjes</w:t>
      </w:r>
      <w:r w:rsidR="001D15D8">
        <w:t xml:space="preserve"> (2 a 3 personen)</w:t>
      </w:r>
      <w:r w:rsidR="00425ED5">
        <w:t>, k</w:t>
      </w:r>
      <w:r w:rsidR="00425ED5" w:rsidRPr="00425ED5">
        <w:t xml:space="preserve">ies </w:t>
      </w:r>
      <w:r w:rsidR="00425ED5">
        <w:t xml:space="preserve">een dier en </w:t>
      </w:r>
      <w:r w:rsidR="001D15D8">
        <w:t xml:space="preserve">het </w:t>
      </w:r>
      <w:r w:rsidR="00425ED5">
        <w:t xml:space="preserve">werk waarvoor dat dier getraind moet worden. </w:t>
      </w:r>
    </w:p>
    <w:p w14:paraId="599ACEFC" w14:textId="77777777" w:rsidR="003D21E6" w:rsidRDefault="00425ED5" w:rsidP="00425ED5">
      <w:r>
        <w:t>Stel een lijst op van eisen waar het dier voor dat werk aan moet voldoen</w:t>
      </w:r>
      <w:r w:rsidR="00B155BC">
        <w:t xml:space="preserve">, denk daarbij aan gezondheid, maar zeker </w:t>
      </w:r>
      <w:r w:rsidR="001D15D8">
        <w:t xml:space="preserve">ook </w:t>
      </w:r>
      <w:r w:rsidR="00B155BC">
        <w:t>welke eisen er gesteld worden t.a.v. het gedrag</w:t>
      </w:r>
      <w:r w:rsidR="00D814C1">
        <w:t>.</w:t>
      </w:r>
      <w:r w:rsidR="00B155BC">
        <w:t xml:space="preserve"> </w:t>
      </w:r>
    </w:p>
    <w:p w14:paraId="230370FE" w14:textId="77777777" w:rsidR="00425ED5" w:rsidRDefault="00B155BC" w:rsidP="00425ED5">
      <w:r>
        <w:t>Daarnaast is het uiteraard ook erg belangrijk hoe je als dierverzorger/trainer met zo’n dier omgaat. Maak ook voor de verzorger / trainer een overzicht van kwaliteiten waar hij of zij aan moet voldoen.</w:t>
      </w:r>
    </w:p>
    <w:tbl>
      <w:tblPr>
        <w:tblStyle w:val="Tabelraster"/>
        <w:tblW w:w="0" w:type="auto"/>
        <w:tblLook w:val="04A0" w:firstRow="1" w:lastRow="0" w:firstColumn="1" w:lastColumn="0" w:noHBand="0" w:noVBand="1"/>
      </w:tblPr>
      <w:tblGrid>
        <w:gridCol w:w="2547"/>
        <w:gridCol w:w="2551"/>
      </w:tblGrid>
      <w:tr w:rsidR="00D814C1" w14:paraId="1CCA001B" w14:textId="77777777" w:rsidTr="00D814C1">
        <w:tc>
          <w:tcPr>
            <w:tcW w:w="5098" w:type="dxa"/>
            <w:gridSpan w:val="2"/>
          </w:tcPr>
          <w:p w14:paraId="561272C6" w14:textId="77777777" w:rsidR="00D814C1" w:rsidRDefault="00D814C1">
            <w:pPr>
              <w:rPr>
                <w:b/>
              </w:rPr>
            </w:pPr>
            <w:r>
              <w:rPr>
                <w:b/>
              </w:rPr>
              <w:t xml:space="preserve">Diersoort: </w:t>
            </w:r>
          </w:p>
        </w:tc>
      </w:tr>
      <w:tr w:rsidR="00D814C1" w14:paraId="53CC1EA6" w14:textId="77777777" w:rsidTr="00D814C1">
        <w:tc>
          <w:tcPr>
            <w:tcW w:w="2547" w:type="dxa"/>
          </w:tcPr>
          <w:p w14:paraId="0C72CE0C" w14:textId="77777777" w:rsidR="00D814C1" w:rsidRDefault="00D814C1">
            <w:pPr>
              <w:rPr>
                <w:b/>
              </w:rPr>
            </w:pPr>
            <w:r>
              <w:rPr>
                <w:b/>
              </w:rPr>
              <w:t>Eisen aan gedrag</w:t>
            </w:r>
          </w:p>
        </w:tc>
        <w:tc>
          <w:tcPr>
            <w:tcW w:w="2551" w:type="dxa"/>
          </w:tcPr>
          <w:p w14:paraId="2B576BB7" w14:textId="77777777" w:rsidR="00D814C1" w:rsidRDefault="00D814C1">
            <w:pPr>
              <w:rPr>
                <w:b/>
              </w:rPr>
            </w:pPr>
            <w:r>
              <w:rPr>
                <w:b/>
              </w:rPr>
              <w:t>Eisen aan gezondheid</w:t>
            </w:r>
          </w:p>
        </w:tc>
      </w:tr>
      <w:tr w:rsidR="00D814C1" w14:paraId="6B602427" w14:textId="77777777" w:rsidTr="00D814C1">
        <w:tc>
          <w:tcPr>
            <w:tcW w:w="2547" w:type="dxa"/>
          </w:tcPr>
          <w:p w14:paraId="58C0B7F8" w14:textId="77777777" w:rsidR="00D814C1" w:rsidRDefault="00D814C1">
            <w:pPr>
              <w:rPr>
                <w:b/>
              </w:rPr>
            </w:pPr>
          </w:p>
        </w:tc>
        <w:tc>
          <w:tcPr>
            <w:tcW w:w="2551" w:type="dxa"/>
          </w:tcPr>
          <w:p w14:paraId="745E93FC" w14:textId="77777777" w:rsidR="00D814C1" w:rsidRDefault="00D814C1">
            <w:pPr>
              <w:rPr>
                <w:b/>
              </w:rPr>
            </w:pPr>
          </w:p>
        </w:tc>
      </w:tr>
      <w:tr w:rsidR="00D814C1" w14:paraId="18C1C945" w14:textId="77777777" w:rsidTr="00D814C1">
        <w:tc>
          <w:tcPr>
            <w:tcW w:w="2547" w:type="dxa"/>
          </w:tcPr>
          <w:p w14:paraId="6257E4E0" w14:textId="77777777" w:rsidR="00D814C1" w:rsidRDefault="00D814C1">
            <w:pPr>
              <w:rPr>
                <w:b/>
              </w:rPr>
            </w:pPr>
          </w:p>
        </w:tc>
        <w:tc>
          <w:tcPr>
            <w:tcW w:w="2551" w:type="dxa"/>
          </w:tcPr>
          <w:p w14:paraId="60F45730" w14:textId="77777777" w:rsidR="00D814C1" w:rsidRDefault="00D814C1">
            <w:pPr>
              <w:rPr>
                <w:b/>
              </w:rPr>
            </w:pPr>
          </w:p>
        </w:tc>
      </w:tr>
      <w:tr w:rsidR="00D814C1" w14:paraId="009841AF" w14:textId="77777777" w:rsidTr="00D814C1">
        <w:tc>
          <w:tcPr>
            <w:tcW w:w="2547" w:type="dxa"/>
          </w:tcPr>
          <w:p w14:paraId="5D532711" w14:textId="77777777" w:rsidR="00D814C1" w:rsidRDefault="00D814C1">
            <w:pPr>
              <w:rPr>
                <w:b/>
              </w:rPr>
            </w:pPr>
          </w:p>
        </w:tc>
        <w:tc>
          <w:tcPr>
            <w:tcW w:w="2551" w:type="dxa"/>
          </w:tcPr>
          <w:p w14:paraId="5A0EB08F" w14:textId="77777777" w:rsidR="00D814C1" w:rsidRDefault="00D814C1">
            <w:pPr>
              <w:rPr>
                <w:b/>
              </w:rPr>
            </w:pPr>
          </w:p>
        </w:tc>
      </w:tr>
      <w:tr w:rsidR="00D814C1" w14:paraId="6B9388EC" w14:textId="77777777" w:rsidTr="00D814C1">
        <w:tc>
          <w:tcPr>
            <w:tcW w:w="2547" w:type="dxa"/>
          </w:tcPr>
          <w:p w14:paraId="6C1C80FB" w14:textId="77777777" w:rsidR="00D814C1" w:rsidRDefault="00D814C1">
            <w:pPr>
              <w:rPr>
                <w:b/>
              </w:rPr>
            </w:pPr>
          </w:p>
        </w:tc>
        <w:tc>
          <w:tcPr>
            <w:tcW w:w="2551" w:type="dxa"/>
          </w:tcPr>
          <w:p w14:paraId="1C8D160C" w14:textId="77777777" w:rsidR="00D814C1" w:rsidRDefault="00D814C1">
            <w:pPr>
              <w:rPr>
                <w:b/>
              </w:rPr>
            </w:pPr>
          </w:p>
        </w:tc>
      </w:tr>
      <w:tr w:rsidR="00D814C1" w14:paraId="51E3FE88" w14:textId="77777777" w:rsidTr="00D814C1">
        <w:tc>
          <w:tcPr>
            <w:tcW w:w="2547" w:type="dxa"/>
          </w:tcPr>
          <w:p w14:paraId="15F8B947" w14:textId="77777777" w:rsidR="00D814C1" w:rsidRDefault="00D814C1">
            <w:pPr>
              <w:rPr>
                <w:b/>
              </w:rPr>
            </w:pPr>
          </w:p>
        </w:tc>
        <w:tc>
          <w:tcPr>
            <w:tcW w:w="2551" w:type="dxa"/>
          </w:tcPr>
          <w:p w14:paraId="01E88FDF" w14:textId="77777777" w:rsidR="00D814C1" w:rsidRDefault="00D814C1">
            <w:pPr>
              <w:rPr>
                <w:b/>
              </w:rPr>
            </w:pPr>
          </w:p>
        </w:tc>
      </w:tr>
      <w:tr w:rsidR="00D814C1" w14:paraId="2459700A" w14:textId="77777777" w:rsidTr="00D814C1">
        <w:tc>
          <w:tcPr>
            <w:tcW w:w="2547" w:type="dxa"/>
          </w:tcPr>
          <w:p w14:paraId="32A87ACE" w14:textId="77777777" w:rsidR="00D814C1" w:rsidRDefault="00D814C1">
            <w:pPr>
              <w:rPr>
                <w:b/>
              </w:rPr>
            </w:pPr>
          </w:p>
        </w:tc>
        <w:tc>
          <w:tcPr>
            <w:tcW w:w="2551" w:type="dxa"/>
          </w:tcPr>
          <w:p w14:paraId="047C01B0" w14:textId="77777777" w:rsidR="00D814C1" w:rsidRDefault="00D814C1">
            <w:pPr>
              <w:rPr>
                <w:b/>
              </w:rPr>
            </w:pPr>
          </w:p>
        </w:tc>
      </w:tr>
      <w:tr w:rsidR="00D814C1" w14:paraId="7A9FACA7" w14:textId="77777777" w:rsidTr="00D814C1">
        <w:tc>
          <w:tcPr>
            <w:tcW w:w="2547" w:type="dxa"/>
          </w:tcPr>
          <w:p w14:paraId="162C04D4" w14:textId="77777777" w:rsidR="00D814C1" w:rsidRDefault="00D814C1">
            <w:pPr>
              <w:rPr>
                <w:b/>
              </w:rPr>
            </w:pPr>
          </w:p>
        </w:tc>
        <w:tc>
          <w:tcPr>
            <w:tcW w:w="2551" w:type="dxa"/>
          </w:tcPr>
          <w:p w14:paraId="31C200A6" w14:textId="77777777" w:rsidR="00D814C1" w:rsidRDefault="00D814C1">
            <w:pPr>
              <w:rPr>
                <w:b/>
              </w:rPr>
            </w:pPr>
          </w:p>
        </w:tc>
      </w:tr>
      <w:tr w:rsidR="00D814C1" w14:paraId="5B952191" w14:textId="77777777" w:rsidTr="00D814C1">
        <w:tc>
          <w:tcPr>
            <w:tcW w:w="2547" w:type="dxa"/>
          </w:tcPr>
          <w:p w14:paraId="5AAF8664" w14:textId="77777777" w:rsidR="00D814C1" w:rsidRDefault="00D814C1">
            <w:pPr>
              <w:rPr>
                <w:b/>
              </w:rPr>
            </w:pPr>
          </w:p>
        </w:tc>
        <w:tc>
          <w:tcPr>
            <w:tcW w:w="2551" w:type="dxa"/>
          </w:tcPr>
          <w:p w14:paraId="1AC390C2" w14:textId="77777777" w:rsidR="00D814C1" w:rsidRDefault="00D814C1">
            <w:pPr>
              <w:rPr>
                <w:b/>
              </w:rPr>
            </w:pPr>
          </w:p>
        </w:tc>
      </w:tr>
      <w:tr w:rsidR="00D814C1" w14:paraId="208DD8CD" w14:textId="77777777" w:rsidTr="00D814C1">
        <w:tc>
          <w:tcPr>
            <w:tcW w:w="2547" w:type="dxa"/>
          </w:tcPr>
          <w:p w14:paraId="03358F45" w14:textId="77777777" w:rsidR="00D814C1" w:rsidRDefault="00D814C1">
            <w:pPr>
              <w:rPr>
                <w:b/>
              </w:rPr>
            </w:pPr>
          </w:p>
        </w:tc>
        <w:tc>
          <w:tcPr>
            <w:tcW w:w="2551" w:type="dxa"/>
          </w:tcPr>
          <w:p w14:paraId="38C60A81" w14:textId="77777777" w:rsidR="00D814C1" w:rsidRDefault="00D814C1">
            <w:pPr>
              <w:rPr>
                <w:b/>
              </w:rPr>
            </w:pPr>
          </w:p>
        </w:tc>
      </w:tr>
    </w:tbl>
    <w:tbl>
      <w:tblPr>
        <w:tblStyle w:val="Tabelraster"/>
        <w:tblpPr w:leftFromText="141" w:rightFromText="141" w:vertAnchor="text" w:horzAnchor="page" w:tblpX="6835" w:tblpY="-3120"/>
        <w:tblW w:w="0" w:type="auto"/>
        <w:tblLook w:val="04A0" w:firstRow="1" w:lastRow="0" w:firstColumn="1" w:lastColumn="0" w:noHBand="0" w:noVBand="1"/>
      </w:tblPr>
      <w:tblGrid>
        <w:gridCol w:w="2689"/>
      </w:tblGrid>
      <w:tr w:rsidR="00D814C1" w14:paraId="5BB572B0" w14:textId="77777777" w:rsidTr="00D814C1">
        <w:tc>
          <w:tcPr>
            <w:tcW w:w="2689" w:type="dxa"/>
          </w:tcPr>
          <w:p w14:paraId="7CC2E418" w14:textId="77777777" w:rsidR="00D814C1" w:rsidRDefault="00D814C1" w:rsidP="00D814C1">
            <w:pPr>
              <w:rPr>
                <w:b/>
              </w:rPr>
            </w:pPr>
            <w:r>
              <w:rPr>
                <w:b/>
              </w:rPr>
              <w:t>Kwaliteiten dierverzorger</w:t>
            </w:r>
          </w:p>
        </w:tc>
      </w:tr>
      <w:tr w:rsidR="00D814C1" w14:paraId="53F327C0" w14:textId="77777777" w:rsidTr="00D814C1">
        <w:tc>
          <w:tcPr>
            <w:tcW w:w="2689" w:type="dxa"/>
          </w:tcPr>
          <w:p w14:paraId="5AFDC172" w14:textId="77777777" w:rsidR="00D814C1" w:rsidRDefault="00D814C1" w:rsidP="00D814C1">
            <w:pPr>
              <w:rPr>
                <w:b/>
              </w:rPr>
            </w:pPr>
          </w:p>
        </w:tc>
      </w:tr>
      <w:tr w:rsidR="00D814C1" w14:paraId="3025F6C9" w14:textId="77777777" w:rsidTr="00D814C1">
        <w:tc>
          <w:tcPr>
            <w:tcW w:w="2689" w:type="dxa"/>
          </w:tcPr>
          <w:p w14:paraId="3248DBD3" w14:textId="77777777" w:rsidR="00D814C1" w:rsidRDefault="00D814C1" w:rsidP="00D814C1">
            <w:pPr>
              <w:rPr>
                <w:b/>
              </w:rPr>
            </w:pPr>
          </w:p>
        </w:tc>
      </w:tr>
      <w:tr w:rsidR="00D814C1" w14:paraId="34E43730" w14:textId="77777777" w:rsidTr="00D814C1">
        <w:tc>
          <w:tcPr>
            <w:tcW w:w="2689" w:type="dxa"/>
          </w:tcPr>
          <w:p w14:paraId="3B793B49" w14:textId="77777777" w:rsidR="00D814C1" w:rsidRDefault="00D814C1" w:rsidP="00D814C1">
            <w:pPr>
              <w:rPr>
                <w:b/>
              </w:rPr>
            </w:pPr>
          </w:p>
        </w:tc>
      </w:tr>
      <w:tr w:rsidR="00D814C1" w14:paraId="75088347" w14:textId="77777777" w:rsidTr="00D814C1">
        <w:tc>
          <w:tcPr>
            <w:tcW w:w="2689" w:type="dxa"/>
          </w:tcPr>
          <w:p w14:paraId="3225F3D8" w14:textId="77777777" w:rsidR="00D814C1" w:rsidRDefault="00D814C1" w:rsidP="00D814C1">
            <w:pPr>
              <w:rPr>
                <w:b/>
              </w:rPr>
            </w:pPr>
          </w:p>
        </w:tc>
      </w:tr>
      <w:tr w:rsidR="00D814C1" w14:paraId="5B02C12E" w14:textId="77777777" w:rsidTr="00D814C1">
        <w:tc>
          <w:tcPr>
            <w:tcW w:w="2689" w:type="dxa"/>
          </w:tcPr>
          <w:p w14:paraId="62A12484" w14:textId="77777777" w:rsidR="00D814C1" w:rsidRDefault="00D814C1" w:rsidP="00D814C1">
            <w:pPr>
              <w:rPr>
                <w:b/>
              </w:rPr>
            </w:pPr>
          </w:p>
        </w:tc>
      </w:tr>
      <w:tr w:rsidR="00D814C1" w14:paraId="5E7007A4" w14:textId="77777777" w:rsidTr="00D814C1">
        <w:tc>
          <w:tcPr>
            <w:tcW w:w="2689" w:type="dxa"/>
          </w:tcPr>
          <w:p w14:paraId="13B9EAC3" w14:textId="77777777" w:rsidR="00D814C1" w:rsidRDefault="00D814C1" w:rsidP="00D814C1">
            <w:pPr>
              <w:rPr>
                <w:b/>
              </w:rPr>
            </w:pPr>
          </w:p>
        </w:tc>
      </w:tr>
      <w:tr w:rsidR="00D814C1" w14:paraId="1B0F4685" w14:textId="77777777" w:rsidTr="00D814C1">
        <w:tc>
          <w:tcPr>
            <w:tcW w:w="2689" w:type="dxa"/>
          </w:tcPr>
          <w:p w14:paraId="0AE1FF64" w14:textId="77777777" w:rsidR="00D814C1" w:rsidRDefault="00D814C1" w:rsidP="00D814C1">
            <w:pPr>
              <w:rPr>
                <w:b/>
              </w:rPr>
            </w:pPr>
          </w:p>
        </w:tc>
      </w:tr>
      <w:tr w:rsidR="00D814C1" w14:paraId="0D94D08D" w14:textId="77777777" w:rsidTr="00D814C1">
        <w:tc>
          <w:tcPr>
            <w:tcW w:w="2689" w:type="dxa"/>
          </w:tcPr>
          <w:p w14:paraId="34110FB8" w14:textId="77777777" w:rsidR="00D814C1" w:rsidRDefault="00D814C1" w:rsidP="00D814C1">
            <w:pPr>
              <w:rPr>
                <w:b/>
              </w:rPr>
            </w:pPr>
          </w:p>
        </w:tc>
      </w:tr>
      <w:tr w:rsidR="00D814C1" w14:paraId="33DDD25D" w14:textId="77777777" w:rsidTr="00D814C1">
        <w:tc>
          <w:tcPr>
            <w:tcW w:w="2689" w:type="dxa"/>
          </w:tcPr>
          <w:p w14:paraId="2111685F" w14:textId="77777777" w:rsidR="00D814C1" w:rsidRDefault="00D814C1" w:rsidP="00D814C1">
            <w:pPr>
              <w:rPr>
                <w:b/>
              </w:rPr>
            </w:pPr>
          </w:p>
        </w:tc>
      </w:tr>
      <w:tr w:rsidR="00D814C1" w14:paraId="17546509" w14:textId="77777777" w:rsidTr="00D814C1">
        <w:tc>
          <w:tcPr>
            <w:tcW w:w="2689" w:type="dxa"/>
          </w:tcPr>
          <w:p w14:paraId="5FDC090F" w14:textId="77777777" w:rsidR="00D814C1" w:rsidRDefault="00D814C1" w:rsidP="00D814C1">
            <w:pPr>
              <w:rPr>
                <w:b/>
              </w:rPr>
            </w:pPr>
          </w:p>
        </w:tc>
      </w:tr>
      <w:tr w:rsidR="00D814C1" w14:paraId="00A67124" w14:textId="77777777" w:rsidTr="00D814C1">
        <w:tc>
          <w:tcPr>
            <w:tcW w:w="2689" w:type="dxa"/>
          </w:tcPr>
          <w:p w14:paraId="1BB4C2EB" w14:textId="77777777" w:rsidR="00D814C1" w:rsidRDefault="00D814C1" w:rsidP="00D814C1">
            <w:pPr>
              <w:rPr>
                <w:b/>
              </w:rPr>
            </w:pPr>
          </w:p>
        </w:tc>
      </w:tr>
    </w:tbl>
    <w:p w14:paraId="0C4F154C" w14:textId="77777777" w:rsidR="00D814C1" w:rsidRDefault="00D814C1" w:rsidP="00425ED5">
      <w:pPr>
        <w:rPr>
          <w:b/>
        </w:rPr>
      </w:pPr>
    </w:p>
    <w:p w14:paraId="50F0C652" w14:textId="77777777" w:rsidR="006F7011" w:rsidRDefault="00D814C1" w:rsidP="00425ED5">
      <w:r>
        <w:rPr>
          <w:b/>
        </w:rPr>
        <w:t>OP</w:t>
      </w:r>
      <w:r w:rsidR="001D15D8" w:rsidRPr="001D15D8">
        <w:rPr>
          <w:b/>
        </w:rPr>
        <w:t xml:space="preserve">DRACHT 2 </w:t>
      </w:r>
      <w:r w:rsidR="001D15D8">
        <w:t xml:space="preserve">-  Nu jullie de eisen t.a.v. </w:t>
      </w:r>
      <w:r>
        <w:t xml:space="preserve">het </w:t>
      </w:r>
      <w:r w:rsidR="001D15D8">
        <w:t xml:space="preserve">dier en </w:t>
      </w:r>
      <w:r>
        <w:t xml:space="preserve">de </w:t>
      </w:r>
      <w:r w:rsidR="001D15D8">
        <w:t xml:space="preserve">trainer hebben opgesteld, kun je gaan kijken wat de belasting van het werk op het dier is. Om het welzijn van het dier te kunnen waarborgen, mag de werkdruk niet te hoog worden. Zoek uit wat een reële werkdruk is voor je gekozen dier en werk. Je moet daarbij dus bepalen hoe vaak en hoe lang een dier ingezet kan worden. Probeer ook methodes aan te dragen om het dier zijn werkstress weg te nemen, dus in mensentermen te laten ontspannen. </w:t>
      </w:r>
      <w:r>
        <w:t>Maak een weekplanning voor jullie dier waarin je zijn werktijden</w:t>
      </w:r>
      <w:r w:rsidR="008D1606">
        <w:t xml:space="preserve"> en werkzaamheden</w:t>
      </w:r>
      <w:r>
        <w:t xml:space="preserve"> zet, maar ook zijn tijd om te ontspannen. </w:t>
      </w:r>
      <w:r w:rsidR="008D1606">
        <w:t xml:space="preserve">Vul de tijden aan tot zover je nodig hebt. </w:t>
      </w:r>
    </w:p>
    <w:p w14:paraId="3FF52898" w14:textId="77777777" w:rsidR="00D814C1" w:rsidRDefault="00D814C1" w:rsidP="00425ED5"/>
    <w:p w14:paraId="3B23277C" w14:textId="77777777" w:rsidR="00D814C1" w:rsidRDefault="00D814C1" w:rsidP="00425ED5"/>
    <w:p w14:paraId="4EAE98D6" w14:textId="77777777" w:rsidR="00D814C1" w:rsidRDefault="00D814C1" w:rsidP="00D814C1">
      <w:pPr>
        <w:tabs>
          <w:tab w:val="right" w:pos="13590"/>
        </w:tabs>
        <w:rPr>
          <w:rStyle w:val="Kop2Char"/>
          <w:rFonts w:eastAsiaTheme="minorHAnsi"/>
        </w:rPr>
      </w:pPr>
      <w:r>
        <w:rPr>
          <w:rStyle w:val="Kop1Char"/>
          <w:rFonts w:eastAsiaTheme="minorHAnsi"/>
        </w:rPr>
        <w:lastRenderedPageBreak/>
        <w:t xml:space="preserve">Weekplanning diersoort: </w:t>
      </w:r>
      <w:r>
        <w:rPr>
          <w:rStyle w:val="Kop1Char"/>
          <w:rFonts w:eastAsiaTheme="minorHAnsi"/>
        </w:rPr>
        <w:tab/>
        <w:t xml:space="preserve">Type werk: </w:t>
      </w:r>
      <w:r>
        <w:rPr>
          <w:rStyle w:val="Kop1Char"/>
          <w:rFonts w:eastAsiaTheme="minorHAnsi"/>
        </w:rPr>
        <w:tab/>
      </w:r>
    </w:p>
    <w:p w14:paraId="1B2A2CF3" w14:textId="77777777" w:rsidR="00D814C1" w:rsidRDefault="00D814C1" w:rsidP="00D814C1"/>
    <w:tbl>
      <w:tblPr>
        <w:tblStyle w:val="Tabelrasterlicht"/>
        <w:tblW w:w="5000" w:type="pct"/>
        <w:tblLook w:val="01E0" w:firstRow="1" w:lastRow="1" w:firstColumn="1" w:lastColumn="1" w:noHBand="0" w:noVBand="0"/>
      </w:tblPr>
      <w:tblGrid>
        <w:gridCol w:w="662"/>
        <w:gridCol w:w="1180"/>
        <w:gridCol w:w="1075"/>
        <w:gridCol w:w="1335"/>
        <w:gridCol w:w="1416"/>
        <w:gridCol w:w="1079"/>
        <w:gridCol w:w="1202"/>
        <w:gridCol w:w="1113"/>
      </w:tblGrid>
      <w:tr w:rsidR="00D814C1" w14:paraId="5D4C03DB" w14:textId="77777777" w:rsidTr="008D1606">
        <w:trPr>
          <w:trHeight w:val="408"/>
        </w:trPr>
        <w:tc>
          <w:tcPr>
            <w:tcW w:w="402" w:type="pct"/>
          </w:tcPr>
          <w:p w14:paraId="3C0B2CA3" w14:textId="77777777" w:rsidR="00D814C1" w:rsidRDefault="00D814C1" w:rsidP="00EB3E79">
            <w:pPr>
              <w:pStyle w:val="Onderwijsperiode"/>
            </w:pPr>
            <w:r>
              <w:t>Tijd</w:t>
            </w:r>
          </w:p>
        </w:tc>
        <w:tc>
          <w:tcPr>
            <w:tcW w:w="656" w:type="pct"/>
          </w:tcPr>
          <w:p w14:paraId="13BC3233" w14:textId="77777777" w:rsidR="00D814C1" w:rsidRDefault="00D814C1" w:rsidP="00EB3E79">
            <w:pPr>
              <w:pStyle w:val="Weekdagen"/>
            </w:pPr>
            <w:r>
              <w:t>Maandag</w:t>
            </w:r>
          </w:p>
        </w:tc>
        <w:tc>
          <w:tcPr>
            <w:tcW w:w="656" w:type="pct"/>
          </w:tcPr>
          <w:p w14:paraId="35DE7EDB" w14:textId="77777777" w:rsidR="00D814C1" w:rsidRDefault="00D814C1" w:rsidP="00EB3E79">
            <w:pPr>
              <w:pStyle w:val="Weekdagen"/>
            </w:pPr>
            <w:r>
              <w:t>Dinsdag</w:t>
            </w:r>
          </w:p>
        </w:tc>
        <w:tc>
          <w:tcPr>
            <w:tcW w:w="659" w:type="pct"/>
          </w:tcPr>
          <w:p w14:paraId="33B57778" w14:textId="77777777" w:rsidR="00D814C1" w:rsidRDefault="00D814C1" w:rsidP="00EB3E79">
            <w:pPr>
              <w:pStyle w:val="Weekdagen"/>
            </w:pPr>
            <w:r>
              <w:t>Woensdag</w:t>
            </w:r>
          </w:p>
        </w:tc>
        <w:tc>
          <w:tcPr>
            <w:tcW w:w="659" w:type="pct"/>
          </w:tcPr>
          <w:p w14:paraId="53B4FD40" w14:textId="77777777" w:rsidR="00D814C1" w:rsidRDefault="00D814C1" w:rsidP="00EB3E79">
            <w:pPr>
              <w:pStyle w:val="Weekdagen"/>
            </w:pPr>
            <w:r>
              <w:t>Donderdag</w:t>
            </w:r>
          </w:p>
        </w:tc>
        <w:tc>
          <w:tcPr>
            <w:tcW w:w="656" w:type="pct"/>
          </w:tcPr>
          <w:p w14:paraId="6164651A" w14:textId="77777777" w:rsidR="00D814C1" w:rsidRDefault="00D814C1" w:rsidP="00EB3E79">
            <w:pPr>
              <w:pStyle w:val="Weekdagen"/>
            </w:pPr>
            <w:r>
              <w:t>Vrijdag</w:t>
            </w:r>
          </w:p>
        </w:tc>
        <w:tc>
          <w:tcPr>
            <w:tcW w:w="657" w:type="pct"/>
          </w:tcPr>
          <w:p w14:paraId="63878304" w14:textId="77777777" w:rsidR="00D814C1" w:rsidRDefault="00D814C1" w:rsidP="00EB3E79">
            <w:pPr>
              <w:pStyle w:val="Weekdagen"/>
            </w:pPr>
            <w:r>
              <w:t>Zaterdag</w:t>
            </w:r>
          </w:p>
        </w:tc>
        <w:tc>
          <w:tcPr>
            <w:tcW w:w="656" w:type="pct"/>
          </w:tcPr>
          <w:p w14:paraId="60BA11DC" w14:textId="77777777" w:rsidR="00D814C1" w:rsidRDefault="00D814C1" w:rsidP="00EB3E79">
            <w:pPr>
              <w:pStyle w:val="Weekdagen"/>
            </w:pPr>
            <w:r>
              <w:t>Zondag</w:t>
            </w:r>
          </w:p>
        </w:tc>
      </w:tr>
      <w:tr w:rsidR="00D814C1" w14:paraId="3FCA1BFB" w14:textId="77777777" w:rsidTr="008D1606">
        <w:trPr>
          <w:trHeight w:val="245"/>
        </w:trPr>
        <w:tc>
          <w:tcPr>
            <w:tcW w:w="402" w:type="pct"/>
            <w:noWrap/>
          </w:tcPr>
          <w:p w14:paraId="483CC7B8" w14:textId="77777777" w:rsidR="00D814C1" w:rsidRPr="00D814C1" w:rsidRDefault="00D814C1" w:rsidP="00EB3E79">
            <w:pPr>
              <w:pStyle w:val="Onderwijsperiode"/>
              <w:rPr>
                <w:sz w:val="16"/>
              </w:rPr>
            </w:pPr>
            <w:r w:rsidRPr="00D814C1">
              <w:rPr>
                <w:sz w:val="16"/>
              </w:rPr>
              <w:t>6:00</w:t>
            </w:r>
          </w:p>
        </w:tc>
        <w:tc>
          <w:tcPr>
            <w:tcW w:w="656" w:type="pct"/>
          </w:tcPr>
          <w:p w14:paraId="5EC6AB8B" w14:textId="77777777" w:rsidR="00D814C1" w:rsidRDefault="00D814C1" w:rsidP="00EB3E79">
            <w:pPr>
              <w:rPr>
                <w:szCs w:val="24"/>
              </w:rPr>
            </w:pPr>
            <w:r>
              <w:rPr>
                <w:szCs w:val="24"/>
              </w:rPr>
              <w:t> </w:t>
            </w:r>
          </w:p>
        </w:tc>
        <w:tc>
          <w:tcPr>
            <w:tcW w:w="656" w:type="pct"/>
          </w:tcPr>
          <w:p w14:paraId="06AFDB33" w14:textId="77777777" w:rsidR="00D814C1" w:rsidRDefault="00D814C1" w:rsidP="00EB3E79">
            <w:pPr>
              <w:rPr>
                <w:szCs w:val="24"/>
              </w:rPr>
            </w:pPr>
            <w:r>
              <w:rPr>
                <w:szCs w:val="24"/>
              </w:rPr>
              <w:t> </w:t>
            </w:r>
          </w:p>
        </w:tc>
        <w:tc>
          <w:tcPr>
            <w:tcW w:w="659" w:type="pct"/>
          </w:tcPr>
          <w:p w14:paraId="2378F5FE" w14:textId="77777777" w:rsidR="00D814C1" w:rsidRDefault="00D814C1" w:rsidP="00EB3E79">
            <w:pPr>
              <w:rPr>
                <w:szCs w:val="24"/>
              </w:rPr>
            </w:pPr>
            <w:r>
              <w:rPr>
                <w:szCs w:val="24"/>
              </w:rPr>
              <w:t> </w:t>
            </w:r>
          </w:p>
        </w:tc>
        <w:tc>
          <w:tcPr>
            <w:tcW w:w="659" w:type="pct"/>
          </w:tcPr>
          <w:p w14:paraId="7281C92B" w14:textId="77777777" w:rsidR="00D814C1" w:rsidRDefault="00D814C1" w:rsidP="00EB3E79">
            <w:pPr>
              <w:rPr>
                <w:szCs w:val="24"/>
              </w:rPr>
            </w:pPr>
            <w:r>
              <w:rPr>
                <w:szCs w:val="24"/>
              </w:rPr>
              <w:t> </w:t>
            </w:r>
          </w:p>
        </w:tc>
        <w:tc>
          <w:tcPr>
            <w:tcW w:w="656" w:type="pct"/>
          </w:tcPr>
          <w:p w14:paraId="780F63CA" w14:textId="77777777" w:rsidR="00D814C1" w:rsidRDefault="00D814C1" w:rsidP="00EB3E79">
            <w:pPr>
              <w:rPr>
                <w:szCs w:val="24"/>
              </w:rPr>
            </w:pPr>
            <w:r>
              <w:rPr>
                <w:szCs w:val="24"/>
              </w:rPr>
              <w:t> </w:t>
            </w:r>
          </w:p>
        </w:tc>
        <w:tc>
          <w:tcPr>
            <w:tcW w:w="657" w:type="pct"/>
          </w:tcPr>
          <w:p w14:paraId="01742F41" w14:textId="77777777" w:rsidR="00D814C1" w:rsidRDefault="00D814C1" w:rsidP="00EB3E79">
            <w:pPr>
              <w:rPr>
                <w:szCs w:val="24"/>
              </w:rPr>
            </w:pPr>
            <w:r>
              <w:rPr>
                <w:szCs w:val="24"/>
              </w:rPr>
              <w:t> </w:t>
            </w:r>
          </w:p>
        </w:tc>
        <w:tc>
          <w:tcPr>
            <w:tcW w:w="656" w:type="pct"/>
          </w:tcPr>
          <w:p w14:paraId="61456F42" w14:textId="77777777" w:rsidR="00D814C1" w:rsidRDefault="00D814C1" w:rsidP="00EB3E79">
            <w:pPr>
              <w:rPr>
                <w:szCs w:val="24"/>
              </w:rPr>
            </w:pPr>
            <w:r>
              <w:rPr>
                <w:szCs w:val="24"/>
              </w:rPr>
              <w:t> </w:t>
            </w:r>
          </w:p>
        </w:tc>
      </w:tr>
      <w:tr w:rsidR="00D814C1" w14:paraId="35ACAA04" w14:textId="77777777" w:rsidTr="008D1606">
        <w:trPr>
          <w:trHeight w:val="195"/>
        </w:trPr>
        <w:tc>
          <w:tcPr>
            <w:tcW w:w="402" w:type="pct"/>
            <w:noWrap/>
          </w:tcPr>
          <w:p w14:paraId="47A04BCB" w14:textId="77777777" w:rsidR="00D814C1" w:rsidRPr="00D814C1" w:rsidRDefault="00D814C1" w:rsidP="00EB3E79">
            <w:pPr>
              <w:pStyle w:val="Onderwijsperiode"/>
              <w:rPr>
                <w:sz w:val="16"/>
              </w:rPr>
            </w:pPr>
            <w:r>
              <w:rPr>
                <w:sz w:val="16"/>
              </w:rPr>
              <w:t>7:00</w:t>
            </w:r>
          </w:p>
        </w:tc>
        <w:tc>
          <w:tcPr>
            <w:tcW w:w="656" w:type="pct"/>
          </w:tcPr>
          <w:p w14:paraId="6B887BE4" w14:textId="77777777" w:rsidR="00D814C1" w:rsidRDefault="00D814C1" w:rsidP="00EB3E79">
            <w:pPr>
              <w:rPr>
                <w:szCs w:val="24"/>
              </w:rPr>
            </w:pPr>
            <w:r>
              <w:rPr>
                <w:szCs w:val="24"/>
              </w:rPr>
              <w:t> </w:t>
            </w:r>
          </w:p>
        </w:tc>
        <w:tc>
          <w:tcPr>
            <w:tcW w:w="656" w:type="pct"/>
          </w:tcPr>
          <w:p w14:paraId="6E05CF2A" w14:textId="77777777" w:rsidR="00D814C1" w:rsidRDefault="00D814C1" w:rsidP="00EB3E79">
            <w:pPr>
              <w:rPr>
                <w:szCs w:val="24"/>
              </w:rPr>
            </w:pPr>
            <w:r>
              <w:rPr>
                <w:szCs w:val="24"/>
              </w:rPr>
              <w:t> </w:t>
            </w:r>
          </w:p>
        </w:tc>
        <w:tc>
          <w:tcPr>
            <w:tcW w:w="659" w:type="pct"/>
          </w:tcPr>
          <w:p w14:paraId="6FE9697A" w14:textId="77777777" w:rsidR="00D814C1" w:rsidRDefault="00D814C1" w:rsidP="00EB3E79">
            <w:pPr>
              <w:rPr>
                <w:szCs w:val="24"/>
              </w:rPr>
            </w:pPr>
            <w:r>
              <w:rPr>
                <w:szCs w:val="24"/>
              </w:rPr>
              <w:t> </w:t>
            </w:r>
          </w:p>
        </w:tc>
        <w:tc>
          <w:tcPr>
            <w:tcW w:w="659" w:type="pct"/>
          </w:tcPr>
          <w:p w14:paraId="68806AD3" w14:textId="77777777" w:rsidR="00D814C1" w:rsidRDefault="00D814C1" w:rsidP="00EB3E79">
            <w:pPr>
              <w:rPr>
                <w:szCs w:val="24"/>
              </w:rPr>
            </w:pPr>
            <w:r>
              <w:rPr>
                <w:szCs w:val="24"/>
              </w:rPr>
              <w:t> </w:t>
            </w:r>
          </w:p>
        </w:tc>
        <w:tc>
          <w:tcPr>
            <w:tcW w:w="656" w:type="pct"/>
          </w:tcPr>
          <w:p w14:paraId="218F0416" w14:textId="77777777" w:rsidR="00D814C1" w:rsidRDefault="00D814C1" w:rsidP="00EB3E79">
            <w:pPr>
              <w:rPr>
                <w:szCs w:val="24"/>
              </w:rPr>
            </w:pPr>
            <w:r>
              <w:rPr>
                <w:szCs w:val="24"/>
              </w:rPr>
              <w:t> </w:t>
            </w:r>
          </w:p>
        </w:tc>
        <w:tc>
          <w:tcPr>
            <w:tcW w:w="657" w:type="pct"/>
          </w:tcPr>
          <w:p w14:paraId="069C74E5" w14:textId="77777777" w:rsidR="00D814C1" w:rsidRDefault="00D814C1" w:rsidP="00EB3E79">
            <w:pPr>
              <w:rPr>
                <w:szCs w:val="24"/>
              </w:rPr>
            </w:pPr>
            <w:r>
              <w:rPr>
                <w:szCs w:val="24"/>
              </w:rPr>
              <w:t> </w:t>
            </w:r>
          </w:p>
        </w:tc>
        <w:tc>
          <w:tcPr>
            <w:tcW w:w="656" w:type="pct"/>
          </w:tcPr>
          <w:p w14:paraId="3B3D31CF" w14:textId="77777777" w:rsidR="00D814C1" w:rsidRDefault="00D814C1" w:rsidP="00EB3E79">
            <w:pPr>
              <w:rPr>
                <w:szCs w:val="24"/>
              </w:rPr>
            </w:pPr>
            <w:r>
              <w:rPr>
                <w:szCs w:val="24"/>
              </w:rPr>
              <w:t> </w:t>
            </w:r>
          </w:p>
        </w:tc>
      </w:tr>
      <w:tr w:rsidR="00D814C1" w14:paraId="4753B4B9" w14:textId="77777777" w:rsidTr="008D1606">
        <w:trPr>
          <w:trHeight w:val="159"/>
        </w:trPr>
        <w:tc>
          <w:tcPr>
            <w:tcW w:w="402" w:type="pct"/>
            <w:noWrap/>
          </w:tcPr>
          <w:p w14:paraId="3C0330CC" w14:textId="77777777" w:rsidR="00D814C1" w:rsidRPr="00D814C1" w:rsidRDefault="00D814C1" w:rsidP="00EB3E79">
            <w:pPr>
              <w:pStyle w:val="Onderwijsperiode"/>
              <w:rPr>
                <w:sz w:val="16"/>
              </w:rPr>
            </w:pPr>
            <w:r>
              <w:rPr>
                <w:sz w:val="16"/>
              </w:rPr>
              <w:t>8:00</w:t>
            </w:r>
          </w:p>
        </w:tc>
        <w:tc>
          <w:tcPr>
            <w:tcW w:w="656" w:type="pct"/>
          </w:tcPr>
          <w:p w14:paraId="6173D7AD" w14:textId="77777777" w:rsidR="00D814C1" w:rsidRDefault="00D814C1" w:rsidP="00EB3E79">
            <w:pPr>
              <w:rPr>
                <w:szCs w:val="24"/>
              </w:rPr>
            </w:pPr>
            <w:r>
              <w:rPr>
                <w:szCs w:val="24"/>
              </w:rPr>
              <w:t> </w:t>
            </w:r>
          </w:p>
        </w:tc>
        <w:tc>
          <w:tcPr>
            <w:tcW w:w="656" w:type="pct"/>
          </w:tcPr>
          <w:p w14:paraId="3425F252" w14:textId="77777777" w:rsidR="00D814C1" w:rsidRDefault="00D814C1" w:rsidP="00EB3E79">
            <w:pPr>
              <w:rPr>
                <w:szCs w:val="24"/>
              </w:rPr>
            </w:pPr>
            <w:r>
              <w:rPr>
                <w:szCs w:val="24"/>
              </w:rPr>
              <w:t> </w:t>
            </w:r>
          </w:p>
        </w:tc>
        <w:tc>
          <w:tcPr>
            <w:tcW w:w="659" w:type="pct"/>
          </w:tcPr>
          <w:p w14:paraId="2ECE11E6" w14:textId="77777777" w:rsidR="00D814C1" w:rsidRDefault="00D814C1" w:rsidP="00EB3E79">
            <w:pPr>
              <w:rPr>
                <w:szCs w:val="24"/>
              </w:rPr>
            </w:pPr>
            <w:r>
              <w:rPr>
                <w:szCs w:val="24"/>
              </w:rPr>
              <w:t> </w:t>
            </w:r>
          </w:p>
        </w:tc>
        <w:tc>
          <w:tcPr>
            <w:tcW w:w="659" w:type="pct"/>
          </w:tcPr>
          <w:p w14:paraId="329183CA" w14:textId="77777777" w:rsidR="00D814C1" w:rsidRDefault="00D814C1" w:rsidP="00EB3E79">
            <w:pPr>
              <w:rPr>
                <w:szCs w:val="24"/>
              </w:rPr>
            </w:pPr>
            <w:r>
              <w:rPr>
                <w:szCs w:val="24"/>
              </w:rPr>
              <w:t> </w:t>
            </w:r>
          </w:p>
        </w:tc>
        <w:tc>
          <w:tcPr>
            <w:tcW w:w="656" w:type="pct"/>
          </w:tcPr>
          <w:p w14:paraId="1379B10E" w14:textId="77777777" w:rsidR="00D814C1" w:rsidRDefault="00D814C1" w:rsidP="00EB3E79">
            <w:pPr>
              <w:rPr>
                <w:szCs w:val="24"/>
              </w:rPr>
            </w:pPr>
            <w:r>
              <w:rPr>
                <w:szCs w:val="24"/>
              </w:rPr>
              <w:t> </w:t>
            </w:r>
          </w:p>
        </w:tc>
        <w:tc>
          <w:tcPr>
            <w:tcW w:w="657" w:type="pct"/>
          </w:tcPr>
          <w:p w14:paraId="3E8A234E" w14:textId="77777777" w:rsidR="00D814C1" w:rsidRDefault="00D814C1" w:rsidP="00EB3E79">
            <w:pPr>
              <w:rPr>
                <w:szCs w:val="24"/>
              </w:rPr>
            </w:pPr>
            <w:r>
              <w:rPr>
                <w:szCs w:val="24"/>
              </w:rPr>
              <w:t> </w:t>
            </w:r>
          </w:p>
        </w:tc>
        <w:tc>
          <w:tcPr>
            <w:tcW w:w="656" w:type="pct"/>
          </w:tcPr>
          <w:p w14:paraId="54792A2C" w14:textId="77777777" w:rsidR="00D814C1" w:rsidRDefault="00D814C1" w:rsidP="00EB3E79">
            <w:pPr>
              <w:rPr>
                <w:szCs w:val="24"/>
              </w:rPr>
            </w:pPr>
            <w:r>
              <w:rPr>
                <w:szCs w:val="24"/>
              </w:rPr>
              <w:t> </w:t>
            </w:r>
          </w:p>
        </w:tc>
      </w:tr>
      <w:tr w:rsidR="00D814C1" w14:paraId="4E057437" w14:textId="77777777" w:rsidTr="008D1606">
        <w:trPr>
          <w:trHeight w:val="137"/>
        </w:trPr>
        <w:tc>
          <w:tcPr>
            <w:tcW w:w="402" w:type="pct"/>
            <w:noWrap/>
          </w:tcPr>
          <w:p w14:paraId="7148F5C5" w14:textId="77777777" w:rsidR="00D814C1" w:rsidRPr="00D814C1" w:rsidRDefault="00D814C1" w:rsidP="00EB3E79">
            <w:pPr>
              <w:pStyle w:val="Onderwijsperiode"/>
              <w:rPr>
                <w:sz w:val="16"/>
              </w:rPr>
            </w:pPr>
            <w:r>
              <w:rPr>
                <w:sz w:val="16"/>
              </w:rPr>
              <w:t>9:00</w:t>
            </w:r>
          </w:p>
        </w:tc>
        <w:tc>
          <w:tcPr>
            <w:tcW w:w="656" w:type="pct"/>
          </w:tcPr>
          <w:p w14:paraId="17097B3C" w14:textId="77777777" w:rsidR="00D814C1" w:rsidRDefault="00D814C1" w:rsidP="00EB3E79">
            <w:pPr>
              <w:rPr>
                <w:szCs w:val="24"/>
              </w:rPr>
            </w:pPr>
            <w:r>
              <w:rPr>
                <w:szCs w:val="24"/>
              </w:rPr>
              <w:t> </w:t>
            </w:r>
          </w:p>
        </w:tc>
        <w:tc>
          <w:tcPr>
            <w:tcW w:w="656" w:type="pct"/>
          </w:tcPr>
          <w:p w14:paraId="61C9593A" w14:textId="77777777" w:rsidR="00D814C1" w:rsidRDefault="00D814C1" w:rsidP="00EB3E79">
            <w:pPr>
              <w:rPr>
                <w:szCs w:val="24"/>
              </w:rPr>
            </w:pPr>
            <w:r>
              <w:rPr>
                <w:szCs w:val="24"/>
              </w:rPr>
              <w:t> </w:t>
            </w:r>
          </w:p>
        </w:tc>
        <w:tc>
          <w:tcPr>
            <w:tcW w:w="659" w:type="pct"/>
          </w:tcPr>
          <w:p w14:paraId="0470FB43" w14:textId="77777777" w:rsidR="00D814C1" w:rsidRDefault="00D814C1" w:rsidP="00EB3E79">
            <w:pPr>
              <w:rPr>
                <w:szCs w:val="24"/>
              </w:rPr>
            </w:pPr>
            <w:r>
              <w:rPr>
                <w:szCs w:val="24"/>
              </w:rPr>
              <w:t> </w:t>
            </w:r>
          </w:p>
        </w:tc>
        <w:tc>
          <w:tcPr>
            <w:tcW w:w="659" w:type="pct"/>
          </w:tcPr>
          <w:p w14:paraId="7D63F01C" w14:textId="77777777" w:rsidR="00D814C1" w:rsidRDefault="00D814C1" w:rsidP="00EB3E79">
            <w:pPr>
              <w:rPr>
                <w:szCs w:val="24"/>
              </w:rPr>
            </w:pPr>
            <w:r>
              <w:rPr>
                <w:szCs w:val="24"/>
              </w:rPr>
              <w:t> </w:t>
            </w:r>
          </w:p>
        </w:tc>
        <w:tc>
          <w:tcPr>
            <w:tcW w:w="656" w:type="pct"/>
          </w:tcPr>
          <w:p w14:paraId="7DFF59E7" w14:textId="77777777" w:rsidR="00D814C1" w:rsidRDefault="00D814C1" w:rsidP="00EB3E79">
            <w:pPr>
              <w:rPr>
                <w:szCs w:val="24"/>
              </w:rPr>
            </w:pPr>
            <w:r>
              <w:rPr>
                <w:szCs w:val="24"/>
              </w:rPr>
              <w:t> </w:t>
            </w:r>
          </w:p>
        </w:tc>
        <w:tc>
          <w:tcPr>
            <w:tcW w:w="657" w:type="pct"/>
          </w:tcPr>
          <w:p w14:paraId="4828FD4F" w14:textId="77777777" w:rsidR="00D814C1" w:rsidRDefault="00D814C1" w:rsidP="00EB3E79">
            <w:pPr>
              <w:rPr>
                <w:szCs w:val="24"/>
              </w:rPr>
            </w:pPr>
            <w:r>
              <w:rPr>
                <w:szCs w:val="24"/>
              </w:rPr>
              <w:t> </w:t>
            </w:r>
          </w:p>
        </w:tc>
        <w:tc>
          <w:tcPr>
            <w:tcW w:w="656" w:type="pct"/>
          </w:tcPr>
          <w:p w14:paraId="678AAC6B" w14:textId="77777777" w:rsidR="00D814C1" w:rsidRDefault="00D814C1" w:rsidP="00EB3E79">
            <w:pPr>
              <w:rPr>
                <w:szCs w:val="24"/>
              </w:rPr>
            </w:pPr>
            <w:r>
              <w:rPr>
                <w:szCs w:val="24"/>
              </w:rPr>
              <w:t> </w:t>
            </w:r>
          </w:p>
        </w:tc>
      </w:tr>
      <w:tr w:rsidR="00D814C1" w14:paraId="4AB5DFFC" w14:textId="77777777" w:rsidTr="008D1606">
        <w:trPr>
          <w:trHeight w:val="115"/>
        </w:trPr>
        <w:tc>
          <w:tcPr>
            <w:tcW w:w="402" w:type="pct"/>
            <w:noWrap/>
          </w:tcPr>
          <w:p w14:paraId="424838AC" w14:textId="77777777" w:rsidR="00D814C1" w:rsidRPr="00D814C1" w:rsidRDefault="00D814C1" w:rsidP="00EB3E79">
            <w:pPr>
              <w:pStyle w:val="Onderwijsperiode"/>
              <w:rPr>
                <w:sz w:val="16"/>
              </w:rPr>
            </w:pPr>
            <w:r>
              <w:rPr>
                <w:sz w:val="16"/>
              </w:rPr>
              <w:t>10:00</w:t>
            </w:r>
          </w:p>
        </w:tc>
        <w:tc>
          <w:tcPr>
            <w:tcW w:w="656" w:type="pct"/>
          </w:tcPr>
          <w:p w14:paraId="67B2FE64" w14:textId="77777777" w:rsidR="00D814C1" w:rsidRDefault="00D814C1" w:rsidP="00EB3E79">
            <w:pPr>
              <w:rPr>
                <w:szCs w:val="24"/>
              </w:rPr>
            </w:pPr>
            <w:r>
              <w:rPr>
                <w:szCs w:val="24"/>
              </w:rPr>
              <w:t> </w:t>
            </w:r>
          </w:p>
        </w:tc>
        <w:tc>
          <w:tcPr>
            <w:tcW w:w="656" w:type="pct"/>
          </w:tcPr>
          <w:p w14:paraId="58D62F59" w14:textId="77777777" w:rsidR="00D814C1" w:rsidRDefault="00D814C1" w:rsidP="00EB3E79">
            <w:pPr>
              <w:rPr>
                <w:szCs w:val="24"/>
              </w:rPr>
            </w:pPr>
            <w:r>
              <w:rPr>
                <w:szCs w:val="24"/>
              </w:rPr>
              <w:t> </w:t>
            </w:r>
          </w:p>
        </w:tc>
        <w:tc>
          <w:tcPr>
            <w:tcW w:w="659" w:type="pct"/>
          </w:tcPr>
          <w:p w14:paraId="2BE34E30" w14:textId="77777777" w:rsidR="00D814C1" w:rsidRDefault="00D814C1" w:rsidP="00EB3E79">
            <w:pPr>
              <w:rPr>
                <w:szCs w:val="24"/>
              </w:rPr>
            </w:pPr>
            <w:r>
              <w:rPr>
                <w:szCs w:val="24"/>
              </w:rPr>
              <w:t> </w:t>
            </w:r>
          </w:p>
        </w:tc>
        <w:tc>
          <w:tcPr>
            <w:tcW w:w="659" w:type="pct"/>
          </w:tcPr>
          <w:p w14:paraId="4A3B4DA5" w14:textId="77777777" w:rsidR="00D814C1" w:rsidRDefault="00D814C1" w:rsidP="00EB3E79">
            <w:pPr>
              <w:rPr>
                <w:szCs w:val="24"/>
              </w:rPr>
            </w:pPr>
            <w:r>
              <w:rPr>
                <w:szCs w:val="24"/>
              </w:rPr>
              <w:t> </w:t>
            </w:r>
          </w:p>
        </w:tc>
        <w:tc>
          <w:tcPr>
            <w:tcW w:w="656" w:type="pct"/>
          </w:tcPr>
          <w:p w14:paraId="601E9459" w14:textId="77777777" w:rsidR="00D814C1" w:rsidRDefault="00D814C1" w:rsidP="00EB3E79">
            <w:pPr>
              <w:rPr>
                <w:szCs w:val="24"/>
              </w:rPr>
            </w:pPr>
            <w:r>
              <w:rPr>
                <w:szCs w:val="24"/>
              </w:rPr>
              <w:t> </w:t>
            </w:r>
          </w:p>
        </w:tc>
        <w:tc>
          <w:tcPr>
            <w:tcW w:w="657" w:type="pct"/>
          </w:tcPr>
          <w:p w14:paraId="102DF945" w14:textId="77777777" w:rsidR="00D814C1" w:rsidRDefault="00D814C1" w:rsidP="00EB3E79">
            <w:pPr>
              <w:rPr>
                <w:szCs w:val="24"/>
              </w:rPr>
            </w:pPr>
            <w:r>
              <w:rPr>
                <w:szCs w:val="24"/>
              </w:rPr>
              <w:t> </w:t>
            </w:r>
          </w:p>
        </w:tc>
        <w:tc>
          <w:tcPr>
            <w:tcW w:w="656" w:type="pct"/>
          </w:tcPr>
          <w:p w14:paraId="4EC084DD" w14:textId="77777777" w:rsidR="00D814C1" w:rsidRDefault="00D814C1" w:rsidP="00EB3E79">
            <w:pPr>
              <w:rPr>
                <w:szCs w:val="24"/>
              </w:rPr>
            </w:pPr>
            <w:r>
              <w:rPr>
                <w:szCs w:val="24"/>
              </w:rPr>
              <w:t> </w:t>
            </w:r>
          </w:p>
        </w:tc>
      </w:tr>
      <w:tr w:rsidR="00D814C1" w14:paraId="600F12A7" w14:textId="77777777" w:rsidTr="008D1606">
        <w:trPr>
          <w:trHeight w:val="235"/>
        </w:trPr>
        <w:tc>
          <w:tcPr>
            <w:tcW w:w="402" w:type="pct"/>
            <w:noWrap/>
          </w:tcPr>
          <w:p w14:paraId="3E5EAE40" w14:textId="77777777" w:rsidR="00D814C1" w:rsidRPr="00D814C1" w:rsidRDefault="00D814C1" w:rsidP="00EB3E79">
            <w:pPr>
              <w:pStyle w:val="Onderwijsperiode"/>
              <w:rPr>
                <w:sz w:val="16"/>
              </w:rPr>
            </w:pPr>
            <w:r>
              <w:rPr>
                <w:sz w:val="16"/>
              </w:rPr>
              <w:t>11:00</w:t>
            </w:r>
          </w:p>
        </w:tc>
        <w:tc>
          <w:tcPr>
            <w:tcW w:w="656" w:type="pct"/>
          </w:tcPr>
          <w:p w14:paraId="514F8FB6" w14:textId="77777777" w:rsidR="00D814C1" w:rsidRDefault="00D814C1" w:rsidP="00EB3E79">
            <w:pPr>
              <w:rPr>
                <w:szCs w:val="24"/>
              </w:rPr>
            </w:pPr>
            <w:r>
              <w:rPr>
                <w:szCs w:val="24"/>
              </w:rPr>
              <w:t> </w:t>
            </w:r>
          </w:p>
        </w:tc>
        <w:tc>
          <w:tcPr>
            <w:tcW w:w="656" w:type="pct"/>
          </w:tcPr>
          <w:p w14:paraId="74491760" w14:textId="77777777" w:rsidR="00D814C1" w:rsidRDefault="00D814C1" w:rsidP="00EB3E79">
            <w:pPr>
              <w:rPr>
                <w:szCs w:val="24"/>
              </w:rPr>
            </w:pPr>
            <w:r>
              <w:rPr>
                <w:szCs w:val="24"/>
              </w:rPr>
              <w:t> </w:t>
            </w:r>
          </w:p>
        </w:tc>
        <w:tc>
          <w:tcPr>
            <w:tcW w:w="659" w:type="pct"/>
          </w:tcPr>
          <w:p w14:paraId="3312AB0C" w14:textId="77777777" w:rsidR="00D814C1" w:rsidRDefault="00D814C1" w:rsidP="00EB3E79">
            <w:pPr>
              <w:rPr>
                <w:szCs w:val="24"/>
              </w:rPr>
            </w:pPr>
            <w:r>
              <w:rPr>
                <w:szCs w:val="24"/>
              </w:rPr>
              <w:t> </w:t>
            </w:r>
          </w:p>
        </w:tc>
        <w:tc>
          <w:tcPr>
            <w:tcW w:w="659" w:type="pct"/>
          </w:tcPr>
          <w:p w14:paraId="6E38B7DC" w14:textId="77777777" w:rsidR="00D814C1" w:rsidRDefault="00D814C1" w:rsidP="00EB3E79">
            <w:pPr>
              <w:rPr>
                <w:szCs w:val="24"/>
              </w:rPr>
            </w:pPr>
            <w:r>
              <w:rPr>
                <w:szCs w:val="24"/>
              </w:rPr>
              <w:t> </w:t>
            </w:r>
          </w:p>
        </w:tc>
        <w:tc>
          <w:tcPr>
            <w:tcW w:w="656" w:type="pct"/>
          </w:tcPr>
          <w:p w14:paraId="10F25E39" w14:textId="77777777" w:rsidR="00D814C1" w:rsidRDefault="00D814C1" w:rsidP="00EB3E79">
            <w:pPr>
              <w:rPr>
                <w:szCs w:val="24"/>
              </w:rPr>
            </w:pPr>
            <w:r>
              <w:rPr>
                <w:szCs w:val="24"/>
              </w:rPr>
              <w:t> </w:t>
            </w:r>
          </w:p>
        </w:tc>
        <w:tc>
          <w:tcPr>
            <w:tcW w:w="657" w:type="pct"/>
          </w:tcPr>
          <w:p w14:paraId="3D156861" w14:textId="77777777" w:rsidR="00D814C1" w:rsidRDefault="00D814C1" w:rsidP="00EB3E79">
            <w:pPr>
              <w:rPr>
                <w:szCs w:val="24"/>
              </w:rPr>
            </w:pPr>
            <w:r>
              <w:rPr>
                <w:szCs w:val="24"/>
              </w:rPr>
              <w:t> </w:t>
            </w:r>
          </w:p>
        </w:tc>
        <w:tc>
          <w:tcPr>
            <w:tcW w:w="656" w:type="pct"/>
          </w:tcPr>
          <w:p w14:paraId="79522980" w14:textId="77777777" w:rsidR="00D814C1" w:rsidRDefault="00D814C1" w:rsidP="00EB3E79">
            <w:pPr>
              <w:rPr>
                <w:szCs w:val="24"/>
              </w:rPr>
            </w:pPr>
            <w:r>
              <w:rPr>
                <w:szCs w:val="24"/>
              </w:rPr>
              <w:t> </w:t>
            </w:r>
          </w:p>
        </w:tc>
      </w:tr>
      <w:tr w:rsidR="00D814C1" w14:paraId="6FCF89A6" w14:textId="77777777" w:rsidTr="008D1606">
        <w:trPr>
          <w:trHeight w:val="185"/>
        </w:trPr>
        <w:tc>
          <w:tcPr>
            <w:tcW w:w="402" w:type="pct"/>
            <w:noWrap/>
          </w:tcPr>
          <w:p w14:paraId="3D4B73F3" w14:textId="77777777" w:rsidR="00D814C1" w:rsidRPr="00D814C1" w:rsidRDefault="00D814C1" w:rsidP="00EB3E79">
            <w:pPr>
              <w:pStyle w:val="Onderwijsperiode"/>
              <w:rPr>
                <w:sz w:val="16"/>
              </w:rPr>
            </w:pPr>
            <w:r>
              <w:rPr>
                <w:sz w:val="16"/>
              </w:rPr>
              <w:t>12:00</w:t>
            </w:r>
          </w:p>
        </w:tc>
        <w:tc>
          <w:tcPr>
            <w:tcW w:w="656" w:type="pct"/>
          </w:tcPr>
          <w:p w14:paraId="12ABFE9B" w14:textId="77777777" w:rsidR="00D814C1" w:rsidRDefault="00D814C1" w:rsidP="00EB3E79">
            <w:pPr>
              <w:rPr>
                <w:szCs w:val="24"/>
              </w:rPr>
            </w:pPr>
            <w:r>
              <w:rPr>
                <w:szCs w:val="24"/>
              </w:rPr>
              <w:t> </w:t>
            </w:r>
          </w:p>
        </w:tc>
        <w:tc>
          <w:tcPr>
            <w:tcW w:w="656" w:type="pct"/>
          </w:tcPr>
          <w:p w14:paraId="6B53452A" w14:textId="77777777" w:rsidR="00D814C1" w:rsidRDefault="00D814C1" w:rsidP="00EB3E79">
            <w:pPr>
              <w:rPr>
                <w:szCs w:val="24"/>
              </w:rPr>
            </w:pPr>
            <w:r>
              <w:rPr>
                <w:szCs w:val="24"/>
              </w:rPr>
              <w:t> </w:t>
            </w:r>
          </w:p>
        </w:tc>
        <w:tc>
          <w:tcPr>
            <w:tcW w:w="659" w:type="pct"/>
          </w:tcPr>
          <w:p w14:paraId="749159AF" w14:textId="77777777" w:rsidR="00D814C1" w:rsidRDefault="00D814C1" w:rsidP="00EB3E79">
            <w:pPr>
              <w:rPr>
                <w:szCs w:val="24"/>
              </w:rPr>
            </w:pPr>
            <w:r>
              <w:rPr>
                <w:szCs w:val="24"/>
              </w:rPr>
              <w:t> </w:t>
            </w:r>
          </w:p>
        </w:tc>
        <w:tc>
          <w:tcPr>
            <w:tcW w:w="659" w:type="pct"/>
          </w:tcPr>
          <w:p w14:paraId="072A917A" w14:textId="77777777" w:rsidR="00D814C1" w:rsidRDefault="00D814C1" w:rsidP="00EB3E79">
            <w:pPr>
              <w:rPr>
                <w:szCs w:val="24"/>
              </w:rPr>
            </w:pPr>
            <w:r>
              <w:rPr>
                <w:szCs w:val="24"/>
              </w:rPr>
              <w:t> </w:t>
            </w:r>
          </w:p>
        </w:tc>
        <w:tc>
          <w:tcPr>
            <w:tcW w:w="656" w:type="pct"/>
          </w:tcPr>
          <w:p w14:paraId="071BB563" w14:textId="77777777" w:rsidR="00D814C1" w:rsidRDefault="00D814C1" w:rsidP="00EB3E79">
            <w:pPr>
              <w:rPr>
                <w:szCs w:val="24"/>
              </w:rPr>
            </w:pPr>
            <w:r>
              <w:rPr>
                <w:szCs w:val="24"/>
              </w:rPr>
              <w:t> </w:t>
            </w:r>
          </w:p>
        </w:tc>
        <w:tc>
          <w:tcPr>
            <w:tcW w:w="657" w:type="pct"/>
          </w:tcPr>
          <w:p w14:paraId="4D0A560E" w14:textId="77777777" w:rsidR="00D814C1" w:rsidRDefault="00D814C1" w:rsidP="00EB3E79">
            <w:pPr>
              <w:rPr>
                <w:szCs w:val="24"/>
              </w:rPr>
            </w:pPr>
            <w:r>
              <w:rPr>
                <w:szCs w:val="24"/>
              </w:rPr>
              <w:t> </w:t>
            </w:r>
          </w:p>
        </w:tc>
        <w:tc>
          <w:tcPr>
            <w:tcW w:w="656" w:type="pct"/>
          </w:tcPr>
          <w:p w14:paraId="20942EAE" w14:textId="77777777" w:rsidR="00D814C1" w:rsidRDefault="00D814C1" w:rsidP="00EB3E79">
            <w:pPr>
              <w:rPr>
                <w:szCs w:val="24"/>
              </w:rPr>
            </w:pPr>
            <w:r>
              <w:rPr>
                <w:szCs w:val="24"/>
              </w:rPr>
              <w:t> </w:t>
            </w:r>
          </w:p>
        </w:tc>
      </w:tr>
      <w:tr w:rsidR="00D814C1" w14:paraId="0E9F91C9" w14:textId="77777777" w:rsidTr="008D1606">
        <w:trPr>
          <w:trHeight w:val="163"/>
        </w:trPr>
        <w:tc>
          <w:tcPr>
            <w:tcW w:w="402" w:type="pct"/>
            <w:noWrap/>
          </w:tcPr>
          <w:p w14:paraId="07E0873D" w14:textId="77777777" w:rsidR="00D814C1" w:rsidRPr="00D814C1" w:rsidRDefault="00D814C1" w:rsidP="00EB3E79">
            <w:pPr>
              <w:pStyle w:val="Onderwijsperiode"/>
              <w:rPr>
                <w:sz w:val="16"/>
              </w:rPr>
            </w:pPr>
            <w:r>
              <w:rPr>
                <w:sz w:val="16"/>
              </w:rPr>
              <w:t>13:00</w:t>
            </w:r>
          </w:p>
        </w:tc>
        <w:tc>
          <w:tcPr>
            <w:tcW w:w="656" w:type="pct"/>
          </w:tcPr>
          <w:p w14:paraId="4BB0F238" w14:textId="77777777" w:rsidR="00D814C1" w:rsidRDefault="00D814C1" w:rsidP="00EB3E79">
            <w:pPr>
              <w:rPr>
                <w:szCs w:val="24"/>
              </w:rPr>
            </w:pPr>
            <w:r>
              <w:rPr>
                <w:szCs w:val="24"/>
              </w:rPr>
              <w:t> </w:t>
            </w:r>
          </w:p>
        </w:tc>
        <w:tc>
          <w:tcPr>
            <w:tcW w:w="656" w:type="pct"/>
          </w:tcPr>
          <w:p w14:paraId="5E493DFC" w14:textId="77777777" w:rsidR="00D814C1" w:rsidRDefault="00D814C1" w:rsidP="00EB3E79">
            <w:pPr>
              <w:rPr>
                <w:szCs w:val="24"/>
              </w:rPr>
            </w:pPr>
            <w:r>
              <w:rPr>
                <w:szCs w:val="24"/>
              </w:rPr>
              <w:t> </w:t>
            </w:r>
          </w:p>
        </w:tc>
        <w:tc>
          <w:tcPr>
            <w:tcW w:w="659" w:type="pct"/>
          </w:tcPr>
          <w:p w14:paraId="3ADBDF1D" w14:textId="77777777" w:rsidR="00D814C1" w:rsidRDefault="00D814C1" w:rsidP="00EB3E79">
            <w:pPr>
              <w:rPr>
                <w:szCs w:val="24"/>
              </w:rPr>
            </w:pPr>
            <w:r>
              <w:rPr>
                <w:szCs w:val="24"/>
              </w:rPr>
              <w:t> </w:t>
            </w:r>
          </w:p>
        </w:tc>
        <w:tc>
          <w:tcPr>
            <w:tcW w:w="659" w:type="pct"/>
          </w:tcPr>
          <w:p w14:paraId="200B2AF6" w14:textId="77777777" w:rsidR="00D814C1" w:rsidRDefault="00D814C1" w:rsidP="00EB3E79">
            <w:pPr>
              <w:rPr>
                <w:szCs w:val="24"/>
              </w:rPr>
            </w:pPr>
            <w:r>
              <w:rPr>
                <w:szCs w:val="24"/>
              </w:rPr>
              <w:t> </w:t>
            </w:r>
          </w:p>
        </w:tc>
        <w:tc>
          <w:tcPr>
            <w:tcW w:w="656" w:type="pct"/>
          </w:tcPr>
          <w:p w14:paraId="677BE785" w14:textId="77777777" w:rsidR="00D814C1" w:rsidRDefault="00D814C1" w:rsidP="00EB3E79">
            <w:pPr>
              <w:rPr>
                <w:szCs w:val="24"/>
              </w:rPr>
            </w:pPr>
            <w:r>
              <w:rPr>
                <w:szCs w:val="24"/>
              </w:rPr>
              <w:t> </w:t>
            </w:r>
          </w:p>
        </w:tc>
        <w:tc>
          <w:tcPr>
            <w:tcW w:w="657" w:type="pct"/>
          </w:tcPr>
          <w:p w14:paraId="176DD673" w14:textId="77777777" w:rsidR="00D814C1" w:rsidRDefault="00D814C1" w:rsidP="00EB3E79">
            <w:pPr>
              <w:rPr>
                <w:szCs w:val="24"/>
              </w:rPr>
            </w:pPr>
            <w:r>
              <w:rPr>
                <w:szCs w:val="24"/>
              </w:rPr>
              <w:t> </w:t>
            </w:r>
          </w:p>
        </w:tc>
        <w:tc>
          <w:tcPr>
            <w:tcW w:w="656" w:type="pct"/>
          </w:tcPr>
          <w:p w14:paraId="6BC8BA4A" w14:textId="77777777" w:rsidR="00D814C1" w:rsidRDefault="00D814C1" w:rsidP="00EB3E79">
            <w:pPr>
              <w:rPr>
                <w:szCs w:val="24"/>
              </w:rPr>
            </w:pPr>
            <w:r>
              <w:rPr>
                <w:szCs w:val="24"/>
              </w:rPr>
              <w:t> </w:t>
            </w:r>
          </w:p>
        </w:tc>
      </w:tr>
    </w:tbl>
    <w:p w14:paraId="1AA88AE3" w14:textId="77777777" w:rsidR="00D814C1" w:rsidRDefault="00D814C1" w:rsidP="00D814C1"/>
    <w:p w14:paraId="4EE4E927" w14:textId="77777777" w:rsidR="00D814C1" w:rsidRDefault="008D1606" w:rsidP="00425ED5">
      <w:r>
        <w:t xml:space="preserve">Totaal aantal werkuur per week = </w:t>
      </w:r>
    </w:p>
    <w:p w14:paraId="3ED149F8" w14:textId="77777777" w:rsidR="008D1606" w:rsidRPr="00425ED5" w:rsidRDefault="008D1606" w:rsidP="00425ED5">
      <w:r>
        <w:t xml:space="preserve">Totaal aantal ontspanningsuren = </w:t>
      </w:r>
      <w:bookmarkStart w:id="0" w:name="_GoBack"/>
      <w:bookmarkEnd w:id="0"/>
    </w:p>
    <w:sectPr w:rsidR="008D1606" w:rsidRPr="00425E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0E0"/>
    <w:rsid w:val="000470E0"/>
    <w:rsid w:val="001D15D8"/>
    <w:rsid w:val="002F6A3A"/>
    <w:rsid w:val="003D21E6"/>
    <w:rsid w:val="00425ED5"/>
    <w:rsid w:val="004B61AD"/>
    <w:rsid w:val="006F7011"/>
    <w:rsid w:val="008D1606"/>
    <w:rsid w:val="009612E9"/>
    <w:rsid w:val="009F2EA0"/>
    <w:rsid w:val="00B155BC"/>
    <w:rsid w:val="00CD636B"/>
    <w:rsid w:val="00D814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E2380"/>
  <w15:chartTrackingRefBased/>
  <w15:docId w15:val="{008A8E5E-1C60-4B54-B833-3EF38345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D814C1"/>
    <w:pPr>
      <w:tabs>
        <w:tab w:val="right" w:pos="13590"/>
      </w:tabs>
      <w:spacing w:after="0" w:line="240" w:lineRule="auto"/>
      <w:outlineLvl w:val="0"/>
    </w:pPr>
    <w:rPr>
      <w:rFonts w:ascii="Trebuchet MS" w:eastAsia="Times New Roman" w:hAnsi="Trebuchet MS" w:cs="Times New Roman"/>
      <w:b/>
      <w:sz w:val="32"/>
      <w:szCs w:val="32"/>
      <w:lang w:eastAsia="nl-NL"/>
    </w:rPr>
  </w:style>
  <w:style w:type="paragraph" w:styleId="Kop2">
    <w:name w:val="heading 2"/>
    <w:basedOn w:val="Standaard"/>
    <w:next w:val="Standaard"/>
    <w:link w:val="Kop2Char"/>
    <w:qFormat/>
    <w:rsid w:val="00D814C1"/>
    <w:pPr>
      <w:tabs>
        <w:tab w:val="right" w:pos="13590"/>
      </w:tabs>
      <w:spacing w:after="0" w:line="240" w:lineRule="auto"/>
      <w:outlineLvl w:val="1"/>
    </w:pPr>
    <w:rPr>
      <w:rFonts w:ascii="Trebuchet MS" w:eastAsia="Times New Roman" w:hAnsi="Trebuchet MS" w:cs="Times New Roman"/>
      <w:b/>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D2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2-Accent5">
    <w:name w:val="Grid Table 2 Accent 5"/>
    <w:basedOn w:val="Standaardtabel"/>
    <w:uiPriority w:val="47"/>
    <w:rsid w:val="00D814C1"/>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Kop1Char">
    <w:name w:val="Kop 1 Char"/>
    <w:basedOn w:val="Standaardalinea-lettertype"/>
    <w:link w:val="Kop1"/>
    <w:rsid w:val="00D814C1"/>
    <w:rPr>
      <w:rFonts w:ascii="Trebuchet MS" w:eastAsia="Times New Roman" w:hAnsi="Trebuchet MS" w:cs="Times New Roman"/>
      <w:b/>
      <w:sz w:val="32"/>
      <w:szCs w:val="32"/>
      <w:lang w:eastAsia="nl-NL"/>
    </w:rPr>
  </w:style>
  <w:style w:type="character" w:customStyle="1" w:styleId="Kop2Char">
    <w:name w:val="Kop 2 Char"/>
    <w:basedOn w:val="Standaardalinea-lettertype"/>
    <w:link w:val="Kop2"/>
    <w:rsid w:val="00D814C1"/>
    <w:rPr>
      <w:rFonts w:ascii="Trebuchet MS" w:eastAsia="Times New Roman" w:hAnsi="Trebuchet MS" w:cs="Times New Roman"/>
      <w:b/>
      <w:sz w:val="32"/>
      <w:szCs w:val="32"/>
      <w:lang w:eastAsia="nl-NL"/>
    </w:rPr>
  </w:style>
  <w:style w:type="paragraph" w:customStyle="1" w:styleId="Weekdagen">
    <w:name w:val="Weekdagen"/>
    <w:rsid w:val="00D814C1"/>
    <w:pPr>
      <w:spacing w:after="0" w:line="240" w:lineRule="auto"/>
      <w:jc w:val="center"/>
    </w:pPr>
    <w:rPr>
      <w:rFonts w:ascii="Trebuchet MS" w:eastAsia="Trebuchet MS" w:hAnsi="Trebuchet MS" w:cs="Trebuchet MS"/>
      <w:b/>
      <w:bCs/>
      <w:sz w:val="24"/>
      <w:szCs w:val="24"/>
      <w:lang w:eastAsia="nl-NL" w:bidi="nl-NL"/>
    </w:rPr>
  </w:style>
  <w:style w:type="paragraph" w:customStyle="1" w:styleId="Onderwijsperiode">
    <w:name w:val="Onderwijsperiode"/>
    <w:rsid w:val="00D814C1"/>
    <w:pPr>
      <w:spacing w:after="0" w:line="240" w:lineRule="auto"/>
      <w:jc w:val="center"/>
    </w:pPr>
    <w:rPr>
      <w:rFonts w:ascii="Trebuchet MS" w:eastAsia="Times New Roman" w:hAnsi="Trebuchet MS" w:cs="Trebuchet MS"/>
      <w:b/>
      <w:sz w:val="24"/>
      <w:szCs w:val="24"/>
      <w:lang w:eastAsia="nl-NL" w:bidi="nl-NL"/>
    </w:rPr>
  </w:style>
  <w:style w:type="table" w:customStyle="1" w:styleId="Tabelraster1">
    <w:name w:val="Tabelraster1"/>
    <w:basedOn w:val="Standaardtabel"/>
    <w:rsid w:val="00D814C1"/>
    <w:pPr>
      <w:spacing w:after="0" w:line="240" w:lineRule="auto"/>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licht">
    <w:name w:val="Grid Table Light"/>
    <w:basedOn w:val="Standaardtabel"/>
    <w:uiPriority w:val="40"/>
    <w:rsid w:val="008D160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F056845C93DA4081F16C72B80E01B8" ma:contentTypeVersion="0" ma:contentTypeDescription="Een nieuw document maken." ma:contentTypeScope="" ma:versionID="270b44a5fbb6bd949c222f709671ffef">
  <xsd:schema xmlns:xsd="http://www.w3.org/2001/XMLSchema" xmlns:xs="http://www.w3.org/2001/XMLSchema" xmlns:p="http://schemas.microsoft.com/office/2006/metadata/properties" targetNamespace="http://schemas.microsoft.com/office/2006/metadata/properties" ma:root="true" ma:fieldsID="4936ff5afc1a84bf5746d7d1a0c0c6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0D54EB-FA5A-4E73-9DDC-0C3B7ECA9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A5AD74-E2E0-4006-84EA-28F1DFB9CEA9}">
  <ds:schemaRefs>
    <ds:schemaRef ds:uri="http://schemas.microsoft.com/sharepoint/v3/contenttype/forms"/>
  </ds:schemaRefs>
</ds:datastoreItem>
</file>

<file path=customXml/itemProps3.xml><?xml version="1.0" encoding="utf-8"?>
<ds:datastoreItem xmlns:ds="http://schemas.openxmlformats.org/officeDocument/2006/customXml" ds:itemID="{F918E70A-37D9-487C-941D-92A2F136BD4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7BA5F435</Template>
  <TotalTime>1</TotalTime>
  <Pages>2</Pages>
  <Words>378</Words>
  <Characters>2080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Smeets</dc:creator>
  <cp:keywords/>
  <dc:description/>
  <cp:lastModifiedBy>Vera Huijberts</cp:lastModifiedBy>
  <cp:revision>2</cp:revision>
  <dcterms:created xsi:type="dcterms:W3CDTF">2018-04-16T11:48:00Z</dcterms:created>
  <dcterms:modified xsi:type="dcterms:W3CDTF">2018-04-16T11:48:00Z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0x01010011F056845C93DA4081F16C72B80E01B8</vt:lpwstr>
  </property>
  <property fmtid="{D5CDD505-2E9C-101B-9397-08002B2CF9AE}" pid="3" name="IsMyDocuments">
    <vt:bool>true</vt:bool>
  </property>
</Properties>
</file>