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A33838" w14:textId="77777777" w:rsidR="00DF31A7" w:rsidRPr="00247D2A" w:rsidRDefault="00D77111">
      <w:pPr>
        <w:pStyle w:val="Titel"/>
      </w:pPr>
      <w:r>
        <w:t>Planning les 1</w:t>
      </w:r>
    </w:p>
    <w:p w14:paraId="45B086E6" w14:textId="77777777" w:rsidR="00DF31A7" w:rsidRPr="00247D2A" w:rsidRDefault="00DF31A7"/>
    <w:p w14:paraId="2033F521" w14:textId="77777777" w:rsidR="00DF31A7" w:rsidRPr="00247D2A" w:rsidRDefault="00D77111">
      <w:pPr>
        <w:pStyle w:val="Kop1"/>
      </w:pPr>
      <w:r>
        <w:t xml:space="preserve">Dierenwelzijn, </w:t>
      </w:r>
    </w:p>
    <w:p w14:paraId="044FC916" w14:textId="77777777" w:rsidR="00DF31A7" w:rsidRPr="00247D2A" w:rsidRDefault="00D77111">
      <w:pPr>
        <w:pStyle w:val="Kop2"/>
      </w:pPr>
      <w:r>
        <w:t>15 mei 2018</w:t>
      </w:r>
    </w:p>
    <w:p w14:paraId="03E1F928" w14:textId="77777777" w:rsidR="00DF31A7" w:rsidRPr="00247D2A" w:rsidRDefault="00DF31A7">
      <w:pPr>
        <w:pStyle w:val="Kop2"/>
      </w:pPr>
      <w:r w:rsidRPr="00247D2A">
        <w:t>9:00 – 17:00 uur</w:t>
      </w:r>
    </w:p>
    <w:p w14:paraId="0F2034CC" w14:textId="77777777" w:rsidR="00DF31A7" w:rsidRPr="00247D2A" w:rsidRDefault="00DF31A7"/>
    <w:p w14:paraId="6196319A" w14:textId="77777777" w:rsidR="00DF31A7" w:rsidRPr="00247D2A" w:rsidRDefault="00D77111">
      <w:pPr>
        <w:tabs>
          <w:tab w:val="left" w:pos="1440"/>
        </w:tabs>
      </w:pPr>
      <w:r>
        <w:rPr>
          <w:rStyle w:val="Bold10ptChar"/>
          <w:rFonts w:cs="Times New Roman"/>
        </w:rPr>
        <w:t>Klas</w:t>
      </w:r>
      <w:r w:rsidR="00DF31A7" w:rsidRPr="00247D2A">
        <w:rPr>
          <w:rStyle w:val="Bold10ptChar"/>
          <w:rFonts w:cs="Times New Roman"/>
        </w:rPr>
        <w:t>:</w:t>
      </w:r>
      <w:r w:rsidR="00DF31A7" w:rsidRPr="00247D2A">
        <w:tab/>
      </w:r>
      <w:r w:rsidR="008D50BF">
        <w:tab/>
      </w:r>
      <w:r>
        <w:t>dv22</w:t>
      </w:r>
    </w:p>
    <w:p w14:paraId="59F9C353" w14:textId="77777777" w:rsidR="00DF31A7" w:rsidRPr="00247D2A" w:rsidRDefault="00D77111">
      <w:pPr>
        <w:tabs>
          <w:tab w:val="left" w:pos="1440"/>
          <w:tab w:val="left" w:pos="1800"/>
        </w:tabs>
      </w:pPr>
      <w:r>
        <w:t xml:space="preserve">Kerntaak 1: onderzoeken eigen gedrag op het gebied van dierenwelzijn en gedrag. </w:t>
      </w:r>
    </w:p>
    <w:p w14:paraId="5DC733F2" w14:textId="77777777" w:rsidR="00DF31A7" w:rsidRPr="00247D2A" w:rsidRDefault="00DF31A7">
      <w:pPr>
        <w:tabs>
          <w:tab w:val="left" w:pos="1800"/>
        </w:tabs>
      </w:pPr>
    </w:p>
    <w:tbl>
      <w:tblPr>
        <w:tblW w:w="10355" w:type="dxa"/>
        <w:tblBorders>
          <w:top w:val="double" w:sz="6" w:space="0" w:color="5F5F5F"/>
          <w:bottom w:val="double" w:sz="6" w:space="0" w:color="5F5F5F"/>
          <w:insideH w:val="double" w:sz="6" w:space="0" w:color="5F5F5F"/>
        </w:tblBorders>
        <w:tblCellMar>
          <w:top w:w="115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2794"/>
        <w:gridCol w:w="5213"/>
        <w:gridCol w:w="2348"/>
      </w:tblGrid>
      <w:tr w:rsidR="00DF31A7" w:rsidRPr="00247D2A" w14:paraId="59F229C9" w14:textId="77777777">
        <w:trPr>
          <w:trHeight w:val="864"/>
        </w:trPr>
        <w:tc>
          <w:tcPr>
            <w:tcW w:w="2794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3E20C13A" w14:textId="77777777" w:rsidR="00DF31A7" w:rsidRPr="00247D2A" w:rsidRDefault="00D77111" w:rsidP="00D77111">
            <w:pPr>
              <w:pStyle w:val="Kop2"/>
            </w:pPr>
            <w:r>
              <w:t>8:45 – 9:15</w:t>
            </w:r>
            <w:r w:rsidR="00DF31A7" w:rsidRPr="00247D2A">
              <w:t xml:space="preserve"> uur</w:t>
            </w:r>
          </w:p>
        </w:tc>
        <w:tc>
          <w:tcPr>
            <w:tcW w:w="5213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09A1A0A5" w14:textId="77777777" w:rsidR="00DF31A7" w:rsidRDefault="00D77111">
            <w:pPr>
              <w:pStyle w:val="Kop2"/>
            </w:pPr>
            <w:r>
              <w:t>Introductie keuzedeel</w:t>
            </w:r>
          </w:p>
          <w:p w14:paraId="189C93DD" w14:textId="77777777" w:rsidR="00D77111" w:rsidRPr="00D77111" w:rsidRDefault="00D77111" w:rsidP="00D77111">
            <w:r>
              <w:t>Wikiwijs doornemen</w:t>
            </w:r>
          </w:p>
          <w:p w14:paraId="49E1486C" w14:textId="77777777" w:rsidR="00DF31A7" w:rsidRPr="00247D2A" w:rsidRDefault="00D77111">
            <w:r>
              <w:t>Planning doornemen</w:t>
            </w:r>
          </w:p>
          <w:p w14:paraId="62A4277B" w14:textId="77777777" w:rsidR="00DF31A7" w:rsidRPr="00247D2A" w:rsidRDefault="00D77111">
            <w:r>
              <w:t>Eindopdracht toelichten</w:t>
            </w:r>
          </w:p>
        </w:tc>
        <w:tc>
          <w:tcPr>
            <w:tcW w:w="2348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  <w:vAlign w:val="center"/>
          </w:tcPr>
          <w:p w14:paraId="4E8B8821" w14:textId="77777777" w:rsidR="00DF31A7" w:rsidRPr="00247D2A" w:rsidRDefault="00DF31A7">
            <w:pPr>
              <w:pStyle w:val="Locatie"/>
            </w:pPr>
          </w:p>
        </w:tc>
      </w:tr>
      <w:tr w:rsidR="00DF31A7" w:rsidRPr="00247D2A" w14:paraId="0C98561B" w14:textId="77777777">
        <w:trPr>
          <w:trHeight w:val="864"/>
        </w:trPr>
        <w:tc>
          <w:tcPr>
            <w:tcW w:w="2794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3A39EF05" w14:textId="77777777" w:rsidR="00DF31A7" w:rsidRPr="00247D2A" w:rsidRDefault="00D77111" w:rsidP="00D77111">
            <w:pPr>
              <w:pStyle w:val="Kop2"/>
            </w:pPr>
            <w:r>
              <w:t>9:15</w:t>
            </w:r>
            <w:r w:rsidR="00DF31A7" w:rsidRPr="00247D2A">
              <w:t xml:space="preserve"> – 1</w:t>
            </w:r>
            <w:r>
              <w:t>0</w:t>
            </w:r>
            <w:r w:rsidR="00DF31A7" w:rsidRPr="00247D2A">
              <w:t>:</w:t>
            </w:r>
            <w:r>
              <w:t>00</w:t>
            </w:r>
            <w:r w:rsidR="00DF31A7" w:rsidRPr="00247D2A">
              <w:t xml:space="preserve"> uur</w:t>
            </w:r>
          </w:p>
        </w:tc>
        <w:tc>
          <w:tcPr>
            <w:tcW w:w="5213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5B9354FA" w14:textId="77777777" w:rsidR="00DF31A7" w:rsidRPr="00247D2A" w:rsidRDefault="00D77111">
            <w:pPr>
              <w:pStyle w:val="Kop2"/>
            </w:pPr>
            <w:r>
              <w:t>Domesticatie</w:t>
            </w:r>
          </w:p>
          <w:p w14:paraId="3E2FE392" w14:textId="77777777" w:rsidR="00D77111" w:rsidRPr="00247D2A" w:rsidRDefault="00227740" w:rsidP="00D77111">
            <w:r>
              <w:t>Uitleg domesticatie</w:t>
            </w:r>
            <w:r w:rsidR="00DF31A7" w:rsidRPr="00247D2A">
              <w:tab/>
            </w:r>
          </w:p>
          <w:p w14:paraId="4E3A2F54" w14:textId="77777777" w:rsidR="00DF31A7" w:rsidRDefault="00227740">
            <w:r>
              <w:t>Filmpje domesticatie (7 minuten)</w:t>
            </w:r>
            <w:r w:rsidR="00163B67">
              <w:t>, eerst vragen goed doorlezen!</w:t>
            </w:r>
            <w:r>
              <w:t xml:space="preserve"> </w:t>
            </w:r>
          </w:p>
          <w:p w14:paraId="29369ACF" w14:textId="77777777" w:rsidR="00227740" w:rsidRPr="00247D2A" w:rsidRDefault="00227740">
            <w:r>
              <w:t>Maken opdrachten horende bij domesticatie</w:t>
            </w:r>
          </w:p>
        </w:tc>
        <w:tc>
          <w:tcPr>
            <w:tcW w:w="2348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  <w:vAlign w:val="center"/>
          </w:tcPr>
          <w:p w14:paraId="2EDDC341" w14:textId="77777777" w:rsidR="00DF31A7" w:rsidRPr="00247D2A" w:rsidRDefault="00DF31A7">
            <w:pPr>
              <w:pStyle w:val="Locatie"/>
            </w:pPr>
          </w:p>
        </w:tc>
      </w:tr>
      <w:tr w:rsidR="00D77111" w:rsidRPr="00247D2A" w14:paraId="3FA96923" w14:textId="77777777">
        <w:trPr>
          <w:trHeight w:val="864"/>
        </w:trPr>
        <w:tc>
          <w:tcPr>
            <w:tcW w:w="2794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4B2BF3D8" w14:textId="77777777" w:rsidR="00D77111" w:rsidRDefault="00D77111" w:rsidP="00D77111">
            <w:pPr>
              <w:pStyle w:val="Kop2"/>
            </w:pPr>
            <w:r>
              <w:t>10:00 – 10:45</w:t>
            </w:r>
          </w:p>
        </w:tc>
        <w:tc>
          <w:tcPr>
            <w:tcW w:w="5213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70367B7C" w14:textId="77777777" w:rsidR="00D77111" w:rsidRDefault="00D77111">
            <w:pPr>
              <w:pStyle w:val="Kop2"/>
            </w:pPr>
            <w:r>
              <w:t>Natuurlijk gedrag bij dieren</w:t>
            </w:r>
          </w:p>
          <w:p w14:paraId="752C31F7" w14:textId="77777777" w:rsidR="00227740" w:rsidRDefault="00227740" w:rsidP="00227740">
            <w:r>
              <w:t>Klassikale brainstorm (</w:t>
            </w:r>
            <w:proofErr w:type="spellStart"/>
            <w:r>
              <w:t>woordweb</w:t>
            </w:r>
            <w:proofErr w:type="spellEnd"/>
            <w:r>
              <w:t>) “wat hoort bij gedrag?”</w:t>
            </w:r>
          </w:p>
          <w:p w14:paraId="3B85BC8E" w14:textId="77777777" w:rsidR="00227740" w:rsidRPr="00227740" w:rsidRDefault="00227740" w:rsidP="00227740">
            <w:r>
              <w:t xml:space="preserve">Maken opdrachten horende bij natuurlijk gedrag </w:t>
            </w:r>
          </w:p>
        </w:tc>
        <w:tc>
          <w:tcPr>
            <w:tcW w:w="2348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  <w:vAlign w:val="center"/>
          </w:tcPr>
          <w:p w14:paraId="149F55C0" w14:textId="77777777" w:rsidR="00D77111" w:rsidRPr="00247D2A" w:rsidRDefault="00D77111">
            <w:pPr>
              <w:pStyle w:val="Locatie"/>
            </w:pPr>
          </w:p>
        </w:tc>
      </w:tr>
      <w:tr w:rsidR="00DF31A7" w:rsidRPr="00247D2A" w14:paraId="382BB87B" w14:textId="77777777" w:rsidTr="00D77111">
        <w:trPr>
          <w:trHeight w:val="481"/>
        </w:trPr>
        <w:tc>
          <w:tcPr>
            <w:tcW w:w="2794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61333B01" w14:textId="77777777" w:rsidR="00DF31A7" w:rsidRPr="00247D2A" w:rsidRDefault="00D77111" w:rsidP="00D77111">
            <w:pPr>
              <w:pStyle w:val="Kop2"/>
            </w:pPr>
            <w:r>
              <w:t>10</w:t>
            </w:r>
            <w:r w:rsidR="00DF31A7" w:rsidRPr="00247D2A">
              <w:t>:</w:t>
            </w:r>
            <w:r>
              <w:t>45</w:t>
            </w:r>
            <w:r w:rsidR="00DF31A7" w:rsidRPr="00247D2A">
              <w:t xml:space="preserve"> – 1</w:t>
            </w:r>
            <w:r>
              <w:t>1</w:t>
            </w:r>
            <w:r w:rsidR="00DF31A7" w:rsidRPr="00247D2A">
              <w:t>:0</w:t>
            </w:r>
            <w:r>
              <w:t>5</w:t>
            </w:r>
            <w:r w:rsidR="00DF31A7" w:rsidRPr="00247D2A">
              <w:t xml:space="preserve"> uur</w:t>
            </w:r>
          </w:p>
        </w:tc>
        <w:tc>
          <w:tcPr>
            <w:tcW w:w="5213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056B86A9" w14:textId="77777777" w:rsidR="00DF31A7" w:rsidRPr="00247D2A" w:rsidRDefault="00D77111" w:rsidP="00D77111">
            <w:pPr>
              <w:pStyle w:val="Kop2"/>
            </w:pPr>
            <w:r>
              <w:t>Pauze</w:t>
            </w:r>
          </w:p>
        </w:tc>
        <w:tc>
          <w:tcPr>
            <w:tcW w:w="2348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  <w:vAlign w:val="center"/>
          </w:tcPr>
          <w:p w14:paraId="0919A716" w14:textId="77777777" w:rsidR="00DF31A7" w:rsidRPr="00247D2A" w:rsidRDefault="00DF31A7" w:rsidP="00D77111">
            <w:pPr>
              <w:pStyle w:val="Locatie"/>
              <w:jc w:val="left"/>
            </w:pPr>
          </w:p>
        </w:tc>
      </w:tr>
      <w:tr w:rsidR="00DF31A7" w:rsidRPr="00247D2A" w14:paraId="2963ACC6" w14:textId="77777777">
        <w:trPr>
          <w:trHeight w:val="571"/>
        </w:trPr>
        <w:tc>
          <w:tcPr>
            <w:tcW w:w="2794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00511716" w14:textId="77777777" w:rsidR="00DF31A7" w:rsidRPr="00247D2A" w:rsidRDefault="00DF31A7" w:rsidP="00227740">
            <w:pPr>
              <w:pStyle w:val="Kop2"/>
            </w:pPr>
            <w:r w:rsidRPr="00247D2A">
              <w:t>1</w:t>
            </w:r>
            <w:r w:rsidR="00D77111">
              <w:t>1</w:t>
            </w:r>
            <w:r w:rsidRPr="00247D2A">
              <w:t>:0</w:t>
            </w:r>
            <w:r w:rsidR="00D77111">
              <w:t>5</w:t>
            </w:r>
            <w:r w:rsidR="00227740">
              <w:t xml:space="preserve"> – 11:35</w:t>
            </w:r>
            <w:r w:rsidRPr="00247D2A">
              <w:t xml:space="preserve"> uur</w:t>
            </w:r>
          </w:p>
        </w:tc>
        <w:tc>
          <w:tcPr>
            <w:tcW w:w="5213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41EF56A6" w14:textId="77777777" w:rsidR="00DF31A7" w:rsidRPr="00247D2A" w:rsidRDefault="00227740">
            <w:pPr>
              <w:pStyle w:val="Kop2"/>
            </w:pPr>
            <w:r>
              <w:t>De 5 vrijheden</w:t>
            </w:r>
          </w:p>
          <w:p w14:paraId="15DBE5DE" w14:textId="77777777" w:rsidR="00DF31A7" w:rsidRPr="00247D2A" w:rsidRDefault="00227740" w:rsidP="00D77111">
            <w:r>
              <w:t>Sterkte en zwakte analyse</w:t>
            </w:r>
            <w:r w:rsidR="00DF31A7" w:rsidRPr="00247D2A">
              <w:tab/>
            </w:r>
          </w:p>
        </w:tc>
        <w:tc>
          <w:tcPr>
            <w:tcW w:w="2348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  <w:vAlign w:val="center"/>
          </w:tcPr>
          <w:p w14:paraId="300E230E" w14:textId="77777777" w:rsidR="00DF31A7" w:rsidRPr="00247D2A" w:rsidRDefault="00DF31A7">
            <w:pPr>
              <w:pStyle w:val="Locatie"/>
            </w:pPr>
          </w:p>
        </w:tc>
      </w:tr>
      <w:tr w:rsidR="00D77111" w:rsidRPr="00247D2A" w14:paraId="38F4A9C0" w14:textId="77777777">
        <w:trPr>
          <w:trHeight w:val="571"/>
        </w:trPr>
        <w:tc>
          <w:tcPr>
            <w:tcW w:w="2794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6FE7F5DA" w14:textId="77777777" w:rsidR="00D77111" w:rsidRPr="00247D2A" w:rsidRDefault="00227740">
            <w:pPr>
              <w:pStyle w:val="Kop2"/>
            </w:pPr>
            <w:r>
              <w:t>11:35 – 13:05</w:t>
            </w:r>
          </w:p>
        </w:tc>
        <w:tc>
          <w:tcPr>
            <w:tcW w:w="5213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30CFA8CD" w14:textId="77777777" w:rsidR="00D77111" w:rsidRDefault="00227740">
            <w:pPr>
              <w:pStyle w:val="Kop2"/>
            </w:pPr>
            <w:r>
              <w:t>In de huid van een journalist</w:t>
            </w:r>
          </w:p>
          <w:p w14:paraId="298B9D03" w14:textId="77777777" w:rsidR="003C4A42" w:rsidRPr="003C4A42" w:rsidRDefault="003C4A42" w:rsidP="003C4A42">
            <w:r>
              <w:t>Eindopdracht les 1</w:t>
            </w:r>
          </w:p>
        </w:tc>
        <w:tc>
          <w:tcPr>
            <w:tcW w:w="2348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  <w:vAlign w:val="center"/>
          </w:tcPr>
          <w:p w14:paraId="6C133C14" w14:textId="77777777" w:rsidR="00D77111" w:rsidRPr="00247D2A" w:rsidRDefault="00D77111">
            <w:pPr>
              <w:pStyle w:val="Locatie"/>
            </w:pPr>
          </w:p>
        </w:tc>
      </w:tr>
      <w:tr w:rsidR="003C4A42" w:rsidRPr="00247D2A" w14:paraId="659D6FD2" w14:textId="77777777">
        <w:trPr>
          <w:trHeight w:val="571"/>
        </w:trPr>
        <w:tc>
          <w:tcPr>
            <w:tcW w:w="2794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1D21068A" w14:textId="77777777" w:rsidR="003C4A42" w:rsidRDefault="003C4A42" w:rsidP="003C4A42">
            <w:pPr>
              <w:pStyle w:val="Kop2"/>
            </w:pPr>
            <w:r>
              <w:t>13:05 – 13:30</w:t>
            </w:r>
          </w:p>
        </w:tc>
        <w:tc>
          <w:tcPr>
            <w:tcW w:w="5213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1704A32B" w14:textId="77777777" w:rsidR="003C4A42" w:rsidRDefault="003C4A42">
            <w:pPr>
              <w:pStyle w:val="Kop2"/>
            </w:pPr>
            <w:r>
              <w:t xml:space="preserve">Pauze </w:t>
            </w:r>
          </w:p>
        </w:tc>
        <w:tc>
          <w:tcPr>
            <w:tcW w:w="2348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  <w:vAlign w:val="center"/>
          </w:tcPr>
          <w:p w14:paraId="27F46397" w14:textId="77777777" w:rsidR="003C4A42" w:rsidRPr="00247D2A" w:rsidRDefault="003C4A42">
            <w:pPr>
              <w:pStyle w:val="Locatie"/>
            </w:pPr>
          </w:p>
        </w:tc>
      </w:tr>
      <w:tr w:rsidR="003C4A42" w:rsidRPr="00247D2A" w14:paraId="769C6621" w14:textId="77777777">
        <w:trPr>
          <w:trHeight w:val="571"/>
        </w:trPr>
        <w:tc>
          <w:tcPr>
            <w:tcW w:w="2794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63D7AE91" w14:textId="77777777" w:rsidR="003C4A42" w:rsidRDefault="003C4A42" w:rsidP="003C4A42">
            <w:pPr>
              <w:pStyle w:val="Kop2"/>
            </w:pPr>
            <w:r>
              <w:t>13:30 – 16:30</w:t>
            </w:r>
          </w:p>
        </w:tc>
        <w:tc>
          <w:tcPr>
            <w:tcW w:w="5213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6450E45D" w14:textId="77777777" w:rsidR="003C4A42" w:rsidRDefault="003C4A42" w:rsidP="003C4A42">
            <w:pPr>
              <w:pStyle w:val="Kop2"/>
            </w:pPr>
            <w:r>
              <w:t>In de huid van een journalist</w:t>
            </w:r>
          </w:p>
          <w:p w14:paraId="0E55AF03" w14:textId="77777777" w:rsidR="003C4A42" w:rsidRDefault="003C4A42" w:rsidP="003C4A42">
            <w:r>
              <w:t>Eindopdracht les 1</w:t>
            </w:r>
          </w:p>
        </w:tc>
        <w:tc>
          <w:tcPr>
            <w:tcW w:w="2348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  <w:vAlign w:val="center"/>
          </w:tcPr>
          <w:p w14:paraId="0827B6CC" w14:textId="77777777" w:rsidR="003C4A42" w:rsidRPr="00247D2A" w:rsidRDefault="003C4A42">
            <w:pPr>
              <w:pStyle w:val="Locatie"/>
            </w:pPr>
          </w:p>
        </w:tc>
      </w:tr>
    </w:tbl>
    <w:p w14:paraId="6906FEC4" w14:textId="77777777" w:rsidR="00DF31A7" w:rsidRPr="00247D2A" w:rsidRDefault="00DF31A7"/>
    <w:p w14:paraId="4C688BEE" w14:textId="77777777" w:rsidR="00DF31A7" w:rsidRPr="00247D2A" w:rsidRDefault="00DF31A7"/>
    <w:p w14:paraId="61CD046C" w14:textId="77777777" w:rsidR="00DF31A7" w:rsidRPr="00247D2A" w:rsidRDefault="00DF31A7">
      <w:pPr>
        <w:pStyle w:val="Kop2"/>
      </w:pPr>
      <w:r w:rsidRPr="00247D2A">
        <w:t>Aanvullende instructies:</w:t>
      </w:r>
    </w:p>
    <w:p w14:paraId="112F90B5" w14:textId="77777777" w:rsidR="00DF31A7" w:rsidRPr="00247D2A" w:rsidRDefault="00227740">
      <w:r>
        <w:t xml:space="preserve">Om 13.05 hebben de studenten pauze. Na de pauze gaan </w:t>
      </w:r>
      <w:r w:rsidR="003C4A42">
        <w:t xml:space="preserve">verder met de eindopdracht tot ze klaar zijn. Dan mogen ze naar huis. </w:t>
      </w:r>
      <w:bookmarkStart w:id="0" w:name="_GoBack"/>
      <w:bookmarkEnd w:id="0"/>
      <w:r>
        <w:t xml:space="preserve"> </w:t>
      </w:r>
    </w:p>
    <w:sectPr w:rsidR="00DF31A7" w:rsidRPr="00247D2A" w:rsidSect="00DF31A7">
      <w:pgSz w:w="11907" w:h="16839"/>
      <w:pgMar w:top="1080" w:right="1080" w:bottom="1080" w:left="108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111"/>
    <w:rsid w:val="00163B67"/>
    <w:rsid w:val="00227740"/>
    <w:rsid w:val="00247D2A"/>
    <w:rsid w:val="003C4A42"/>
    <w:rsid w:val="007A73BD"/>
    <w:rsid w:val="008D50BF"/>
    <w:rsid w:val="00D77111"/>
    <w:rsid w:val="00DF3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B71590"/>
  <w15:docId w15:val="{4F6807A0-D99B-4D8B-946C-215AAFBCA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rFonts w:ascii="Tahoma" w:eastAsia="Times New Roman" w:hAnsi="Tahoma" w:cs="Tahoma"/>
      <w:lang w:val="nl-NL" w:eastAsia="zh-CN"/>
    </w:rPr>
  </w:style>
  <w:style w:type="paragraph" w:styleId="Kop1">
    <w:name w:val="heading 1"/>
    <w:basedOn w:val="Standaard"/>
    <w:next w:val="Standaard"/>
    <w:qFormat/>
    <w:pPr>
      <w:keepNext/>
      <w:spacing w:before="240" w:after="60"/>
      <w:outlineLvl w:val="0"/>
    </w:pPr>
    <w:rPr>
      <w:rFonts w:ascii="Arial Black" w:eastAsia="SimSun" w:hAnsi="Arial Black" w:cs="Arial Black"/>
      <w:b/>
      <w:bCs/>
      <w:kern w:val="32"/>
      <w:sz w:val="28"/>
      <w:szCs w:val="28"/>
    </w:rPr>
  </w:style>
  <w:style w:type="paragraph" w:styleId="Kop2">
    <w:name w:val="heading 2"/>
    <w:basedOn w:val="Standaard"/>
    <w:next w:val="Standaard"/>
    <w:qFormat/>
    <w:pPr>
      <w:outlineLvl w:val="1"/>
    </w:pPr>
    <w:rPr>
      <w:rFonts w:eastAsia="SimSun"/>
      <w:b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qFormat/>
    <w:pPr>
      <w:jc w:val="right"/>
    </w:pPr>
    <w:rPr>
      <w:rFonts w:ascii="Arial Black" w:hAnsi="Arial Black" w:cs="Arial Black"/>
      <w:color w:val="808080"/>
      <w:sz w:val="56"/>
      <w:szCs w:val="56"/>
    </w:rPr>
  </w:style>
  <w:style w:type="paragraph" w:customStyle="1" w:styleId="Locatie">
    <w:name w:val="Locatie"/>
    <w:basedOn w:val="Standaard"/>
    <w:pPr>
      <w:jc w:val="right"/>
    </w:pPr>
    <w:rPr>
      <w:lang w:eastAsia="nl-NL" w:bidi="nl-NL"/>
    </w:rPr>
  </w:style>
  <w:style w:type="character" w:customStyle="1" w:styleId="Bold10ptChar">
    <w:name w:val="Bold 10 pt. Char"/>
    <w:basedOn w:val="Standaardalinea-lettertype"/>
    <w:link w:val="Bold10pt"/>
    <w:locked/>
    <w:rPr>
      <w:rFonts w:ascii="Tahoma" w:hAnsi="Tahoma" w:cs="Tahoma" w:hint="default"/>
      <w:b/>
      <w:bCs w:val="0"/>
      <w:szCs w:val="24"/>
      <w:lang w:val="nl-NL" w:eastAsia="nl-NL" w:bidi="nl-NL"/>
    </w:rPr>
  </w:style>
  <w:style w:type="paragraph" w:customStyle="1" w:styleId="Bold10pt">
    <w:name w:val="Bold 10 pt."/>
    <w:basedOn w:val="Standaard"/>
    <w:link w:val="Bold10ptChar"/>
    <w:pPr>
      <w:tabs>
        <w:tab w:val="left" w:pos="1620"/>
      </w:tabs>
    </w:pPr>
    <w:rPr>
      <w:b/>
      <w:lang w:eastAsia="nl-NL" w:bidi="nl-NL"/>
    </w:rPr>
  </w:style>
  <w:style w:type="paragraph" w:styleId="Documentstructuur">
    <w:name w:val="Document Map"/>
    <w:basedOn w:val="Standaard"/>
    <w:semiHidden/>
    <w:rsid w:val="00DF31A7"/>
    <w:pPr>
      <w:shd w:val="clear" w:color="auto" w:fill="0000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mijn%20documenten\Sjablonen\Agend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056845C93DA4081F16C72B80E01B8" ma:contentTypeVersion="0" ma:contentTypeDescription="Een nieuw document maken." ma:contentTypeScope="" ma:versionID="270b44a5fbb6bd949c222f709671ffe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936ff5afc1a84bf5746d7d1a0c0c6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499735B-E0C1-4560-AA61-5AC087CC24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AB3CB1B-0842-48D3-B1F5-19A071B41E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EBC89A-F72E-47A1-8EF4-C05EBD6FC348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Agenda</Template>
  <TotalTime>43</TotalTime>
  <Pages>1</Pages>
  <Words>147</Words>
  <Characters>813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Huijberts</dc:creator>
  <cp:keywords/>
  <dc:description/>
  <cp:lastModifiedBy>Vera Huijberts</cp:lastModifiedBy>
  <cp:revision>1</cp:revision>
  <cp:lastPrinted>2003-09-10T22:27:00Z</cp:lastPrinted>
  <dcterms:created xsi:type="dcterms:W3CDTF">2018-04-09T11:31:00Z</dcterms:created>
  <dcterms:modified xsi:type="dcterms:W3CDTF">2018-04-09T13:10:00Z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TC062070661043</vt:lpwstr>
  </property>
  <property fmtid="{D5CDD505-2E9C-101B-9397-08002B2CF9AE}" pid="3" name="ContentTypeId">
    <vt:lpwstr>0x01010011F056845C93DA4081F16C72B80E01B8</vt:lpwstr>
  </property>
  <property fmtid="{D5CDD505-2E9C-101B-9397-08002B2CF9AE}" pid="4" name="IsMyDocuments">
    <vt:bool>true</vt:bool>
  </property>
</Properties>
</file>