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4"/>
        <w:gridCol w:w="408"/>
        <w:gridCol w:w="6592"/>
      </w:tblGrid>
      <w:tr w:rsidR="00765CA8" w:rsidRPr="00FE5A73" w14:paraId="515A6DD2" w14:textId="77777777" w:rsidTr="003F3A57">
        <w:tc>
          <w:tcPr>
            <w:tcW w:w="2127" w:type="dxa"/>
            <w:vAlign w:val="center"/>
          </w:tcPr>
          <w:p w14:paraId="1EE92328" w14:textId="7A8D86E5" w:rsidR="00765CA8" w:rsidRPr="0082000A" w:rsidRDefault="00765CA8" w:rsidP="003F3A57">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cs="Arial"/>
                <w:bCs/>
                <w:sz w:val="24"/>
                <w:szCs w:val="24"/>
              </w:rPr>
            </w:pPr>
          </w:p>
        </w:tc>
        <w:tc>
          <w:tcPr>
            <w:tcW w:w="425" w:type="dxa"/>
          </w:tcPr>
          <w:p w14:paraId="17470274" w14:textId="77777777" w:rsidR="00765CA8" w:rsidRPr="0082000A" w:rsidRDefault="00765CA8" w:rsidP="003F3A57">
            <w:pPr>
              <w:rPr>
                <w:rFonts w:ascii="Comic Sans MS" w:hAnsi="Comic Sans MS"/>
                <w:sz w:val="30"/>
              </w:rPr>
            </w:pPr>
          </w:p>
          <w:p w14:paraId="6DA845AB" w14:textId="77777777" w:rsidR="00765CA8" w:rsidRPr="0082000A" w:rsidRDefault="00765CA8" w:rsidP="003F3A57">
            <w:pPr>
              <w:rPr>
                <w:rFonts w:ascii="Comic Sans MS" w:hAnsi="Comic Sans MS"/>
                <w:sz w:val="30"/>
              </w:rPr>
            </w:pPr>
          </w:p>
          <w:p w14:paraId="64904641" w14:textId="77777777" w:rsidR="00765CA8" w:rsidRPr="0082000A" w:rsidRDefault="00765CA8" w:rsidP="003F3A57">
            <w:pPr>
              <w:rPr>
                <w:rFonts w:ascii="Comic Sans MS" w:hAnsi="Comic Sans MS"/>
                <w:sz w:val="30"/>
              </w:rPr>
            </w:pPr>
          </w:p>
        </w:tc>
        <w:tc>
          <w:tcPr>
            <w:tcW w:w="6962" w:type="dxa"/>
            <w:vAlign w:val="center"/>
          </w:tcPr>
          <w:p w14:paraId="1A297E35" w14:textId="7893A906" w:rsidR="00765CA8" w:rsidRPr="003F205F" w:rsidRDefault="00E2289C" w:rsidP="00D350D6">
            <w:pPr>
              <w:pStyle w:val="Kop1"/>
              <w:outlineLvl w:val="0"/>
              <w:rPr>
                <w:rFonts w:ascii="Arial" w:hAnsi="Arial" w:cs="Arial"/>
                <w:color w:val="00B050"/>
              </w:rPr>
            </w:pPr>
            <w:r>
              <w:rPr>
                <w:rFonts w:ascii="Arial" w:hAnsi="Arial" w:cs="Arial"/>
                <w:color w:val="00B050"/>
              </w:rPr>
              <w:t xml:space="preserve">Onderzoek </w:t>
            </w:r>
            <w:r w:rsidR="007B3540">
              <w:rPr>
                <w:rFonts w:ascii="Arial" w:hAnsi="Arial" w:cs="Arial"/>
                <w:color w:val="00B050"/>
              </w:rPr>
              <w:t>vogelverstoring</w:t>
            </w:r>
            <w:r w:rsidR="00847DCC" w:rsidRPr="00EB1E7B">
              <w:rPr>
                <w:rFonts w:ascii="Arial" w:hAnsi="Arial" w:cs="Arial"/>
                <w:color w:val="00B050"/>
              </w:rPr>
              <w:t xml:space="preserve"> </w:t>
            </w:r>
            <w:r w:rsidR="00D350D6" w:rsidRPr="00EB1E7B">
              <w:rPr>
                <w:rFonts w:ascii="Arial" w:hAnsi="Arial" w:cs="Arial"/>
                <w:color w:val="00B050"/>
              </w:rPr>
              <w:t xml:space="preserve">-  </w:t>
            </w:r>
            <w:r>
              <w:rPr>
                <w:rFonts w:ascii="Arial" w:hAnsi="Arial" w:cs="Arial"/>
                <w:color w:val="00B050"/>
              </w:rPr>
              <w:t>Gedrag</w:t>
            </w:r>
          </w:p>
          <w:p w14:paraId="09477ECB" w14:textId="77777777" w:rsidR="00C06866" w:rsidRPr="00F33214" w:rsidRDefault="00C06866" w:rsidP="00C06866">
            <w:pPr>
              <w:rPr>
                <w:rFonts w:ascii="Arial" w:hAnsi="Arial" w:cs="Arial"/>
              </w:rPr>
            </w:pPr>
          </w:p>
          <w:p w14:paraId="526DC081" w14:textId="227CEC70" w:rsidR="00C06866" w:rsidRPr="002E3A02" w:rsidRDefault="00C06866" w:rsidP="00C06866">
            <w:pPr>
              <w:pStyle w:val="Kop1"/>
              <w:outlineLvl w:val="0"/>
              <w:rPr>
                <w:sz w:val="22"/>
                <w:szCs w:val="22"/>
              </w:rPr>
            </w:pPr>
            <w:bookmarkStart w:id="0" w:name="_GoBack"/>
            <w:bookmarkEnd w:id="0"/>
          </w:p>
        </w:tc>
      </w:tr>
    </w:tbl>
    <w:p w14:paraId="34766D14" w14:textId="77777777" w:rsidR="003058A6" w:rsidRDefault="003058A6" w:rsidP="003058A6"/>
    <w:p w14:paraId="2DA9967C" w14:textId="77777777" w:rsidR="00FD0A44" w:rsidRDefault="00847DCC" w:rsidP="00C06866">
      <w:pPr>
        <w:pStyle w:val="Titel"/>
      </w:pPr>
      <w:r>
        <w:t xml:space="preserve">Doel van het onderzoek </w:t>
      </w:r>
    </w:p>
    <w:p w14:paraId="2AA40ECD" w14:textId="6BB74AAD" w:rsidR="00EB3138" w:rsidRDefault="007B3540" w:rsidP="00271002">
      <w:pPr>
        <w:rPr>
          <w:color w:val="92D050"/>
        </w:rPr>
      </w:pPr>
      <w:r>
        <w:rPr>
          <w:color w:val="92D050"/>
        </w:rPr>
        <w:t xml:space="preserve">Als je vaak buiten wandelt ken je ze vast wel. Van die </w:t>
      </w:r>
      <w:r w:rsidR="00EB3138">
        <w:rPr>
          <w:color w:val="92D050"/>
        </w:rPr>
        <w:t>bordjes: “vogelrustgebied, verboden toegang” of “natuurgebied, honden aanlijnen”. Maar waarom staan die bordjes er eigenlijk? Is dat niet wat overdreven? Wat maakt 1 hond of 1 wandelaar nou uit?</w:t>
      </w:r>
    </w:p>
    <w:p w14:paraId="40ED6E49" w14:textId="77777777" w:rsidR="00EB3138" w:rsidRDefault="00EB3138" w:rsidP="00271002">
      <w:pPr>
        <w:rPr>
          <w:color w:val="92D050"/>
        </w:rPr>
      </w:pPr>
    </w:p>
    <w:p w14:paraId="5DEDD8FC" w14:textId="7967DD77" w:rsidR="00E2289C" w:rsidRDefault="00EB3138" w:rsidP="00271002">
      <w:pPr>
        <w:rPr>
          <w:color w:val="92D050"/>
        </w:rPr>
      </w:pPr>
      <w:r>
        <w:rPr>
          <w:color w:val="92D050"/>
        </w:rPr>
        <w:t>In dit project ga je onderzoeken</w:t>
      </w:r>
      <w:r w:rsidR="000D2681">
        <w:rPr>
          <w:color w:val="92D050"/>
        </w:rPr>
        <w:t xml:space="preserve"> vanaf welke afstand jij een vogel verstoort en of dat voor alle vogelsoorten hetzelfde is. Je gaat hiervoor een betrouwbaar onderzoek opstellen. Dat is dus niet door een groep duiven heen rennen en kijken wat er gebeurt. Denk goed na over de methode die je gaat gebruiken.</w:t>
      </w:r>
    </w:p>
    <w:p w14:paraId="11696352" w14:textId="70084539" w:rsidR="00F21318" w:rsidRDefault="00116552" w:rsidP="00F21318">
      <w:pPr>
        <w:pStyle w:val="Titel"/>
        <w:rPr>
          <w:color w:val="92D050"/>
        </w:rPr>
      </w:pPr>
      <w:r>
        <w:rPr>
          <w:color w:val="92D050"/>
        </w:rPr>
        <w:t>In dit onderzoek ga je een onderzoek voorbereiden, uitvoeren en presenteren.</w:t>
      </w:r>
    </w:p>
    <w:p w14:paraId="52338867" w14:textId="2C179479" w:rsidR="00116552" w:rsidRDefault="00116552" w:rsidP="00116552"/>
    <w:p w14:paraId="366CD300" w14:textId="77777777" w:rsidR="00116552" w:rsidRPr="00116552" w:rsidRDefault="00116552" w:rsidP="00116552"/>
    <w:p w14:paraId="38161C8D" w14:textId="77777777" w:rsidR="00F21318" w:rsidRDefault="00C33584" w:rsidP="00F21318">
      <w:pPr>
        <w:pStyle w:val="Titel"/>
      </w:pPr>
      <w:r>
        <w:t>Planning</w:t>
      </w:r>
    </w:p>
    <w:p w14:paraId="322B1B94" w14:textId="77777777" w:rsidR="00EB1E7B" w:rsidRPr="00EB1E7B" w:rsidRDefault="00EB1E7B" w:rsidP="00EB1E7B"/>
    <w:p w14:paraId="07552472" w14:textId="7EC7C7A4" w:rsidR="000D2681" w:rsidRDefault="00847DCC" w:rsidP="00847DCC">
      <w:pPr>
        <w:jc w:val="left"/>
      </w:pPr>
      <w:r>
        <w:t xml:space="preserve">Met dit onderzoek ben je </w:t>
      </w:r>
      <w:r w:rsidR="00E2289C">
        <w:rPr>
          <w:color w:val="00B050"/>
        </w:rPr>
        <w:t>4</w:t>
      </w:r>
      <w:r w:rsidR="00C33584" w:rsidRPr="00EB1E7B">
        <w:rPr>
          <w:color w:val="00B050"/>
        </w:rPr>
        <w:t xml:space="preserve"> </w:t>
      </w:r>
      <w:r w:rsidR="00C33584">
        <w:t>lessen</w:t>
      </w:r>
      <w:r>
        <w:t xml:space="preserve"> bezig (</w:t>
      </w:r>
      <w:r w:rsidR="00F21318">
        <w:t xml:space="preserve"> </w:t>
      </w:r>
      <w:r w:rsidR="00E2289C">
        <w:rPr>
          <w:color w:val="00B050"/>
        </w:rPr>
        <w:t>180</w:t>
      </w:r>
      <w:r w:rsidR="00F21318" w:rsidRPr="00F21318">
        <w:rPr>
          <w:color w:val="FF0000"/>
        </w:rPr>
        <w:t xml:space="preserve"> </w:t>
      </w:r>
      <w:r w:rsidR="00C33584">
        <w:t xml:space="preserve">minuten). </w:t>
      </w:r>
    </w:p>
    <w:p w14:paraId="7D063787" w14:textId="77777777" w:rsidR="00F21318" w:rsidRDefault="00F21318" w:rsidP="00847DCC">
      <w:pPr>
        <w:jc w:val="left"/>
      </w:pPr>
    </w:p>
    <w:p w14:paraId="6E8573A0" w14:textId="77777777" w:rsidR="00F21318" w:rsidRDefault="00F21318" w:rsidP="00F21318">
      <w:pPr>
        <w:pStyle w:val="Titel"/>
      </w:pPr>
      <w:r>
        <w:t>Algemene regels</w:t>
      </w:r>
    </w:p>
    <w:p w14:paraId="5B864B17" w14:textId="77777777" w:rsidR="00EB1E7B" w:rsidRPr="00EB1E7B" w:rsidRDefault="00EB1E7B" w:rsidP="00EB1E7B"/>
    <w:p w14:paraId="14802EF0" w14:textId="1A608297" w:rsidR="00C33584" w:rsidRDefault="00E2289C" w:rsidP="00D350D6">
      <w:pPr>
        <w:pStyle w:val="Lijstalinea"/>
        <w:numPr>
          <w:ilvl w:val="0"/>
          <w:numId w:val="27"/>
        </w:numPr>
        <w:jc w:val="left"/>
      </w:pPr>
      <w:r>
        <w:t xml:space="preserve">Je mag alleen beginnen </w:t>
      </w:r>
      <w:r w:rsidR="006D7924">
        <w:t>aan</w:t>
      </w:r>
      <w:r>
        <w:t xml:space="preserve"> je onderzoek, als jullie onderzoeksplan </w:t>
      </w:r>
      <w:r w:rsidR="006D7924">
        <w:t xml:space="preserve">goedgekeurd is door je docent. </w:t>
      </w:r>
      <w:r w:rsidR="006D7924">
        <w:br/>
      </w:r>
      <w:r w:rsidR="00847DCC">
        <w:t>Voor je voorbereiding moet je de volgende onderdelen invullen</w:t>
      </w:r>
      <w:r w:rsidR="007A1B14">
        <w:t>, deze zijn ook direct te herkennen door een (V) bij de titel</w:t>
      </w:r>
      <w:r w:rsidR="00847DCC">
        <w:t xml:space="preserve">: </w:t>
      </w:r>
      <w:r w:rsidR="00847DCC">
        <w:br/>
      </w:r>
      <w:r w:rsidR="00847DCC" w:rsidRPr="007A1B14">
        <w:rPr>
          <w:rStyle w:val="SubsubkopChar"/>
        </w:rPr>
        <w:t>Naam, inleiding, onderzoeksvraag, hy</w:t>
      </w:r>
      <w:r w:rsidR="00B9070C" w:rsidRPr="007A1B14">
        <w:rPr>
          <w:rStyle w:val="SubsubkopChar"/>
        </w:rPr>
        <w:t xml:space="preserve">pothese, materialen, werkwijze en </w:t>
      </w:r>
      <w:r>
        <w:rPr>
          <w:rStyle w:val="SubsubkopChar"/>
        </w:rPr>
        <w:t>(</w:t>
      </w:r>
      <w:r w:rsidR="00B9070C" w:rsidRPr="007A1B14">
        <w:rPr>
          <w:rStyle w:val="SubsubkopChar"/>
        </w:rPr>
        <w:t>veiligheid</w:t>
      </w:r>
      <w:r>
        <w:rPr>
          <w:rStyle w:val="SubsubkopChar"/>
        </w:rPr>
        <w:t>)</w:t>
      </w:r>
      <w:r w:rsidR="006D7924">
        <w:rPr>
          <w:rStyle w:val="SubsubkopChar"/>
        </w:rPr>
        <w:t xml:space="preserve"> tabellen maken in de resultaten</w:t>
      </w:r>
      <w:r w:rsidR="00B9070C" w:rsidRPr="004E6ED6">
        <w:rPr>
          <w:b/>
          <w:i/>
        </w:rPr>
        <w:t>.</w:t>
      </w:r>
      <w:r w:rsidR="00B9070C">
        <w:rPr>
          <w:i/>
        </w:rPr>
        <w:t xml:space="preserve"> </w:t>
      </w:r>
      <w:r w:rsidR="00C33584">
        <w:t xml:space="preserve"> </w:t>
      </w:r>
    </w:p>
    <w:p w14:paraId="4DC9A6F8" w14:textId="77777777" w:rsidR="00C33584" w:rsidRDefault="00C33584" w:rsidP="00271002"/>
    <w:p w14:paraId="0F16AF3E" w14:textId="5FB41397" w:rsidR="00847DCC" w:rsidRDefault="00FA3EB6" w:rsidP="00D350D6">
      <w:pPr>
        <w:pStyle w:val="Lijstalinea"/>
        <w:numPr>
          <w:ilvl w:val="0"/>
          <w:numId w:val="27"/>
        </w:numPr>
      </w:pPr>
      <w:r>
        <w:t xml:space="preserve">Voor deze voorbereiding maak je gebruik van bronnen. Hierbij kun je denken aan: </w:t>
      </w:r>
      <w:r w:rsidR="006D7924">
        <w:t>biologieboek</w:t>
      </w:r>
      <w:r>
        <w:t>, het internet, de wikiwijspagina (met ve</w:t>
      </w:r>
      <w:r w:rsidR="007A1B14">
        <w:t xml:space="preserve">rwijzingen naar andere bronnen). Deze bronnen moeten worden genoteerd aan het einde van dit </w:t>
      </w:r>
      <w:proofErr w:type="spellStart"/>
      <w:r w:rsidR="007A1B14">
        <w:t>onderzoeksdocument</w:t>
      </w:r>
      <w:proofErr w:type="spellEnd"/>
      <w:r w:rsidR="007A1B14">
        <w:t>, op de manier zoals deze beschreven is bij de Mediawijsheid studiewijzer op de ELO.</w:t>
      </w:r>
    </w:p>
    <w:p w14:paraId="2508C6E5" w14:textId="77777777" w:rsidR="00E2289C" w:rsidRDefault="00E2289C" w:rsidP="00E2289C">
      <w:pPr>
        <w:pStyle w:val="Lijstalinea"/>
      </w:pPr>
    </w:p>
    <w:p w14:paraId="2622EDC8" w14:textId="266FA883" w:rsidR="00E2289C" w:rsidRDefault="00E2289C" w:rsidP="00D350D6">
      <w:pPr>
        <w:pStyle w:val="Lijstalinea"/>
        <w:numPr>
          <w:ilvl w:val="0"/>
          <w:numId w:val="27"/>
        </w:numPr>
      </w:pPr>
      <w:r>
        <w:t xml:space="preserve">Bedenk van te voren al goed hoe je de resultaten gaat noteren, en maak hiervoor bij de resultaten alvast tabellen aan. </w:t>
      </w:r>
    </w:p>
    <w:p w14:paraId="249E741D" w14:textId="77777777" w:rsidR="00FA3EB6" w:rsidRDefault="00FA3EB6" w:rsidP="00271002"/>
    <w:p w14:paraId="2082524A" w14:textId="1A2617EC" w:rsidR="00E2289C" w:rsidRDefault="00E2289C" w:rsidP="00D350D6">
      <w:pPr>
        <w:pStyle w:val="Lijstalinea"/>
        <w:numPr>
          <w:ilvl w:val="0"/>
          <w:numId w:val="27"/>
        </w:numPr>
        <w:jc w:val="left"/>
      </w:pPr>
      <w:r>
        <w:t xml:space="preserve">De uitvoering kan tijdens de </w:t>
      </w:r>
      <w:proofErr w:type="spellStart"/>
      <w:r>
        <w:t>onderzoeksuren</w:t>
      </w:r>
      <w:proofErr w:type="spellEnd"/>
      <w:r>
        <w:t xml:space="preserve"> uitgevoerd worden, sommige van jullie zullen naar een andere plek toe gaan.</w:t>
      </w:r>
      <w:r w:rsidR="006D7924">
        <w:t xml:space="preserve"> Maak hier afspraken over met je docent. </w:t>
      </w:r>
    </w:p>
    <w:p w14:paraId="429BB4F4" w14:textId="77777777" w:rsidR="00E2289C" w:rsidRDefault="00E2289C" w:rsidP="00E2289C">
      <w:pPr>
        <w:pStyle w:val="Lijstalinea"/>
      </w:pPr>
    </w:p>
    <w:p w14:paraId="53CFCD53" w14:textId="23A4F48B" w:rsidR="00D350D6" w:rsidRDefault="7F7BD371" w:rsidP="00D350D6">
      <w:pPr>
        <w:pStyle w:val="Lijstalinea"/>
        <w:numPr>
          <w:ilvl w:val="0"/>
          <w:numId w:val="27"/>
        </w:numPr>
        <w:jc w:val="left"/>
      </w:pPr>
      <w:r>
        <w:t xml:space="preserve">Tijdens de les voer je de werkwijze uit en vul je het onderdeel </w:t>
      </w:r>
      <w:r w:rsidRPr="7F7BD371">
        <w:rPr>
          <w:rStyle w:val="SubsubkopChar"/>
        </w:rPr>
        <w:t>resultaten</w:t>
      </w:r>
      <w:r>
        <w:t xml:space="preserve"> zo goed en nauwkeurig als je kan in. De onderdelen: </w:t>
      </w:r>
      <w:r w:rsidRPr="7F7BD371">
        <w:rPr>
          <w:rStyle w:val="SubsubkopChar"/>
        </w:rPr>
        <w:t>conclusie, discussie</w:t>
      </w:r>
      <w:r w:rsidRPr="7F7BD371">
        <w:rPr>
          <w:b/>
          <w:bCs/>
        </w:rPr>
        <w:t xml:space="preserve"> </w:t>
      </w:r>
      <w:r>
        <w:t>en</w:t>
      </w:r>
      <w:r w:rsidRPr="7F7BD371">
        <w:rPr>
          <w:b/>
          <w:bCs/>
        </w:rPr>
        <w:t xml:space="preserve"> </w:t>
      </w:r>
      <w:r w:rsidRPr="7F7BD371">
        <w:rPr>
          <w:rStyle w:val="SubsubkopChar"/>
        </w:rPr>
        <w:t>reflectie</w:t>
      </w:r>
      <w:r>
        <w:t xml:space="preserve"> kan je ook </w:t>
      </w:r>
      <w:r w:rsidR="006D7924">
        <w:t xml:space="preserve">evt. </w:t>
      </w:r>
      <w:r>
        <w:t xml:space="preserve">thuis verder afmaken. </w:t>
      </w:r>
    </w:p>
    <w:p w14:paraId="259E6B2E" w14:textId="77777777" w:rsidR="00D350D6" w:rsidRDefault="00D350D6" w:rsidP="00D350D6">
      <w:pPr>
        <w:pStyle w:val="Lijstalinea"/>
      </w:pPr>
    </w:p>
    <w:p w14:paraId="4002316C" w14:textId="02855112" w:rsidR="000D64E0" w:rsidRDefault="006D7924" w:rsidP="000D64E0">
      <w:pPr>
        <w:pStyle w:val="Lijstalinea"/>
        <w:numPr>
          <w:ilvl w:val="0"/>
          <w:numId w:val="27"/>
        </w:numPr>
      </w:pPr>
      <w:r>
        <w:t xml:space="preserve">Overleg met je docent over evt. beschikbare materialen en vul de rest van de benodigdheden evt. zelf aan. </w:t>
      </w:r>
    </w:p>
    <w:p w14:paraId="3949EDE3" w14:textId="77777777" w:rsidR="00E2289C" w:rsidRDefault="00E2289C" w:rsidP="00E2289C">
      <w:pPr>
        <w:pStyle w:val="Lijstalinea"/>
      </w:pPr>
    </w:p>
    <w:p w14:paraId="24A06B87" w14:textId="7DB4E969" w:rsidR="00E2289C" w:rsidRDefault="00E2289C" w:rsidP="000D64E0">
      <w:pPr>
        <w:pStyle w:val="Lijstalinea"/>
        <w:numPr>
          <w:ilvl w:val="0"/>
          <w:numId w:val="27"/>
        </w:numPr>
      </w:pPr>
      <w:r>
        <w:t xml:space="preserve">Je maakt vervolgens een pakkende presentatie van je onderzoeksresultaten. Bedenk dat het dus misschien handig is, om bijv. beeldmateriaal te hebben. </w:t>
      </w:r>
      <w:r w:rsidR="006D7924">
        <w:t xml:space="preserve"> Leg in je presentatie uit over welk deel van de gedragsbiologie je onderzoek gaat. Geef een korte uitleg over in je presentatie. </w:t>
      </w:r>
      <w:r w:rsidR="000D2681">
        <w:t>De presentatie mag 10 minuten duren.</w:t>
      </w:r>
    </w:p>
    <w:p w14:paraId="56505237" w14:textId="77777777" w:rsidR="000D64E0" w:rsidRDefault="000D64E0" w:rsidP="000D64E0">
      <w:pPr>
        <w:pStyle w:val="Lijstalinea"/>
      </w:pPr>
    </w:p>
    <w:p w14:paraId="5DE78FAE" w14:textId="77777777" w:rsidR="000D64E0" w:rsidRDefault="000D64E0" w:rsidP="000D64E0">
      <w:pPr>
        <w:pStyle w:val="Titel"/>
      </w:pPr>
      <w:r>
        <w:t>Ondersteunende vragen voor inleiding</w:t>
      </w:r>
    </w:p>
    <w:p w14:paraId="0006F986" w14:textId="3E87514C" w:rsidR="00E2289C" w:rsidRDefault="00576749" w:rsidP="000D64E0">
      <w:pPr>
        <w:pStyle w:val="Lijstalinea"/>
        <w:numPr>
          <w:ilvl w:val="0"/>
          <w:numId w:val="36"/>
        </w:numPr>
        <w:jc w:val="left"/>
        <w:rPr>
          <w:color w:val="00B050"/>
        </w:rPr>
      </w:pPr>
      <w:r>
        <w:rPr>
          <w:color w:val="00B050"/>
        </w:rPr>
        <w:lastRenderedPageBreak/>
        <w:t>Wat voor soort verstoringen komen in de natuur voor vogels?</w:t>
      </w:r>
    </w:p>
    <w:p w14:paraId="6846B5FC" w14:textId="5A147186" w:rsidR="00576749" w:rsidRDefault="00576749" w:rsidP="000D64E0">
      <w:pPr>
        <w:pStyle w:val="Lijstalinea"/>
        <w:numPr>
          <w:ilvl w:val="0"/>
          <w:numId w:val="36"/>
        </w:numPr>
        <w:jc w:val="left"/>
        <w:rPr>
          <w:color w:val="00B050"/>
        </w:rPr>
      </w:pPr>
      <w:r>
        <w:rPr>
          <w:color w:val="00B050"/>
        </w:rPr>
        <w:t>Wat zijn veel voorkomende reacties op verstoringen?</w:t>
      </w:r>
    </w:p>
    <w:p w14:paraId="345D98DE" w14:textId="339D85B8" w:rsidR="00576749" w:rsidRDefault="00576749" w:rsidP="000D64E0">
      <w:pPr>
        <w:pStyle w:val="Lijstalinea"/>
        <w:numPr>
          <w:ilvl w:val="0"/>
          <w:numId w:val="36"/>
        </w:numPr>
        <w:jc w:val="left"/>
        <w:rPr>
          <w:color w:val="00B050"/>
        </w:rPr>
      </w:pPr>
      <w:r>
        <w:rPr>
          <w:color w:val="00B050"/>
        </w:rPr>
        <w:t>Waarom kan een vogel beter overleven als hij reageert op een verstoring?</w:t>
      </w:r>
    </w:p>
    <w:p w14:paraId="033998A1" w14:textId="46433173" w:rsidR="00576749" w:rsidRDefault="00576749" w:rsidP="000D64E0">
      <w:pPr>
        <w:pStyle w:val="Lijstalinea"/>
        <w:numPr>
          <w:ilvl w:val="0"/>
          <w:numId w:val="36"/>
        </w:numPr>
        <w:jc w:val="left"/>
        <w:rPr>
          <w:color w:val="00B050"/>
        </w:rPr>
      </w:pPr>
      <w:r>
        <w:rPr>
          <w:color w:val="00B050"/>
        </w:rPr>
        <w:t>Wat is het nadeel voor de vogel als hij verstoord wordt?</w:t>
      </w:r>
    </w:p>
    <w:p w14:paraId="1ACCEDEF" w14:textId="1C6E1AE3" w:rsidR="00103505" w:rsidRDefault="00103505" w:rsidP="000D64E0">
      <w:pPr>
        <w:pStyle w:val="Lijstalinea"/>
        <w:numPr>
          <w:ilvl w:val="0"/>
          <w:numId w:val="36"/>
        </w:numPr>
        <w:jc w:val="left"/>
        <w:rPr>
          <w:color w:val="00B050"/>
        </w:rPr>
      </w:pPr>
      <w:r>
        <w:rPr>
          <w:color w:val="00B050"/>
        </w:rPr>
        <w:t>Is dit gedrag aangeboren of aangeleerd</w:t>
      </w:r>
      <w:r w:rsidR="00D6189C">
        <w:rPr>
          <w:color w:val="00B050"/>
        </w:rPr>
        <w:t xml:space="preserve"> (boek 4.2)</w:t>
      </w:r>
      <w:r>
        <w:rPr>
          <w:color w:val="00B050"/>
        </w:rPr>
        <w:t xml:space="preserve">? </w:t>
      </w:r>
    </w:p>
    <w:p w14:paraId="3A5D5091" w14:textId="677094D0" w:rsidR="00576749" w:rsidRDefault="00576749" w:rsidP="000D64E0">
      <w:pPr>
        <w:pStyle w:val="Lijstalinea"/>
        <w:numPr>
          <w:ilvl w:val="0"/>
          <w:numId w:val="36"/>
        </w:numPr>
        <w:jc w:val="left"/>
        <w:rPr>
          <w:color w:val="00B050"/>
        </w:rPr>
      </w:pPr>
      <w:r>
        <w:rPr>
          <w:color w:val="00B050"/>
        </w:rPr>
        <w:t>Wat zou een goede manier zijn om te meten vanaf welke afstand een vogel verstoord wordt?</w:t>
      </w:r>
    </w:p>
    <w:p w14:paraId="66688C78" w14:textId="77777777" w:rsidR="00116552" w:rsidRPr="000D64E0" w:rsidRDefault="00116552" w:rsidP="00116552">
      <w:pPr>
        <w:pStyle w:val="Lijstalinea"/>
        <w:jc w:val="left"/>
        <w:rPr>
          <w:color w:val="00B050"/>
        </w:rPr>
      </w:pPr>
    </w:p>
    <w:p w14:paraId="3910CA24" w14:textId="77777777" w:rsidR="00950846" w:rsidRDefault="00950846" w:rsidP="007A1B14">
      <w:pPr>
        <w:pStyle w:val="Kop1"/>
      </w:pPr>
      <w:r>
        <w:t>Namen van deelnemers</w:t>
      </w:r>
      <w:r w:rsidR="007A1B14">
        <w:t xml:space="preserve"> (V)</w:t>
      </w:r>
    </w:p>
    <w:p w14:paraId="254C39FC" w14:textId="77777777" w:rsidR="00E93816" w:rsidRDefault="00E93816" w:rsidP="00E93816"/>
    <w:tbl>
      <w:tblPr>
        <w:tblStyle w:val="Tabelraster"/>
        <w:tblW w:w="0" w:type="auto"/>
        <w:tblLook w:val="04A0" w:firstRow="1" w:lastRow="0" w:firstColumn="1" w:lastColumn="0" w:noHBand="0" w:noVBand="1"/>
      </w:tblPr>
      <w:tblGrid>
        <w:gridCol w:w="7129"/>
        <w:gridCol w:w="1943"/>
      </w:tblGrid>
      <w:tr w:rsidR="00980549" w14:paraId="396BC583" w14:textId="77777777" w:rsidTr="0015058E">
        <w:tc>
          <w:tcPr>
            <w:tcW w:w="7308" w:type="dxa"/>
            <w:tcBorders>
              <w:top w:val="nil"/>
              <w:left w:val="nil"/>
              <w:bottom w:val="single" w:sz="4" w:space="0" w:color="auto"/>
              <w:right w:val="nil"/>
            </w:tcBorders>
          </w:tcPr>
          <w:p w14:paraId="04A0AB7D" w14:textId="77777777" w:rsidR="00980549" w:rsidRPr="00980549" w:rsidRDefault="00980549" w:rsidP="00A11144">
            <w:pPr>
              <w:pStyle w:val="Subsubkop"/>
              <w:rPr>
                <w:sz w:val="22"/>
                <w:szCs w:val="22"/>
              </w:rPr>
            </w:pPr>
            <w:r w:rsidRPr="00980549">
              <w:rPr>
                <w:sz w:val="22"/>
                <w:szCs w:val="22"/>
              </w:rPr>
              <w:t>Na</w:t>
            </w:r>
            <w:r w:rsidR="00A11144">
              <w:rPr>
                <w:sz w:val="22"/>
                <w:szCs w:val="22"/>
              </w:rPr>
              <w:t>a</w:t>
            </w:r>
            <w:r w:rsidRPr="00980549">
              <w:rPr>
                <w:sz w:val="22"/>
                <w:szCs w:val="22"/>
              </w:rPr>
              <w:t>m</w:t>
            </w:r>
            <w:r w:rsidR="00A11144">
              <w:rPr>
                <w:sz w:val="22"/>
                <w:szCs w:val="22"/>
              </w:rPr>
              <w:t xml:space="preserve"> / namen</w:t>
            </w:r>
          </w:p>
        </w:tc>
        <w:tc>
          <w:tcPr>
            <w:tcW w:w="1980" w:type="dxa"/>
            <w:tcBorders>
              <w:top w:val="nil"/>
              <w:left w:val="nil"/>
              <w:bottom w:val="single" w:sz="4" w:space="0" w:color="auto"/>
              <w:right w:val="nil"/>
            </w:tcBorders>
          </w:tcPr>
          <w:p w14:paraId="051849E5" w14:textId="77777777" w:rsidR="00980549" w:rsidRPr="00980549" w:rsidRDefault="00980549" w:rsidP="00980549">
            <w:pPr>
              <w:pStyle w:val="Subsubkop"/>
              <w:rPr>
                <w:sz w:val="22"/>
                <w:szCs w:val="22"/>
              </w:rPr>
            </w:pPr>
            <w:r w:rsidRPr="00980549">
              <w:rPr>
                <w:sz w:val="22"/>
                <w:szCs w:val="22"/>
              </w:rPr>
              <w:t>Klas</w:t>
            </w:r>
          </w:p>
        </w:tc>
      </w:tr>
      <w:tr w:rsidR="00980549" w14:paraId="3B718A61" w14:textId="77777777" w:rsidTr="0015058E">
        <w:trPr>
          <w:trHeight w:val="576"/>
        </w:trPr>
        <w:tc>
          <w:tcPr>
            <w:tcW w:w="7308" w:type="dxa"/>
            <w:tcBorders>
              <w:top w:val="single" w:sz="4" w:space="0" w:color="auto"/>
              <w:left w:val="single" w:sz="4" w:space="0" w:color="auto"/>
              <w:bottom w:val="single" w:sz="4" w:space="0" w:color="auto"/>
              <w:right w:val="single" w:sz="4" w:space="0" w:color="auto"/>
            </w:tcBorders>
            <w:vAlign w:val="center"/>
          </w:tcPr>
          <w:p w14:paraId="09872D0D" w14:textId="77777777" w:rsidR="00980549" w:rsidRPr="00980549" w:rsidRDefault="00980549" w:rsidP="00980549">
            <w:pPr>
              <w:rPr>
                <w:rFonts w:ascii="Arial" w:hAnsi="Arial" w:cs="Arial"/>
                <w:sz w:val="22"/>
                <w:szCs w:val="22"/>
              </w:rPr>
            </w:pPr>
          </w:p>
        </w:tc>
        <w:tc>
          <w:tcPr>
            <w:tcW w:w="1980" w:type="dxa"/>
            <w:tcBorders>
              <w:top w:val="single" w:sz="4" w:space="0" w:color="auto"/>
              <w:left w:val="single" w:sz="4" w:space="0" w:color="auto"/>
              <w:bottom w:val="single" w:sz="4" w:space="0" w:color="auto"/>
              <w:right w:val="single" w:sz="4" w:space="0" w:color="auto"/>
            </w:tcBorders>
            <w:vAlign w:val="center"/>
          </w:tcPr>
          <w:p w14:paraId="4B2FE487" w14:textId="77777777" w:rsidR="00980549" w:rsidRPr="00980549" w:rsidRDefault="00980549" w:rsidP="00980549">
            <w:pPr>
              <w:rPr>
                <w:rFonts w:ascii="Arial" w:hAnsi="Arial" w:cs="Arial"/>
                <w:sz w:val="22"/>
                <w:szCs w:val="22"/>
              </w:rPr>
            </w:pPr>
          </w:p>
        </w:tc>
      </w:tr>
    </w:tbl>
    <w:p w14:paraId="031DDFE6" w14:textId="77777777" w:rsidR="00E93816" w:rsidRDefault="00E93816" w:rsidP="00E93816"/>
    <w:p w14:paraId="1FE265A5" w14:textId="77777777" w:rsidR="00E93816" w:rsidRDefault="00E93816" w:rsidP="00950846"/>
    <w:p w14:paraId="3D9F6B42" w14:textId="77777777" w:rsidR="00D350D6" w:rsidRDefault="00D350D6" w:rsidP="00FC4AE4">
      <w:pPr>
        <w:pStyle w:val="Kop1"/>
      </w:pPr>
      <w:r>
        <w:t xml:space="preserve">Inleiding </w:t>
      </w:r>
      <w:r w:rsidR="007A1B14">
        <w:t>(V)</w:t>
      </w:r>
    </w:p>
    <w:p w14:paraId="010A1242" w14:textId="77777777" w:rsidR="002C48F3" w:rsidRPr="000D1C23" w:rsidRDefault="002C48F3" w:rsidP="002C48F3">
      <w:pPr>
        <w:pStyle w:val="Titel"/>
        <w:rPr>
          <w:rFonts w:cs="Arial"/>
          <w:szCs w:val="22"/>
        </w:rPr>
      </w:pPr>
      <w:r w:rsidRPr="000D1C23">
        <w:rPr>
          <w:rFonts w:cs="Arial"/>
          <w:szCs w:val="22"/>
        </w:rPr>
        <w:t>Je schrijft een stukje theorie over het onderwerp voor je lezer</w:t>
      </w:r>
    </w:p>
    <w:p w14:paraId="1DD21215" w14:textId="77777777" w:rsidR="002C48F3" w:rsidRPr="00777AB4" w:rsidRDefault="002C48F3" w:rsidP="002C48F3">
      <w:pPr>
        <w:pStyle w:val="Titel"/>
        <w:rPr>
          <w:rFonts w:cs="Arial"/>
          <w:b w:val="0"/>
          <w:szCs w:val="22"/>
          <w:lang w:eastAsia="nl-NL"/>
        </w:rPr>
      </w:pPr>
      <w:r w:rsidRPr="00777AB4">
        <w:rPr>
          <w:rFonts w:eastAsia="Times New Roman" w:cs="Arial"/>
          <w:b w:val="0"/>
          <w:color w:val="000000"/>
          <w:szCs w:val="22"/>
          <w:lang w:eastAsia="nl-NL"/>
        </w:rPr>
        <w:t>Hierin moet in elk geval staan:</w:t>
      </w:r>
    </w:p>
    <w:p w14:paraId="60C22618" w14:textId="77777777" w:rsidR="002C48F3" w:rsidRPr="00386DA3" w:rsidRDefault="002C48F3" w:rsidP="002C48F3">
      <w:pPr>
        <w:pStyle w:val="Lijstalinea"/>
        <w:numPr>
          <w:ilvl w:val="0"/>
          <w:numId w:val="30"/>
        </w:numPr>
        <w:rPr>
          <w:i/>
          <w:color w:val="000000"/>
        </w:rPr>
      </w:pPr>
      <w:r w:rsidRPr="00386DA3">
        <w:rPr>
          <w:i/>
          <w:color w:val="000000"/>
        </w:rPr>
        <w:t>Waarom doe je di</w:t>
      </w:r>
      <w:r>
        <w:rPr>
          <w:i/>
          <w:color w:val="000000"/>
        </w:rPr>
        <w:t>t onderzoek? Wat wil je precies te weten komen? Let op dat dit geen herhaling van je onderzoeksvraag wordt.</w:t>
      </w:r>
    </w:p>
    <w:p w14:paraId="3707CBCF" w14:textId="77777777" w:rsidR="002C48F3" w:rsidRPr="00386DA3" w:rsidRDefault="002C48F3" w:rsidP="002C48F3">
      <w:pPr>
        <w:pStyle w:val="Lijstalinea"/>
        <w:numPr>
          <w:ilvl w:val="0"/>
          <w:numId w:val="30"/>
        </w:numPr>
        <w:rPr>
          <w:i/>
          <w:color w:val="000000"/>
        </w:rPr>
      </w:pPr>
      <w:r w:rsidRPr="00386DA3">
        <w:rPr>
          <w:i/>
          <w:color w:val="000000"/>
        </w:rPr>
        <w:t>Je verteld wat achte</w:t>
      </w:r>
      <w:r>
        <w:rPr>
          <w:i/>
          <w:color w:val="000000"/>
        </w:rPr>
        <w:t>rgrondinformatie over de theorie van de proef z</w:t>
      </w:r>
      <w:r w:rsidRPr="00386DA3">
        <w:rPr>
          <w:i/>
          <w:color w:val="000000"/>
        </w:rPr>
        <w:t>odat kinderen die in groep 8 zitt</w:t>
      </w:r>
      <w:r>
        <w:rPr>
          <w:i/>
          <w:color w:val="000000"/>
        </w:rPr>
        <w:t>en de proef ook kunnen snappen.</w:t>
      </w:r>
    </w:p>
    <w:p w14:paraId="5743E56E" w14:textId="77777777" w:rsidR="002C48F3" w:rsidRPr="00386DA3" w:rsidRDefault="002C48F3" w:rsidP="002C48F3">
      <w:pPr>
        <w:pStyle w:val="Lijstalinea"/>
        <w:numPr>
          <w:ilvl w:val="0"/>
          <w:numId w:val="30"/>
        </w:numPr>
        <w:rPr>
          <w:i/>
          <w:color w:val="000000"/>
        </w:rPr>
      </w:pPr>
      <w:r w:rsidRPr="00386DA3">
        <w:rPr>
          <w:i/>
          <w:color w:val="000000"/>
        </w:rPr>
        <w:t xml:space="preserve">Je kunt de ondersteunende vragen </w:t>
      </w:r>
      <w:r>
        <w:rPr>
          <w:i/>
          <w:color w:val="000000"/>
        </w:rPr>
        <w:t xml:space="preserve">van de vorige bladzijden </w:t>
      </w:r>
      <w:r w:rsidRPr="00386DA3">
        <w:rPr>
          <w:i/>
          <w:color w:val="000000"/>
        </w:rPr>
        <w:t xml:space="preserve">gebruiken om tot een goede inleiding te komen. </w:t>
      </w:r>
      <w:r>
        <w:rPr>
          <w:i/>
          <w:color w:val="000000"/>
        </w:rPr>
        <w:t>Ga niet de antwoorden los in deze inleiding gebruiken, maar gebruik ze als hint wat in een goede inleiding moet komen te staan.</w:t>
      </w:r>
    </w:p>
    <w:p w14:paraId="38630881" w14:textId="77777777" w:rsidR="002C48F3" w:rsidRPr="00386DA3" w:rsidRDefault="002C48F3" w:rsidP="002C48F3">
      <w:pPr>
        <w:pStyle w:val="Lijstalinea"/>
        <w:numPr>
          <w:ilvl w:val="0"/>
          <w:numId w:val="30"/>
        </w:numPr>
        <w:rPr>
          <w:i/>
          <w:color w:val="000000"/>
        </w:rPr>
      </w:pPr>
      <w:r w:rsidRPr="00386DA3">
        <w:rPr>
          <w:i/>
          <w:color w:val="000000"/>
        </w:rPr>
        <w:t xml:space="preserve">Je noteert als laatste </w:t>
      </w:r>
      <w:r>
        <w:rPr>
          <w:i/>
          <w:color w:val="000000"/>
        </w:rPr>
        <w:t>de bronnen die je hebt gebruikt in het onderdeel Bronnen onderaan dit document. Denk er om ze in het juiste format te zetten.</w:t>
      </w:r>
    </w:p>
    <w:p w14:paraId="4413793F" w14:textId="77777777" w:rsidR="002C48F3" w:rsidRPr="00B9070C" w:rsidRDefault="002C48F3" w:rsidP="002C48F3">
      <w:pPr>
        <w:pStyle w:val="Lijstalinea"/>
        <w:rPr>
          <w:i/>
          <w:color w:val="000000"/>
        </w:rPr>
      </w:pPr>
    </w:p>
    <w:tbl>
      <w:tblPr>
        <w:tblStyle w:val="Tabelraster"/>
        <w:tblW w:w="0" w:type="auto"/>
        <w:tblLook w:val="04A0" w:firstRow="1" w:lastRow="0" w:firstColumn="1" w:lastColumn="0" w:noHBand="0" w:noVBand="1"/>
      </w:tblPr>
      <w:tblGrid>
        <w:gridCol w:w="9062"/>
      </w:tblGrid>
      <w:tr w:rsidR="00D350D6" w:rsidRPr="00B9070C" w14:paraId="18027ABC" w14:textId="77777777" w:rsidTr="00EB5F7A">
        <w:trPr>
          <w:trHeight w:val="864"/>
        </w:trPr>
        <w:tc>
          <w:tcPr>
            <w:tcW w:w="9212" w:type="dxa"/>
            <w:vAlign w:val="center"/>
          </w:tcPr>
          <w:p w14:paraId="703D8557" w14:textId="77777777" w:rsidR="000D64E0" w:rsidRPr="00B9070C" w:rsidRDefault="000D64E0" w:rsidP="00EB5F7A">
            <w:pPr>
              <w:rPr>
                <w:rFonts w:ascii="Arial" w:hAnsi="Arial" w:cs="Arial"/>
                <w:sz w:val="22"/>
                <w:szCs w:val="22"/>
              </w:rPr>
            </w:pPr>
          </w:p>
        </w:tc>
      </w:tr>
    </w:tbl>
    <w:p w14:paraId="74C8F2F3" w14:textId="77777777" w:rsidR="00D350D6" w:rsidRPr="00B9070C" w:rsidRDefault="00D350D6" w:rsidP="00D350D6">
      <w:pPr>
        <w:rPr>
          <w:lang w:eastAsia="nl-NL"/>
        </w:rPr>
      </w:pPr>
    </w:p>
    <w:p w14:paraId="4B590680" w14:textId="77777777" w:rsidR="00D350D6" w:rsidRPr="00B9070C" w:rsidRDefault="00D350D6" w:rsidP="00D350D6">
      <w:pPr>
        <w:rPr>
          <w:lang w:eastAsia="nl-NL"/>
        </w:rPr>
      </w:pPr>
    </w:p>
    <w:p w14:paraId="603AF736" w14:textId="77777777" w:rsidR="00D350D6" w:rsidRDefault="00B9070C" w:rsidP="00B9070C">
      <w:pPr>
        <w:pStyle w:val="Kop1"/>
        <w:jc w:val="both"/>
      </w:pPr>
      <w:r>
        <w:t xml:space="preserve">Onderzoeksvraag </w:t>
      </w:r>
      <w:r w:rsidR="007A1B14">
        <w:t>(V)</w:t>
      </w:r>
    </w:p>
    <w:p w14:paraId="0390C6DA" w14:textId="77777777" w:rsidR="002C48F3" w:rsidRDefault="002C48F3" w:rsidP="002C48F3">
      <w:pPr>
        <w:pStyle w:val="Titel"/>
        <w:rPr>
          <w:rFonts w:cs="Arial"/>
          <w:szCs w:val="22"/>
        </w:rPr>
      </w:pPr>
      <w:r w:rsidRPr="004E39F1">
        <w:rPr>
          <w:rFonts w:cs="Arial"/>
          <w:szCs w:val="22"/>
        </w:rPr>
        <w:t>Je schrijf de vraag waarop je aan het einde het antwoord op hoopt te weten.</w:t>
      </w:r>
    </w:p>
    <w:p w14:paraId="40B709E2" w14:textId="46849B2A" w:rsidR="003F205F" w:rsidRPr="00594C78" w:rsidRDefault="003F205F" w:rsidP="00594C78">
      <w:pPr>
        <w:pStyle w:val="Titel"/>
        <w:numPr>
          <w:ilvl w:val="0"/>
          <w:numId w:val="40"/>
        </w:numPr>
        <w:rPr>
          <w:color w:val="auto"/>
        </w:rPr>
      </w:pPr>
      <w:r w:rsidRPr="00594C78">
        <w:rPr>
          <w:rFonts w:eastAsia="Times New Roman" w:cs="Arial"/>
          <w:b w:val="0"/>
          <w:color w:val="auto"/>
          <w:szCs w:val="22"/>
          <w:lang w:eastAsia="nl-NL"/>
        </w:rPr>
        <w:t>Denk aan de eisen waaraan een onderzoeksvraag moet voldoen.</w:t>
      </w:r>
    </w:p>
    <w:p w14:paraId="0FD273EA" w14:textId="77777777" w:rsidR="00825B7D" w:rsidRPr="00825B7D" w:rsidRDefault="00825B7D" w:rsidP="00825B7D"/>
    <w:tbl>
      <w:tblPr>
        <w:tblStyle w:val="Tabelraster"/>
        <w:tblW w:w="0" w:type="auto"/>
        <w:tblLook w:val="04A0" w:firstRow="1" w:lastRow="0" w:firstColumn="1" w:lastColumn="0" w:noHBand="0" w:noVBand="1"/>
      </w:tblPr>
      <w:tblGrid>
        <w:gridCol w:w="9062"/>
      </w:tblGrid>
      <w:tr w:rsidR="00DA56C1" w14:paraId="72A88E56" w14:textId="77777777" w:rsidTr="00E31229">
        <w:trPr>
          <w:trHeight w:val="864"/>
        </w:trPr>
        <w:tc>
          <w:tcPr>
            <w:tcW w:w="9212" w:type="dxa"/>
            <w:vAlign w:val="center"/>
          </w:tcPr>
          <w:p w14:paraId="19D87858" w14:textId="77777777" w:rsidR="00DA56C1" w:rsidRPr="00DA56C1" w:rsidRDefault="00DA56C1" w:rsidP="00E31229">
            <w:pPr>
              <w:rPr>
                <w:rFonts w:ascii="Arial" w:hAnsi="Arial" w:cs="Arial"/>
                <w:sz w:val="22"/>
                <w:szCs w:val="22"/>
              </w:rPr>
            </w:pPr>
          </w:p>
        </w:tc>
      </w:tr>
    </w:tbl>
    <w:p w14:paraId="3EF1DB13" w14:textId="77777777" w:rsidR="0057046F" w:rsidRDefault="0057046F" w:rsidP="00DA56C1">
      <w:pPr>
        <w:pStyle w:val="Kop1"/>
      </w:pPr>
    </w:p>
    <w:p w14:paraId="5A274CC8" w14:textId="77777777" w:rsidR="003B1B59" w:rsidRDefault="003B1B59" w:rsidP="00DA56C1">
      <w:pPr>
        <w:pStyle w:val="Kop1"/>
      </w:pPr>
    </w:p>
    <w:p w14:paraId="32F72C93" w14:textId="77777777" w:rsidR="00DA56C1" w:rsidRDefault="00DA56C1" w:rsidP="00DA56C1">
      <w:pPr>
        <w:pStyle w:val="Kop1"/>
      </w:pPr>
      <w:r>
        <w:t>Hypothese</w:t>
      </w:r>
      <w:r w:rsidR="007A1B14">
        <w:t xml:space="preserve"> (V)</w:t>
      </w:r>
    </w:p>
    <w:p w14:paraId="748630D2" w14:textId="77777777" w:rsidR="0057046F" w:rsidRDefault="0057046F" w:rsidP="0057046F">
      <w:pPr>
        <w:pStyle w:val="Titel"/>
      </w:pPr>
      <w:r>
        <w:t>Je schrijft je verwachtte antwoord op</w:t>
      </w:r>
      <w:r w:rsidRPr="00386DA3">
        <w:rPr>
          <w:rFonts w:cs="Arial"/>
          <w:szCs w:val="22"/>
        </w:rPr>
        <w:t xml:space="preserve"> je onderzoeksvraag. </w:t>
      </w:r>
    </w:p>
    <w:p w14:paraId="6FE84101" w14:textId="36726899" w:rsidR="00594C78" w:rsidRPr="00594C78" w:rsidRDefault="00594C78" w:rsidP="00594C78">
      <w:pPr>
        <w:pStyle w:val="Titel"/>
        <w:numPr>
          <w:ilvl w:val="0"/>
          <w:numId w:val="36"/>
        </w:numPr>
        <w:rPr>
          <w:color w:val="auto"/>
        </w:rPr>
      </w:pPr>
      <w:r w:rsidRPr="00594C78">
        <w:rPr>
          <w:rFonts w:eastAsia="Times New Roman" w:cs="Arial"/>
          <w:b w:val="0"/>
          <w:color w:val="auto"/>
          <w:szCs w:val="22"/>
          <w:lang w:eastAsia="nl-NL"/>
        </w:rPr>
        <w:t xml:space="preserve">Denk aan de eisen waaraan een </w:t>
      </w:r>
      <w:r>
        <w:rPr>
          <w:rFonts w:eastAsia="Times New Roman" w:cs="Arial"/>
          <w:b w:val="0"/>
          <w:color w:val="auto"/>
          <w:szCs w:val="22"/>
          <w:lang w:eastAsia="nl-NL"/>
        </w:rPr>
        <w:t>hypothese</w:t>
      </w:r>
      <w:r w:rsidRPr="00594C78">
        <w:rPr>
          <w:rFonts w:eastAsia="Times New Roman" w:cs="Arial"/>
          <w:b w:val="0"/>
          <w:color w:val="auto"/>
          <w:szCs w:val="22"/>
          <w:lang w:eastAsia="nl-NL"/>
        </w:rPr>
        <w:t xml:space="preserve"> moet voldoen.</w:t>
      </w:r>
    </w:p>
    <w:p w14:paraId="4A6D0D69" w14:textId="77777777" w:rsidR="00C331F4" w:rsidRDefault="00EB55BB" w:rsidP="0057046F">
      <w:pPr>
        <w:pStyle w:val="Lijstalinea"/>
        <w:numPr>
          <w:ilvl w:val="0"/>
          <w:numId w:val="36"/>
        </w:numPr>
        <w:rPr>
          <w:lang w:eastAsia="nl-NL"/>
        </w:rPr>
      </w:pPr>
      <w:r>
        <w:t>Geef ook de redenen waarom je dat denkt, g</w:t>
      </w:r>
      <w:r w:rsidR="0057046F" w:rsidRPr="0057046F">
        <w:t>ebruik hiervoor de theorie die je voor je inleiding hebt gebruikt. Ga dus niet zomaar iets verzinnen.</w:t>
      </w:r>
    </w:p>
    <w:p w14:paraId="49D294EC" w14:textId="77777777" w:rsidR="00531387" w:rsidRPr="0057046F" w:rsidRDefault="00531387" w:rsidP="00EB55BB">
      <w:pPr>
        <w:pStyle w:val="Lijstalinea"/>
        <w:rPr>
          <w:lang w:eastAsia="nl-NL"/>
        </w:rPr>
      </w:pPr>
    </w:p>
    <w:tbl>
      <w:tblPr>
        <w:tblStyle w:val="Tabelraster"/>
        <w:tblW w:w="0" w:type="auto"/>
        <w:tblLook w:val="04A0" w:firstRow="1" w:lastRow="0" w:firstColumn="1" w:lastColumn="0" w:noHBand="0" w:noVBand="1"/>
      </w:tblPr>
      <w:tblGrid>
        <w:gridCol w:w="9062"/>
      </w:tblGrid>
      <w:tr w:rsidR="00DA56C1" w14:paraId="169EE1E8" w14:textId="77777777" w:rsidTr="0057046F">
        <w:trPr>
          <w:trHeight w:val="864"/>
        </w:trPr>
        <w:tc>
          <w:tcPr>
            <w:tcW w:w="9212" w:type="dxa"/>
            <w:vAlign w:val="center"/>
          </w:tcPr>
          <w:p w14:paraId="42D08902" w14:textId="5E237AF7" w:rsidR="00DA56C1" w:rsidRPr="00DA56C1" w:rsidRDefault="00DA56C1" w:rsidP="0057046F">
            <w:pPr>
              <w:rPr>
                <w:rFonts w:ascii="Arial" w:hAnsi="Arial" w:cs="Arial"/>
                <w:sz w:val="22"/>
                <w:szCs w:val="22"/>
              </w:rPr>
            </w:pPr>
          </w:p>
        </w:tc>
      </w:tr>
    </w:tbl>
    <w:p w14:paraId="2D12D1AF" w14:textId="77777777" w:rsidR="00DA56C1" w:rsidRDefault="00DA56C1" w:rsidP="00DA56C1">
      <w:pPr>
        <w:pStyle w:val="Kop1"/>
      </w:pPr>
      <w:r>
        <w:t xml:space="preserve">Materialen </w:t>
      </w:r>
      <w:r w:rsidR="007A1B14">
        <w:t xml:space="preserve"> (V)</w:t>
      </w:r>
    </w:p>
    <w:p w14:paraId="0C5AB055" w14:textId="77777777" w:rsidR="00DA56C1" w:rsidRDefault="00DA56C1" w:rsidP="00DA56C1">
      <w:pPr>
        <w:pStyle w:val="Titel"/>
        <w:rPr>
          <w:lang w:eastAsia="nl-NL"/>
        </w:rPr>
      </w:pPr>
      <w:r>
        <w:rPr>
          <w:lang w:eastAsia="nl-NL"/>
        </w:rPr>
        <w:t xml:space="preserve">Dit zijn de materialen die nodig zijn voor het onderzoek. </w:t>
      </w:r>
    </w:p>
    <w:p w14:paraId="2C6F67F5" w14:textId="4F1D2263" w:rsidR="00030D16" w:rsidRPr="00030D16" w:rsidRDefault="00030D16" w:rsidP="00030D16">
      <w:pPr>
        <w:pStyle w:val="Lijstalinea"/>
        <w:numPr>
          <w:ilvl w:val="0"/>
          <w:numId w:val="40"/>
        </w:numPr>
        <w:rPr>
          <w:lang w:eastAsia="nl-NL"/>
        </w:rPr>
      </w:pPr>
      <w:r>
        <w:rPr>
          <w:lang w:eastAsia="nl-NL"/>
        </w:rPr>
        <w:t>Geef ook de hoeveelheden en formaten van de materialen</w:t>
      </w:r>
    </w:p>
    <w:p w14:paraId="737F0A7A" w14:textId="77777777" w:rsidR="004C731A" w:rsidRPr="004C731A" w:rsidRDefault="004C731A" w:rsidP="004C731A">
      <w:pPr>
        <w:rPr>
          <w:lang w:eastAsia="nl-NL"/>
        </w:rPr>
      </w:pPr>
    </w:p>
    <w:tbl>
      <w:tblPr>
        <w:tblStyle w:val="Tabelraster"/>
        <w:tblW w:w="0" w:type="auto"/>
        <w:tblLook w:val="04A0" w:firstRow="1" w:lastRow="0" w:firstColumn="1" w:lastColumn="0" w:noHBand="0" w:noVBand="1"/>
      </w:tblPr>
      <w:tblGrid>
        <w:gridCol w:w="9062"/>
      </w:tblGrid>
      <w:tr w:rsidR="004C731A" w14:paraId="23558F19" w14:textId="77777777" w:rsidTr="009E094C">
        <w:trPr>
          <w:trHeight w:val="864"/>
        </w:trPr>
        <w:tc>
          <w:tcPr>
            <w:tcW w:w="9212" w:type="dxa"/>
            <w:vAlign w:val="center"/>
          </w:tcPr>
          <w:p w14:paraId="58686B31" w14:textId="77777777" w:rsidR="004C731A" w:rsidRPr="000B6293" w:rsidRDefault="008D1FEA" w:rsidP="003E64E7">
            <w:pPr>
              <w:pStyle w:val="Lijstalinea"/>
              <w:numPr>
                <w:ilvl w:val="0"/>
                <w:numId w:val="36"/>
              </w:numPr>
            </w:pPr>
            <w:r>
              <w:rPr>
                <w:rFonts w:ascii="Arial" w:hAnsi="Arial" w:cs="Arial"/>
                <w:sz w:val="22"/>
                <w:szCs w:val="22"/>
              </w:rPr>
              <w:t>….</w:t>
            </w:r>
          </w:p>
        </w:tc>
      </w:tr>
    </w:tbl>
    <w:p w14:paraId="749DC94A" w14:textId="77777777" w:rsidR="00DA56C1" w:rsidRDefault="00DA56C1" w:rsidP="00DA56C1">
      <w:pPr>
        <w:rPr>
          <w:lang w:eastAsia="nl-NL"/>
        </w:rPr>
      </w:pPr>
      <w:r>
        <w:rPr>
          <w:lang w:eastAsia="nl-NL"/>
        </w:rPr>
        <w:br/>
      </w:r>
    </w:p>
    <w:p w14:paraId="102A3BB6" w14:textId="77777777" w:rsidR="00DA56C1" w:rsidRDefault="00DA56C1" w:rsidP="00DA56C1">
      <w:pPr>
        <w:pStyle w:val="Kop1"/>
      </w:pPr>
      <w:r>
        <w:t xml:space="preserve">Werkwijze </w:t>
      </w:r>
      <w:r w:rsidR="007A1B14">
        <w:t>(V)</w:t>
      </w:r>
    </w:p>
    <w:p w14:paraId="0E0C9CFC" w14:textId="77777777" w:rsidR="00DA56C1" w:rsidRDefault="00DA56C1" w:rsidP="00DA56C1">
      <w:pPr>
        <w:pStyle w:val="Titel"/>
        <w:rPr>
          <w:lang w:eastAsia="nl-NL"/>
        </w:rPr>
      </w:pPr>
      <w:r>
        <w:rPr>
          <w:lang w:eastAsia="nl-NL"/>
        </w:rPr>
        <w:t xml:space="preserve">Hier staat nauwkeurig beschreven hoe je dit onderzoek gaat uitvoeren. </w:t>
      </w:r>
    </w:p>
    <w:p w14:paraId="06CC6208" w14:textId="77777777" w:rsidR="00C968C4" w:rsidRPr="00C968C4" w:rsidRDefault="00C968C4" w:rsidP="00C968C4">
      <w:pPr>
        <w:pStyle w:val="Lijstalinea"/>
        <w:numPr>
          <w:ilvl w:val="0"/>
          <w:numId w:val="36"/>
        </w:numPr>
        <w:rPr>
          <w:lang w:eastAsia="nl-NL"/>
        </w:rPr>
      </w:pPr>
      <w:r>
        <w:rPr>
          <w:lang w:eastAsia="nl-NL"/>
        </w:rPr>
        <w:t>Geef de beschrijving zo nauwkeurig dat een groep 8 leerling het zou kunnen uitvoeren</w:t>
      </w:r>
    </w:p>
    <w:p w14:paraId="730DA73A" w14:textId="77777777" w:rsidR="00C968C4" w:rsidRPr="00C968C4" w:rsidRDefault="00C968C4" w:rsidP="00C968C4">
      <w:pPr>
        <w:rPr>
          <w:lang w:eastAsia="nl-NL"/>
        </w:rPr>
      </w:pPr>
    </w:p>
    <w:tbl>
      <w:tblPr>
        <w:tblStyle w:val="Tabelraster"/>
        <w:tblW w:w="0" w:type="auto"/>
        <w:tblLook w:val="04A0" w:firstRow="1" w:lastRow="0" w:firstColumn="1" w:lastColumn="0" w:noHBand="0" w:noVBand="1"/>
      </w:tblPr>
      <w:tblGrid>
        <w:gridCol w:w="9062"/>
      </w:tblGrid>
      <w:tr w:rsidR="00C968C4" w14:paraId="6E969F5E" w14:textId="77777777" w:rsidTr="009E094C">
        <w:trPr>
          <w:trHeight w:val="864"/>
        </w:trPr>
        <w:tc>
          <w:tcPr>
            <w:tcW w:w="9212" w:type="dxa"/>
            <w:vAlign w:val="center"/>
          </w:tcPr>
          <w:p w14:paraId="68BE4BFD" w14:textId="77777777" w:rsidR="00C968C4" w:rsidRPr="00153D29" w:rsidRDefault="00153D29" w:rsidP="00C968C4">
            <w:pPr>
              <w:pStyle w:val="Lijstalinea"/>
              <w:numPr>
                <w:ilvl w:val="0"/>
                <w:numId w:val="36"/>
              </w:numPr>
              <w:rPr>
                <w:rFonts w:ascii="Arial" w:hAnsi="Arial" w:cs="Arial"/>
                <w:sz w:val="22"/>
                <w:szCs w:val="22"/>
              </w:rPr>
            </w:pPr>
            <w:r w:rsidRPr="00153D29">
              <w:rPr>
                <w:rFonts w:ascii="Arial" w:hAnsi="Arial" w:cs="Arial"/>
                <w:sz w:val="22"/>
                <w:szCs w:val="22"/>
              </w:rPr>
              <w:t>…..</w:t>
            </w:r>
          </w:p>
        </w:tc>
      </w:tr>
    </w:tbl>
    <w:p w14:paraId="1DED49B6" w14:textId="77777777" w:rsidR="007A1B14" w:rsidRDefault="007A1B14" w:rsidP="00DA56C1">
      <w:pPr>
        <w:pStyle w:val="Kop1"/>
      </w:pPr>
    </w:p>
    <w:p w14:paraId="19D4166F" w14:textId="77777777" w:rsidR="00DA56C1" w:rsidRDefault="00DA56C1" w:rsidP="00DA56C1">
      <w:pPr>
        <w:pStyle w:val="Kop1"/>
      </w:pPr>
      <w:r>
        <w:t xml:space="preserve">Veiligheid </w:t>
      </w:r>
      <w:r w:rsidR="007A1B14">
        <w:t xml:space="preserve"> (V)</w:t>
      </w:r>
    </w:p>
    <w:p w14:paraId="5206E4EE" w14:textId="77777777" w:rsidR="00E82BB5" w:rsidRDefault="00E82BB5" w:rsidP="005178C9">
      <w:pPr>
        <w:pStyle w:val="Titel"/>
        <w:rPr>
          <w:lang w:eastAsia="nl-NL"/>
        </w:rPr>
      </w:pPr>
      <w:r>
        <w:rPr>
          <w:lang w:eastAsia="nl-NL"/>
        </w:rPr>
        <w:t xml:space="preserve">Hier schrijf je welke </w:t>
      </w:r>
      <w:r w:rsidRPr="00E82BB5">
        <w:rPr>
          <w:lang w:eastAsia="nl-NL"/>
        </w:rPr>
        <w:t>veiligheidsmaatregelen</w:t>
      </w:r>
      <w:r>
        <w:rPr>
          <w:lang w:eastAsia="nl-NL"/>
        </w:rPr>
        <w:t xml:space="preserve"> je moet nemen</w:t>
      </w:r>
    </w:p>
    <w:p w14:paraId="73997C37" w14:textId="77777777" w:rsidR="00E82BB5" w:rsidRDefault="00E82BB5" w:rsidP="00E82BB5">
      <w:pPr>
        <w:pStyle w:val="Lijstalinea"/>
        <w:numPr>
          <w:ilvl w:val="0"/>
          <w:numId w:val="37"/>
        </w:numPr>
        <w:rPr>
          <w:lang w:eastAsia="nl-NL"/>
        </w:rPr>
      </w:pPr>
      <w:r>
        <w:rPr>
          <w:lang w:eastAsia="nl-NL"/>
        </w:rPr>
        <w:t>Dit onderdeel is alleen van belang als je met gevaarlijke stoffen of situaties gaat werken.</w:t>
      </w:r>
    </w:p>
    <w:p w14:paraId="7E3DE3AD" w14:textId="77777777" w:rsidR="00E82BB5" w:rsidRDefault="00E82BB5" w:rsidP="00E82BB5">
      <w:pPr>
        <w:pStyle w:val="Lijstalinea"/>
        <w:numPr>
          <w:ilvl w:val="0"/>
          <w:numId w:val="37"/>
        </w:numPr>
        <w:rPr>
          <w:lang w:eastAsia="nl-NL"/>
        </w:rPr>
      </w:pPr>
      <w:r>
        <w:rPr>
          <w:lang w:eastAsia="nl-NL"/>
        </w:rPr>
        <w:t>Noteer de bronnen die je gebruikt hebt weer onderaan dit document.</w:t>
      </w:r>
    </w:p>
    <w:p w14:paraId="6DB7C3A3" w14:textId="77777777" w:rsidR="00252010" w:rsidRPr="00E82BB5" w:rsidRDefault="00252010" w:rsidP="00252010">
      <w:pPr>
        <w:pStyle w:val="Lijstalinea"/>
        <w:rPr>
          <w:lang w:eastAsia="nl-NL"/>
        </w:rPr>
      </w:pPr>
    </w:p>
    <w:tbl>
      <w:tblPr>
        <w:tblStyle w:val="Tabelraster"/>
        <w:tblW w:w="0" w:type="auto"/>
        <w:tblLook w:val="04A0" w:firstRow="1" w:lastRow="0" w:firstColumn="1" w:lastColumn="0" w:noHBand="0" w:noVBand="1"/>
      </w:tblPr>
      <w:tblGrid>
        <w:gridCol w:w="9062"/>
      </w:tblGrid>
      <w:tr w:rsidR="00DA56C1" w14:paraId="451142C5" w14:textId="77777777" w:rsidTr="007851CA">
        <w:trPr>
          <w:trHeight w:val="864"/>
        </w:trPr>
        <w:tc>
          <w:tcPr>
            <w:tcW w:w="9212" w:type="dxa"/>
            <w:vAlign w:val="center"/>
          </w:tcPr>
          <w:p w14:paraId="35DAFEA9" w14:textId="77777777" w:rsidR="00DA56C1" w:rsidRPr="00DA56C1" w:rsidRDefault="00DA56C1" w:rsidP="007851CA">
            <w:pPr>
              <w:rPr>
                <w:rFonts w:ascii="Arial" w:hAnsi="Arial" w:cs="Arial"/>
                <w:sz w:val="22"/>
              </w:rPr>
            </w:pPr>
            <w:r>
              <w:rPr>
                <w:rFonts w:ascii="Arial" w:hAnsi="Arial" w:cs="Arial"/>
                <w:sz w:val="22"/>
              </w:rPr>
              <w:t xml:space="preserve"> </w:t>
            </w:r>
          </w:p>
        </w:tc>
      </w:tr>
    </w:tbl>
    <w:p w14:paraId="74CE3792" w14:textId="77777777" w:rsidR="00DA56C1" w:rsidRDefault="00DA56C1" w:rsidP="00DA56C1">
      <w:pPr>
        <w:rPr>
          <w:lang w:eastAsia="nl-NL"/>
        </w:rPr>
      </w:pPr>
    </w:p>
    <w:p w14:paraId="126FBB8E" w14:textId="77777777" w:rsidR="004E6ED6" w:rsidRDefault="004E6ED6" w:rsidP="004E6ED6">
      <w:pPr>
        <w:pStyle w:val="Kop1"/>
      </w:pPr>
    </w:p>
    <w:p w14:paraId="21991209" w14:textId="77777777" w:rsidR="007A1B14" w:rsidRDefault="007A1B14">
      <w:pPr>
        <w:spacing w:after="200" w:line="276" w:lineRule="auto"/>
        <w:rPr>
          <w:rFonts w:eastAsiaTheme="majorEastAsia" w:cstheme="majorBidi"/>
          <w:b/>
          <w:bCs/>
          <w:color w:val="FBBA00"/>
          <w:sz w:val="32"/>
          <w:szCs w:val="20"/>
          <w:lang w:eastAsia="nl-NL"/>
        </w:rPr>
      </w:pPr>
      <w:r>
        <w:br w:type="page"/>
      </w:r>
    </w:p>
    <w:p w14:paraId="4A9551F9" w14:textId="77777777" w:rsidR="004E6ED6" w:rsidRDefault="004E6ED6" w:rsidP="004E6ED6">
      <w:pPr>
        <w:pStyle w:val="Kop1"/>
      </w:pPr>
      <w:r>
        <w:lastRenderedPageBreak/>
        <w:t xml:space="preserve">Resultaten </w:t>
      </w:r>
    </w:p>
    <w:p w14:paraId="710897BE" w14:textId="77777777" w:rsidR="0042038A" w:rsidRDefault="0042038A" w:rsidP="0042038A">
      <w:pPr>
        <w:pStyle w:val="Titel"/>
        <w:rPr>
          <w:rFonts w:cs="Arial"/>
        </w:rPr>
      </w:pPr>
      <w:r w:rsidRPr="0042038A">
        <w:rPr>
          <w:rFonts w:cs="Arial"/>
        </w:rPr>
        <w:t>Hierin schrijf je de resultaten van het onderzoek.</w:t>
      </w:r>
    </w:p>
    <w:p w14:paraId="5026B352" w14:textId="77777777" w:rsidR="0042038A" w:rsidRDefault="0042038A" w:rsidP="0042038A">
      <w:pPr>
        <w:pStyle w:val="Lijstalinea"/>
        <w:numPr>
          <w:ilvl w:val="0"/>
          <w:numId w:val="39"/>
        </w:numPr>
      </w:pPr>
      <w:r>
        <w:t>Noteer je waarnemingen ook</w:t>
      </w:r>
      <w:r w:rsidRPr="0042038A">
        <w:t>:</w:t>
      </w:r>
    </w:p>
    <w:p w14:paraId="2B5C34D2" w14:textId="381996B9" w:rsidR="0042038A" w:rsidRDefault="7F7BD371" w:rsidP="0042038A">
      <w:pPr>
        <w:pStyle w:val="Lijstalinea"/>
        <w:numPr>
          <w:ilvl w:val="1"/>
          <w:numId w:val="39"/>
        </w:numPr>
      </w:pPr>
      <w:r>
        <w:t>Wat ruik je?</w:t>
      </w:r>
    </w:p>
    <w:p w14:paraId="73325DD8" w14:textId="440C591B" w:rsidR="0042038A" w:rsidRDefault="7F7BD371" w:rsidP="0042038A">
      <w:pPr>
        <w:pStyle w:val="Lijstalinea"/>
        <w:numPr>
          <w:ilvl w:val="1"/>
          <w:numId w:val="39"/>
        </w:numPr>
      </w:pPr>
      <w:r>
        <w:t>Wat hoor je?</w:t>
      </w:r>
    </w:p>
    <w:p w14:paraId="37377D55" w14:textId="57F6598E" w:rsidR="0042038A" w:rsidRDefault="7F7BD371" w:rsidP="0042038A">
      <w:pPr>
        <w:pStyle w:val="Lijstalinea"/>
        <w:numPr>
          <w:ilvl w:val="1"/>
          <w:numId w:val="39"/>
        </w:numPr>
      </w:pPr>
      <w:r>
        <w:t>Wat zie je?</w:t>
      </w:r>
    </w:p>
    <w:p w14:paraId="0733302D" w14:textId="77777777" w:rsidR="0042038A" w:rsidRDefault="0042038A" w:rsidP="0042038A">
      <w:pPr>
        <w:pStyle w:val="Lijstalinea"/>
        <w:numPr>
          <w:ilvl w:val="0"/>
          <w:numId w:val="39"/>
        </w:numPr>
      </w:pPr>
      <w:r>
        <w:t>Geef meetresultaten duidelijk weer</w:t>
      </w:r>
    </w:p>
    <w:p w14:paraId="1DF19D16" w14:textId="77777777" w:rsidR="0042038A" w:rsidRDefault="0042038A" w:rsidP="0042038A">
      <w:pPr>
        <w:pStyle w:val="Lijstalinea"/>
        <w:numPr>
          <w:ilvl w:val="1"/>
          <w:numId w:val="39"/>
        </w:numPr>
      </w:pPr>
      <w:r w:rsidRPr="0042038A">
        <w:t>Gebruik indien mogelijk duidelijke tabellen en grafieken (denk aan eenheden)</w:t>
      </w:r>
    </w:p>
    <w:p w14:paraId="074133FD" w14:textId="77777777" w:rsidR="00C224BE" w:rsidRDefault="00C224BE" w:rsidP="00C224BE">
      <w:pPr>
        <w:pStyle w:val="Lijstalinea"/>
        <w:ind w:left="1440"/>
      </w:pPr>
    </w:p>
    <w:tbl>
      <w:tblPr>
        <w:tblStyle w:val="Tabelraster"/>
        <w:tblW w:w="0" w:type="auto"/>
        <w:tblLook w:val="04A0" w:firstRow="1" w:lastRow="0" w:firstColumn="1" w:lastColumn="0" w:noHBand="0" w:noVBand="1"/>
      </w:tblPr>
      <w:tblGrid>
        <w:gridCol w:w="9062"/>
      </w:tblGrid>
      <w:tr w:rsidR="00C224BE" w14:paraId="7F46479F" w14:textId="77777777" w:rsidTr="009E094C">
        <w:trPr>
          <w:trHeight w:val="864"/>
        </w:trPr>
        <w:tc>
          <w:tcPr>
            <w:tcW w:w="9212" w:type="dxa"/>
            <w:vAlign w:val="center"/>
          </w:tcPr>
          <w:p w14:paraId="04ED9771" w14:textId="77777777" w:rsidR="00C224BE" w:rsidRPr="00DA56C1" w:rsidRDefault="00C224BE" w:rsidP="009E094C">
            <w:pPr>
              <w:rPr>
                <w:rFonts w:ascii="Arial" w:hAnsi="Arial" w:cs="Arial"/>
                <w:sz w:val="22"/>
              </w:rPr>
            </w:pPr>
          </w:p>
        </w:tc>
      </w:tr>
    </w:tbl>
    <w:p w14:paraId="1700A790" w14:textId="77777777" w:rsidR="004E6ED6" w:rsidRDefault="004E6ED6" w:rsidP="004E6ED6">
      <w:pPr>
        <w:rPr>
          <w:lang w:eastAsia="nl-NL"/>
        </w:rPr>
      </w:pPr>
    </w:p>
    <w:p w14:paraId="0BA7CA67" w14:textId="77777777" w:rsidR="003C3CB5" w:rsidRDefault="003C3CB5" w:rsidP="003C3CB5">
      <w:pPr>
        <w:pStyle w:val="Kop1"/>
      </w:pPr>
      <w:r>
        <w:t xml:space="preserve">Conclusie </w:t>
      </w:r>
    </w:p>
    <w:p w14:paraId="7CBE7ADC" w14:textId="77777777" w:rsidR="008A0E82" w:rsidRDefault="00F45C2C" w:rsidP="008A0E82">
      <w:pPr>
        <w:pStyle w:val="Titel"/>
        <w:rPr>
          <w:lang w:eastAsia="nl-NL"/>
        </w:rPr>
      </w:pPr>
      <w:r>
        <w:rPr>
          <w:lang w:eastAsia="nl-NL"/>
        </w:rPr>
        <w:t>Je herhaalt hier je onderzoeksvraag en geeft antwoord op die vraag. Vervolgens geef je aan of je hypothese juist of onjuist was.</w:t>
      </w:r>
    </w:p>
    <w:p w14:paraId="517363DA" w14:textId="77777777" w:rsidR="008A0E82" w:rsidRDefault="008A0E82" w:rsidP="00F45C2C">
      <w:pPr>
        <w:pStyle w:val="Lijstalinea"/>
        <w:numPr>
          <w:ilvl w:val="0"/>
          <w:numId w:val="39"/>
        </w:numPr>
        <w:rPr>
          <w:lang w:eastAsia="nl-NL"/>
        </w:rPr>
      </w:pPr>
      <w:r>
        <w:rPr>
          <w:lang w:eastAsia="nl-NL"/>
        </w:rPr>
        <w:t>Je schrijft hier geen nieuwe resultaten of conclusies</w:t>
      </w:r>
    </w:p>
    <w:p w14:paraId="72F09B4E" w14:textId="77777777" w:rsidR="00F45C2C" w:rsidRDefault="00F45C2C" w:rsidP="00F45C2C">
      <w:pPr>
        <w:pStyle w:val="Lijstalinea"/>
        <w:numPr>
          <w:ilvl w:val="0"/>
          <w:numId w:val="39"/>
        </w:numPr>
        <w:rPr>
          <w:lang w:eastAsia="nl-NL"/>
        </w:rPr>
      </w:pPr>
      <w:r>
        <w:rPr>
          <w:lang w:eastAsia="nl-NL"/>
        </w:rPr>
        <w:t xml:space="preserve">Natuurlijk ga je niet je hypothese aanpassen </w:t>
      </w:r>
      <w:r w:rsidR="005C58F9">
        <w:rPr>
          <w:lang w:eastAsia="nl-NL"/>
        </w:rPr>
        <w:t>omdat je hem misschien niet fout had. Wetenschap gaat niet om gelijk krijgen, maar om gelijk hebben.</w:t>
      </w:r>
    </w:p>
    <w:p w14:paraId="6B9D2DEB" w14:textId="77777777" w:rsidR="005C58F9" w:rsidRPr="008A0E82" w:rsidRDefault="005C58F9" w:rsidP="009F36DF">
      <w:pPr>
        <w:pStyle w:val="Lijstalinea"/>
        <w:rPr>
          <w:lang w:eastAsia="nl-NL"/>
        </w:rPr>
      </w:pPr>
    </w:p>
    <w:tbl>
      <w:tblPr>
        <w:tblStyle w:val="Tabelraster"/>
        <w:tblW w:w="0" w:type="auto"/>
        <w:tblLook w:val="04A0" w:firstRow="1" w:lastRow="0" w:firstColumn="1" w:lastColumn="0" w:noHBand="0" w:noVBand="1"/>
      </w:tblPr>
      <w:tblGrid>
        <w:gridCol w:w="9062"/>
      </w:tblGrid>
      <w:tr w:rsidR="003C3CB5" w14:paraId="73668B23" w14:textId="77777777" w:rsidTr="00434AC9">
        <w:trPr>
          <w:trHeight w:val="1296"/>
        </w:trPr>
        <w:tc>
          <w:tcPr>
            <w:tcW w:w="9212" w:type="dxa"/>
            <w:vAlign w:val="center"/>
          </w:tcPr>
          <w:p w14:paraId="01C5D6EE" w14:textId="77777777" w:rsidR="003C3CB5" w:rsidRPr="008E0568" w:rsidRDefault="00021D5A" w:rsidP="00021D5A">
            <w:pPr>
              <w:pStyle w:val="Normaalweb"/>
              <w:rPr>
                <w:rFonts w:ascii="Arial" w:hAnsi="Arial" w:cs="Arial"/>
                <w:sz w:val="22"/>
                <w:szCs w:val="22"/>
              </w:rPr>
            </w:pPr>
            <w:r w:rsidRPr="008E0568">
              <w:rPr>
                <w:rFonts w:ascii="Arial" w:hAnsi="Arial" w:cs="Arial"/>
                <w:sz w:val="22"/>
                <w:szCs w:val="22"/>
              </w:rPr>
              <w:t xml:space="preserve">De onderzoeksvraag was …… en het antwoord is ……. </w:t>
            </w:r>
          </w:p>
          <w:p w14:paraId="6BDC2C4E" w14:textId="77777777" w:rsidR="00021D5A" w:rsidRPr="00021D5A" w:rsidRDefault="00021D5A" w:rsidP="00021D5A">
            <w:pPr>
              <w:pStyle w:val="Normaalweb"/>
              <w:rPr>
                <w:rFonts w:ascii="Arial" w:hAnsi="Arial" w:cs="Arial"/>
              </w:rPr>
            </w:pPr>
            <w:r w:rsidRPr="008E0568">
              <w:rPr>
                <w:rFonts w:ascii="Arial" w:hAnsi="Arial" w:cs="Arial"/>
                <w:sz w:val="22"/>
                <w:szCs w:val="22"/>
              </w:rPr>
              <w:t>De hypothese was daarom ……</w:t>
            </w:r>
          </w:p>
        </w:tc>
      </w:tr>
    </w:tbl>
    <w:p w14:paraId="26CAD11D" w14:textId="77777777" w:rsidR="003C3CB5" w:rsidRDefault="003C3CB5" w:rsidP="003C3CB5">
      <w:pPr>
        <w:rPr>
          <w:lang w:eastAsia="nl-NL"/>
        </w:rPr>
      </w:pPr>
    </w:p>
    <w:p w14:paraId="505B3BB4" w14:textId="77777777" w:rsidR="003C3CB5" w:rsidRDefault="003C3CB5" w:rsidP="003C3CB5">
      <w:pPr>
        <w:pStyle w:val="Kop1"/>
      </w:pPr>
      <w:r>
        <w:t xml:space="preserve">Discussie </w:t>
      </w:r>
    </w:p>
    <w:p w14:paraId="716900CA" w14:textId="2DEE2398" w:rsidR="00374FFF" w:rsidRDefault="00374FFF" w:rsidP="00374FFF">
      <w:pPr>
        <w:pStyle w:val="Titel"/>
      </w:pPr>
      <w:r w:rsidRPr="00386DA3">
        <w:t xml:space="preserve">Hierin schrijf je waarom je gegevens </w:t>
      </w:r>
      <w:r w:rsidR="00AE27DE">
        <w:t>misschien niet helemaal kloppen en je geeft ook minimaal één suggestie voor een vervolgonderzoek.</w:t>
      </w:r>
    </w:p>
    <w:p w14:paraId="1509E2DD" w14:textId="77777777" w:rsidR="00374FFF" w:rsidRDefault="00374FFF" w:rsidP="00374FFF">
      <w:pPr>
        <w:pStyle w:val="Lijstalinea"/>
        <w:numPr>
          <w:ilvl w:val="0"/>
          <w:numId w:val="39"/>
        </w:numPr>
      </w:pPr>
      <w:r>
        <w:t xml:space="preserve">Bedenk wat invloed kan hebben op je resultaten. Bijv. de thermometer, kun je niet op de komma nauwkeurig aflezen. </w:t>
      </w:r>
    </w:p>
    <w:p w14:paraId="5AB21A63" w14:textId="77777777" w:rsidR="00374FFF" w:rsidRDefault="00374FFF" w:rsidP="00374FFF">
      <w:pPr>
        <w:pStyle w:val="Lijstalinea"/>
        <w:numPr>
          <w:ilvl w:val="0"/>
          <w:numId w:val="39"/>
        </w:numPr>
      </w:pPr>
      <w:r>
        <w:t xml:space="preserve">Als je proef mislukt is, schrijf je hier wat de reden hiervan is. </w:t>
      </w:r>
    </w:p>
    <w:p w14:paraId="7866287A" w14:textId="7E1211BA" w:rsidR="00374FFF" w:rsidRDefault="004802A1" w:rsidP="00374FFF">
      <w:pPr>
        <w:pStyle w:val="Lijstalinea"/>
        <w:numPr>
          <w:ilvl w:val="0"/>
          <w:numId w:val="39"/>
        </w:numPr>
      </w:pPr>
      <w:r>
        <w:t>Elk onderzoek leidt tot nieuwe vragen. Geef er in elk geval één, dit hoeft niet heel nauwkeurig – maar wel duidelijk. Eventueel (in overleg) zou je dit nieuwe onderzoek ook nog kunnen uitvoeren.</w:t>
      </w:r>
    </w:p>
    <w:p w14:paraId="563918B4" w14:textId="77777777" w:rsidR="009652D7" w:rsidRPr="00374FFF" w:rsidRDefault="009652D7" w:rsidP="009652D7">
      <w:pPr>
        <w:pStyle w:val="Lijstalinea"/>
      </w:pPr>
    </w:p>
    <w:tbl>
      <w:tblPr>
        <w:tblStyle w:val="Tabelraster"/>
        <w:tblW w:w="0" w:type="auto"/>
        <w:tblLook w:val="04A0" w:firstRow="1" w:lastRow="0" w:firstColumn="1" w:lastColumn="0" w:noHBand="0" w:noVBand="1"/>
      </w:tblPr>
      <w:tblGrid>
        <w:gridCol w:w="9062"/>
      </w:tblGrid>
      <w:tr w:rsidR="003C3CB5" w14:paraId="1860FE3A" w14:textId="77777777" w:rsidTr="00340532">
        <w:trPr>
          <w:trHeight w:val="864"/>
        </w:trPr>
        <w:tc>
          <w:tcPr>
            <w:tcW w:w="9212" w:type="dxa"/>
            <w:vAlign w:val="center"/>
          </w:tcPr>
          <w:p w14:paraId="5518C55E" w14:textId="77777777" w:rsidR="003C3CB5" w:rsidRPr="001E49AB" w:rsidRDefault="003C3CB5" w:rsidP="00340532">
            <w:pPr>
              <w:rPr>
                <w:rFonts w:ascii="Arial" w:hAnsi="Arial" w:cs="Arial"/>
              </w:rPr>
            </w:pPr>
          </w:p>
        </w:tc>
      </w:tr>
    </w:tbl>
    <w:p w14:paraId="6AB5550C" w14:textId="77777777" w:rsidR="003C3CB5" w:rsidRDefault="003C3CB5" w:rsidP="003C3CB5">
      <w:pPr>
        <w:rPr>
          <w:lang w:eastAsia="nl-NL"/>
        </w:rPr>
      </w:pPr>
    </w:p>
    <w:p w14:paraId="22229F25" w14:textId="77777777" w:rsidR="00340532" w:rsidRDefault="00340532">
      <w:pPr>
        <w:spacing w:after="200" w:line="276" w:lineRule="auto"/>
        <w:rPr>
          <w:rFonts w:eastAsiaTheme="majorEastAsia" w:cstheme="majorBidi"/>
          <w:b/>
          <w:bCs/>
          <w:color w:val="FBBA00"/>
          <w:sz w:val="32"/>
          <w:szCs w:val="20"/>
          <w:lang w:eastAsia="nl-NL"/>
        </w:rPr>
      </w:pPr>
      <w:r>
        <w:br w:type="page"/>
      </w:r>
    </w:p>
    <w:p w14:paraId="551C0A24" w14:textId="77777777" w:rsidR="00A34A33" w:rsidRDefault="007A1B14" w:rsidP="007A1B14">
      <w:pPr>
        <w:pStyle w:val="Kop1"/>
      </w:pPr>
      <w:r>
        <w:lastRenderedPageBreak/>
        <w:t>Gebruikte bronnen</w:t>
      </w:r>
    </w:p>
    <w:p w14:paraId="67556B61" w14:textId="77777777" w:rsidR="00C41710" w:rsidRDefault="008E2142" w:rsidP="00585307">
      <w:pPr>
        <w:pStyle w:val="Titel"/>
        <w:rPr>
          <w:lang w:eastAsia="nl-NL"/>
        </w:rPr>
      </w:pPr>
      <w:r>
        <w:rPr>
          <w:lang w:eastAsia="nl-NL"/>
        </w:rPr>
        <w:t xml:space="preserve">Hier schrijf je </w:t>
      </w:r>
      <w:r w:rsidR="00BF5710">
        <w:rPr>
          <w:lang w:eastAsia="nl-NL"/>
        </w:rPr>
        <w:t>welke internet of gedrukte bronnen je gebruikt hebt.</w:t>
      </w:r>
    </w:p>
    <w:p w14:paraId="71C89CB7" w14:textId="24EDC756" w:rsidR="00585307" w:rsidRDefault="00585307" w:rsidP="00585307">
      <w:pPr>
        <w:pStyle w:val="Lijstalinea"/>
        <w:numPr>
          <w:ilvl w:val="0"/>
          <w:numId w:val="39"/>
        </w:numPr>
        <w:rPr>
          <w:lang w:eastAsia="nl-NL"/>
        </w:rPr>
      </w:pPr>
      <w:r w:rsidRPr="00585307">
        <w:rPr>
          <w:lang w:eastAsia="nl-NL"/>
        </w:rPr>
        <w:t>Gebruik bronnummers om duidelijk aan te geven welke bron, waar gebruik is.</w:t>
      </w:r>
    </w:p>
    <w:p w14:paraId="6978045D" w14:textId="77777777" w:rsidR="00BF5710" w:rsidRPr="007A1B14" w:rsidRDefault="00BF5710" w:rsidP="00BF5710">
      <w:pPr>
        <w:pStyle w:val="Lijstalinea"/>
        <w:numPr>
          <w:ilvl w:val="0"/>
          <w:numId w:val="39"/>
        </w:numPr>
        <w:rPr>
          <w:lang w:eastAsia="nl-NL"/>
        </w:rPr>
      </w:pPr>
      <w:r>
        <w:rPr>
          <w:lang w:eastAsia="nl-NL"/>
        </w:rPr>
        <w:t xml:space="preserve">Maak </w:t>
      </w:r>
      <w:r>
        <w:rPr>
          <w:i/>
          <w:lang w:eastAsia="nl-NL"/>
        </w:rPr>
        <w:t>altijd</w:t>
      </w:r>
      <w:r>
        <w:rPr>
          <w:lang w:eastAsia="nl-NL"/>
        </w:rPr>
        <w:t xml:space="preserve"> gebruik van </w:t>
      </w:r>
      <w:r w:rsidR="00337B75">
        <w:rPr>
          <w:lang w:eastAsia="nl-NL"/>
        </w:rPr>
        <w:t>de manier van noteren die in de studiewijzer Mediawijsheid van de ELO staat.</w:t>
      </w:r>
    </w:p>
    <w:p w14:paraId="18FFB245" w14:textId="77777777" w:rsidR="00D92EA5" w:rsidRDefault="00D92EA5" w:rsidP="000C5610">
      <w:pPr>
        <w:rPr>
          <w:lang w:eastAsia="nl-NL"/>
        </w:rPr>
      </w:pPr>
    </w:p>
    <w:tbl>
      <w:tblPr>
        <w:tblStyle w:val="Tabelraster"/>
        <w:tblW w:w="0" w:type="auto"/>
        <w:tblLook w:val="04A0" w:firstRow="1" w:lastRow="0" w:firstColumn="1" w:lastColumn="0" w:noHBand="0" w:noVBand="1"/>
      </w:tblPr>
      <w:tblGrid>
        <w:gridCol w:w="9062"/>
      </w:tblGrid>
      <w:tr w:rsidR="005150BA" w14:paraId="02D36EDF" w14:textId="77777777" w:rsidTr="009E094C">
        <w:trPr>
          <w:trHeight w:val="864"/>
        </w:trPr>
        <w:tc>
          <w:tcPr>
            <w:tcW w:w="9212" w:type="dxa"/>
            <w:vAlign w:val="center"/>
          </w:tcPr>
          <w:p w14:paraId="465F1A87" w14:textId="77777777" w:rsidR="005150BA" w:rsidRPr="0076433E" w:rsidRDefault="00B85926" w:rsidP="009E094C">
            <w:pPr>
              <w:pStyle w:val="Lijstalinea"/>
              <w:numPr>
                <w:ilvl w:val="0"/>
                <w:numId w:val="36"/>
              </w:numPr>
              <w:rPr>
                <w:rFonts w:ascii="Arial" w:hAnsi="Arial" w:cs="Arial"/>
                <w:sz w:val="22"/>
                <w:szCs w:val="22"/>
              </w:rPr>
            </w:pPr>
            <w:r>
              <w:rPr>
                <w:rFonts w:ascii="Arial" w:hAnsi="Arial" w:cs="Arial"/>
                <w:sz w:val="22"/>
                <w:szCs w:val="22"/>
              </w:rPr>
              <w:t>.....</w:t>
            </w:r>
          </w:p>
        </w:tc>
      </w:tr>
    </w:tbl>
    <w:p w14:paraId="76DB015A" w14:textId="77777777" w:rsidR="000C5610" w:rsidRPr="007A1B14" w:rsidRDefault="000C5610" w:rsidP="000C5610">
      <w:pPr>
        <w:rPr>
          <w:lang w:eastAsia="nl-NL"/>
        </w:rPr>
      </w:pPr>
    </w:p>
    <w:sectPr w:rsidR="000C5610" w:rsidRPr="007A1B14" w:rsidSect="004D467B">
      <w:footerReference w:type="default" r:id="rId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2B326" w14:textId="77777777" w:rsidR="0079324D" w:rsidRDefault="0079324D" w:rsidP="001071C0">
      <w:r>
        <w:separator/>
      </w:r>
    </w:p>
  </w:endnote>
  <w:endnote w:type="continuationSeparator" w:id="0">
    <w:p w14:paraId="1626395E" w14:textId="77777777" w:rsidR="0079324D" w:rsidRDefault="0079324D" w:rsidP="00107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9187335"/>
      <w:docPartObj>
        <w:docPartGallery w:val="Page Numbers (Bottom of Page)"/>
        <w:docPartUnique/>
      </w:docPartObj>
    </w:sdtPr>
    <w:sdtEndPr>
      <w:rPr>
        <w:noProof/>
        <w:sz w:val="24"/>
        <w:szCs w:val="24"/>
      </w:rPr>
    </w:sdtEndPr>
    <w:sdtContent>
      <w:p w14:paraId="730860A4" w14:textId="77777777" w:rsidR="009E094C" w:rsidRPr="00DE6467" w:rsidRDefault="009E094C" w:rsidP="00CA6CE8">
        <w:pPr>
          <w:pStyle w:val="Voettekst"/>
          <w:rPr>
            <w:sz w:val="24"/>
            <w:szCs w:val="24"/>
          </w:rPr>
        </w:pPr>
        <w:r w:rsidRPr="00CA6CE8">
          <w:rPr>
            <w:noProof/>
            <w:lang w:eastAsia="nl-NL"/>
          </w:rPr>
          <w:drawing>
            <wp:anchor distT="0" distB="0" distL="114300" distR="114300" simplePos="0" relativeHeight="251683328" behindDoc="1" locked="0" layoutInCell="1" allowOverlap="1" wp14:anchorId="6D6A5CD1" wp14:editId="2477ABEC">
              <wp:simplePos x="0" y="0"/>
              <wp:positionH relativeFrom="column">
                <wp:posOffset>5177155</wp:posOffset>
              </wp:positionH>
              <wp:positionV relativeFrom="paragraph">
                <wp:posOffset>-349250</wp:posOffset>
              </wp:positionV>
              <wp:extent cx="1476375" cy="470535"/>
              <wp:effectExtent l="0" t="0" r="0" b="0"/>
              <wp:wrapNone/>
              <wp:docPr id="1029" name="Picture 153" descr="C:\tmp\foote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153" descr="C:\tmp\footerimag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6375" cy="47053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1" locked="0" layoutInCell="1" allowOverlap="1" wp14:anchorId="1E0B4917" wp14:editId="31FFAE5B">
                  <wp:simplePos x="0" y="0"/>
                  <wp:positionH relativeFrom="column">
                    <wp:posOffset>-899795</wp:posOffset>
                  </wp:positionH>
                  <wp:positionV relativeFrom="paragraph">
                    <wp:posOffset>121285</wp:posOffset>
                  </wp:positionV>
                  <wp:extent cx="7562850" cy="213995"/>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2850" cy="213995"/>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a:graphicData>
                  </a:graphic>
                  <wp14:sizeRelH relativeFrom="page">
                    <wp14:pctWidth>0</wp14:pctWidth>
                  </wp14:sizeRelH>
                  <wp14:sizeRelV relativeFrom="page">
                    <wp14:pctHeight>0</wp14:pctHeight>
                  </wp14:sizeRelV>
                </wp:anchor>
              </w:drawing>
            </mc:Choice>
            <mc:Fallback>
              <w:pict>
                <v:rect w14:anchorId="180FCBA7" id="Rectangle 8" o:spid="_x0000_s1026" style="position:absolute;margin-left:-70.85pt;margin-top:9.55pt;width:595.5pt;height:1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" fillcolor="#fbba00" stroked="f" strokeweight="2pt">
                  <v:path arrowok="t"/>
                </v:rect>
              </w:pict>
            </mc:Fallback>
          </mc:AlternateContent>
        </w:r>
        <w:r>
          <w:rPr>
            <w:noProof/>
            <w:sz w:val="24"/>
            <w:szCs w:val="24"/>
          </w:rPr>
          <w:tab/>
        </w:r>
      </w:p>
    </w:sdtContent>
  </w:sdt>
  <w:p w14:paraId="26938F3F" w14:textId="47D0587D" w:rsidR="009E094C" w:rsidRPr="00FD0A44" w:rsidRDefault="009E094C" w:rsidP="00CA6CE8">
    <w:pPr>
      <w:pStyle w:val="Voettekst"/>
      <w:jc w:val="left"/>
      <w:rPr>
        <w:b/>
        <w:color w:val="E74500"/>
        <w:sz w:val="16"/>
        <w:szCs w:val="16"/>
      </w:rPr>
    </w:pPr>
    <w:r w:rsidRPr="00FD0A44">
      <w:rPr>
        <w:b/>
        <w:color w:val="E74500"/>
        <w:sz w:val="16"/>
        <w:szCs w:val="16"/>
      </w:rPr>
      <w:fldChar w:fldCharType="begin"/>
    </w:r>
    <w:r w:rsidRPr="00FD0A44">
      <w:rPr>
        <w:b/>
        <w:color w:val="E74500"/>
        <w:sz w:val="16"/>
        <w:szCs w:val="16"/>
      </w:rPr>
      <w:instrText xml:space="preserve"> PAGE   \* MERGEFORMAT </w:instrText>
    </w:r>
    <w:r w:rsidRPr="00FD0A44">
      <w:rPr>
        <w:b/>
        <w:color w:val="E74500"/>
        <w:sz w:val="16"/>
        <w:szCs w:val="16"/>
      </w:rPr>
      <w:fldChar w:fldCharType="separate"/>
    </w:r>
    <w:r w:rsidR="00D6189C">
      <w:rPr>
        <w:b/>
        <w:noProof/>
        <w:color w:val="E74500"/>
        <w:sz w:val="16"/>
        <w:szCs w:val="16"/>
      </w:rPr>
      <w:t>2</w:t>
    </w:r>
    <w:r w:rsidRPr="00FD0A44">
      <w:rPr>
        <w:b/>
        <w:noProof/>
        <w:color w:val="E74500"/>
        <w:sz w:val="16"/>
        <w:szCs w:val="16"/>
      </w:rPr>
      <w:fldChar w:fldCharType="end"/>
    </w:r>
    <w:r w:rsidRPr="00FD0A44">
      <w:rPr>
        <w:b/>
        <w:noProof/>
        <w:color w:val="E74500"/>
        <w:sz w:val="16"/>
        <w:szCs w:val="16"/>
      </w:rPr>
      <w:tab/>
    </w:r>
    <w:r w:rsidR="00116552">
      <w:rPr>
        <w:b/>
        <w:noProof/>
        <w:color w:val="E74500"/>
        <w:sz w:val="16"/>
        <w:szCs w:val="16"/>
      </w:rPr>
      <w:t>Gedragsbiologie o</w:t>
    </w:r>
    <w:r>
      <w:rPr>
        <w:b/>
        <w:noProof/>
        <w:color w:val="E74500"/>
        <w:sz w:val="16"/>
        <w:szCs w:val="16"/>
      </w:rPr>
      <w:t>nderzoek – vwo 1</w:t>
    </w:r>
    <w:r w:rsidR="00116552">
      <w:rPr>
        <w:b/>
        <w:noProof/>
        <w:color w:val="E74500"/>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E62290" w14:textId="77777777" w:rsidR="0079324D" w:rsidRDefault="0079324D" w:rsidP="001071C0">
      <w:r>
        <w:separator/>
      </w:r>
    </w:p>
  </w:footnote>
  <w:footnote w:type="continuationSeparator" w:id="0">
    <w:p w14:paraId="02819A7E" w14:textId="77777777" w:rsidR="0079324D" w:rsidRDefault="0079324D" w:rsidP="001071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37803"/>
    <w:multiLevelType w:val="hybridMultilevel"/>
    <w:tmpl w:val="91E6A5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595201"/>
    <w:multiLevelType w:val="hybridMultilevel"/>
    <w:tmpl w:val="4E9C1B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35B7621"/>
    <w:multiLevelType w:val="hybridMultilevel"/>
    <w:tmpl w:val="F34A0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9470F05"/>
    <w:multiLevelType w:val="hybridMultilevel"/>
    <w:tmpl w:val="C4B0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26398"/>
    <w:multiLevelType w:val="hybridMultilevel"/>
    <w:tmpl w:val="28A22884"/>
    <w:lvl w:ilvl="0" w:tplc="0409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F6A0767"/>
    <w:multiLevelType w:val="hybridMultilevel"/>
    <w:tmpl w:val="4D60DC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859F5"/>
    <w:multiLevelType w:val="hybridMultilevel"/>
    <w:tmpl w:val="CA2800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3BD6E61"/>
    <w:multiLevelType w:val="hybridMultilevel"/>
    <w:tmpl w:val="78B8CF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E9C09C1"/>
    <w:multiLevelType w:val="hybridMultilevel"/>
    <w:tmpl w:val="B52A79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87F3FB9"/>
    <w:multiLevelType w:val="hybridMultilevel"/>
    <w:tmpl w:val="C84801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CF270D8"/>
    <w:multiLevelType w:val="hybridMultilevel"/>
    <w:tmpl w:val="DE168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FB56F99"/>
    <w:multiLevelType w:val="hybridMultilevel"/>
    <w:tmpl w:val="FE22E5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2B45812"/>
    <w:multiLevelType w:val="hybridMultilevel"/>
    <w:tmpl w:val="EF52CE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65D3B6B"/>
    <w:multiLevelType w:val="hybridMultilevel"/>
    <w:tmpl w:val="2F22A1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7A27F2A"/>
    <w:multiLevelType w:val="hybridMultilevel"/>
    <w:tmpl w:val="E402B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8683E91"/>
    <w:multiLevelType w:val="hybridMultilevel"/>
    <w:tmpl w:val="DFE4EC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A63178B"/>
    <w:multiLevelType w:val="hybridMultilevel"/>
    <w:tmpl w:val="A8AA09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CF125DD"/>
    <w:multiLevelType w:val="hybridMultilevel"/>
    <w:tmpl w:val="8D2EB3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4891118"/>
    <w:multiLevelType w:val="hybridMultilevel"/>
    <w:tmpl w:val="E2045B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D1C666E"/>
    <w:multiLevelType w:val="hybridMultilevel"/>
    <w:tmpl w:val="A6B053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D3364DE"/>
    <w:multiLevelType w:val="hybridMultilevel"/>
    <w:tmpl w:val="E4E4C4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E740B8E"/>
    <w:multiLevelType w:val="hybridMultilevel"/>
    <w:tmpl w:val="56BE0B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EC066E6"/>
    <w:multiLevelType w:val="hybridMultilevel"/>
    <w:tmpl w:val="BC582806"/>
    <w:lvl w:ilvl="0" w:tplc="2E1AF990">
      <w:start w:val="1"/>
      <w:numFmt w:val="decimal"/>
      <w:lvlText w:val="%1."/>
      <w:lvlJc w:val="left"/>
      <w:pPr>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1CA0138"/>
    <w:multiLevelType w:val="hybridMultilevel"/>
    <w:tmpl w:val="E9EA37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7022360"/>
    <w:multiLevelType w:val="hybridMultilevel"/>
    <w:tmpl w:val="02B65E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913646E"/>
    <w:multiLevelType w:val="hybridMultilevel"/>
    <w:tmpl w:val="2A9630B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CA27CDD"/>
    <w:multiLevelType w:val="hybridMultilevel"/>
    <w:tmpl w:val="D76CECB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0236AA7"/>
    <w:multiLevelType w:val="hybridMultilevel"/>
    <w:tmpl w:val="96827C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7A1C88"/>
    <w:multiLevelType w:val="hybridMultilevel"/>
    <w:tmpl w:val="E402B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742125C"/>
    <w:multiLevelType w:val="hybridMultilevel"/>
    <w:tmpl w:val="04161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A33174"/>
    <w:multiLevelType w:val="hybridMultilevel"/>
    <w:tmpl w:val="DDF221F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1" w15:restartNumberingAfterBreak="0">
    <w:nsid w:val="6A771E50"/>
    <w:multiLevelType w:val="hybridMultilevel"/>
    <w:tmpl w:val="4BF8FDA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AF502DA"/>
    <w:multiLevelType w:val="hybridMultilevel"/>
    <w:tmpl w:val="62304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FA72190"/>
    <w:multiLevelType w:val="hybridMultilevel"/>
    <w:tmpl w:val="96C8E454"/>
    <w:lvl w:ilvl="0" w:tplc="2E1AF99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4" w15:restartNumberingAfterBreak="0">
    <w:nsid w:val="73C92B95"/>
    <w:multiLevelType w:val="hybridMultilevel"/>
    <w:tmpl w:val="755822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59F17CF"/>
    <w:multiLevelType w:val="hybridMultilevel"/>
    <w:tmpl w:val="FC56338A"/>
    <w:lvl w:ilvl="0" w:tplc="A96E7D00">
      <w:start w:val="1"/>
      <w:numFmt w:val="bullet"/>
      <w:lvlText w:val=""/>
      <w:lvlJc w:val="left"/>
      <w:pPr>
        <w:ind w:left="720" w:hanging="360"/>
      </w:pPr>
      <w:rPr>
        <w:rFonts w:ascii="Wingdings" w:eastAsia="Times New Roman" w:hAnsi="Wingdings" w:cs="Times New Roman"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6FA3310"/>
    <w:multiLevelType w:val="hybridMultilevel"/>
    <w:tmpl w:val="5D84EEC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F0B1635"/>
    <w:multiLevelType w:val="hybridMultilevel"/>
    <w:tmpl w:val="A6BAAB0E"/>
    <w:lvl w:ilvl="0" w:tplc="36E69384">
      <w:start w:val="3"/>
      <w:numFmt w:val="bullet"/>
      <w:lvlText w:val="-"/>
      <w:lvlJc w:val="left"/>
      <w:pPr>
        <w:ind w:left="720" w:hanging="360"/>
      </w:pPr>
      <w:rPr>
        <w:rFonts w:ascii="Arial" w:eastAsiaTheme="maj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FCF7DE5"/>
    <w:multiLevelType w:val="hybridMultilevel"/>
    <w:tmpl w:val="20BE7D28"/>
    <w:lvl w:ilvl="0" w:tplc="FE523F9E">
      <w:start w:val="1"/>
      <w:numFmt w:val="bullet"/>
      <w:lvlText w:val=""/>
      <w:lvlJc w:val="left"/>
      <w:pPr>
        <w:ind w:left="720" w:hanging="360"/>
      </w:pPr>
      <w:rPr>
        <w:rFonts w:ascii="Symbol" w:eastAsiaTheme="minorHAnsi" w:hAnsi="Symbol" w:cs="Arial" w:hint="default"/>
        <w:b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ED0B57"/>
    <w:multiLevelType w:val="hybridMultilevel"/>
    <w:tmpl w:val="7C2AFC9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25"/>
  </w:num>
  <w:num w:numId="4">
    <w:abstractNumId w:val="26"/>
  </w:num>
  <w:num w:numId="5">
    <w:abstractNumId w:val="20"/>
  </w:num>
  <w:num w:numId="6">
    <w:abstractNumId w:val="2"/>
  </w:num>
  <w:num w:numId="7">
    <w:abstractNumId w:val="7"/>
  </w:num>
  <w:num w:numId="8">
    <w:abstractNumId w:val="5"/>
  </w:num>
  <w:num w:numId="9">
    <w:abstractNumId w:val="39"/>
  </w:num>
  <w:num w:numId="10">
    <w:abstractNumId w:val="18"/>
  </w:num>
  <w:num w:numId="11">
    <w:abstractNumId w:val="9"/>
  </w:num>
  <w:num w:numId="12">
    <w:abstractNumId w:val="11"/>
  </w:num>
  <w:num w:numId="13">
    <w:abstractNumId w:val="15"/>
  </w:num>
  <w:num w:numId="14">
    <w:abstractNumId w:val="8"/>
  </w:num>
  <w:num w:numId="15">
    <w:abstractNumId w:val="13"/>
  </w:num>
  <w:num w:numId="16">
    <w:abstractNumId w:val="30"/>
  </w:num>
  <w:num w:numId="17">
    <w:abstractNumId w:val="6"/>
  </w:num>
  <w:num w:numId="18">
    <w:abstractNumId w:val="36"/>
  </w:num>
  <w:num w:numId="19">
    <w:abstractNumId w:val="23"/>
  </w:num>
  <w:num w:numId="20">
    <w:abstractNumId w:val="31"/>
  </w:num>
  <w:num w:numId="21">
    <w:abstractNumId w:val="12"/>
  </w:num>
  <w:num w:numId="22">
    <w:abstractNumId w:val="10"/>
  </w:num>
  <w:num w:numId="23">
    <w:abstractNumId w:val="19"/>
  </w:num>
  <w:num w:numId="24">
    <w:abstractNumId w:val="1"/>
  </w:num>
  <w:num w:numId="25">
    <w:abstractNumId w:val="21"/>
  </w:num>
  <w:num w:numId="26">
    <w:abstractNumId w:val="32"/>
  </w:num>
  <w:num w:numId="27">
    <w:abstractNumId w:val="14"/>
  </w:num>
  <w:num w:numId="28">
    <w:abstractNumId w:val="37"/>
  </w:num>
  <w:num w:numId="29">
    <w:abstractNumId w:val="24"/>
  </w:num>
  <w:num w:numId="30">
    <w:abstractNumId w:val="33"/>
  </w:num>
  <w:num w:numId="31">
    <w:abstractNumId w:val="22"/>
  </w:num>
  <w:num w:numId="32">
    <w:abstractNumId w:val="34"/>
  </w:num>
  <w:num w:numId="33">
    <w:abstractNumId w:val="35"/>
  </w:num>
  <w:num w:numId="34">
    <w:abstractNumId w:val="38"/>
  </w:num>
  <w:num w:numId="35">
    <w:abstractNumId w:val="28"/>
  </w:num>
  <w:num w:numId="36">
    <w:abstractNumId w:val="4"/>
  </w:num>
  <w:num w:numId="37">
    <w:abstractNumId w:val="29"/>
  </w:num>
  <w:num w:numId="38">
    <w:abstractNumId w:val="3"/>
  </w:num>
  <w:num w:numId="39">
    <w:abstractNumId w:val="27"/>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002"/>
    <w:rsid w:val="00013739"/>
    <w:rsid w:val="000151B5"/>
    <w:rsid w:val="00021D5A"/>
    <w:rsid w:val="0002369B"/>
    <w:rsid w:val="00030D16"/>
    <w:rsid w:val="0003380B"/>
    <w:rsid w:val="00042BA3"/>
    <w:rsid w:val="0004509C"/>
    <w:rsid w:val="00046187"/>
    <w:rsid w:val="00047FBB"/>
    <w:rsid w:val="0006582C"/>
    <w:rsid w:val="000A78B1"/>
    <w:rsid w:val="000B6293"/>
    <w:rsid w:val="000C32CA"/>
    <w:rsid w:val="000C5610"/>
    <w:rsid w:val="000D1C23"/>
    <w:rsid w:val="000D2681"/>
    <w:rsid w:val="000D2C0C"/>
    <w:rsid w:val="000D40CC"/>
    <w:rsid w:val="000D4FBC"/>
    <w:rsid w:val="000D64E0"/>
    <w:rsid w:val="000E123A"/>
    <w:rsid w:val="00101C35"/>
    <w:rsid w:val="00103505"/>
    <w:rsid w:val="00103C93"/>
    <w:rsid w:val="001071C0"/>
    <w:rsid w:val="00111142"/>
    <w:rsid w:val="00116552"/>
    <w:rsid w:val="00122B98"/>
    <w:rsid w:val="00125EA8"/>
    <w:rsid w:val="0012727A"/>
    <w:rsid w:val="00133E8C"/>
    <w:rsid w:val="00144C9F"/>
    <w:rsid w:val="0015058E"/>
    <w:rsid w:val="00152146"/>
    <w:rsid w:val="00153D29"/>
    <w:rsid w:val="00164327"/>
    <w:rsid w:val="001675DF"/>
    <w:rsid w:val="001825EB"/>
    <w:rsid w:val="0018511D"/>
    <w:rsid w:val="00192BCC"/>
    <w:rsid w:val="00197EC1"/>
    <w:rsid w:val="001C6D6E"/>
    <w:rsid w:val="001D3DE8"/>
    <w:rsid w:val="001D6B25"/>
    <w:rsid w:val="001E49AB"/>
    <w:rsid w:val="001E60AB"/>
    <w:rsid w:val="001E751C"/>
    <w:rsid w:val="001F2F9D"/>
    <w:rsid w:val="001F3688"/>
    <w:rsid w:val="0020155F"/>
    <w:rsid w:val="00206356"/>
    <w:rsid w:val="00223F53"/>
    <w:rsid w:val="00224B9A"/>
    <w:rsid w:val="002269FE"/>
    <w:rsid w:val="002328CC"/>
    <w:rsid w:val="00246E4F"/>
    <w:rsid w:val="00252010"/>
    <w:rsid w:val="00255678"/>
    <w:rsid w:val="00255D72"/>
    <w:rsid w:val="00264E3B"/>
    <w:rsid w:val="00271002"/>
    <w:rsid w:val="0027446C"/>
    <w:rsid w:val="00277780"/>
    <w:rsid w:val="00285CDA"/>
    <w:rsid w:val="00287D2D"/>
    <w:rsid w:val="00292901"/>
    <w:rsid w:val="00293EB5"/>
    <w:rsid w:val="002A211A"/>
    <w:rsid w:val="002B19A1"/>
    <w:rsid w:val="002B3517"/>
    <w:rsid w:val="002C48F3"/>
    <w:rsid w:val="002D1ECC"/>
    <w:rsid w:val="002D3951"/>
    <w:rsid w:val="002E2B38"/>
    <w:rsid w:val="002E373E"/>
    <w:rsid w:val="002E3A02"/>
    <w:rsid w:val="002E52C9"/>
    <w:rsid w:val="002E632A"/>
    <w:rsid w:val="002E7AB6"/>
    <w:rsid w:val="002F1644"/>
    <w:rsid w:val="002F6D1A"/>
    <w:rsid w:val="002F7269"/>
    <w:rsid w:val="00305173"/>
    <w:rsid w:val="003058A6"/>
    <w:rsid w:val="00316A5E"/>
    <w:rsid w:val="0032060D"/>
    <w:rsid w:val="00324613"/>
    <w:rsid w:val="003330A3"/>
    <w:rsid w:val="00337B75"/>
    <w:rsid w:val="00340532"/>
    <w:rsid w:val="0034222B"/>
    <w:rsid w:val="0035268B"/>
    <w:rsid w:val="00374FFF"/>
    <w:rsid w:val="0037677C"/>
    <w:rsid w:val="003805AF"/>
    <w:rsid w:val="00380AFD"/>
    <w:rsid w:val="00384CF2"/>
    <w:rsid w:val="003863EC"/>
    <w:rsid w:val="00386DA3"/>
    <w:rsid w:val="003870F9"/>
    <w:rsid w:val="00390981"/>
    <w:rsid w:val="0039687B"/>
    <w:rsid w:val="003972AF"/>
    <w:rsid w:val="003A0CE0"/>
    <w:rsid w:val="003A7419"/>
    <w:rsid w:val="003A752D"/>
    <w:rsid w:val="003B1B59"/>
    <w:rsid w:val="003B75D7"/>
    <w:rsid w:val="003C3CB5"/>
    <w:rsid w:val="003C5D8A"/>
    <w:rsid w:val="003E64E7"/>
    <w:rsid w:val="003F205F"/>
    <w:rsid w:val="003F2B10"/>
    <w:rsid w:val="003F3A57"/>
    <w:rsid w:val="0042038A"/>
    <w:rsid w:val="00434AC9"/>
    <w:rsid w:val="00435B41"/>
    <w:rsid w:val="0044193E"/>
    <w:rsid w:val="00445732"/>
    <w:rsid w:val="004802A1"/>
    <w:rsid w:val="00494D19"/>
    <w:rsid w:val="004C704B"/>
    <w:rsid w:val="004C731A"/>
    <w:rsid w:val="004D467B"/>
    <w:rsid w:val="004D4B6A"/>
    <w:rsid w:val="004E2252"/>
    <w:rsid w:val="004E2C6A"/>
    <w:rsid w:val="004E39F1"/>
    <w:rsid w:val="004E3D60"/>
    <w:rsid w:val="004E6ED6"/>
    <w:rsid w:val="005150BA"/>
    <w:rsid w:val="005178C9"/>
    <w:rsid w:val="00522AE8"/>
    <w:rsid w:val="00531387"/>
    <w:rsid w:val="005622C2"/>
    <w:rsid w:val="0057046F"/>
    <w:rsid w:val="00570E91"/>
    <w:rsid w:val="00576749"/>
    <w:rsid w:val="00585307"/>
    <w:rsid w:val="005919BA"/>
    <w:rsid w:val="005929A3"/>
    <w:rsid w:val="00594C78"/>
    <w:rsid w:val="005971C7"/>
    <w:rsid w:val="005A125E"/>
    <w:rsid w:val="005A338E"/>
    <w:rsid w:val="005B006C"/>
    <w:rsid w:val="005B1664"/>
    <w:rsid w:val="005C12FC"/>
    <w:rsid w:val="005C58F9"/>
    <w:rsid w:val="005D4C9B"/>
    <w:rsid w:val="005F680E"/>
    <w:rsid w:val="005F6D36"/>
    <w:rsid w:val="00603A4E"/>
    <w:rsid w:val="00615224"/>
    <w:rsid w:val="00615F3E"/>
    <w:rsid w:val="0062137E"/>
    <w:rsid w:val="00625356"/>
    <w:rsid w:val="006305F3"/>
    <w:rsid w:val="00630CC1"/>
    <w:rsid w:val="006522D6"/>
    <w:rsid w:val="00664397"/>
    <w:rsid w:val="00673A3F"/>
    <w:rsid w:val="0067737D"/>
    <w:rsid w:val="00687454"/>
    <w:rsid w:val="006963CD"/>
    <w:rsid w:val="006D000D"/>
    <w:rsid w:val="006D1689"/>
    <w:rsid w:val="006D1B7F"/>
    <w:rsid w:val="006D5997"/>
    <w:rsid w:val="006D7924"/>
    <w:rsid w:val="006E0352"/>
    <w:rsid w:val="006E1698"/>
    <w:rsid w:val="006F33F5"/>
    <w:rsid w:val="006F5A49"/>
    <w:rsid w:val="00702A6A"/>
    <w:rsid w:val="00711EEB"/>
    <w:rsid w:val="00713DF1"/>
    <w:rsid w:val="00732096"/>
    <w:rsid w:val="007357DA"/>
    <w:rsid w:val="007420DA"/>
    <w:rsid w:val="007446D1"/>
    <w:rsid w:val="00744AF6"/>
    <w:rsid w:val="00744C21"/>
    <w:rsid w:val="00745F16"/>
    <w:rsid w:val="00750C22"/>
    <w:rsid w:val="0076433E"/>
    <w:rsid w:val="00765CA8"/>
    <w:rsid w:val="00770309"/>
    <w:rsid w:val="00777AB4"/>
    <w:rsid w:val="00783600"/>
    <w:rsid w:val="007851CA"/>
    <w:rsid w:val="00787FFE"/>
    <w:rsid w:val="00792A4E"/>
    <w:rsid w:val="0079324D"/>
    <w:rsid w:val="007937FD"/>
    <w:rsid w:val="007A0CCF"/>
    <w:rsid w:val="007A1B14"/>
    <w:rsid w:val="007B3540"/>
    <w:rsid w:val="007B5532"/>
    <w:rsid w:val="007C6B0C"/>
    <w:rsid w:val="007C70DF"/>
    <w:rsid w:val="007E4CCF"/>
    <w:rsid w:val="007E6ACF"/>
    <w:rsid w:val="007F6E72"/>
    <w:rsid w:val="0081793B"/>
    <w:rsid w:val="008204B1"/>
    <w:rsid w:val="00825B7D"/>
    <w:rsid w:val="008351C1"/>
    <w:rsid w:val="0083578E"/>
    <w:rsid w:val="00840ED7"/>
    <w:rsid w:val="0084196F"/>
    <w:rsid w:val="0084264E"/>
    <w:rsid w:val="00847DCC"/>
    <w:rsid w:val="00850923"/>
    <w:rsid w:val="00861AE9"/>
    <w:rsid w:val="00864750"/>
    <w:rsid w:val="008825EF"/>
    <w:rsid w:val="00884A8C"/>
    <w:rsid w:val="00896951"/>
    <w:rsid w:val="008A0E82"/>
    <w:rsid w:val="008A49D8"/>
    <w:rsid w:val="008A650F"/>
    <w:rsid w:val="008B2D23"/>
    <w:rsid w:val="008C65E4"/>
    <w:rsid w:val="008C6AF8"/>
    <w:rsid w:val="008C7452"/>
    <w:rsid w:val="008D1FEA"/>
    <w:rsid w:val="008D42C8"/>
    <w:rsid w:val="008D70C3"/>
    <w:rsid w:val="008E0568"/>
    <w:rsid w:val="008E2142"/>
    <w:rsid w:val="008E22F5"/>
    <w:rsid w:val="008E4338"/>
    <w:rsid w:val="009235AB"/>
    <w:rsid w:val="00925EDF"/>
    <w:rsid w:val="009261ED"/>
    <w:rsid w:val="00931A0C"/>
    <w:rsid w:val="00935741"/>
    <w:rsid w:val="00937875"/>
    <w:rsid w:val="00950846"/>
    <w:rsid w:val="009617E8"/>
    <w:rsid w:val="00963BCF"/>
    <w:rsid w:val="009652D7"/>
    <w:rsid w:val="00970AE7"/>
    <w:rsid w:val="00970AF6"/>
    <w:rsid w:val="00980549"/>
    <w:rsid w:val="0098407F"/>
    <w:rsid w:val="0099708C"/>
    <w:rsid w:val="009A2EA1"/>
    <w:rsid w:val="009A6280"/>
    <w:rsid w:val="009B4300"/>
    <w:rsid w:val="009D0717"/>
    <w:rsid w:val="009D3576"/>
    <w:rsid w:val="009D49D7"/>
    <w:rsid w:val="009D66B9"/>
    <w:rsid w:val="009D6CB7"/>
    <w:rsid w:val="009E094C"/>
    <w:rsid w:val="009E16C3"/>
    <w:rsid w:val="009E6883"/>
    <w:rsid w:val="009E7B90"/>
    <w:rsid w:val="009F00B7"/>
    <w:rsid w:val="009F36DF"/>
    <w:rsid w:val="00A11144"/>
    <w:rsid w:val="00A26A40"/>
    <w:rsid w:val="00A32D5F"/>
    <w:rsid w:val="00A34A33"/>
    <w:rsid w:val="00A40382"/>
    <w:rsid w:val="00A43E13"/>
    <w:rsid w:val="00A43EAA"/>
    <w:rsid w:val="00A60CBE"/>
    <w:rsid w:val="00A63816"/>
    <w:rsid w:val="00A660FC"/>
    <w:rsid w:val="00A6744D"/>
    <w:rsid w:val="00A740B9"/>
    <w:rsid w:val="00A76328"/>
    <w:rsid w:val="00A854E6"/>
    <w:rsid w:val="00A925AB"/>
    <w:rsid w:val="00AB6B10"/>
    <w:rsid w:val="00AD0626"/>
    <w:rsid w:val="00AE27DE"/>
    <w:rsid w:val="00AF1883"/>
    <w:rsid w:val="00AF27FE"/>
    <w:rsid w:val="00AF409F"/>
    <w:rsid w:val="00AF7E47"/>
    <w:rsid w:val="00B00F9E"/>
    <w:rsid w:val="00B01E74"/>
    <w:rsid w:val="00B14550"/>
    <w:rsid w:val="00B237C2"/>
    <w:rsid w:val="00B2659F"/>
    <w:rsid w:val="00B4567D"/>
    <w:rsid w:val="00B62190"/>
    <w:rsid w:val="00B65AE1"/>
    <w:rsid w:val="00B72366"/>
    <w:rsid w:val="00B76390"/>
    <w:rsid w:val="00B85229"/>
    <w:rsid w:val="00B85926"/>
    <w:rsid w:val="00B86C42"/>
    <w:rsid w:val="00B9070C"/>
    <w:rsid w:val="00B967D6"/>
    <w:rsid w:val="00BD4218"/>
    <w:rsid w:val="00BD68F4"/>
    <w:rsid w:val="00BF084B"/>
    <w:rsid w:val="00BF5710"/>
    <w:rsid w:val="00C0292C"/>
    <w:rsid w:val="00C02ADF"/>
    <w:rsid w:val="00C05CC9"/>
    <w:rsid w:val="00C06866"/>
    <w:rsid w:val="00C10E00"/>
    <w:rsid w:val="00C15F15"/>
    <w:rsid w:val="00C20910"/>
    <w:rsid w:val="00C224BE"/>
    <w:rsid w:val="00C26C37"/>
    <w:rsid w:val="00C331F4"/>
    <w:rsid w:val="00C33584"/>
    <w:rsid w:val="00C35681"/>
    <w:rsid w:val="00C41710"/>
    <w:rsid w:val="00C4389D"/>
    <w:rsid w:val="00C56887"/>
    <w:rsid w:val="00C7308B"/>
    <w:rsid w:val="00C77D84"/>
    <w:rsid w:val="00C807A3"/>
    <w:rsid w:val="00C83F7B"/>
    <w:rsid w:val="00C877B2"/>
    <w:rsid w:val="00C9433A"/>
    <w:rsid w:val="00C968C4"/>
    <w:rsid w:val="00C97476"/>
    <w:rsid w:val="00CA0BF6"/>
    <w:rsid w:val="00CA6CE8"/>
    <w:rsid w:val="00CC0DF5"/>
    <w:rsid w:val="00CC7456"/>
    <w:rsid w:val="00CD2829"/>
    <w:rsid w:val="00CD4B45"/>
    <w:rsid w:val="00CE3E5D"/>
    <w:rsid w:val="00CE66EE"/>
    <w:rsid w:val="00CF3B00"/>
    <w:rsid w:val="00CF472B"/>
    <w:rsid w:val="00CF4EF7"/>
    <w:rsid w:val="00D00B84"/>
    <w:rsid w:val="00D05910"/>
    <w:rsid w:val="00D34A1B"/>
    <w:rsid w:val="00D350D6"/>
    <w:rsid w:val="00D40130"/>
    <w:rsid w:val="00D431D4"/>
    <w:rsid w:val="00D61287"/>
    <w:rsid w:val="00D6189C"/>
    <w:rsid w:val="00D7533D"/>
    <w:rsid w:val="00D75E2B"/>
    <w:rsid w:val="00D77127"/>
    <w:rsid w:val="00D92407"/>
    <w:rsid w:val="00D92EA5"/>
    <w:rsid w:val="00D976B0"/>
    <w:rsid w:val="00DA56C1"/>
    <w:rsid w:val="00DB51A8"/>
    <w:rsid w:val="00DD4BB4"/>
    <w:rsid w:val="00DE17B6"/>
    <w:rsid w:val="00DE25B5"/>
    <w:rsid w:val="00DE6467"/>
    <w:rsid w:val="00DE74F4"/>
    <w:rsid w:val="00DF3D81"/>
    <w:rsid w:val="00DF6767"/>
    <w:rsid w:val="00DF7841"/>
    <w:rsid w:val="00E12AA1"/>
    <w:rsid w:val="00E14B9A"/>
    <w:rsid w:val="00E2289C"/>
    <w:rsid w:val="00E24AD4"/>
    <w:rsid w:val="00E272AE"/>
    <w:rsid w:val="00E31229"/>
    <w:rsid w:val="00E4194C"/>
    <w:rsid w:val="00E46851"/>
    <w:rsid w:val="00E46B9E"/>
    <w:rsid w:val="00E54A82"/>
    <w:rsid w:val="00E61366"/>
    <w:rsid w:val="00E623E0"/>
    <w:rsid w:val="00E63214"/>
    <w:rsid w:val="00E65768"/>
    <w:rsid w:val="00E82BB5"/>
    <w:rsid w:val="00E87C84"/>
    <w:rsid w:val="00E913AE"/>
    <w:rsid w:val="00E93816"/>
    <w:rsid w:val="00E93938"/>
    <w:rsid w:val="00EA0FA3"/>
    <w:rsid w:val="00EB1E7B"/>
    <w:rsid w:val="00EB3138"/>
    <w:rsid w:val="00EB55BB"/>
    <w:rsid w:val="00EB5F76"/>
    <w:rsid w:val="00EB5F7A"/>
    <w:rsid w:val="00EB7B95"/>
    <w:rsid w:val="00EC0C2D"/>
    <w:rsid w:val="00ED3A42"/>
    <w:rsid w:val="00ED698D"/>
    <w:rsid w:val="00ED7452"/>
    <w:rsid w:val="00EE0AB5"/>
    <w:rsid w:val="00EE7DF1"/>
    <w:rsid w:val="00EF5827"/>
    <w:rsid w:val="00EF6D38"/>
    <w:rsid w:val="00F12434"/>
    <w:rsid w:val="00F141F5"/>
    <w:rsid w:val="00F14FAD"/>
    <w:rsid w:val="00F1627B"/>
    <w:rsid w:val="00F16F13"/>
    <w:rsid w:val="00F21318"/>
    <w:rsid w:val="00F22276"/>
    <w:rsid w:val="00F2577A"/>
    <w:rsid w:val="00F33214"/>
    <w:rsid w:val="00F34498"/>
    <w:rsid w:val="00F4248D"/>
    <w:rsid w:val="00F45C2C"/>
    <w:rsid w:val="00F552C6"/>
    <w:rsid w:val="00F6102C"/>
    <w:rsid w:val="00F62E56"/>
    <w:rsid w:val="00F763DD"/>
    <w:rsid w:val="00F77F68"/>
    <w:rsid w:val="00F81C68"/>
    <w:rsid w:val="00F842D6"/>
    <w:rsid w:val="00F90E4B"/>
    <w:rsid w:val="00F93EE8"/>
    <w:rsid w:val="00FA3EB6"/>
    <w:rsid w:val="00FB6798"/>
    <w:rsid w:val="00FC4AE4"/>
    <w:rsid w:val="00FC7713"/>
    <w:rsid w:val="00FD0A44"/>
    <w:rsid w:val="00FE269E"/>
    <w:rsid w:val="00FE42E7"/>
    <w:rsid w:val="7F7BD3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20E5D"/>
  <w15:docId w15:val="{8CBA37C6-8D80-4D8A-B84B-4B81AFE66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nl-NL" w:eastAsia="en-US"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aliases w:val="Normaal"/>
    <w:qFormat/>
    <w:rsid w:val="00C06866"/>
    <w:pPr>
      <w:spacing w:after="0" w:line="240" w:lineRule="auto"/>
    </w:pPr>
  </w:style>
  <w:style w:type="paragraph" w:styleId="Kop1">
    <w:name w:val="heading 1"/>
    <w:aliases w:val="Topkop"/>
    <w:basedOn w:val="Standaard"/>
    <w:next w:val="Standaard"/>
    <w:link w:val="Kop1Char"/>
    <w:uiPriority w:val="9"/>
    <w:qFormat/>
    <w:rsid w:val="00F33214"/>
    <w:pPr>
      <w:keepNext/>
      <w:keepLines/>
      <w:jc w:val="left"/>
      <w:outlineLvl w:val="0"/>
    </w:pPr>
    <w:rPr>
      <w:rFonts w:eastAsiaTheme="majorEastAsia" w:cstheme="majorBidi"/>
      <w:b/>
      <w:bCs/>
      <w:color w:val="FBBA00"/>
      <w:sz w:val="32"/>
      <w:szCs w:val="20"/>
      <w:lang w:eastAsia="nl-NL"/>
    </w:rPr>
  </w:style>
  <w:style w:type="paragraph" w:styleId="Kop2">
    <w:name w:val="heading 2"/>
    <w:basedOn w:val="Standaard"/>
    <w:next w:val="Standaard"/>
    <w:link w:val="Kop2Char"/>
    <w:uiPriority w:val="9"/>
    <w:semiHidden/>
    <w:unhideWhenUsed/>
    <w:rsid w:val="003058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E93816"/>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31A0C"/>
    <w:rPr>
      <w:rFonts w:ascii="Tahoma" w:hAnsi="Tahoma" w:cs="Tahoma"/>
      <w:sz w:val="16"/>
      <w:szCs w:val="16"/>
    </w:rPr>
  </w:style>
  <w:style w:type="character" w:customStyle="1" w:styleId="BallontekstChar">
    <w:name w:val="Ballontekst Char"/>
    <w:basedOn w:val="Standaardalinea-lettertype"/>
    <w:link w:val="Ballontekst"/>
    <w:uiPriority w:val="99"/>
    <w:semiHidden/>
    <w:rsid w:val="00931A0C"/>
    <w:rPr>
      <w:rFonts w:ascii="Tahoma" w:hAnsi="Tahoma" w:cs="Tahoma"/>
      <w:sz w:val="16"/>
      <w:szCs w:val="16"/>
    </w:rPr>
  </w:style>
  <w:style w:type="table" w:styleId="Tabelraster">
    <w:name w:val="Table Grid"/>
    <w:basedOn w:val="Standaardtabel"/>
    <w:uiPriority w:val="59"/>
    <w:rsid w:val="00765CA8"/>
    <w:pPr>
      <w:spacing w:after="0" w:line="240" w:lineRule="auto"/>
      <w:jc w:val="left"/>
    </w:pPr>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tekst">
    <w:name w:val="header"/>
    <w:basedOn w:val="Standaard"/>
    <w:link w:val="KoptekstChar"/>
    <w:uiPriority w:val="99"/>
    <w:unhideWhenUsed/>
    <w:rsid w:val="001071C0"/>
    <w:pPr>
      <w:tabs>
        <w:tab w:val="center" w:pos="4536"/>
        <w:tab w:val="right" w:pos="9072"/>
      </w:tabs>
    </w:pPr>
  </w:style>
  <w:style w:type="character" w:customStyle="1" w:styleId="KoptekstChar">
    <w:name w:val="Koptekst Char"/>
    <w:basedOn w:val="Standaardalinea-lettertype"/>
    <w:link w:val="Koptekst"/>
    <w:uiPriority w:val="99"/>
    <w:rsid w:val="001071C0"/>
  </w:style>
  <w:style w:type="paragraph" w:styleId="Voettekst">
    <w:name w:val="footer"/>
    <w:basedOn w:val="Standaard"/>
    <w:link w:val="VoettekstChar"/>
    <w:uiPriority w:val="99"/>
    <w:unhideWhenUsed/>
    <w:rsid w:val="001071C0"/>
    <w:pPr>
      <w:tabs>
        <w:tab w:val="center" w:pos="4536"/>
        <w:tab w:val="right" w:pos="9072"/>
      </w:tabs>
    </w:pPr>
  </w:style>
  <w:style w:type="character" w:customStyle="1" w:styleId="VoettekstChar">
    <w:name w:val="Voettekst Char"/>
    <w:basedOn w:val="Standaardalinea-lettertype"/>
    <w:link w:val="Voettekst"/>
    <w:uiPriority w:val="99"/>
    <w:rsid w:val="001071C0"/>
  </w:style>
  <w:style w:type="paragraph" w:styleId="Lijstalinea">
    <w:name w:val="List Paragraph"/>
    <w:basedOn w:val="Standaard"/>
    <w:uiPriority w:val="34"/>
    <w:qFormat/>
    <w:rsid w:val="00305173"/>
    <w:pPr>
      <w:ind w:left="720"/>
    </w:pPr>
  </w:style>
  <w:style w:type="paragraph" w:styleId="Geenafstand">
    <w:name w:val="No Spacing"/>
    <w:uiPriority w:val="1"/>
    <w:rsid w:val="003058A6"/>
    <w:pPr>
      <w:spacing w:after="0" w:line="240" w:lineRule="auto"/>
    </w:pPr>
  </w:style>
  <w:style w:type="character" w:customStyle="1" w:styleId="Kop1Char">
    <w:name w:val="Kop 1 Char"/>
    <w:aliases w:val="Topkop Char"/>
    <w:basedOn w:val="Standaardalinea-lettertype"/>
    <w:link w:val="Kop1"/>
    <w:uiPriority w:val="9"/>
    <w:rsid w:val="00F33214"/>
    <w:rPr>
      <w:rFonts w:eastAsiaTheme="majorEastAsia" w:cstheme="majorBidi"/>
      <w:b/>
      <w:bCs/>
      <w:color w:val="FBBA00"/>
      <w:sz w:val="32"/>
      <w:szCs w:val="20"/>
      <w:lang w:eastAsia="nl-NL"/>
    </w:rPr>
  </w:style>
  <w:style w:type="character" w:customStyle="1" w:styleId="Kop2Char">
    <w:name w:val="Kop 2 Char"/>
    <w:basedOn w:val="Standaardalinea-lettertype"/>
    <w:link w:val="Kop2"/>
    <w:uiPriority w:val="9"/>
    <w:semiHidden/>
    <w:rsid w:val="003058A6"/>
    <w:rPr>
      <w:rFonts w:asciiTheme="majorHAnsi" w:eastAsiaTheme="majorEastAsia" w:hAnsiTheme="majorHAnsi" w:cstheme="majorBidi"/>
      <w:b/>
      <w:bCs/>
      <w:color w:val="4F81BD" w:themeColor="accent1"/>
      <w:sz w:val="26"/>
      <w:szCs w:val="26"/>
    </w:rPr>
  </w:style>
  <w:style w:type="paragraph" w:styleId="Titel">
    <w:name w:val="Title"/>
    <w:aliases w:val="Subkop"/>
    <w:basedOn w:val="Standaard"/>
    <w:next w:val="Standaard"/>
    <w:link w:val="TitelChar"/>
    <w:uiPriority w:val="10"/>
    <w:qFormat/>
    <w:rsid w:val="00C06866"/>
    <w:rPr>
      <w:rFonts w:eastAsiaTheme="majorEastAsia" w:cstheme="majorBidi"/>
      <w:b/>
      <w:color w:val="1DA6E7"/>
      <w:spacing w:val="5"/>
      <w:kern w:val="28"/>
      <w:szCs w:val="52"/>
    </w:rPr>
  </w:style>
  <w:style w:type="character" w:customStyle="1" w:styleId="TitelChar">
    <w:name w:val="Titel Char"/>
    <w:aliases w:val="Subkop Char"/>
    <w:basedOn w:val="Standaardalinea-lettertype"/>
    <w:link w:val="Titel"/>
    <w:uiPriority w:val="10"/>
    <w:rsid w:val="00C06866"/>
    <w:rPr>
      <w:rFonts w:eastAsiaTheme="majorEastAsia" w:cstheme="majorBidi"/>
      <w:b/>
      <w:color w:val="1DA6E7"/>
      <w:spacing w:val="5"/>
      <w:kern w:val="28"/>
      <w:szCs w:val="52"/>
    </w:rPr>
  </w:style>
  <w:style w:type="paragraph" w:styleId="Ondertitel">
    <w:name w:val="Subtitle"/>
    <w:basedOn w:val="Standaard"/>
    <w:next w:val="Standaard"/>
    <w:link w:val="OndertitelChar"/>
    <w:uiPriority w:val="11"/>
    <w:qFormat/>
    <w:rsid w:val="00FB679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B6798"/>
    <w:rPr>
      <w:rFonts w:asciiTheme="majorHAnsi" w:eastAsiaTheme="majorEastAsia" w:hAnsiTheme="majorHAnsi" w:cstheme="majorBidi"/>
      <w:i/>
      <w:iCs/>
      <w:color w:val="4F81BD" w:themeColor="accent1"/>
      <w:spacing w:val="15"/>
      <w:sz w:val="24"/>
      <w:szCs w:val="24"/>
    </w:rPr>
  </w:style>
  <w:style w:type="paragraph" w:customStyle="1" w:styleId="Subsubkop">
    <w:name w:val="Subsubkop"/>
    <w:basedOn w:val="Standaard"/>
    <w:link w:val="SubsubkopChar"/>
    <w:qFormat/>
    <w:rsid w:val="00787FFE"/>
    <w:rPr>
      <w:i/>
      <w:color w:val="E74500"/>
    </w:rPr>
  </w:style>
  <w:style w:type="character" w:customStyle="1" w:styleId="SubsubkopChar">
    <w:name w:val="Subsubkop Char"/>
    <w:basedOn w:val="Standaardalinea-lettertype"/>
    <w:link w:val="Subsubkop"/>
    <w:rsid w:val="00787FFE"/>
    <w:rPr>
      <w:i/>
      <w:color w:val="E74500"/>
    </w:rPr>
  </w:style>
  <w:style w:type="paragraph" w:styleId="Voetnoottekst">
    <w:name w:val="footnote text"/>
    <w:basedOn w:val="Standaard"/>
    <w:link w:val="VoetnoottekstChar"/>
    <w:uiPriority w:val="99"/>
    <w:semiHidden/>
    <w:unhideWhenUsed/>
    <w:rsid w:val="006E1698"/>
    <w:rPr>
      <w:sz w:val="20"/>
      <w:szCs w:val="20"/>
    </w:rPr>
  </w:style>
  <w:style w:type="character" w:customStyle="1" w:styleId="VoetnoottekstChar">
    <w:name w:val="Voetnoottekst Char"/>
    <w:basedOn w:val="Standaardalinea-lettertype"/>
    <w:link w:val="Voetnoottekst"/>
    <w:uiPriority w:val="99"/>
    <w:semiHidden/>
    <w:rsid w:val="006E1698"/>
    <w:rPr>
      <w:sz w:val="20"/>
      <w:szCs w:val="20"/>
    </w:rPr>
  </w:style>
  <w:style w:type="character" w:styleId="Voetnootmarkering">
    <w:name w:val="footnote reference"/>
    <w:basedOn w:val="Standaardalinea-lettertype"/>
    <w:uiPriority w:val="99"/>
    <w:semiHidden/>
    <w:unhideWhenUsed/>
    <w:rsid w:val="006E1698"/>
    <w:rPr>
      <w:vertAlign w:val="superscript"/>
    </w:rPr>
  </w:style>
  <w:style w:type="character" w:styleId="Hyperlink">
    <w:name w:val="Hyperlink"/>
    <w:basedOn w:val="Standaardalinea-lettertype"/>
    <w:uiPriority w:val="99"/>
    <w:unhideWhenUsed/>
    <w:rsid w:val="006E1698"/>
    <w:rPr>
      <w:color w:val="0000FF" w:themeColor="hyperlink"/>
      <w:u w:val="single"/>
    </w:rPr>
  </w:style>
  <w:style w:type="paragraph" w:styleId="Normaalweb">
    <w:name w:val="Normal (Web)"/>
    <w:basedOn w:val="Standaard"/>
    <w:uiPriority w:val="99"/>
    <w:semiHidden/>
    <w:unhideWhenUsed/>
    <w:rsid w:val="00A34A33"/>
    <w:pPr>
      <w:spacing w:before="100" w:beforeAutospacing="1" w:after="100" w:afterAutospacing="1"/>
      <w:jc w:val="left"/>
    </w:pPr>
    <w:rPr>
      <w:rFonts w:ascii="Times New Roman" w:eastAsia="Times New Roman" w:hAnsi="Times New Roman" w:cs="Times New Roman"/>
      <w:sz w:val="24"/>
      <w:szCs w:val="24"/>
      <w:lang w:eastAsia="nl-NL"/>
    </w:rPr>
  </w:style>
  <w:style w:type="character" w:styleId="Tekstvantijdelijkeaanduiding">
    <w:name w:val="Placeholder Text"/>
    <w:basedOn w:val="Standaardalinea-lettertype"/>
    <w:uiPriority w:val="99"/>
    <w:semiHidden/>
    <w:rsid w:val="002B19A1"/>
    <w:rPr>
      <w:color w:val="808080"/>
    </w:rPr>
  </w:style>
  <w:style w:type="character" w:customStyle="1" w:styleId="Kop3Char">
    <w:name w:val="Kop 3 Char"/>
    <w:basedOn w:val="Standaardalinea-lettertype"/>
    <w:link w:val="Kop3"/>
    <w:uiPriority w:val="9"/>
    <w:semiHidden/>
    <w:rsid w:val="00E93816"/>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5988347">
      <w:bodyDiv w:val="1"/>
      <w:marLeft w:val="0"/>
      <w:marRight w:val="0"/>
      <w:marTop w:val="0"/>
      <w:marBottom w:val="0"/>
      <w:divBdr>
        <w:top w:val="none" w:sz="0" w:space="0" w:color="auto"/>
        <w:left w:val="none" w:sz="0" w:space="0" w:color="auto"/>
        <w:bottom w:val="none" w:sz="0" w:space="0" w:color="auto"/>
        <w:right w:val="none" w:sz="0" w:space="0" w:color="auto"/>
      </w:divBdr>
    </w:div>
    <w:div w:id="2023891535">
      <w:bodyDiv w:val="1"/>
      <w:marLeft w:val="0"/>
      <w:marRight w:val="0"/>
      <w:marTop w:val="0"/>
      <w:marBottom w:val="0"/>
      <w:divBdr>
        <w:top w:val="none" w:sz="0" w:space="0" w:color="auto"/>
        <w:left w:val="none" w:sz="0" w:space="0" w:color="auto"/>
        <w:bottom w:val="none" w:sz="0" w:space="0" w:color="auto"/>
        <w:right w:val="none" w:sz="0" w:space="0" w:color="auto"/>
      </w:divBdr>
      <w:divsChild>
        <w:div w:id="1099184091">
          <w:marLeft w:val="0"/>
          <w:marRight w:val="0"/>
          <w:marTop w:val="0"/>
          <w:marBottom w:val="0"/>
          <w:divBdr>
            <w:top w:val="none" w:sz="0" w:space="0" w:color="auto"/>
            <w:left w:val="none" w:sz="0" w:space="0" w:color="auto"/>
            <w:bottom w:val="none" w:sz="0" w:space="0" w:color="auto"/>
            <w:right w:val="none" w:sz="0" w:space="0" w:color="auto"/>
          </w:divBdr>
          <w:divsChild>
            <w:div w:id="446201349">
              <w:marLeft w:val="0"/>
              <w:marRight w:val="0"/>
              <w:marTop w:val="0"/>
              <w:marBottom w:val="0"/>
              <w:divBdr>
                <w:top w:val="none" w:sz="0" w:space="0" w:color="auto"/>
                <w:left w:val="none" w:sz="0" w:space="0" w:color="auto"/>
                <w:bottom w:val="none" w:sz="0" w:space="0" w:color="auto"/>
                <w:right w:val="none" w:sz="0" w:space="0" w:color="auto"/>
              </w:divBdr>
              <w:divsChild>
                <w:div w:id="1256210834">
                  <w:marLeft w:val="0"/>
                  <w:marRight w:val="0"/>
                  <w:marTop w:val="0"/>
                  <w:marBottom w:val="0"/>
                  <w:divBdr>
                    <w:top w:val="none" w:sz="0" w:space="0" w:color="auto"/>
                    <w:left w:val="none" w:sz="0" w:space="0" w:color="auto"/>
                    <w:bottom w:val="none" w:sz="0" w:space="0" w:color="auto"/>
                    <w:right w:val="none" w:sz="0" w:space="0" w:color="auto"/>
                  </w:divBdr>
                  <w:divsChild>
                    <w:div w:id="849370963">
                      <w:marLeft w:val="0"/>
                      <w:marRight w:val="0"/>
                      <w:marTop w:val="0"/>
                      <w:marBottom w:val="0"/>
                      <w:divBdr>
                        <w:top w:val="none" w:sz="0" w:space="0" w:color="auto"/>
                        <w:left w:val="none" w:sz="0" w:space="0" w:color="auto"/>
                        <w:bottom w:val="none" w:sz="0" w:space="0" w:color="auto"/>
                        <w:right w:val="none" w:sz="0" w:space="0" w:color="auto"/>
                      </w:divBdr>
                      <w:divsChild>
                        <w:div w:id="1939484887">
                          <w:marLeft w:val="0"/>
                          <w:marRight w:val="0"/>
                          <w:marTop w:val="0"/>
                          <w:marBottom w:val="0"/>
                          <w:divBdr>
                            <w:top w:val="none" w:sz="0" w:space="0" w:color="auto"/>
                            <w:left w:val="none" w:sz="0" w:space="0" w:color="auto"/>
                            <w:bottom w:val="none" w:sz="0" w:space="0" w:color="auto"/>
                            <w:right w:val="none" w:sz="0" w:space="0" w:color="auto"/>
                          </w:divBdr>
                          <w:divsChild>
                            <w:div w:id="2132703715">
                              <w:marLeft w:val="0"/>
                              <w:marRight w:val="0"/>
                              <w:marTop w:val="0"/>
                              <w:marBottom w:val="0"/>
                              <w:divBdr>
                                <w:top w:val="none" w:sz="0" w:space="0" w:color="auto"/>
                                <w:left w:val="none" w:sz="0" w:space="0" w:color="auto"/>
                                <w:bottom w:val="none" w:sz="0" w:space="0" w:color="auto"/>
                                <w:right w:val="none" w:sz="0" w:space="0" w:color="auto"/>
                              </w:divBdr>
                              <w:divsChild>
                                <w:div w:id="657540775">
                                  <w:marLeft w:val="0"/>
                                  <w:marRight w:val="0"/>
                                  <w:marTop w:val="0"/>
                                  <w:marBottom w:val="0"/>
                                  <w:divBdr>
                                    <w:top w:val="none" w:sz="0" w:space="0" w:color="auto"/>
                                    <w:left w:val="none" w:sz="0" w:space="0" w:color="auto"/>
                                    <w:bottom w:val="none" w:sz="0" w:space="0" w:color="auto"/>
                                    <w:right w:val="none" w:sz="0" w:space="0" w:color="auto"/>
                                  </w:divBdr>
                                </w:div>
                              </w:divsChild>
                            </w:div>
                            <w:div w:id="2070490675">
                              <w:marLeft w:val="0"/>
                              <w:marRight w:val="0"/>
                              <w:marTop w:val="0"/>
                              <w:marBottom w:val="0"/>
                              <w:divBdr>
                                <w:top w:val="none" w:sz="0" w:space="0" w:color="auto"/>
                                <w:left w:val="none" w:sz="0" w:space="0" w:color="auto"/>
                                <w:bottom w:val="none" w:sz="0" w:space="0" w:color="auto"/>
                                <w:right w:val="none" w:sz="0" w:space="0" w:color="auto"/>
                              </w:divBdr>
                              <w:divsChild>
                                <w:div w:id="48983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2313">
                      <w:marLeft w:val="0"/>
                      <w:marRight w:val="0"/>
                      <w:marTop w:val="0"/>
                      <w:marBottom w:val="0"/>
                      <w:divBdr>
                        <w:top w:val="none" w:sz="0" w:space="0" w:color="auto"/>
                        <w:left w:val="none" w:sz="0" w:space="0" w:color="auto"/>
                        <w:bottom w:val="none" w:sz="0" w:space="0" w:color="auto"/>
                        <w:right w:val="none" w:sz="0" w:space="0" w:color="auto"/>
                      </w:divBdr>
                      <w:divsChild>
                        <w:div w:id="1600406726">
                          <w:marLeft w:val="0"/>
                          <w:marRight w:val="0"/>
                          <w:marTop w:val="0"/>
                          <w:marBottom w:val="0"/>
                          <w:divBdr>
                            <w:top w:val="none" w:sz="0" w:space="0" w:color="auto"/>
                            <w:left w:val="none" w:sz="0" w:space="0" w:color="auto"/>
                            <w:bottom w:val="none" w:sz="0" w:space="0" w:color="auto"/>
                            <w:right w:val="none" w:sz="0" w:space="0" w:color="auto"/>
                          </w:divBdr>
                          <w:divsChild>
                            <w:div w:id="1177312261">
                              <w:marLeft w:val="0"/>
                              <w:marRight w:val="0"/>
                              <w:marTop w:val="0"/>
                              <w:marBottom w:val="0"/>
                              <w:divBdr>
                                <w:top w:val="none" w:sz="0" w:space="0" w:color="auto"/>
                                <w:left w:val="none" w:sz="0" w:space="0" w:color="auto"/>
                                <w:bottom w:val="none" w:sz="0" w:space="0" w:color="auto"/>
                                <w:right w:val="none" w:sz="0" w:space="0" w:color="auto"/>
                              </w:divBdr>
                              <w:divsChild>
                                <w:div w:id="1920091643">
                                  <w:marLeft w:val="0"/>
                                  <w:marRight w:val="0"/>
                                  <w:marTop w:val="0"/>
                                  <w:marBottom w:val="0"/>
                                  <w:divBdr>
                                    <w:top w:val="none" w:sz="0" w:space="0" w:color="auto"/>
                                    <w:left w:val="none" w:sz="0" w:space="0" w:color="auto"/>
                                    <w:bottom w:val="none" w:sz="0" w:space="0" w:color="auto"/>
                                    <w:right w:val="none" w:sz="0" w:space="0" w:color="auto"/>
                                  </w:divBdr>
                                  <w:divsChild>
                                    <w:div w:id="480654950">
                                      <w:marLeft w:val="0"/>
                                      <w:marRight w:val="0"/>
                                      <w:marTop w:val="0"/>
                                      <w:marBottom w:val="0"/>
                                      <w:divBdr>
                                        <w:top w:val="none" w:sz="0" w:space="0" w:color="auto"/>
                                        <w:left w:val="none" w:sz="0" w:space="0" w:color="auto"/>
                                        <w:bottom w:val="none" w:sz="0" w:space="0" w:color="auto"/>
                                        <w:right w:val="none" w:sz="0" w:space="0" w:color="auto"/>
                                      </w:divBdr>
                                      <w:divsChild>
                                        <w:div w:id="2016230071">
                                          <w:marLeft w:val="0"/>
                                          <w:marRight w:val="0"/>
                                          <w:marTop w:val="0"/>
                                          <w:marBottom w:val="0"/>
                                          <w:divBdr>
                                            <w:top w:val="none" w:sz="0" w:space="0" w:color="auto"/>
                                            <w:left w:val="none" w:sz="0" w:space="0" w:color="auto"/>
                                            <w:bottom w:val="none" w:sz="0" w:space="0" w:color="auto"/>
                                            <w:right w:val="none" w:sz="0" w:space="0" w:color="auto"/>
                                          </w:divBdr>
                                          <w:divsChild>
                                            <w:div w:id="826819138">
                                              <w:marLeft w:val="0"/>
                                              <w:marRight w:val="0"/>
                                              <w:marTop w:val="0"/>
                                              <w:marBottom w:val="0"/>
                                              <w:divBdr>
                                                <w:top w:val="none" w:sz="0" w:space="0" w:color="auto"/>
                                                <w:left w:val="none" w:sz="0" w:space="0" w:color="auto"/>
                                                <w:bottom w:val="none" w:sz="0" w:space="0" w:color="auto"/>
                                                <w:right w:val="none" w:sz="0" w:space="0" w:color="auto"/>
                                              </w:divBdr>
                                              <w:divsChild>
                                                <w:div w:id="213541249">
                                                  <w:marLeft w:val="0"/>
                                                  <w:marRight w:val="0"/>
                                                  <w:marTop w:val="0"/>
                                                  <w:marBottom w:val="0"/>
                                                  <w:divBdr>
                                                    <w:top w:val="none" w:sz="0" w:space="0" w:color="auto"/>
                                                    <w:left w:val="none" w:sz="0" w:space="0" w:color="auto"/>
                                                    <w:bottom w:val="none" w:sz="0" w:space="0" w:color="auto"/>
                                                    <w:right w:val="none" w:sz="0" w:space="0" w:color="auto"/>
                                                  </w:divBdr>
                                                  <w:divsChild>
                                                    <w:div w:id="9590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8727528">
          <w:marLeft w:val="0"/>
          <w:marRight w:val="0"/>
          <w:marTop w:val="0"/>
          <w:marBottom w:val="0"/>
          <w:divBdr>
            <w:top w:val="none" w:sz="0" w:space="0" w:color="auto"/>
            <w:left w:val="none" w:sz="0" w:space="0" w:color="auto"/>
            <w:bottom w:val="none" w:sz="0" w:space="0" w:color="auto"/>
            <w:right w:val="none" w:sz="0" w:space="0" w:color="auto"/>
          </w:divBdr>
        </w:div>
        <w:div w:id="1836922527">
          <w:marLeft w:val="0"/>
          <w:marRight w:val="0"/>
          <w:marTop w:val="0"/>
          <w:marBottom w:val="0"/>
          <w:divBdr>
            <w:top w:val="none" w:sz="0" w:space="0" w:color="auto"/>
            <w:left w:val="none" w:sz="0" w:space="0" w:color="auto"/>
            <w:bottom w:val="none" w:sz="0" w:space="0" w:color="auto"/>
            <w:right w:val="none" w:sz="0" w:space="0" w:color="auto"/>
          </w:divBdr>
          <w:divsChild>
            <w:div w:id="1362590551">
              <w:marLeft w:val="0"/>
              <w:marRight w:val="0"/>
              <w:marTop w:val="0"/>
              <w:marBottom w:val="0"/>
              <w:divBdr>
                <w:top w:val="none" w:sz="0" w:space="0" w:color="auto"/>
                <w:left w:val="none" w:sz="0" w:space="0" w:color="auto"/>
                <w:bottom w:val="none" w:sz="0" w:space="0" w:color="auto"/>
                <w:right w:val="none" w:sz="0" w:space="0" w:color="auto"/>
              </w:divBdr>
              <w:divsChild>
                <w:div w:id="41374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039427">
          <w:marLeft w:val="0"/>
          <w:marRight w:val="0"/>
          <w:marTop w:val="0"/>
          <w:marBottom w:val="0"/>
          <w:divBdr>
            <w:top w:val="none" w:sz="0" w:space="0" w:color="auto"/>
            <w:left w:val="none" w:sz="0" w:space="0" w:color="auto"/>
            <w:bottom w:val="none" w:sz="0" w:space="0" w:color="auto"/>
            <w:right w:val="none" w:sz="0" w:space="0" w:color="auto"/>
          </w:divBdr>
        </w:div>
        <w:div w:id="334461789">
          <w:marLeft w:val="0"/>
          <w:marRight w:val="0"/>
          <w:marTop w:val="45"/>
          <w:marBottom w:val="0"/>
          <w:divBdr>
            <w:top w:val="none" w:sz="0" w:space="0" w:color="auto"/>
            <w:left w:val="none" w:sz="0" w:space="0" w:color="auto"/>
            <w:bottom w:val="none" w:sz="0" w:space="0" w:color="auto"/>
            <w:right w:val="none" w:sz="0" w:space="0" w:color="auto"/>
          </w:divBdr>
          <w:divsChild>
            <w:div w:id="594287955">
              <w:marLeft w:val="0"/>
              <w:marRight w:val="0"/>
              <w:marTop w:val="0"/>
              <w:marBottom w:val="0"/>
              <w:divBdr>
                <w:top w:val="none" w:sz="0" w:space="0" w:color="auto"/>
                <w:left w:val="none" w:sz="0" w:space="0" w:color="auto"/>
                <w:bottom w:val="none" w:sz="0" w:space="0" w:color="auto"/>
                <w:right w:val="none" w:sz="0" w:space="0" w:color="auto"/>
              </w:divBdr>
              <w:divsChild>
                <w:div w:id="715392712">
                  <w:marLeft w:val="0"/>
                  <w:marRight w:val="0"/>
                  <w:marTop w:val="0"/>
                  <w:marBottom w:val="0"/>
                  <w:divBdr>
                    <w:top w:val="none" w:sz="0" w:space="0" w:color="auto"/>
                    <w:left w:val="none" w:sz="0" w:space="0" w:color="auto"/>
                    <w:bottom w:val="none" w:sz="0" w:space="0" w:color="auto"/>
                    <w:right w:val="none" w:sz="0" w:space="0" w:color="auto"/>
                  </w:divBdr>
                  <w:divsChild>
                    <w:div w:id="581448538">
                      <w:marLeft w:val="0"/>
                      <w:marRight w:val="0"/>
                      <w:marTop w:val="0"/>
                      <w:marBottom w:val="0"/>
                      <w:divBdr>
                        <w:top w:val="none" w:sz="0" w:space="0" w:color="auto"/>
                        <w:left w:val="none" w:sz="0" w:space="0" w:color="auto"/>
                        <w:bottom w:val="none" w:sz="0" w:space="0" w:color="auto"/>
                        <w:right w:val="none" w:sz="0" w:space="0" w:color="auto"/>
                      </w:divBdr>
                      <w:divsChild>
                        <w:div w:id="1884630130">
                          <w:marLeft w:val="0"/>
                          <w:marRight w:val="0"/>
                          <w:marTop w:val="0"/>
                          <w:marBottom w:val="0"/>
                          <w:divBdr>
                            <w:top w:val="none" w:sz="0" w:space="0" w:color="auto"/>
                            <w:left w:val="none" w:sz="0" w:space="0" w:color="auto"/>
                            <w:bottom w:val="none" w:sz="0" w:space="0" w:color="auto"/>
                            <w:right w:val="none" w:sz="0" w:space="0" w:color="auto"/>
                          </w:divBdr>
                          <w:divsChild>
                            <w:div w:id="379090655">
                              <w:marLeft w:val="0"/>
                              <w:marRight w:val="0"/>
                              <w:marTop w:val="0"/>
                              <w:marBottom w:val="0"/>
                              <w:divBdr>
                                <w:top w:val="none" w:sz="0" w:space="0" w:color="auto"/>
                                <w:left w:val="none" w:sz="0" w:space="0" w:color="auto"/>
                                <w:bottom w:val="none" w:sz="0" w:space="0" w:color="auto"/>
                                <w:right w:val="none" w:sz="0" w:space="0" w:color="auto"/>
                              </w:divBdr>
                              <w:divsChild>
                                <w:div w:id="1010252057">
                                  <w:marLeft w:val="0"/>
                                  <w:marRight w:val="0"/>
                                  <w:marTop w:val="0"/>
                                  <w:marBottom w:val="0"/>
                                  <w:divBdr>
                                    <w:top w:val="none" w:sz="0" w:space="0" w:color="auto"/>
                                    <w:left w:val="none" w:sz="0" w:space="0" w:color="auto"/>
                                    <w:bottom w:val="none" w:sz="0" w:space="0" w:color="auto"/>
                                    <w:right w:val="none" w:sz="0" w:space="0" w:color="auto"/>
                                  </w:divBdr>
                                  <w:divsChild>
                                    <w:div w:id="86475033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007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kyDrive\Ichthu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4B901-9C00-4D4A-B243-B93F93331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Ichthus template</Template>
  <TotalTime>27</TotalTime>
  <Pages>5</Pages>
  <Words>930</Words>
  <Characters>5121</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GBateau</dc:creator>
  <cp:lastModifiedBy>Kasper Bodegom</cp:lastModifiedBy>
  <cp:revision>6</cp:revision>
  <cp:lastPrinted>2017-03-04T15:16:00Z</cp:lastPrinted>
  <dcterms:created xsi:type="dcterms:W3CDTF">2017-03-04T15:21:00Z</dcterms:created>
  <dcterms:modified xsi:type="dcterms:W3CDTF">2018-03-29T12:34:00Z</dcterms:modified>
</cp:coreProperties>
</file>