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6"/>
        <w:gridCol w:w="414"/>
        <w:gridCol w:w="6740"/>
      </w:tblGrid>
      <w:tr w:rsidR="00765CA8" w:rsidRPr="00FE5A73" w14:paraId="515A6DD2" w14:textId="77777777" w:rsidTr="003F3A57">
        <w:tc>
          <w:tcPr>
            <w:tcW w:w="2127" w:type="dxa"/>
            <w:vAlign w:val="center"/>
          </w:tcPr>
          <w:p w14:paraId="1EE92328" w14:textId="266CCB19"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56165207" w:rsidR="00765CA8" w:rsidRPr="003F205F" w:rsidRDefault="00E2289C" w:rsidP="00D350D6">
            <w:pPr>
              <w:pStyle w:val="Kop1"/>
              <w:outlineLvl w:val="0"/>
              <w:rPr>
                <w:rFonts w:ascii="Arial" w:hAnsi="Arial" w:cs="Arial"/>
                <w:color w:val="00B050"/>
              </w:rPr>
            </w:pPr>
            <w:r>
              <w:rPr>
                <w:rFonts w:ascii="Arial" w:hAnsi="Arial" w:cs="Arial"/>
                <w:color w:val="00B050"/>
              </w:rPr>
              <w:t>Onderzoek voedselvoorkeur</w:t>
            </w:r>
            <w:r w:rsidR="00847DCC" w:rsidRPr="00EB1E7B">
              <w:rPr>
                <w:rFonts w:ascii="Arial" w:hAnsi="Arial" w:cs="Arial"/>
                <w:color w:val="00B050"/>
              </w:rPr>
              <w:t xml:space="preserve"> </w:t>
            </w:r>
            <w:r w:rsidR="00D350D6" w:rsidRPr="00EB1E7B">
              <w:rPr>
                <w:rFonts w:ascii="Arial" w:hAnsi="Arial" w:cs="Arial"/>
                <w:color w:val="00B050"/>
              </w:rPr>
              <w:t xml:space="preserve">-  </w:t>
            </w:r>
            <w:r>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36B84304" w:rsidR="00C06866" w:rsidRPr="002E3A02" w:rsidRDefault="00C06866" w:rsidP="00C06866">
            <w:pPr>
              <w:pStyle w:val="Kop1"/>
              <w:outlineLvl w:val="0"/>
              <w:rPr>
                <w:sz w:val="22"/>
                <w:szCs w:val="22"/>
              </w:rPr>
            </w:pPr>
            <w:bookmarkStart w:id="0" w:name="_GoBack"/>
            <w:bookmarkEnd w:id="0"/>
          </w:p>
        </w:tc>
      </w:tr>
    </w:tbl>
    <w:p w14:paraId="34766D14" w14:textId="77777777" w:rsidR="003058A6" w:rsidRDefault="003058A6" w:rsidP="003058A6"/>
    <w:p w14:paraId="2DA9967C" w14:textId="77777777" w:rsidR="00FD0A44" w:rsidRDefault="00847DCC" w:rsidP="00C06866">
      <w:pPr>
        <w:pStyle w:val="Titel"/>
      </w:pPr>
      <w:r>
        <w:t xml:space="preserve">Doel van het onderzoek </w:t>
      </w:r>
    </w:p>
    <w:p w14:paraId="5512D1CE" w14:textId="4EFFE382" w:rsidR="00F21318" w:rsidRDefault="00E2289C" w:rsidP="00271002">
      <w:pPr>
        <w:rPr>
          <w:color w:val="92D050"/>
        </w:rPr>
      </w:pPr>
      <w:r>
        <w:rPr>
          <w:color w:val="92D050"/>
        </w:rPr>
        <w:t>Mensen met een huisdier weten het vaak wel: ‘Het konijn Pluisje eet het liefst wortel en hond Kees lust alleen maar kip’. Maar weet je dit als baasje dit eigenlijk</w:t>
      </w:r>
      <w:r w:rsidR="006D7924">
        <w:rPr>
          <w:color w:val="92D050"/>
        </w:rPr>
        <w:t xml:space="preserve"> wel zeker? Vaak hebben ze hier niet echt betrouwbaar onderzoek na gedaan. </w:t>
      </w:r>
    </w:p>
    <w:p w14:paraId="5DEDD8FC" w14:textId="706ED183" w:rsidR="00E2289C" w:rsidRPr="00E2289C" w:rsidRDefault="00116552" w:rsidP="00271002">
      <w:pPr>
        <w:rPr>
          <w:color w:val="92D050"/>
        </w:rPr>
      </w:pPr>
      <w:r>
        <w:rPr>
          <w:color w:val="92D050"/>
        </w:rPr>
        <w:t xml:space="preserve">Je gaat onderzoek doen naar de voedselvoorkeur van een (huis)dier. Je gaat hierbij een betrouwbaar onderzoek opstellen. Dus een keer aan je hond vragen of hij een worstje lust, is niet zo betrouwbaar.  Denk dus goed na over een methode die je gaat gebruiken, zodat je uitsluitsel kunt geven over voedselvoorkeuren. </w:t>
      </w:r>
    </w:p>
    <w:p w14:paraId="11696352" w14:textId="1E04BA53" w:rsidR="00F21318" w:rsidRDefault="00116552" w:rsidP="00F21318">
      <w:pPr>
        <w:pStyle w:val="Titel"/>
        <w:rPr>
          <w:color w:val="92D050"/>
        </w:rPr>
      </w:pPr>
      <w:r>
        <w:rPr>
          <w:color w:val="92D050"/>
        </w:rPr>
        <w:t>In dit onderzoek ga je een onderzoek voorbereiden, uitvoeren en presenteren.</w:t>
      </w:r>
    </w:p>
    <w:p w14:paraId="07E78078" w14:textId="77777777" w:rsidR="00116552" w:rsidRPr="00116552" w:rsidRDefault="00116552" w:rsidP="00116552"/>
    <w:p w14:paraId="52338867" w14:textId="77777777" w:rsidR="00116552" w:rsidRDefault="00116552" w:rsidP="00116552"/>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47CC3AB6" w14:textId="4649E081" w:rsidR="00D350D6"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61415D4B"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66D4D28D" w:rsidR="00E2289C" w:rsidRDefault="00E2289C" w:rsidP="000D64E0">
      <w:pPr>
        <w:pStyle w:val="Lijstalinea"/>
        <w:numPr>
          <w:ilvl w:val="0"/>
          <w:numId w:val="27"/>
        </w:numPr>
      </w:pPr>
      <w:r>
        <w:t xml:space="preserve">Je maakt vervolgens een pakkende presentatie van je onderzoeksresultaten. Bedenk dat het dus misschien handig is, om bijv. beeldmateriaal te hebben. </w:t>
      </w:r>
      <w:r w:rsidR="006D7924">
        <w:t xml:space="preserve"> Leg in je presentatie uit over welk deel van de gedragsbiologie je onderzoek gaat. Geef een korte uitleg over in je presentatie. </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6A095FAA" w14:textId="30D9B6A1" w:rsidR="000D64E0" w:rsidRDefault="00E2289C" w:rsidP="000D64E0">
      <w:pPr>
        <w:pStyle w:val="Lijstalinea"/>
        <w:numPr>
          <w:ilvl w:val="0"/>
          <w:numId w:val="36"/>
        </w:numPr>
        <w:jc w:val="left"/>
        <w:rPr>
          <w:color w:val="00B050"/>
        </w:rPr>
      </w:pPr>
      <w:r>
        <w:rPr>
          <w:color w:val="00B050"/>
        </w:rPr>
        <w:lastRenderedPageBreak/>
        <w:t>Wat eet dit dier zelf in een natuurlijke omgeving?</w:t>
      </w:r>
    </w:p>
    <w:p w14:paraId="2B3FFDCE" w14:textId="6A6B3D88" w:rsidR="00E2289C" w:rsidRDefault="00E2289C" w:rsidP="000D64E0">
      <w:pPr>
        <w:pStyle w:val="Lijstalinea"/>
        <w:numPr>
          <w:ilvl w:val="0"/>
          <w:numId w:val="36"/>
        </w:numPr>
        <w:jc w:val="left"/>
        <w:rPr>
          <w:color w:val="00B050"/>
        </w:rPr>
      </w:pPr>
      <w:r>
        <w:rPr>
          <w:color w:val="00B050"/>
        </w:rPr>
        <w:t>Hoeveel eet het dier?</w:t>
      </w:r>
    </w:p>
    <w:p w14:paraId="50F88DF8" w14:textId="59CBF1C5" w:rsidR="00E2289C" w:rsidRDefault="00E2289C" w:rsidP="000D64E0">
      <w:pPr>
        <w:pStyle w:val="Lijstalinea"/>
        <w:numPr>
          <w:ilvl w:val="0"/>
          <w:numId w:val="36"/>
        </w:numPr>
        <w:jc w:val="left"/>
        <w:rPr>
          <w:color w:val="00B050"/>
        </w:rPr>
      </w:pPr>
      <w:r>
        <w:rPr>
          <w:color w:val="00B050"/>
        </w:rPr>
        <w:t>Hoe ziet zijn foerageergedrag eruit?</w:t>
      </w:r>
    </w:p>
    <w:p w14:paraId="07D3D358" w14:textId="42AD8DCC" w:rsidR="00E2289C" w:rsidRDefault="00E2289C" w:rsidP="000D64E0">
      <w:pPr>
        <w:pStyle w:val="Lijstalinea"/>
        <w:numPr>
          <w:ilvl w:val="0"/>
          <w:numId w:val="36"/>
        </w:numPr>
        <w:jc w:val="left"/>
        <w:rPr>
          <w:color w:val="00B050"/>
        </w:rPr>
      </w:pPr>
      <w:r>
        <w:rPr>
          <w:color w:val="00B050"/>
        </w:rPr>
        <w:t>Wat eet dit dier thuis?</w:t>
      </w:r>
    </w:p>
    <w:p w14:paraId="0006F986" w14:textId="5AA18831" w:rsidR="00E2289C" w:rsidRDefault="009E094C" w:rsidP="000D64E0">
      <w:pPr>
        <w:pStyle w:val="Lijstalinea"/>
        <w:numPr>
          <w:ilvl w:val="0"/>
          <w:numId w:val="36"/>
        </w:numPr>
        <w:jc w:val="left"/>
        <w:rPr>
          <w:color w:val="00B050"/>
        </w:rPr>
      </w:pPr>
      <w:r>
        <w:rPr>
          <w:color w:val="00B050"/>
        </w:rPr>
        <w:t>Hoe wil je er achter komen welke voedselvoorkeuren het dier heeft?</w:t>
      </w:r>
    </w:p>
    <w:p w14:paraId="66688C78" w14:textId="77777777" w:rsidR="00116552" w:rsidRPr="000D64E0" w:rsidRDefault="00116552" w:rsidP="00116552">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308"/>
        <w:gridCol w:w="1980"/>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21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21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lastRenderedPageBreak/>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21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21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21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21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21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21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5A554" w14:textId="77777777" w:rsidR="008E5387" w:rsidRDefault="008E5387" w:rsidP="001071C0">
      <w:r>
        <w:separator/>
      </w:r>
    </w:p>
  </w:endnote>
  <w:endnote w:type="continuationSeparator" w:id="0">
    <w:p w14:paraId="09481D8F" w14:textId="77777777" w:rsidR="008E5387" w:rsidRDefault="008E5387"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630A27A6"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" fillcolor="#fbba00" stroked="f" strokeweight="2pt"/>
              </w:pict>
            </mc:Fallback>
          </mc:AlternateContent>
        </w:r>
        <w:r>
          <w:rPr>
            <w:noProof/>
            <w:sz w:val="24"/>
            <w:szCs w:val="24"/>
          </w:rPr>
          <w:tab/>
        </w:r>
      </w:p>
    </w:sdtContent>
  </w:sdt>
  <w:p w14:paraId="26938F3F" w14:textId="19E73476"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116552">
      <w:rPr>
        <w:b/>
        <w:noProof/>
        <w:color w:val="E74500"/>
        <w:sz w:val="16"/>
        <w:szCs w:val="16"/>
      </w:rPr>
      <w:t>1</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8126C" w14:textId="77777777" w:rsidR="008E5387" w:rsidRDefault="008E5387" w:rsidP="001071C0">
      <w:r>
        <w:separator/>
      </w:r>
    </w:p>
  </w:footnote>
  <w:footnote w:type="continuationSeparator" w:id="0">
    <w:p w14:paraId="5253CD2D" w14:textId="77777777" w:rsidR="008E5387" w:rsidRDefault="008E5387"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C0C"/>
    <w:rsid w:val="000D40CC"/>
    <w:rsid w:val="000D4FBC"/>
    <w:rsid w:val="000D64E0"/>
    <w:rsid w:val="000E123A"/>
    <w:rsid w:val="00101C35"/>
    <w:rsid w:val="00103C93"/>
    <w:rsid w:val="001071C0"/>
    <w:rsid w:val="00111142"/>
    <w:rsid w:val="00116552"/>
    <w:rsid w:val="00122B98"/>
    <w:rsid w:val="00125EA8"/>
    <w:rsid w:val="0012727A"/>
    <w:rsid w:val="00133E8C"/>
    <w:rsid w:val="00144C9F"/>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688"/>
    <w:rsid w:val="0020155F"/>
    <w:rsid w:val="00206356"/>
    <w:rsid w:val="00223F53"/>
    <w:rsid w:val="00224B9A"/>
    <w:rsid w:val="002269FE"/>
    <w:rsid w:val="002328CC"/>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4D19"/>
    <w:rsid w:val="004C704B"/>
    <w:rsid w:val="004C731A"/>
    <w:rsid w:val="004D467B"/>
    <w:rsid w:val="004D4B6A"/>
    <w:rsid w:val="004E2252"/>
    <w:rsid w:val="004E2C6A"/>
    <w:rsid w:val="004E39F1"/>
    <w:rsid w:val="004E3D60"/>
    <w:rsid w:val="004E6ED6"/>
    <w:rsid w:val="005150BA"/>
    <w:rsid w:val="005178C9"/>
    <w:rsid w:val="00522AE8"/>
    <w:rsid w:val="00531387"/>
    <w:rsid w:val="005622C2"/>
    <w:rsid w:val="0057046F"/>
    <w:rsid w:val="00570E91"/>
    <w:rsid w:val="00585307"/>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F16"/>
    <w:rsid w:val="00750C22"/>
    <w:rsid w:val="0076433E"/>
    <w:rsid w:val="00765CA8"/>
    <w:rsid w:val="00770309"/>
    <w:rsid w:val="00777AB4"/>
    <w:rsid w:val="00783600"/>
    <w:rsid w:val="007851CA"/>
    <w:rsid w:val="00787FFE"/>
    <w:rsid w:val="00792A4E"/>
    <w:rsid w:val="007937FD"/>
    <w:rsid w:val="007A0CCF"/>
    <w:rsid w:val="007A1B14"/>
    <w:rsid w:val="007B5532"/>
    <w:rsid w:val="007C6B0C"/>
    <w:rsid w:val="007E4CCF"/>
    <w:rsid w:val="007E6ACF"/>
    <w:rsid w:val="007F6E72"/>
    <w:rsid w:val="0081793B"/>
    <w:rsid w:val="008204B1"/>
    <w:rsid w:val="00825B7D"/>
    <w:rsid w:val="008351C1"/>
    <w:rsid w:val="0083578E"/>
    <w:rsid w:val="00840ED7"/>
    <w:rsid w:val="0084196F"/>
    <w:rsid w:val="0084264E"/>
    <w:rsid w:val="00847DCC"/>
    <w:rsid w:val="00850923"/>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8E5387"/>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60FC"/>
    <w:rsid w:val="00A6744D"/>
    <w:rsid w:val="00A740B9"/>
    <w:rsid w:val="00A76328"/>
    <w:rsid w:val="00A854E6"/>
    <w:rsid w:val="00A925AB"/>
    <w:rsid w:val="00AB6B10"/>
    <w:rsid w:val="00AD0626"/>
    <w:rsid w:val="00AE27DE"/>
    <w:rsid w:val="00AF1883"/>
    <w:rsid w:val="00AF409F"/>
    <w:rsid w:val="00AF7E47"/>
    <w:rsid w:val="00B00F9E"/>
    <w:rsid w:val="00B01E74"/>
    <w:rsid w:val="00B14550"/>
    <w:rsid w:val="00B237C2"/>
    <w:rsid w:val="00B2659F"/>
    <w:rsid w:val="00B4567D"/>
    <w:rsid w:val="00B62190"/>
    <w:rsid w:val="00B65AE1"/>
    <w:rsid w:val="00B72366"/>
    <w:rsid w:val="00B76390"/>
    <w:rsid w:val="00B85229"/>
    <w:rsid w:val="00B85926"/>
    <w:rsid w:val="00B86C42"/>
    <w:rsid w:val="00B9070C"/>
    <w:rsid w:val="00B967D6"/>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5910"/>
    <w:rsid w:val="00D34A1B"/>
    <w:rsid w:val="00D350D6"/>
    <w:rsid w:val="00D40130"/>
    <w:rsid w:val="00D431D4"/>
    <w:rsid w:val="00D61287"/>
    <w:rsid w:val="00D7533D"/>
    <w:rsid w:val="00D75E2B"/>
    <w:rsid w:val="00D77127"/>
    <w:rsid w:val="00D92407"/>
    <w:rsid w:val="00D92EA5"/>
    <w:rsid w:val="00D976B0"/>
    <w:rsid w:val="00DA56C1"/>
    <w:rsid w:val="00DB51A8"/>
    <w:rsid w:val="00DD4BB4"/>
    <w:rsid w:val="00DE17B6"/>
    <w:rsid w:val="00DE25B5"/>
    <w:rsid w:val="00DE6467"/>
    <w:rsid w:val="00DE74F4"/>
    <w:rsid w:val="00DF3D81"/>
    <w:rsid w:val="00DF6767"/>
    <w:rsid w:val="00DF7841"/>
    <w:rsid w:val="00E12AA1"/>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37CA"/>
    <w:rsid w:val="00F2577A"/>
    <w:rsid w:val="00F33214"/>
    <w:rsid w:val="00F34498"/>
    <w:rsid w:val="00F4248D"/>
    <w:rsid w:val="00F45C2C"/>
    <w:rsid w:val="00F552C6"/>
    <w:rsid w:val="00F6102C"/>
    <w:rsid w:val="00F62E56"/>
    <w:rsid w:val="00F763DD"/>
    <w:rsid w:val="00F77F68"/>
    <w:rsid w:val="00F81C68"/>
    <w:rsid w:val="00F842D6"/>
    <w:rsid w:val="00F90E4B"/>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621C1B9B-F7FB-450E-8C22-90105146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E25CC-61F4-48C1-A3FC-AE7FD0B4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777</TotalTime>
  <Pages>5</Pages>
  <Words>897</Words>
  <Characters>4935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5</cp:revision>
  <cp:lastPrinted>2013-01-19T11:14:00Z</cp:lastPrinted>
  <dcterms:created xsi:type="dcterms:W3CDTF">2017-02-09T19:59:00Z</dcterms:created>
  <dcterms:modified xsi:type="dcterms:W3CDTF">2018-03-29T12:35:00Z</dcterms:modified>
</cp:coreProperties>
</file>