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2"/>
        <w:gridCol w:w="3534"/>
        <w:gridCol w:w="1354"/>
      </w:tblGrid>
      <w:tr w:rsidR="005F464C" w:rsidRPr="00DB1AA1" w:rsidTr="003627C5">
        <w:trPr>
          <w:trHeight w:val="165"/>
        </w:trPr>
        <w:tc>
          <w:tcPr>
            <w:tcW w:w="9100" w:type="dxa"/>
            <w:gridSpan w:val="3"/>
          </w:tcPr>
          <w:p w:rsidR="005F464C" w:rsidRPr="00DB1AA1" w:rsidRDefault="005F464C" w:rsidP="006E3DCF">
            <w:pPr>
              <w:ind w:left="108"/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 xml:space="preserve">                                                                                                                                </w:t>
            </w:r>
          </w:p>
          <w:p w:rsidR="005F464C" w:rsidRPr="00DB1AA1" w:rsidRDefault="005F464C" w:rsidP="006E3DCF">
            <w:pPr>
              <w:ind w:left="108"/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b/>
                <w:sz w:val="22"/>
                <w:szCs w:val="22"/>
              </w:rPr>
              <w:t>BEOORDELINGSCRITERIA</w:t>
            </w:r>
            <w:r w:rsidRPr="00DB1AA1">
              <w:rPr>
                <w:rFonts w:cs="Arial"/>
                <w:sz w:val="22"/>
                <w:szCs w:val="22"/>
              </w:rPr>
              <w:t xml:space="preserve">  </w:t>
            </w:r>
            <w:r w:rsidRPr="00DB1AA1">
              <w:rPr>
                <w:rFonts w:cs="Arial"/>
                <w:b/>
                <w:sz w:val="22"/>
                <w:szCs w:val="22"/>
              </w:rPr>
              <w:t xml:space="preserve">Praktijkworkshops </w:t>
            </w:r>
            <w:r>
              <w:rPr>
                <w:rFonts w:cs="Arial"/>
                <w:b/>
                <w:sz w:val="22"/>
                <w:szCs w:val="22"/>
              </w:rPr>
              <w:t xml:space="preserve">en theorieworkshops </w:t>
            </w:r>
          </w:p>
        </w:tc>
      </w:tr>
      <w:tr w:rsidR="005F464C" w:rsidRPr="00DB1AA1" w:rsidTr="00AA1A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4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>Eisen</w:t>
            </w:r>
          </w:p>
        </w:tc>
        <w:tc>
          <w:tcPr>
            <w:tcW w:w="3586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>Motivatie</w:t>
            </w:r>
          </w:p>
        </w:tc>
        <w:tc>
          <w:tcPr>
            <w:tcW w:w="1270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>Waardering max 1</w:t>
            </w:r>
            <w:r>
              <w:rPr>
                <w:rFonts w:cs="Arial"/>
                <w:sz w:val="22"/>
                <w:szCs w:val="22"/>
              </w:rPr>
              <w:t>0</w:t>
            </w:r>
            <w:r w:rsidRPr="00DB1AA1">
              <w:rPr>
                <w:rFonts w:cs="Arial"/>
                <w:sz w:val="22"/>
                <w:szCs w:val="22"/>
              </w:rPr>
              <w:t xml:space="preserve"> punten</w:t>
            </w:r>
          </w:p>
        </w:tc>
      </w:tr>
      <w:tr w:rsidR="005F464C" w:rsidRPr="00DB1AA1" w:rsidTr="00AA1A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4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>Voorwaardelijke eis:</w:t>
            </w: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 xml:space="preserve">De </w:t>
            </w:r>
            <w:r w:rsidRPr="0081443F">
              <w:rPr>
                <w:rFonts w:cs="Arial"/>
                <w:b/>
                <w:sz w:val="22"/>
                <w:szCs w:val="22"/>
              </w:rPr>
              <w:t>inhoud</w:t>
            </w:r>
            <w:r w:rsidRPr="00DB1AA1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is </w:t>
            </w:r>
            <w:r w:rsidRPr="00DB1AA1">
              <w:rPr>
                <w:rFonts w:cs="Arial"/>
                <w:sz w:val="22"/>
                <w:szCs w:val="22"/>
              </w:rPr>
              <w:t>voldoende beoorde</w:t>
            </w:r>
            <w:r>
              <w:rPr>
                <w:rFonts w:cs="Arial"/>
                <w:sz w:val="22"/>
                <w:szCs w:val="22"/>
              </w:rPr>
              <w:t xml:space="preserve">eld  door de docent </w:t>
            </w:r>
          </w:p>
        </w:tc>
        <w:tc>
          <w:tcPr>
            <w:tcW w:w="3586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0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 xml:space="preserve">5 </w:t>
            </w:r>
          </w:p>
        </w:tc>
      </w:tr>
      <w:tr w:rsidR="005F464C" w:rsidRPr="00DB1AA1" w:rsidTr="00AA1A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4" w:type="dxa"/>
          </w:tcPr>
          <w:p w:rsidR="005F464C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>Het onderwerp is duidelijk en gerelateerd aan het beroep van de verpleegkundige</w:t>
            </w:r>
            <w:r>
              <w:rPr>
                <w:rFonts w:cs="Arial"/>
                <w:sz w:val="22"/>
                <w:szCs w:val="22"/>
              </w:rPr>
              <w:t>:</w:t>
            </w: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 </w:t>
            </w:r>
            <w:r w:rsidRPr="0081443F">
              <w:rPr>
                <w:rFonts w:cs="Arial"/>
                <w:b/>
                <w:sz w:val="22"/>
                <w:szCs w:val="22"/>
              </w:rPr>
              <w:t>verpleegkundige taken en rollen</w:t>
            </w:r>
            <w:r>
              <w:rPr>
                <w:rFonts w:cs="Arial"/>
                <w:sz w:val="22"/>
                <w:szCs w:val="22"/>
              </w:rPr>
              <w:t xml:space="preserve"> zijn duidelijk beschreven </w:t>
            </w:r>
            <w:r w:rsidRPr="00052CE1">
              <w:rPr>
                <w:rFonts w:cs="Arial"/>
                <w:b/>
                <w:sz w:val="22"/>
                <w:szCs w:val="22"/>
              </w:rPr>
              <w:t>aan de hand van de werkprocessen.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586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70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 xml:space="preserve">1 </w:t>
            </w: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</w:tc>
      </w:tr>
      <w:tr w:rsidR="005F464C" w:rsidRPr="00DB1AA1" w:rsidTr="00AA1A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71"/>
        </w:trPr>
        <w:tc>
          <w:tcPr>
            <w:tcW w:w="4244" w:type="dxa"/>
          </w:tcPr>
          <w:p w:rsidR="005F464C" w:rsidRPr="00DB1AA1" w:rsidRDefault="005F464C" w:rsidP="004D15C6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 xml:space="preserve">Het </w:t>
            </w:r>
            <w:r w:rsidRPr="0081443F">
              <w:rPr>
                <w:rFonts w:cs="Arial"/>
                <w:b/>
                <w:sz w:val="22"/>
                <w:szCs w:val="22"/>
              </w:rPr>
              <w:t>doel</w:t>
            </w:r>
            <w:r w:rsidRPr="00DB1AA1">
              <w:rPr>
                <w:rFonts w:cs="Arial"/>
                <w:sz w:val="22"/>
                <w:szCs w:val="22"/>
              </w:rPr>
              <w:t xml:space="preserve"> van de voorlichting</w:t>
            </w:r>
            <w:r>
              <w:rPr>
                <w:rFonts w:cs="Arial"/>
                <w:sz w:val="22"/>
                <w:szCs w:val="22"/>
              </w:rPr>
              <w:t>/ klinische les</w:t>
            </w:r>
            <w:r w:rsidRPr="00DB1AA1">
              <w:rPr>
                <w:rFonts w:cs="Arial"/>
                <w:sz w:val="22"/>
                <w:szCs w:val="22"/>
              </w:rPr>
              <w:t xml:space="preserve"> is helder verwoord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586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0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 xml:space="preserve">0.5 </w:t>
            </w:r>
          </w:p>
        </w:tc>
      </w:tr>
      <w:tr w:rsidR="005F464C" w:rsidRPr="00DB1AA1" w:rsidTr="00AA1A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4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Er zijn relevante en leerzame </w:t>
            </w:r>
            <w:r w:rsidRPr="00657A7F">
              <w:rPr>
                <w:rFonts w:cs="Arial"/>
                <w:b/>
                <w:sz w:val="22"/>
                <w:szCs w:val="22"/>
              </w:rPr>
              <w:t>verwerkingsopdrachten/ rollenspelen/ discussiepunten</w:t>
            </w:r>
            <w:r>
              <w:rPr>
                <w:rFonts w:cs="Arial"/>
                <w:sz w:val="22"/>
                <w:szCs w:val="22"/>
              </w:rPr>
              <w:t xml:space="preserve"> etc. opgesteld</w:t>
            </w:r>
          </w:p>
        </w:tc>
        <w:tc>
          <w:tcPr>
            <w:tcW w:w="3586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0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</w:tr>
      <w:tr w:rsidR="005F464C" w:rsidRPr="00DB1AA1" w:rsidTr="00AA1A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4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 xml:space="preserve">De praktijkworkshop </w:t>
            </w:r>
            <w:r w:rsidRPr="0081443F">
              <w:rPr>
                <w:rFonts w:cs="Arial"/>
                <w:b/>
                <w:sz w:val="22"/>
                <w:szCs w:val="22"/>
              </w:rPr>
              <w:t>is binnen de aangegeven tijd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DB1AA1">
              <w:rPr>
                <w:rFonts w:cs="Arial"/>
                <w:sz w:val="22"/>
                <w:szCs w:val="22"/>
              </w:rPr>
              <w:t>ge</w:t>
            </w:r>
            <w:r>
              <w:rPr>
                <w:rFonts w:cs="Arial"/>
                <w:sz w:val="22"/>
                <w:szCs w:val="22"/>
              </w:rPr>
              <w:t>realiseerd.</w:t>
            </w:r>
          </w:p>
        </w:tc>
        <w:tc>
          <w:tcPr>
            <w:tcW w:w="3586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0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 xml:space="preserve">0.5 </w:t>
            </w:r>
          </w:p>
        </w:tc>
      </w:tr>
      <w:tr w:rsidR="005F464C" w:rsidRPr="00DB1AA1" w:rsidTr="00AA1A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4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 xml:space="preserve">De voorlichting wordt gestructureerd aangeboden; </w:t>
            </w:r>
          </w:p>
          <w:p w:rsidR="005F464C" w:rsidRPr="00DB1AA1" w:rsidRDefault="005F464C" w:rsidP="005F464C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>onderwerpen zijn zichtbaar verdeeld;</w:t>
            </w:r>
          </w:p>
          <w:p w:rsidR="005F464C" w:rsidRPr="00DB1AA1" w:rsidRDefault="005F464C" w:rsidP="004D15C6">
            <w:pPr>
              <w:spacing w:line="276" w:lineRule="auto"/>
              <w:ind w:left="360"/>
              <w:contextualSpacing/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>in een logische volgorde;</w:t>
            </w:r>
          </w:p>
          <w:p w:rsidR="005F464C" w:rsidRPr="00DB1AA1" w:rsidRDefault="005F464C" w:rsidP="004D15C6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>in een afgerond geheel</w:t>
            </w:r>
            <w:r w:rsidR="004D15C6">
              <w:rPr>
                <w:rFonts w:cs="Arial"/>
                <w:sz w:val="22"/>
                <w:szCs w:val="22"/>
              </w:rPr>
              <w:t>, met inleiding en afsluiting (evaluatie van de doelen)</w:t>
            </w:r>
          </w:p>
        </w:tc>
        <w:tc>
          <w:tcPr>
            <w:tcW w:w="3586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0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0.2</w:t>
            </w: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  <w:p w:rsidR="005F464C" w:rsidRPr="00DB1AA1" w:rsidRDefault="004D15C6" w:rsidP="006E3DC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0.4</w:t>
            </w: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  <w:p w:rsidR="005F464C" w:rsidRPr="00DB1AA1" w:rsidRDefault="004D15C6" w:rsidP="004D15C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0.4</w:t>
            </w:r>
          </w:p>
        </w:tc>
      </w:tr>
      <w:tr w:rsidR="005F464C" w:rsidRPr="00DB1AA1" w:rsidTr="00AA1A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4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 xml:space="preserve">De visuele ondersteuning van de </w:t>
            </w:r>
            <w:r>
              <w:rPr>
                <w:rFonts w:cs="Arial"/>
                <w:sz w:val="22"/>
                <w:szCs w:val="22"/>
              </w:rPr>
              <w:t xml:space="preserve">workshop </w:t>
            </w:r>
            <w:r w:rsidRPr="00DB1AA1">
              <w:rPr>
                <w:rFonts w:cs="Arial"/>
                <w:sz w:val="22"/>
                <w:szCs w:val="22"/>
              </w:rPr>
              <w:t xml:space="preserve">is: </w:t>
            </w: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>gerelateerd aan het voorlichtings-onderwerp;</w:t>
            </w:r>
          </w:p>
          <w:p w:rsidR="005F464C" w:rsidRPr="000809C5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>aantrekkelijk voor de doelgroep</w:t>
            </w: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0809C5">
              <w:rPr>
                <w:rFonts w:cs="Arial"/>
                <w:sz w:val="22"/>
                <w:szCs w:val="22"/>
              </w:rPr>
              <w:t>verduidelijkend bij de inhoud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586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0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0.5</w:t>
            </w: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</w:tc>
      </w:tr>
      <w:tr w:rsidR="005F464C" w:rsidRPr="00DB1AA1" w:rsidTr="00AA1A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4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>De bronnen worden aangegeven</w:t>
            </w:r>
          </w:p>
        </w:tc>
        <w:tc>
          <w:tcPr>
            <w:tcW w:w="3586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0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 xml:space="preserve">0.5 </w:t>
            </w:r>
          </w:p>
        </w:tc>
      </w:tr>
      <w:tr w:rsidR="005F464C" w:rsidRPr="00DB1AA1" w:rsidTr="00AA1A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18"/>
        </w:trPr>
        <w:tc>
          <w:tcPr>
            <w:tcW w:w="4244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>Stemgebruik</w:t>
            </w:r>
            <w:r w:rsidR="003627C5">
              <w:rPr>
                <w:rFonts w:cs="Arial"/>
                <w:sz w:val="22"/>
                <w:szCs w:val="22"/>
              </w:rPr>
              <w:t xml:space="preserve"> is passend</w:t>
            </w: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 xml:space="preserve">De spreker is </w:t>
            </w:r>
            <w:r w:rsidR="003627C5">
              <w:rPr>
                <w:rFonts w:cs="Arial"/>
                <w:sz w:val="22"/>
                <w:szCs w:val="22"/>
              </w:rPr>
              <w:t xml:space="preserve">duidelijk </w:t>
            </w:r>
            <w:r w:rsidRPr="00DB1AA1">
              <w:rPr>
                <w:rFonts w:cs="Arial"/>
                <w:sz w:val="22"/>
                <w:szCs w:val="22"/>
              </w:rPr>
              <w:t>verstaanbaar</w:t>
            </w: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>Houding</w:t>
            </w:r>
            <w:r w:rsidR="003627C5">
              <w:rPr>
                <w:rFonts w:cs="Arial"/>
                <w:sz w:val="22"/>
                <w:szCs w:val="22"/>
              </w:rPr>
              <w:t xml:space="preserve"> is niet statisch of chaotisch</w:t>
            </w: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>De spreker houdt contact met de toehoorders</w:t>
            </w:r>
          </w:p>
          <w:p w:rsidR="005F464C" w:rsidRPr="00DB1AA1" w:rsidRDefault="005F464C" w:rsidP="003627C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586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Feedback :</w:t>
            </w:r>
          </w:p>
        </w:tc>
        <w:tc>
          <w:tcPr>
            <w:tcW w:w="1270" w:type="dxa"/>
          </w:tcPr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  <w:r w:rsidRPr="00DB1AA1">
              <w:rPr>
                <w:rFonts w:cs="Arial"/>
                <w:sz w:val="22"/>
                <w:szCs w:val="22"/>
              </w:rPr>
              <w:t xml:space="preserve"> </w:t>
            </w: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  <w:p w:rsidR="005F464C" w:rsidRPr="00DB1AA1" w:rsidRDefault="005F464C" w:rsidP="006E3DCF">
            <w:pPr>
              <w:rPr>
                <w:rFonts w:cs="Arial"/>
                <w:sz w:val="22"/>
                <w:szCs w:val="22"/>
              </w:rPr>
            </w:pPr>
          </w:p>
        </w:tc>
      </w:tr>
      <w:tr w:rsidR="003627C5" w:rsidRPr="00DB1AA1" w:rsidTr="00AA1A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4" w:type="dxa"/>
          </w:tcPr>
          <w:p w:rsidR="003627C5" w:rsidRDefault="003627C5" w:rsidP="003627C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Opmerkingen over Nederlands</w:t>
            </w:r>
          </w:p>
          <w:p w:rsidR="003627C5" w:rsidRDefault="003627C5" w:rsidP="003627C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Spelling</w:t>
            </w:r>
          </w:p>
          <w:p w:rsidR="003627C5" w:rsidRDefault="003627C5" w:rsidP="003627C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Grammatica</w:t>
            </w:r>
          </w:p>
          <w:p w:rsidR="003627C5" w:rsidRPr="00DB1AA1" w:rsidRDefault="003627C5" w:rsidP="003627C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Stijl </w:t>
            </w:r>
          </w:p>
        </w:tc>
        <w:tc>
          <w:tcPr>
            <w:tcW w:w="3586" w:type="dxa"/>
          </w:tcPr>
          <w:p w:rsidR="003627C5" w:rsidRDefault="003627C5" w:rsidP="003627C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0" w:type="dxa"/>
          </w:tcPr>
          <w:p w:rsidR="003627C5" w:rsidRPr="00DB1AA1" w:rsidRDefault="003627C5" w:rsidP="003627C5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D81773" w:rsidRPr="00ED52A2" w:rsidRDefault="005F464C" w:rsidP="00D81773">
      <w:pPr>
        <w:keepNext/>
        <w:outlineLvl w:val="1"/>
        <w:rPr>
          <w:rFonts w:cs="Arial"/>
          <w:bCs/>
          <w:sz w:val="22"/>
          <w:szCs w:val="22"/>
        </w:rPr>
      </w:pPr>
      <w:r w:rsidRPr="000809C5">
        <w:rPr>
          <w:sz w:val="22"/>
          <w:szCs w:val="22"/>
        </w:rPr>
        <w:t xml:space="preserve"> </w:t>
      </w:r>
      <w:r w:rsidR="00D81773" w:rsidRPr="00ED52A2">
        <w:rPr>
          <w:rFonts w:cs="Arial"/>
          <w:bCs/>
          <w:sz w:val="22"/>
          <w:szCs w:val="22"/>
        </w:rPr>
        <w:t xml:space="preserve">Handtekening docent:       </w:t>
      </w:r>
      <w:r w:rsidR="00D81773" w:rsidRPr="00AC55BF">
        <w:rPr>
          <w:rFonts w:cs="Arial"/>
          <w:bCs/>
          <w:noProof/>
          <w:sz w:val="22"/>
          <w:szCs w:val="22"/>
        </w:rPr>
        <w:drawing>
          <wp:inline distT="0" distB="0" distL="0" distR="0" wp14:anchorId="2DBDD7B9" wp14:editId="6709A4AE">
            <wp:extent cx="419100" cy="294368"/>
            <wp:effectExtent l="0" t="0" r="0" b="0"/>
            <wp:docPr id="1" name="Afbeelding 1" descr="C:\Users\h.kolbeek\Desktop\paraaf kle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.kolbeek\Desktop\paraaf klei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29" cy="30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1773" w:rsidRPr="00ED52A2">
        <w:rPr>
          <w:rFonts w:cs="Arial"/>
          <w:bCs/>
          <w:sz w:val="22"/>
          <w:szCs w:val="22"/>
        </w:rPr>
        <w:t xml:space="preserve">         </w:t>
      </w:r>
      <w:r w:rsidR="00D81773">
        <w:rPr>
          <w:rFonts w:cs="Arial"/>
          <w:bCs/>
          <w:color w:val="7030A0"/>
          <w:sz w:val="22"/>
          <w:szCs w:val="22"/>
        </w:rPr>
        <w:t>H. Kolbeek-Offereins</w:t>
      </w:r>
      <w:r w:rsidR="00D81773" w:rsidRPr="00ED52A2">
        <w:rPr>
          <w:rFonts w:cs="Arial"/>
          <w:bCs/>
          <w:sz w:val="22"/>
          <w:szCs w:val="22"/>
        </w:rPr>
        <w:t xml:space="preserve">                                                </w:t>
      </w:r>
    </w:p>
    <w:p w:rsidR="00D81773" w:rsidRPr="00ED52A2" w:rsidRDefault="00D81773" w:rsidP="00D81773">
      <w:pPr>
        <w:keepNext/>
        <w:outlineLvl w:val="1"/>
        <w:rPr>
          <w:rFonts w:cs="Arial"/>
          <w:bCs/>
          <w:sz w:val="22"/>
          <w:szCs w:val="22"/>
        </w:rPr>
      </w:pPr>
      <w:r w:rsidRPr="00ED52A2">
        <w:rPr>
          <w:rFonts w:cs="Arial"/>
          <w:bCs/>
          <w:sz w:val="22"/>
          <w:szCs w:val="22"/>
        </w:rPr>
        <w:t>Datum:</w:t>
      </w:r>
    </w:p>
    <w:p w:rsidR="00D81773" w:rsidRPr="00ED52A2" w:rsidRDefault="00D81773" w:rsidP="00D81773"/>
    <w:p w:rsidR="005F464C" w:rsidRPr="000809C5" w:rsidRDefault="005F464C" w:rsidP="005F464C">
      <w:pPr>
        <w:rPr>
          <w:sz w:val="22"/>
          <w:szCs w:val="22"/>
        </w:rPr>
      </w:pPr>
    </w:p>
    <w:p w:rsidR="003627C5" w:rsidRDefault="003627C5" w:rsidP="003627C5">
      <w:pPr>
        <w:tabs>
          <w:tab w:val="left" w:pos="579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46651C" w:rsidRDefault="005F464C" w:rsidP="005F464C">
      <w:r w:rsidRPr="003627C5">
        <w:rPr>
          <w:sz w:val="22"/>
          <w:szCs w:val="22"/>
        </w:rPr>
        <w:br w:type="page"/>
      </w:r>
    </w:p>
    <w:sectPr w:rsidR="00466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501095"/>
    <w:multiLevelType w:val="hybridMultilevel"/>
    <w:tmpl w:val="F26838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64C"/>
    <w:rsid w:val="003627C5"/>
    <w:rsid w:val="0046651C"/>
    <w:rsid w:val="004D15C6"/>
    <w:rsid w:val="005F464C"/>
    <w:rsid w:val="00AA1A8F"/>
    <w:rsid w:val="00D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0E7D9F-CEEB-4006-ACDD-E6D70F44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F464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8713DC42</Template>
  <TotalTime>6</TotalTime>
  <Pages>2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Kolbeek</dc:creator>
  <cp:keywords/>
  <dc:description/>
  <cp:lastModifiedBy>Reinders, Jasmijn</cp:lastModifiedBy>
  <cp:revision>5</cp:revision>
  <dcterms:created xsi:type="dcterms:W3CDTF">2016-04-26T07:35:00Z</dcterms:created>
  <dcterms:modified xsi:type="dcterms:W3CDTF">2017-11-29T09:50:00Z</dcterms:modified>
</cp:coreProperties>
</file>