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D9" w:rsidRDefault="002F3DD9"/>
    <w:p w:rsidR="0085494B" w:rsidRDefault="0085494B">
      <w:pPr>
        <w:rPr>
          <w:sz w:val="32"/>
          <w:szCs w:val="32"/>
        </w:rPr>
      </w:pPr>
      <w:r w:rsidRPr="0085494B">
        <w:rPr>
          <w:sz w:val="32"/>
          <w:szCs w:val="32"/>
        </w:rPr>
        <w:t xml:space="preserve">Uitnodiging Schoolkinderen voor EHBO les op ROC Menso Alting </w:t>
      </w:r>
    </w:p>
    <w:p w:rsidR="0085494B" w:rsidRDefault="0085494B">
      <w:pPr>
        <w:rPr>
          <w:sz w:val="32"/>
          <w:szCs w:val="32"/>
        </w:rPr>
      </w:pPr>
    </w:p>
    <w:p w:rsidR="0085494B" w:rsidRDefault="0085494B">
      <w:r>
        <w:t>Aan: kinderen en de ouders, de leerkracht</w:t>
      </w:r>
    </w:p>
    <w:p w:rsidR="0085494B" w:rsidRDefault="0085494B">
      <w:r>
        <w:t>Van : studenten VP3 ROC Menso Alting……..</w:t>
      </w:r>
    </w:p>
    <w:p w:rsidR="0085494B" w:rsidRDefault="0085494B">
      <w:r>
        <w:t>Mailadres: …</w:t>
      </w:r>
    </w:p>
    <w:p w:rsidR="0085494B" w:rsidRDefault="0085494B">
      <w:r>
        <w:t>Betreft: Uitnodiging</w:t>
      </w:r>
    </w:p>
    <w:p w:rsidR="0085494B" w:rsidRDefault="0085494B"/>
    <w:p w:rsidR="0085494B" w:rsidRDefault="0085494B">
      <w:r>
        <w:t>Dag allemaal!</w:t>
      </w:r>
    </w:p>
    <w:p w:rsidR="0085494B" w:rsidRDefault="0085494B"/>
    <w:p w:rsidR="0085494B" w:rsidRDefault="0085494B">
      <w:r>
        <w:t xml:space="preserve">Wij zijn…. van …..   </w:t>
      </w:r>
      <w:bookmarkStart w:id="0" w:name="_GoBack"/>
      <w:bookmarkEnd w:id="0"/>
      <w:r>
        <w:t>en we organiseren een les over kinder</w:t>
      </w:r>
      <w:r w:rsidR="00321D50">
        <w:t>-</w:t>
      </w:r>
      <w:r>
        <w:t xml:space="preserve">EHBO. </w:t>
      </w:r>
    </w:p>
    <w:p w:rsidR="0085494B" w:rsidRDefault="0085494B">
      <w:r>
        <w:t xml:space="preserve">Het lijkt ons heel gezellig en leerzaam als jullie bij ons op de opleiding komen om iets te leren over EHBO over kinderen. </w:t>
      </w:r>
    </w:p>
    <w:p w:rsidR="0085494B" w:rsidRDefault="0085494B">
      <w:r>
        <w:t xml:space="preserve">Wij gaan ook met jullie rollenspelen doen, waarin je zelf in een groepje mag spelen dat je iets hebt waarvoor je naar het ziekenhuis moet.  Daar leren wij weer van. </w:t>
      </w:r>
    </w:p>
    <w:p w:rsidR="0085494B" w:rsidRDefault="0085494B">
      <w:r>
        <w:t>Zo leren we op een leuke manier hoe zoiets werkt. Misschien hebben jullie zelfs al wel ervaring met een ziekenhuis!</w:t>
      </w:r>
    </w:p>
    <w:p w:rsidR="0085494B" w:rsidRDefault="0085494B">
      <w:r>
        <w:t xml:space="preserve">Willen jullie je ouders toestemming vragen </w:t>
      </w:r>
      <w:proofErr w:type="spellStart"/>
      <w:r>
        <w:t>vor</w:t>
      </w:r>
      <w:proofErr w:type="spellEnd"/>
      <w:r>
        <w:t xml:space="preserve"> deze excursie?</w:t>
      </w:r>
    </w:p>
    <w:p w:rsidR="0085494B" w:rsidRDefault="0085494B">
      <w:r>
        <w:t>We verwachten jullie op …. om… tot…  in lokaal…</w:t>
      </w:r>
    </w:p>
    <w:p w:rsidR="0085494B" w:rsidRDefault="0085494B">
      <w:r>
        <w:t xml:space="preserve">Je kunt je melden bij de receptie, dan komen wij jullie ophalen. </w:t>
      </w:r>
    </w:p>
    <w:p w:rsidR="0085494B" w:rsidRDefault="0085494B">
      <w:r>
        <w:t>Wij zorgen voor limonade en koekjes.</w:t>
      </w:r>
    </w:p>
    <w:p w:rsidR="0085494B" w:rsidRDefault="0085494B">
      <w:r>
        <w:t>Wij hebben er zin in: we hopen jullie ook!</w:t>
      </w:r>
    </w:p>
    <w:p w:rsidR="0085494B" w:rsidRDefault="0085494B"/>
    <w:p w:rsidR="0085494B" w:rsidRDefault="0085494B">
      <w:r>
        <w:t>Groetjes,….</w:t>
      </w:r>
    </w:p>
    <w:p w:rsidR="0085494B" w:rsidRDefault="0085494B"/>
    <w:p w:rsidR="0085494B" w:rsidRPr="0085494B" w:rsidRDefault="0085494B">
      <w:pPr>
        <w:rPr>
          <w:i/>
          <w:color w:val="FF0000"/>
        </w:rPr>
      </w:pPr>
      <w:r w:rsidRPr="0085494B">
        <w:rPr>
          <w:i/>
          <w:color w:val="FF0000"/>
        </w:rPr>
        <w:t xml:space="preserve">Voor de juf stuur je ook de uitleg van de docent toe en later jullie draaiboek. Vraag de juf om groepjes in te delen. </w:t>
      </w:r>
    </w:p>
    <w:p w:rsidR="0085494B" w:rsidRDefault="0085494B"/>
    <w:p w:rsidR="0085494B" w:rsidRDefault="0085494B"/>
    <w:p w:rsidR="0085494B" w:rsidRPr="0085494B" w:rsidRDefault="0085494B"/>
    <w:sectPr w:rsidR="0085494B" w:rsidRPr="00854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94B"/>
    <w:rsid w:val="002F3DD9"/>
    <w:rsid w:val="00321D50"/>
    <w:rsid w:val="0085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3193"/>
  <w15:chartTrackingRefBased/>
  <w15:docId w15:val="{691E316C-C50E-45A5-AB47-F4349E5A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B3020AA4.dotm</Template>
  <TotalTime>11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Kolbeek - Offereins, H.</dc:creator>
  <cp:keywords/>
  <dc:description/>
  <cp:lastModifiedBy>Kolbeek - Offereins, H.</cp:lastModifiedBy>
  <cp:revision>1</cp:revision>
  <dcterms:created xsi:type="dcterms:W3CDTF">2018-06-13T10:54:00Z</dcterms:created>
  <dcterms:modified xsi:type="dcterms:W3CDTF">2018-06-13T11:05:00Z</dcterms:modified>
</cp:coreProperties>
</file>