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496D" w:rsidRDefault="003C53C6">
      <w:pPr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Opdracht: Hoe is jouw conditie?</w:t>
      </w:r>
      <w:r w:rsidR="00E9320A">
        <w:rPr>
          <w:rFonts w:ascii="Arial" w:hAnsi="Arial" w:cs="Arial"/>
          <w:sz w:val="36"/>
          <w:szCs w:val="36"/>
        </w:rPr>
        <w:tab/>
      </w:r>
      <w:r w:rsidR="00E9320A">
        <w:rPr>
          <w:rFonts w:ascii="Arial" w:hAnsi="Arial" w:cs="Arial"/>
          <w:sz w:val="36"/>
          <w:szCs w:val="36"/>
        </w:rPr>
        <w:tab/>
        <w:t xml:space="preserve">Naam: </w:t>
      </w:r>
    </w:p>
    <w:p w:rsidR="001D093B" w:rsidRDefault="001D093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Met deze opdracht gaan we een les bewegingsonderwij</w:t>
      </w:r>
      <w:r w:rsidR="00E42069">
        <w:rPr>
          <w:rFonts w:ascii="Arial" w:hAnsi="Arial" w:cs="Arial"/>
          <w:sz w:val="24"/>
          <w:szCs w:val="24"/>
        </w:rPr>
        <w:t>s en een les biologie koppelen.</w:t>
      </w:r>
      <w:r w:rsidR="00E42069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>We gaan kijken wat er gebeurt met onze hartslag tijdens bewegen in de les bewegingsonderwijs.</w:t>
      </w:r>
    </w:p>
    <w:p w:rsidR="001D093B" w:rsidRDefault="001D093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Welke onderzoeksvraag kun je hier bij bedenken?</w:t>
      </w:r>
    </w:p>
    <w:p w:rsidR="001D093B" w:rsidRDefault="003C53C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………………………………………………………………………………..</w:t>
      </w:r>
    </w:p>
    <w:p w:rsidR="003C53C6" w:rsidRDefault="003C53C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………………………………………………………………………………..</w:t>
      </w:r>
    </w:p>
    <w:p w:rsidR="003C53C6" w:rsidRDefault="003C53C6">
      <w:pPr>
        <w:rPr>
          <w:rFonts w:ascii="Arial" w:hAnsi="Arial" w:cs="Arial"/>
          <w:sz w:val="24"/>
          <w:szCs w:val="24"/>
        </w:rPr>
      </w:pPr>
    </w:p>
    <w:p w:rsidR="003C53C6" w:rsidRPr="003C53C6" w:rsidRDefault="003C53C6">
      <w:pPr>
        <w:rPr>
          <w:rFonts w:ascii="Arial" w:hAnsi="Arial" w:cs="Arial"/>
          <w:b/>
          <w:sz w:val="24"/>
          <w:szCs w:val="24"/>
        </w:rPr>
      </w:pPr>
      <w:r w:rsidRPr="003C53C6">
        <w:rPr>
          <w:rFonts w:ascii="Arial" w:hAnsi="Arial" w:cs="Arial"/>
          <w:b/>
          <w:sz w:val="24"/>
          <w:szCs w:val="24"/>
        </w:rPr>
        <w:t>In de les Bi:</w:t>
      </w:r>
    </w:p>
    <w:p w:rsidR="003C53C6" w:rsidRDefault="003C53C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In de les biologie oefenen we vast met het meten van de hartslag. Hieronder zie je hoe. </w:t>
      </w:r>
    </w:p>
    <w:p w:rsidR="003C53C6" w:rsidRDefault="003C53C6">
      <w:pPr>
        <w:rPr>
          <w:rFonts w:ascii="Arial" w:hAnsi="Arial" w:cs="Arial"/>
          <w:sz w:val="24"/>
          <w:szCs w:val="24"/>
        </w:rPr>
      </w:pPr>
      <w:r>
        <w:rPr>
          <w:noProof/>
          <w:lang w:eastAsia="nl-NL"/>
        </w:rPr>
        <w:drawing>
          <wp:inline distT="0" distB="0" distL="0" distR="0">
            <wp:extent cx="2697480" cy="2026920"/>
            <wp:effectExtent l="0" t="0" r="7620" b="0"/>
            <wp:docPr id="1" name="Afbeelding 1" descr="Afbeeldingsresultaat voor meten hartsla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fbeeldingsresultaat voor meten hartsla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7480" cy="2026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53C6" w:rsidRPr="003C53C6" w:rsidRDefault="003C53C6" w:rsidP="003C53C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nl-NL"/>
        </w:rPr>
      </w:pPr>
      <w:r w:rsidRPr="003C53C6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Leg je wijsvinger en middelvinger aan de onderkant van de pols van de proefpersoon, aan de kant van de duim.</w:t>
      </w:r>
      <w:r w:rsidRPr="003C53C6">
        <w:rPr>
          <w:rFonts w:ascii="Arial" w:eastAsia="Times New Roman" w:hAnsi="Arial" w:cs="Arial"/>
          <w:color w:val="000000"/>
          <w:sz w:val="24"/>
          <w:szCs w:val="24"/>
          <w:lang w:eastAsia="nl-NL"/>
        </w:rPr>
        <w:br/>
        <w:t>Druk een klein beetje tot je de polsslag voelt. Iedere keer als je de polsslag voelt, heeft het hart ook één keer geslagen.</w:t>
      </w:r>
      <w:r w:rsidRPr="003C53C6">
        <w:rPr>
          <w:rFonts w:ascii="Arial" w:eastAsia="Times New Roman" w:hAnsi="Arial" w:cs="Arial"/>
          <w:color w:val="000000"/>
          <w:sz w:val="24"/>
          <w:szCs w:val="24"/>
          <w:lang w:eastAsia="nl-NL"/>
        </w:rPr>
        <w:br/>
        <w:t>Door de polsslag te meten weet je dus ook hoe snel de hartslag is.</w:t>
      </w:r>
      <w:r w:rsidRPr="00E9320A">
        <w:rPr>
          <w:rFonts w:ascii="Times New Roman" w:eastAsia="Times New Roman" w:hAnsi="Times New Roman" w:cs="Times New Roman"/>
          <w:color w:val="000000"/>
          <w:sz w:val="24"/>
          <w:szCs w:val="24"/>
          <w:lang w:eastAsia="nl-NL"/>
        </w:rPr>
        <w:br/>
      </w:r>
    </w:p>
    <w:p w:rsidR="003C53C6" w:rsidRPr="003C53C6" w:rsidRDefault="003C53C6" w:rsidP="003C53C6">
      <w:pPr>
        <w:numPr>
          <w:ilvl w:val="0"/>
          <w:numId w:val="1"/>
        </w:numPr>
        <w:spacing w:before="100" w:beforeAutospacing="1" w:after="27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nl-NL"/>
        </w:rPr>
      </w:pPr>
      <w:r w:rsidRPr="003C53C6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Tel het aantal polsslagen per 15 seconden. Noteer deze waarde.</w:t>
      </w:r>
    </w:p>
    <w:p w:rsidR="003C53C6" w:rsidRPr="003C53C6" w:rsidRDefault="003C53C6" w:rsidP="003C53C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nl-NL"/>
        </w:rPr>
      </w:pPr>
      <w:r w:rsidRPr="003C53C6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Bereken het aantal hartslagen (=hartslagfrequentie) per minuut.</w:t>
      </w:r>
      <w:r w:rsidRPr="003C53C6">
        <w:rPr>
          <w:rFonts w:ascii="Arial" w:eastAsia="Times New Roman" w:hAnsi="Arial" w:cs="Arial"/>
          <w:color w:val="000000"/>
          <w:sz w:val="24"/>
          <w:szCs w:val="24"/>
          <w:lang w:eastAsia="nl-NL"/>
        </w:rPr>
        <w:br/>
        <w:t>Rond af tot op hele getallen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263"/>
        <w:gridCol w:w="1701"/>
      </w:tblGrid>
      <w:tr w:rsidR="003C53C6" w:rsidTr="003C53C6">
        <w:tc>
          <w:tcPr>
            <w:tcW w:w="2263" w:type="dxa"/>
          </w:tcPr>
          <w:p w:rsidR="003C53C6" w:rsidRDefault="003C53C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:rsidR="003C53C6" w:rsidRDefault="003C53C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Rust </w:t>
            </w:r>
          </w:p>
        </w:tc>
      </w:tr>
      <w:tr w:rsidR="003C53C6" w:rsidTr="003C53C6">
        <w:tc>
          <w:tcPr>
            <w:tcW w:w="2263" w:type="dxa"/>
          </w:tcPr>
          <w:p w:rsidR="003C53C6" w:rsidRDefault="003C53C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Aantal hartslagen</w:t>
            </w:r>
          </w:p>
          <w:p w:rsidR="003C53C6" w:rsidRDefault="003C53C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per minuut</w:t>
            </w:r>
          </w:p>
        </w:tc>
        <w:tc>
          <w:tcPr>
            <w:tcW w:w="1701" w:type="dxa"/>
          </w:tcPr>
          <w:p w:rsidR="003C53C6" w:rsidRDefault="003C53C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C53C6" w:rsidTr="003C53C6">
        <w:tc>
          <w:tcPr>
            <w:tcW w:w="2263" w:type="dxa"/>
          </w:tcPr>
          <w:p w:rsidR="003C53C6" w:rsidRDefault="003C53C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:rsidR="003C53C6" w:rsidRDefault="003C53C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3C53C6" w:rsidRDefault="003C53C6">
      <w:pPr>
        <w:rPr>
          <w:rFonts w:ascii="Arial" w:hAnsi="Arial" w:cs="Arial"/>
          <w:sz w:val="24"/>
          <w:szCs w:val="24"/>
        </w:rPr>
      </w:pPr>
    </w:p>
    <w:p w:rsidR="003C53C6" w:rsidRDefault="003C53C6">
      <w:pPr>
        <w:rPr>
          <w:rFonts w:ascii="Arial" w:hAnsi="Arial" w:cs="Arial"/>
          <w:sz w:val="24"/>
          <w:szCs w:val="24"/>
        </w:rPr>
      </w:pPr>
    </w:p>
    <w:p w:rsidR="00E42069" w:rsidRDefault="003C53C6">
      <w:pPr>
        <w:rPr>
          <w:rFonts w:ascii="Arial" w:hAnsi="Arial" w:cs="Arial"/>
          <w:sz w:val="24"/>
          <w:szCs w:val="24"/>
        </w:rPr>
      </w:pPr>
      <w:r w:rsidRPr="003C53C6">
        <w:rPr>
          <w:rFonts w:ascii="Arial" w:hAnsi="Arial" w:cs="Arial"/>
          <w:b/>
          <w:sz w:val="24"/>
          <w:szCs w:val="24"/>
        </w:rPr>
        <w:lastRenderedPageBreak/>
        <w:t>In de les BO</w:t>
      </w:r>
      <w:r>
        <w:rPr>
          <w:rFonts w:ascii="Arial" w:hAnsi="Arial" w:cs="Arial"/>
          <w:b/>
          <w:sz w:val="24"/>
          <w:szCs w:val="24"/>
        </w:rPr>
        <w:t xml:space="preserve">: </w:t>
      </w:r>
      <w:r>
        <w:rPr>
          <w:rFonts w:ascii="Arial" w:hAnsi="Arial" w:cs="Arial"/>
          <w:b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 xml:space="preserve">Er is een baan uitgezet van 300 meter of jullie gaan dit zelf doen. In de buitenperiode hebben jullie geoefend met het lopen van een duurloop. </w:t>
      </w:r>
      <w:r w:rsidR="00E42069">
        <w:rPr>
          <w:rFonts w:ascii="Arial" w:hAnsi="Arial" w:cs="Arial"/>
          <w:sz w:val="24"/>
          <w:szCs w:val="24"/>
        </w:rPr>
        <w:t>In de brugklas 6 min, in de 2</w:t>
      </w:r>
      <w:r w:rsidR="00E42069" w:rsidRPr="00E42069">
        <w:rPr>
          <w:rFonts w:ascii="Arial" w:hAnsi="Arial" w:cs="Arial"/>
          <w:sz w:val="24"/>
          <w:szCs w:val="24"/>
          <w:vertAlign w:val="superscript"/>
        </w:rPr>
        <w:t>e</w:t>
      </w:r>
      <w:r w:rsidR="00E4206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klas 9 min en in de 3</w:t>
      </w:r>
      <w:r w:rsidRPr="003C53C6">
        <w:rPr>
          <w:rFonts w:ascii="Arial" w:hAnsi="Arial" w:cs="Arial"/>
          <w:sz w:val="24"/>
          <w:szCs w:val="24"/>
          <w:vertAlign w:val="superscript"/>
        </w:rPr>
        <w:t>e</w:t>
      </w:r>
      <w:r>
        <w:rPr>
          <w:rFonts w:ascii="Arial" w:hAnsi="Arial" w:cs="Arial"/>
          <w:sz w:val="24"/>
          <w:szCs w:val="24"/>
        </w:rPr>
        <w:t xml:space="preserve"> klas de Coopertest van 12 min. </w:t>
      </w:r>
      <w:r w:rsidR="00E42069">
        <w:rPr>
          <w:rFonts w:ascii="Arial" w:hAnsi="Arial" w:cs="Arial"/>
          <w:sz w:val="24"/>
          <w:szCs w:val="24"/>
        </w:rPr>
        <w:t xml:space="preserve">Vandaag gaan we 6 min lopen. </w:t>
      </w:r>
    </w:p>
    <w:p w:rsidR="003C53C6" w:rsidRDefault="00E4206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Met deze opdracht gaan we kijken hoe goed jullie conditie is. Dit kun je zien aan:</w:t>
      </w:r>
    </w:p>
    <w:p w:rsidR="00E42069" w:rsidRDefault="00E42069" w:rsidP="00E42069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welke afstand je gelopen hebt.</w:t>
      </w:r>
    </w:p>
    <w:p w:rsidR="00E42069" w:rsidRDefault="00E42069" w:rsidP="00E42069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hoe snel jouw hartslag weer gelijk is aan je hartslag in rust. </w:t>
      </w:r>
    </w:p>
    <w:p w:rsidR="00E42069" w:rsidRDefault="00E42069" w:rsidP="00E42069">
      <w:pPr>
        <w:rPr>
          <w:rFonts w:ascii="Arial" w:hAnsi="Arial" w:cs="Arial"/>
          <w:sz w:val="24"/>
          <w:szCs w:val="24"/>
        </w:rPr>
      </w:pPr>
    </w:p>
    <w:p w:rsidR="00E42069" w:rsidRDefault="00E42069" w:rsidP="00E4206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Taakverdeling:</w:t>
      </w:r>
    </w:p>
    <w:p w:rsidR="00E42069" w:rsidRDefault="00E42069" w:rsidP="00E42069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 tallen: 1 loper, 1 teller/schrijver: vult de tabellen in.</w:t>
      </w:r>
    </w:p>
    <w:p w:rsidR="00E42069" w:rsidRDefault="00E42069" w:rsidP="00E42069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Deze taken worden in het 2</w:t>
      </w:r>
      <w:r w:rsidRPr="00E42069">
        <w:rPr>
          <w:rFonts w:ascii="Arial" w:hAnsi="Arial" w:cs="Arial"/>
          <w:sz w:val="24"/>
          <w:szCs w:val="24"/>
          <w:vertAlign w:val="superscript"/>
        </w:rPr>
        <w:t>e</w:t>
      </w:r>
      <w:r>
        <w:rPr>
          <w:rFonts w:ascii="Arial" w:hAnsi="Arial" w:cs="Arial"/>
          <w:sz w:val="24"/>
          <w:szCs w:val="24"/>
        </w:rPr>
        <w:t xml:space="preserve"> gedeelte of een volgende les omgewisseld. </w:t>
      </w:r>
    </w:p>
    <w:p w:rsidR="00E42069" w:rsidRDefault="00E42069" w:rsidP="00E42069">
      <w:pPr>
        <w:rPr>
          <w:rFonts w:ascii="Arial" w:hAnsi="Arial" w:cs="Arial"/>
          <w:sz w:val="24"/>
          <w:szCs w:val="24"/>
        </w:rPr>
      </w:pPr>
    </w:p>
    <w:p w:rsidR="00E42069" w:rsidRPr="00E9320A" w:rsidRDefault="00E42069" w:rsidP="00E42069">
      <w:pPr>
        <w:rPr>
          <w:rFonts w:ascii="Arial" w:hAnsi="Arial" w:cs="Arial"/>
          <w:b/>
          <w:sz w:val="24"/>
          <w:szCs w:val="24"/>
        </w:rPr>
      </w:pPr>
      <w:r w:rsidRPr="00E9320A">
        <w:rPr>
          <w:rFonts w:ascii="Arial" w:hAnsi="Arial" w:cs="Arial"/>
          <w:b/>
          <w:sz w:val="24"/>
          <w:szCs w:val="24"/>
        </w:rPr>
        <w:t>Tabel hartslag: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337"/>
        <w:gridCol w:w="816"/>
        <w:gridCol w:w="1390"/>
        <w:gridCol w:w="808"/>
        <w:gridCol w:w="808"/>
        <w:gridCol w:w="809"/>
        <w:gridCol w:w="906"/>
        <w:gridCol w:w="866"/>
        <w:gridCol w:w="626"/>
        <w:gridCol w:w="696"/>
      </w:tblGrid>
      <w:tr w:rsidR="00E9320A" w:rsidTr="00E9320A">
        <w:tc>
          <w:tcPr>
            <w:tcW w:w="1337" w:type="dxa"/>
          </w:tcPr>
          <w:p w:rsidR="00E9320A" w:rsidRDefault="00E9320A" w:rsidP="00E4206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26" w:type="dxa"/>
          </w:tcPr>
          <w:p w:rsidR="00E9320A" w:rsidRDefault="00E9320A" w:rsidP="00E4206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In rust</w:t>
            </w:r>
          </w:p>
        </w:tc>
        <w:tc>
          <w:tcPr>
            <w:tcW w:w="1390" w:type="dxa"/>
          </w:tcPr>
          <w:p w:rsidR="00E9320A" w:rsidRDefault="00E9320A" w:rsidP="00E4206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Na Coopertest</w:t>
            </w:r>
          </w:p>
        </w:tc>
        <w:tc>
          <w:tcPr>
            <w:tcW w:w="819" w:type="dxa"/>
          </w:tcPr>
          <w:p w:rsidR="00E9320A" w:rsidRDefault="00E9320A" w:rsidP="00E4206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19" w:type="dxa"/>
          </w:tcPr>
          <w:p w:rsidR="00E9320A" w:rsidRDefault="00E9320A" w:rsidP="00E4206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20" w:type="dxa"/>
          </w:tcPr>
          <w:p w:rsidR="00E9320A" w:rsidRDefault="00E9320A" w:rsidP="00E4206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4" w:type="dxa"/>
          </w:tcPr>
          <w:p w:rsidR="00E9320A" w:rsidRDefault="00E9320A" w:rsidP="00E4206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75" w:type="dxa"/>
          </w:tcPr>
          <w:p w:rsidR="00E9320A" w:rsidRDefault="00E9320A" w:rsidP="00E4206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1" w:type="dxa"/>
          </w:tcPr>
          <w:p w:rsidR="00E9320A" w:rsidRDefault="00E9320A" w:rsidP="00E4206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1" w:type="dxa"/>
          </w:tcPr>
          <w:p w:rsidR="00E9320A" w:rsidRDefault="00E9320A" w:rsidP="00E4206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9320A" w:rsidTr="00E9320A">
        <w:tc>
          <w:tcPr>
            <w:tcW w:w="1337" w:type="dxa"/>
          </w:tcPr>
          <w:p w:rsidR="00E9320A" w:rsidRDefault="00E9320A" w:rsidP="00E4206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26" w:type="dxa"/>
          </w:tcPr>
          <w:p w:rsidR="00E9320A" w:rsidRDefault="00E9320A" w:rsidP="00E4206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90" w:type="dxa"/>
          </w:tcPr>
          <w:p w:rsidR="00E9320A" w:rsidRDefault="00E9320A" w:rsidP="00E4206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Direct erna</w:t>
            </w:r>
          </w:p>
        </w:tc>
        <w:tc>
          <w:tcPr>
            <w:tcW w:w="819" w:type="dxa"/>
          </w:tcPr>
          <w:p w:rsidR="00E9320A" w:rsidRDefault="00E9320A" w:rsidP="00E4206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Na 3 min</w:t>
            </w:r>
          </w:p>
        </w:tc>
        <w:tc>
          <w:tcPr>
            <w:tcW w:w="819" w:type="dxa"/>
          </w:tcPr>
          <w:p w:rsidR="00E9320A" w:rsidRDefault="00E9320A" w:rsidP="00E4206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Na 6 min</w:t>
            </w:r>
          </w:p>
        </w:tc>
        <w:tc>
          <w:tcPr>
            <w:tcW w:w="820" w:type="dxa"/>
          </w:tcPr>
          <w:p w:rsidR="00E9320A" w:rsidRDefault="00E9320A" w:rsidP="00E4206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Na 9 min</w:t>
            </w:r>
          </w:p>
        </w:tc>
        <w:tc>
          <w:tcPr>
            <w:tcW w:w="914" w:type="dxa"/>
          </w:tcPr>
          <w:p w:rsidR="00E9320A" w:rsidRDefault="00E9320A" w:rsidP="00E4206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Na </w:t>
            </w:r>
          </w:p>
          <w:p w:rsidR="00E9320A" w:rsidRDefault="00E9320A" w:rsidP="00E4206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…….</w:t>
            </w:r>
          </w:p>
        </w:tc>
        <w:tc>
          <w:tcPr>
            <w:tcW w:w="875" w:type="dxa"/>
          </w:tcPr>
          <w:p w:rsidR="00E9320A" w:rsidRDefault="00E9320A" w:rsidP="00E4206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Na </w:t>
            </w:r>
          </w:p>
          <w:p w:rsidR="00E9320A" w:rsidRDefault="00E9320A" w:rsidP="00E4206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……</w:t>
            </w:r>
          </w:p>
        </w:tc>
        <w:tc>
          <w:tcPr>
            <w:tcW w:w="631" w:type="dxa"/>
          </w:tcPr>
          <w:p w:rsidR="00E9320A" w:rsidRDefault="00E9320A" w:rsidP="00E4206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Na </w:t>
            </w:r>
          </w:p>
          <w:p w:rsidR="00E9320A" w:rsidRDefault="00E9320A" w:rsidP="00E4206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….</w:t>
            </w:r>
          </w:p>
        </w:tc>
        <w:tc>
          <w:tcPr>
            <w:tcW w:w="631" w:type="dxa"/>
          </w:tcPr>
          <w:p w:rsidR="00E9320A" w:rsidRDefault="00E9320A" w:rsidP="00E4206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Na </w:t>
            </w:r>
          </w:p>
          <w:p w:rsidR="00E9320A" w:rsidRDefault="00E9320A" w:rsidP="00E4206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……</w:t>
            </w:r>
          </w:p>
        </w:tc>
      </w:tr>
      <w:tr w:rsidR="00E9320A" w:rsidTr="00E9320A">
        <w:tc>
          <w:tcPr>
            <w:tcW w:w="1337" w:type="dxa"/>
          </w:tcPr>
          <w:p w:rsidR="00E9320A" w:rsidRDefault="00E9320A" w:rsidP="00E4206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Aantal hartslagen</w:t>
            </w:r>
          </w:p>
        </w:tc>
        <w:tc>
          <w:tcPr>
            <w:tcW w:w="826" w:type="dxa"/>
          </w:tcPr>
          <w:p w:rsidR="00E9320A" w:rsidRDefault="00E9320A" w:rsidP="00E4206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90" w:type="dxa"/>
          </w:tcPr>
          <w:p w:rsidR="00E9320A" w:rsidRDefault="00E9320A" w:rsidP="00E4206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19" w:type="dxa"/>
          </w:tcPr>
          <w:p w:rsidR="00E9320A" w:rsidRDefault="00E9320A" w:rsidP="00E4206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19" w:type="dxa"/>
          </w:tcPr>
          <w:p w:rsidR="00E9320A" w:rsidRDefault="00E9320A" w:rsidP="00E4206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20" w:type="dxa"/>
          </w:tcPr>
          <w:p w:rsidR="00E9320A" w:rsidRDefault="00E9320A" w:rsidP="00E4206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4" w:type="dxa"/>
          </w:tcPr>
          <w:p w:rsidR="00E9320A" w:rsidRDefault="00E9320A" w:rsidP="00E4206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75" w:type="dxa"/>
          </w:tcPr>
          <w:p w:rsidR="00E9320A" w:rsidRDefault="00E9320A" w:rsidP="00E4206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1" w:type="dxa"/>
          </w:tcPr>
          <w:p w:rsidR="00E9320A" w:rsidRDefault="00E9320A" w:rsidP="00E4206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1" w:type="dxa"/>
          </w:tcPr>
          <w:p w:rsidR="00E9320A" w:rsidRDefault="00E9320A" w:rsidP="00E4206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E42069" w:rsidRPr="00E42069" w:rsidRDefault="00E42069" w:rsidP="00E42069">
      <w:pPr>
        <w:rPr>
          <w:rFonts w:ascii="Arial" w:hAnsi="Arial" w:cs="Arial"/>
          <w:sz w:val="24"/>
          <w:szCs w:val="24"/>
        </w:rPr>
      </w:pPr>
    </w:p>
    <w:p w:rsidR="00E42069" w:rsidRPr="00E9320A" w:rsidRDefault="00E9320A" w:rsidP="00E42069">
      <w:pPr>
        <w:rPr>
          <w:rFonts w:ascii="Arial" w:hAnsi="Arial" w:cs="Arial"/>
          <w:b/>
          <w:sz w:val="24"/>
          <w:szCs w:val="24"/>
        </w:rPr>
      </w:pPr>
      <w:r w:rsidRPr="00E9320A">
        <w:rPr>
          <w:rFonts w:ascii="Arial" w:hAnsi="Arial" w:cs="Arial"/>
          <w:b/>
          <w:sz w:val="24"/>
          <w:szCs w:val="24"/>
        </w:rPr>
        <w:t>Afstand Coopertest:</w:t>
      </w:r>
    </w:p>
    <w:p w:rsidR="00E9320A" w:rsidRDefault="00E9320A" w:rsidP="00E4206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aantal gelopen rondjes:……….</w:t>
      </w:r>
    </w:p>
    <w:p w:rsidR="00E9320A" w:rsidRDefault="00E9320A" w:rsidP="00E4206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Dat is ………meter.   Dat is cijfer</w:t>
      </w:r>
      <w:r w:rsidR="00D311C2">
        <w:rPr>
          <w:rFonts w:ascii="Arial" w:hAnsi="Arial" w:cs="Arial"/>
          <w:sz w:val="24"/>
          <w:szCs w:val="24"/>
        </w:rPr>
        <w:t xml:space="preserve"> (zie tabel hieronder)</w:t>
      </w:r>
      <w:r>
        <w:rPr>
          <w:rFonts w:ascii="Arial" w:hAnsi="Arial" w:cs="Arial"/>
          <w:sz w:val="24"/>
          <w:szCs w:val="24"/>
        </w:rPr>
        <w:t>:……</w:t>
      </w:r>
    </w:p>
    <w:p w:rsidR="00E9320A" w:rsidRDefault="00D311C2" w:rsidP="00E42069">
      <w:pPr>
        <w:rPr>
          <w:rFonts w:ascii="Arial" w:hAnsi="Arial" w:cs="Arial"/>
          <w:sz w:val="24"/>
          <w:szCs w:val="24"/>
        </w:rPr>
      </w:pPr>
      <w:r>
        <w:rPr>
          <w:noProof/>
          <w:lang w:eastAsia="nl-NL"/>
        </w:rPr>
        <w:drawing>
          <wp:inline distT="0" distB="0" distL="0" distR="0" wp14:anchorId="6751711A" wp14:editId="7D97BF26">
            <wp:extent cx="2245479" cy="2518410"/>
            <wp:effectExtent l="0" t="0" r="254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263330" cy="25384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E9320A" w:rsidRPr="00E42069" w:rsidRDefault="00E9320A" w:rsidP="00E4206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De resultaten van de hartslagmetingen plaats je allemaal zelf in het Google drive document. De resultaten en bijbehorende opdrachten verwerken we in de les BI. </w:t>
      </w:r>
    </w:p>
    <w:sectPr w:rsidR="00E9320A" w:rsidRPr="00E420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D2F30"/>
    <w:multiLevelType w:val="hybridMultilevel"/>
    <w:tmpl w:val="9F867AAA"/>
    <w:lvl w:ilvl="0" w:tplc="A71C70E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420A14"/>
    <w:multiLevelType w:val="multilevel"/>
    <w:tmpl w:val="A7AE6A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093B"/>
    <w:rsid w:val="001D093B"/>
    <w:rsid w:val="003C53C6"/>
    <w:rsid w:val="0054069F"/>
    <w:rsid w:val="00D311C2"/>
    <w:rsid w:val="00E42069"/>
    <w:rsid w:val="00E9320A"/>
    <w:rsid w:val="00F21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8D1CF3"/>
  <w15:chartTrackingRefBased/>
  <w15:docId w15:val="{BF51CF51-B8B8-43B7-BC38-8ECD128532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3C53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table" w:styleId="Tabelraster">
    <w:name w:val="Table Grid"/>
    <w:basedOn w:val="Standaardtabel"/>
    <w:uiPriority w:val="39"/>
    <w:rsid w:val="003C53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E420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798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3C9ED7F1.dotm</Template>
  <TotalTime>84</TotalTime>
  <Pages>2</Pages>
  <Words>300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Johannes Fontanus College</Company>
  <LinksUpToDate>false</LinksUpToDate>
  <CharactersWithSpaces>1950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 Hertgers</dc:creator>
  <cp:keywords/>
  <dc:description/>
  <cp:lastModifiedBy>M. Hertgers</cp:lastModifiedBy>
  <cp:revision>2</cp:revision>
  <dcterms:created xsi:type="dcterms:W3CDTF">2018-04-04T10:03:00Z</dcterms:created>
  <dcterms:modified xsi:type="dcterms:W3CDTF">2018-04-05T15:03:00Z</dcterms:modified>
</cp:coreProperties>
</file>