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AEC" w:rsidRDefault="002D449D" w:rsidP="002D449D">
      <w:pPr>
        <w:pStyle w:val="Titel"/>
      </w:pPr>
      <w:r>
        <w:t xml:space="preserve">Meetrapport </w:t>
      </w:r>
    </w:p>
    <w:p w:rsidR="00130AEC" w:rsidRDefault="00130AEC" w:rsidP="00130AEC">
      <w:pPr>
        <w:pStyle w:val="Kop1"/>
      </w:pPr>
      <w:r>
        <w:t xml:space="preserve">Experiment: </w:t>
      </w:r>
      <w:r w:rsidR="002D449D">
        <w:t>Naam experiment</w:t>
      </w:r>
    </w:p>
    <w:p w:rsidR="00130AEC" w:rsidRDefault="00130AEC" w:rsidP="00130AEC"/>
    <w:p w:rsidR="00130AEC" w:rsidRDefault="00130AEC" w:rsidP="00130AEC">
      <w:pPr>
        <w:pStyle w:val="Kop2"/>
      </w:pPr>
      <w:r>
        <w:t>Doel</w:t>
      </w:r>
    </w:p>
    <w:p w:rsidR="00130AEC" w:rsidRDefault="00130AEC" w:rsidP="00130AEC">
      <w:r>
        <w:t xml:space="preserve">Op welke vraag wil ik een antwoord? </w:t>
      </w:r>
      <w:r w:rsidR="00E937EF">
        <w:br/>
      </w:r>
      <w:r>
        <w:t xml:space="preserve">Doe je een </w:t>
      </w:r>
      <w:r w:rsidRPr="00E937EF">
        <w:rPr>
          <w:b/>
          <w:i/>
        </w:rPr>
        <w:t>analytische</w:t>
      </w:r>
      <w:r>
        <w:t xml:space="preserve"> proef en je wil het </w:t>
      </w:r>
      <w:r w:rsidRPr="00130AEC">
        <w:rPr>
          <w:i/>
        </w:rPr>
        <w:t>gehalte</w:t>
      </w:r>
      <w:r w:rsidRPr="00130AEC">
        <w:rPr>
          <w:i/>
        </w:rPr>
        <w:t xml:space="preserve">/concentratie </w:t>
      </w:r>
      <w:r w:rsidRPr="00130AEC">
        <w:rPr>
          <w:i/>
        </w:rPr>
        <w:t>/massapercentage</w:t>
      </w:r>
      <w:r>
        <w:t xml:space="preserve"> weten? </w:t>
      </w:r>
      <w:r w:rsidR="008D1186">
        <w:br/>
      </w:r>
      <w:r w:rsidR="008D1186">
        <w:br/>
        <w:t>Mogelijke doelen</w:t>
      </w:r>
      <w:proofErr w:type="gramStart"/>
      <w:r w:rsidR="008D1186">
        <w:t>:</w:t>
      </w:r>
      <w:bookmarkStart w:id="0" w:name="_GoBack"/>
      <w:bookmarkEnd w:id="0"/>
      <w:r>
        <w:br/>
      </w:r>
      <w:r w:rsidR="008D1186">
        <w:t>-</w:t>
      </w:r>
      <w:proofErr w:type="gramEnd"/>
      <w:r w:rsidR="008D1186">
        <w:t xml:space="preserve"> Het gehalte (zuivere stof) in (product/mengsel) bepalen.</w:t>
      </w:r>
      <w:r w:rsidR="008D1186">
        <w:br/>
        <w:t>- Het massa percentage (zuivere stof) in (product/mengsel) bepalen.</w:t>
      </w:r>
      <w:r w:rsidR="008D1186">
        <w:br/>
        <w:t>- De concentratie (stof) bepalen.</w:t>
      </w:r>
      <w:r>
        <w:br/>
      </w:r>
      <w:r>
        <w:br/>
        <w:t xml:space="preserve">Of doe je een </w:t>
      </w:r>
      <w:r w:rsidRPr="00E937EF">
        <w:rPr>
          <w:b/>
          <w:i/>
        </w:rPr>
        <w:t>organische</w:t>
      </w:r>
      <w:r>
        <w:t xml:space="preserve"> proef en wil je iets maken (</w:t>
      </w:r>
      <w:r w:rsidRPr="00130AEC">
        <w:rPr>
          <w:i/>
        </w:rPr>
        <w:t>synthetiseren</w:t>
      </w:r>
      <w:r>
        <w:t xml:space="preserve">)? </w:t>
      </w:r>
    </w:p>
    <w:p w:rsidR="00130AEC" w:rsidRDefault="00130AEC" w:rsidP="00130AEC">
      <w:pPr>
        <w:pStyle w:val="Kop2"/>
      </w:pPr>
      <w:r>
        <w:t>Principe</w:t>
      </w:r>
    </w:p>
    <w:p w:rsidR="008D1186" w:rsidRDefault="00130AEC" w:rsidP="00130AEC">
      <w:r>
        <w:t xml:space="preserve">Ik doe een </w:t>
      </w:r>
      <w:r w:rsidRPr="00E937EF">
        <w:rPr>
          <w:b/>
          <w:i/>
        </w:rPr>
        <w:t xml:space="preserve">analytische </w:t>
      </w:r>
      <w:r>
        <w:t>proef. Dan beschrijf je hier:</w:t>
      </w:r>
    </w:p>
    <w:p w:rsidR="008D1186" w:rsidRDefault="00E937EF" w:rsidP="008D1186">
      <w:pPr>
        <w:pStyle w:val="Lijstalinea"/>
        <w:numPr>
          <w:ilvl w:val="0"/>
          <w:numId w:val="4"/>
        </w:numPr>
      </w:pPr>
      <w:r>
        <w:t>M</w:t>
      </w:r>
      <w:r w:rsidR="00130AEC">
        <w:t>et welke techniek ga je het gehalte/concen</w:t>
      </w:r>
      <w:r w:rsidR="008D1186">
        <w:t>tratie/massapercentage bepalen?</w:t>
      </w:r>
    </w:p>
    <w:p w:rsidR="008D1186" w:rsidRDefault="00E937EF" w:rsidP="00130AEC">
      <w:pPr>
        <w:pStyle w:val="Lijstalinea"/>
        <w:numPr>
          <w:ilvl w:val="0"/>
          <w:numId w:val="4"/>
        </w:numPr>
      </w:pPr>
      <w:r>
        <w:t>H</w:t>
      </w:r>
      <w:r w:rsidR="00130AEC">
        <w:t xml:space="preserve">oe werkt deze techniek? </w:t>
      </w:r>
    </w:p>
    <w:p w:rsidR="008D1186" w:rsidRDefault="00E937EF" w:rsidP="00130AEC">
      <w:pPr>
        <w:pStyle w:val="Lijstalinea"/>
        <w:numPr>
          <w:ilvl w:val="0"/>
          <w:numId w:val="4"/>
        </w:numPr>
      </w:pPr>
      <w:r>
        <w:t>W</w:t>
      </w:r>
      <w:r w:rsidR="00130AEC">
        <w:t>aarom voeg ik bepaalde reagent</w:t>
      </w:r>
      <w:r w:rsidR="008D1186">
        <w:t>ia toe? (bufferen, kleur geven</w:t>
      </w:r>
      <w:r w:rsidR="00130AEC">
        <w:t>)</w:t>
      </w:r>
    </w:p>
    <w:p w:rsidR="008D1186" w:rsidRDefault="008D1186" w:rsidP="008D1186">
      <w:pPr>
        <w:pStyle w:val="Lijstalinea"/>
      </w:pPr>
    </w:p>
    <w:p w:rsidR="008D1186" w:rsidRDefault="00E937EF" w:rsidP="008D1186">
      <w:pPr>
        <w:pStyle w:val="Lijstalinea"/>
        <w:numPr>
          <w:ilvl w:val="0"/>
          <w:numId w:val="4"/>
        </w:numPr>
      </w:pPr>
      <w:r>
        <w:t>A</w:t>
      </w:r>
      <w:r w:rsidR="008D1186">
        <w:t xml:space="preserve">ndere gegevens die belangrijk zijn voor de werking van het experiment. </w:t>
      </w:r>
    </w:p>
    <w:p w:rsidR="008D1186" w:rsidRDefault="00E937EF" w:rsidP="00130AEC">
      <w:pPr>
        <w:pStyle w:val="Lijstalinea"/>
        <w:numPr>
          <w:ilvl w:val="0"/>
          <w:numId w:val="4"/>
        </w:numPr>
      </w:pPr>
      <w:r>
        <w:t>A</w:t>
      </w:r>
      <w:r w:rsidR="008D1186">
        <w:t xml:space="preserve">ndere gegevens die belangrijk zijn </w:t>
      </w:r>
    </w:p>
    <w:p w:rsidR="008D1186" w:rsidRDefault="008D1186" w:rsidP="00130AEC">
      <w:r>
        <w:t xml:space="preserve">Ik doe een </w:t>
      </w:r>
      <w:r w:rsidRPr="00E937EF">
        <w:rPr>
          <w:b/>
          <w:i/>
        </w:rPr>
        <w:t xml:space="preserve">organische </w:t>
      </w:r>
      <w:r w:rsidRPr="00E937EF">
        <w:rPr>
          <w:i/>
        </w:rPr>
        <w:t>proef</w:t>
      </w:r>
      <w:r w:rsidRPr="00E937EF">
        <w:t>.</w:t>
      </w:r>
      <w:r>
        <w:t xml:space="preserve"> Dan beschrijf je hier:</w:t>
      </w:r>
    </w:p>
    <w:p w:rsidR="008D1186" w:rsidRDefault="008D1186" w:rsidP="008D1186">
      <w:pPr>
        <w:pStyle w:val="Lijstalinea"/>
        <w:numPr>
          <w:ilvl w:val="0"/>
          <w:numId w:val="2"/>
        </w:numPr>
      </w:pPr>
      <w:r>
        <w:t xml:space="preserve">Heeft de synthese een bepaalde </w:t>
      </w:r>
    </w:p>
    <w:p w:rsidR="008D1186" w:rsidRDefault="008D1186" w:rsidP="00DA3180">
      <w:pPr>
        <w:pStyle w:val="Lijstalinea"/>
        <w:numPr>
          <w:ilvl w:val="0"/>
          <w:numId w:val="2"/>
        </w:numPr>
      </w:pPr>
      <w:r>
        <w:t xml:space="preserve">Een </w:t>
      </w:r>
      <w:proofErr w:type="spellStart"/>
      <w:r>
        <w:t>reacitievergelijking</w:t>
      </w:r>
      <w:proofErr w:type="spellEnd"/>
      <w:r>
        <w:t xml:space="preserve"> in structuurformules</w:t>
      </w:r>
    </w:p>
    <w:p w:rsidR="002D449D" w:rsidRDefault="002D449D" w:rsidP="002D449D">
      <w:pPr>
        <w:pStyle w:val="Kop2"/>
      </w:pPr>
      <w:r>
        <w:t>Waarnemingen/Resultaten</w:t>
      </w:r>
    </w:p>
    <w:p w:rsidR="00DA3180" w:rsidRDefault="00DA3180" w:rsidP="00DA3180">
      <w:r>
        <w:t xml:space="preserve">Bij een </w:t>
      </w:r>
      <w:r w:rsidRPr="00E937EF">
        <w:rPr>
          <w:b/>
          <w:i/>
        </w:rPr>
        <w:t>analytische</w:t>
      </w:r>
      <w:r>
        <w:t xml:space="preserve"> proef zet je hier je getallen en berekeningen neer. Presenteer je getallen overzichtelijk. Bijvoorbeeld in een tabel of grafiek waar mogelijk.</w:t>
      </w:r>
    </w:p>
    <w:p w:rsidR="00DA3180" w:rsidRDefault="00DA3180" w:rsidP="00DA3180">
      <w:r>
        <w:t xml:space="preserve">Bij een </w:t>
      </w:r>
      <w:r w:rsidRPr="00E937EF">
        <w:rPr>
          <w:b/>
          <w:i/>
        </w:rPr>
        <w:t>organische</w:t>
      </w:r>
      <w:r>
        <w:t xml:space="preserve"> proef zet je hier naast je getallen en berekeningen ook je waarnemingen!</w:t>
      </w:r>
      <w:r>
        <w:br/>
        <w:t>Wat heb je gezien tijdens het experiment? Vielen er dingen op die je wellicht later in de discussie weer aan kunt halen als verklaring voor een afwijkend resultaat?</w:t>
      </w:r>
    </w:p>
    <w:p w:rsidR="00130AEC" w:rsidRDefault="002D449D" w:rsidP="00DA3180">
      <w:pPr>
        <w:pStyle w:val="Kop2"/>
      </w:pPr>
      <w:r>
        <w:t>Conclusie</w:t>
      </w:r>
    </w:p>
    <w:p w:rsidR="00DA3180" w:rsidRDefault="00DA3180" w:rsidP="002D449D">
      <w:r>
        <w:t xml:space="preserve">De conclusie is vaak beknopt. Hier wordt het antwoord op het doel weergegeven. </w:t>
      </w:r>
    </w:p>
    <w:p w:rsidR="002D449D" w:rsidRDefault="00DA3180" w:rsidP="002D449D">
      <w:r>
        <w:t>Een conclusie kan bijvoorbeeld zijn: Het gehalte koper in messing is 62% (m/m)</w:t>
      </w:r>
    </w:p>
    <w:p w:rsidR="002D449D" w:rsidRDefault="002D449D" w:rsidP="002D449D">
      <w:pPr>
        <w:pStyle w:val="Kop2"/>
      </w:pPr>
      <w:r>
        <w:t>Discussie</w:t>
      </w:r>
    </w:p>
    <w:p w:rsidR="002D449D" w:rsidRPr="00DA3180" w:rsidRDefault="00DA3180" w:rsidP="002D449D">
      <w:r>
        <w:t>In de discussie ga jij het hebben over je conclusie. Hoe serieus mag ik deze conclusie nemen? Waren je resultaten betrouwbaar? Zijn er fouten gemaakt of zijn er dingen opgevallen? Bespreek hier bijvoorbeeld je duplo/</w:t>
      </w:r>
      <w:proofErr w:type="spellStart"/>
      <w:r>
        <w:t>triplo’s</w:t>
      </w:r>
      <w:proofErr w:type="spellEnd"/>
      <w:r>
        <w:t>, je R</w:t>
      </w:r>
      <w:r>
        <w:rPr>
          <w:vertAlign w:val="superscript"/>
        </w:rPr>
        <w:t>2</w:t>
      </w:r>
      <w:r>
        <w:t>, je waarnemingen, resultaten van controlemonsters, referentiewaarden etc.</w:t>
      </w:r>
    </w:p>
    <w:sectPr w:rsidR="002D449D" w:rsidRPr="00DA318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A8B" w:rsidRDefault="007E3A8B" w:rsidP="002D449D">
      <w:pPr>
        <w:spacing w:after="0" w:line="240" w:lineRule="auto"/>
      </w:pPr>
      <w:r>
        <w:separator/>
      </w:r>
    </w:p>
  </w:endnote>
  <w:endnote w:type="continuationSeparator" w:id="0">
    <w:p w:rsidR="007E3A8B" w:rsidRDefault="007E3A8B" w:rsidP="002D4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A8B" w:rsidRDefault="007E3A8B" w:rsidP="002D449D">
      <w:pPr>
        <w:spacing w:after="0" w:line="240" w:lineRule="auto"/>
      </w:pPr>
      <w:r>
        <w:separator/>
      </w:r>
    </w:p>
  </w:footnote>
  <w:footnote w:type="continuationSeparator" w:id="0">
    <w:p w:rsidR="007E3A8B" w:rsidRDefault="007E3A8B" w:rsidP="002D44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rsidP="002D449D">
    <w:pPr>
      <w:pStyle w:val="Koptekst"/>
      <w:jc w:val="right"/>
    </w:pPr>
    <w:r w:rsidRPr="002D449D">
      <w:drawing>
        <wp:inline distT="0" distB="0" distL="0" distR="0">
          <wp:extent cx="1044870" cy="406400"/>
          <wp:effectExtent l="0" t="0" r="3175" b="0"/>
          <wp:docPr id="1" name="Afbeelding 1" descr="https://www.dutchgamegarden.nl/wp-content/uploads/2017/08/rvt-logo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utchgamegarden.nl/wp-content/uploads/2017/08/rvt-logo_klei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642" cy="418758"/>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9D" w:rsidRDefault="002D449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2418EE"/>
    <w:multiLevelType w:val="hybridMultilevel"/>
    <w:tmpl w:val="1D94114C"/>
    <w:lvl w:ilvl="0" w:tplc="B7B2A0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25671AF"/>
    <w:multiLevelType w:val="hybridMultilevel"/>
    <w:tmpl w:val="DA768228"/>
    <w:lvl w:ilvl="0" w:tplc="7FB4AA0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6F254F"/>
    <w:multiLevelType w:val="hybridMultilevel"/>
    <w:tmpl w:val="35C2B0C4"/>
    <w:lvl w:ilvl="0" w:tplc="B7B2A0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50354BA"/>
    <w:multiLevelType w:val="hybridMultilevel"/>
    <w:tmpl w:val="2098ED6E"/>
    <w:lvl w:ilvl="0" w:tplc="B7B2A0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AEC"/>
    <w:rsid w:val="00130AEC"/>
    <w:rsid w:val="002B702A"/>
    <w:rsid w:val="002D449D"/>
    <w:rsid w:val="007E3A8B"/>
    <w:rsid w:val="008A4DA1"/>
    <w:rsid w:val="008D1186"/>
    <w:rsid w:val="00A91625"/>
    <w:rsid w:val="00DA3180"/>
    <w:rsid w:val="00E93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FCBA3-AAEC-4F60-9EF0-03DFA6F6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D449D"/>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Kop2">
    <w:name w:val="heading 2"/>
    <w:basedOn w:val="Standaard"/>
    <w:next w:val="Standaard"/>
    <w:link w:val="Kop2Char"/>
    <w:uiPriority w:val="9"/>
    <w:unhideWhenUsed/>
    <w:qFormat/>
    <w:rsid w:val="002D449D"/>
    <w:pPr>
      <w:keepNext/>
      <w:keepLines/>
      <w:spacing w:before="40" w:after="0"/>
      <w:outlineLvl w:val="1"/>
    </w:pPr>
    <w:rPr>
      <w:rFonts w:asciiTheme="majorHAnsi" w:eastAsiaTheme="majorEastAsia" w:hAnsiTheme="majorHAnsi" w:cstheme="majorBidi"/>
      <w:b/>
      <w:color w:val="000000" w:themeColor="tex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
    <w:name w:val="TAB"/>
    <w:basedOn w:val="Geenafstand"/>
    <w:next w:val="Geenafstand"/>
    <w:qFormat/>
    <w:rsid w:val="002B702A"/>
    <w:rPr>
      <w:rFonts w:ascii="Courier New" w:hAnsi="Courier New" w:cs="Courier New"/>
    </w:rPr>
  </w:style>
  <w:style w:type="paragraph" w:styleId="Geenafstand">
    <w:name w:val="No Spacing"/>
    <w:uiPriority w:val="1"/>
    <w:qFormat/>
    <w:rsid w:val="002B702A"/>
    <w:pPr>
      <w:spacing w:after="0" w:line="240" w:lineRule="auto"/>
    </w:pPr>
  </w:style>
  <w:style w:type="paragraph" w:styleId="Titel">
    <w:name w:val="Title"/>
    <w:basedOn w:val="Standaard"/>
    <w:next w:val="Standaard"/>
    <w:link w:val="TitelChar"/>
    <w:uiPriority w:val="10"/>
    <w:qFormat/>
    <w:rsid w:val="00130A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30AEC"/>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2D449D"/>
    <w:rPr>
      <w:rFonts w:asciiTheme="majorHAnsi" w:eastAsiaTheme="majorEastAsia" w:hAnsiTheme="majorHAnsi" w:cstheme="majorBidi"/>
      <w:color w:val="000000" w:themeColor="text1"/>
      <w:sz w:val="32"/>
      <w:szCs w:val="32"/>
    </w:rPr>
  </w:style>
  <w:style w:type="character" w:customStyle="1" w:styleId="Kop2Char">
    <w:name w:val="Kop 2 Char"/>
    <w:basedOn w:val="Standaardalinea-lettertype"/>
    <w:link w:val="Kop2"/>
    <w:uiPriority w:val="9"/>
    <w:rsid w:val="002D449D"/>
    <w:rPr>
      <w:rFonts w:asciiTheme="majorHAnsi" w:eastAsiaTheme="majorEastAsia" w:hAnsiTheme="majorHAnsi" w:cstheme="majorBidi"/>
      <w:b/>
      <w:color w:val="000000" w:themeColor="text1"/>
      <w:sz w:val="26"/>
      <w:szCs w:val="26"/>
    </w:rPr>
  </w:style>
  <w:style w:type="paragraph" w:styleId="Lijstalinea">
    <w:name w:val="List Paragraph"/>
    <w:basedOn w:val="Standaard"/>
    <w:uiPriority w:val="34"/>
    <w:qFormat/>
    <w:rsid w:val="008D1186"/>
    <w:pPr>
      <w:ind w:left="720"/>
      <w:contextualSpacing/>
    </w:pPr>
  </w:style>
  <w:style w:type="paragraph" w:styleId="Koptekst">
    <w:name w:val="header"/>
    <w:basedOn w:val="Standaard"/>
    <w:link w:val="KoptekstChar"/>
    <w:uiPriority w:val="99"/>
    <w:unhideWhenUsed/>
    <w:rsid w:val="002D44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449D"/>
  </w:style>
  <w:style w:type="paragraph" w:styleId="Voettekst">
    <w:name w:val="footer"/>
    <w:basedOn w:val="Standaard"/>
    <w:link w:val="VoettekstChar"/>
    <w:uiPriority w:val="99"/>
    <w:unhideWhenUsed/>
    <w:rsid w:val="002D44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4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ij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589752C1-FEB7-4145-9A30-DFED5992A78C}">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3729</TotalTime>
  <Pages>1</Pages>
  <Words>280</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Strotmann</dc:creator>
  <cp:keywords/>
  <dc:description/>
  <cp:lastModifiedBy>Stijn Strotmann</cp:lastModifiedBy>
  <cp:revision>3</cp:revision>
  <dcterms:created xsi:type="dcterms:W3CDTF">2018-01-27T21:06:00Z</dcterms:created>
  <dcterms:modified xsi:type="dcterms:W3CDTF">2018-02-04T17:19:00Z</dcterms:modified>
</cp:coreProperties>
</file>