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C026E" w14:textId="77777777" w:rsidR="00C64B9B" w:rsidRDefault="004F6EAA"/>
    <w:p w14:paraId="10C5F91A" w14:textId="77777777" w:rsidR="002E6DF1" w:rsidRPr="002E6DF1" w:rsidRDefault="002E6DF1">
      <w:pPr>
        <w:rPr>
          <w:i/>
          <w:sz w:val="32"/>
          <w:szCs w:val="32"/>
        </w:rPr>
      </w:pPr>
      <w:r w:rsidRPr="002E6DF1">
        <w:rPr>
          <w:i/>
          <w:sz w:val="32"/>
          <w:szCs w:val="32"/>
        </w:rPr>
        <w:t xml:space="preserve">Lesvoorbereidingsformulier </w:t>
      </w:r>
      <w:r w:rsidRPr="002E6DF1">
        <w:rPr>
          <w:i/>
          <w:sz w:val="32"/>
          <w:szCs w:val="32"/>
        </w:rPr>
        <w:tab/>
      </w:r>
      <w:r w:rsidRPr="002E6DF1">
        <w:rPr>
          <w:i/>
          <w:sz w:val="32"/>
          <w:szCs w:val="32"/>
        </w:rPr>
        <w:tab/>
      </w:r>
      <w:r w:rsidRPr="002E6DF1">
        <w:rPr>
          <w:i/>
          <w:sz w:val="32"/>
          <w:szCs w:val="32"/>
        </w:rPr>
        <w:tab/>
      </w:r>
      <w:r w:rsidRPr="002E6DF1">
        <w:rPr>
          <w:i/>
          <w:sz w:val="32"/>
          <w:szCs w:val="32"/>
        </w:rPr>
        <w:tab/>
      </w:r>
      <w:proofErr w:type="spellStart"/>
      <w:r w:rsidRPr="002E6DF1">
        <w:rPr>
          <w:i/>
          <w:sz w:val="32"/>
          <w:szCs w:val="32"/>
        </w:rPr>
        <w:t>Leerdoeldenken</w:t>
      </w:r>
      <w:proofErr w:type="spellEnd"/>
    </w:p>
    <w:p w14:paraId="15F20455" w14:textId="77777777" w:rsidR="002E6DF1" w:rsidRDefault="002E6DF1">
      <w:r>
        <w:t>_______________________________________________________________________</w:t>
      </w:r>
    </w:p>
    <w:p w14:paraId="009CF8F7" w14:textId="77777777" w:rsidR="002E6DF1" w:rsidRDefault="002E6DF1" w:rsidP="002E6DF1"/>
    <w:p w14:paraId="2107C52B" w14:textId="77777777" w:rsidR="002E6DF1" w:rsidRDefault="002E6DF1" w:rsidP="002E6DF1">
      <w:pPr>
        <w:pStyle w:val="Lijstalinea"/>
        <w:numPr>
          <w:ilvl w:val="0"/>
          <w:numId w:val="1"/>
        </w:numPr>
      </w:pPr>
      <w:r w:rsidRPr="002E6DF1">
        <w:rPr>
          <w:i/>
        </w:rPr>
        <w:t>WAT</w:t>
      </w:r>
      <w:r>
        <w:t xml:space="preserve"> wil ik dat de leerlingen leren?</w:t>
      </w:r>
    </w:p>
    <w:p w14:paraId="4223C742" w14:textId="77777777" w:rsidR="002E6DF1" w:rsidRDefault="002E6DF1" w:rsidP="002E6DF1">
      <w:pPr>
        <w:pStyle w:val="Lijstalinea"/>
        <w:numPr>
          <w:ilvl w:val="0"/>
          <w:numId w:val="1"/>
        </w:numPr>
      </w:pPr>
      <w:r w:rsidRPr="002E6DF1">
        <w:rPr>
          <w:i/>
        </w:rPr>
        <w:t>HOE</w:t>
      </w:r>
      <w:r>
        <w:t xml:space="preserve"> wil ik dat de leerlingen leren?</w:t>
      </w:r>
    </w:p>
    <w:p w14:paraId="719FFCA3" w14:textId="77777777" w:rsidR="002E6DF1" w:rsidRDefault="002E6DF1" w:rsidP="002E6DF1">
      <w:pPr>
        <w:pStyle w:val="Lijstalinea"/>
        <w:numPr>
          <w:ilvl w:val="0"/>
          <w:numId w:val="1"/>
        </w:numPr>
      </w:pPr>
      <w:r w:rsidRPr="002E6DF1">
        <w:rPr>
          <w:i/>
        </w:rPr>
        <w:t>WAARMEE</w:t>
      </w:r>
      <w:r>
        <w:t xml:space="preserve"> wil ik dat de leerlingen leren?</w:t>
      </w:r>
    </w:p>
    <w:p w14:paraId="21ABF0A7" w14:textId="77777777" w:rsidR="002E6DF1" w:rsidRDefault="002E6DF1">
      <w:pPr>
        <w:pBdr>
          <w:bottom w:val="single" w:sz="12" w:space="1" w:color="auto"/>
        </w:pBdr>
      </w:pPr>
    </w:p>
    <w:p w14:paraId="5C3BFED3" w14:textId="77777777" w:rsidR="002E6DF1" w:rsidRDefault="002E6DF1"/>
    <w:p w14:paraId="04ABBB6C" w14:textId="77777777" w:rsidR="002E6DF1" w:rsidRDefault="002E6DF1" w:rsidP="002E6DF1">
      <w:pPr>
        <w:pStyle w:val="Lijstalinea"/>
        <w:numPr>
          <w:ilvl w:val="0"/>
          <w:numId w:val="3"/>
        </w:numPr>
      </w:pPr>
      <w:r>
        <w:t>WAT</w:t>
      </w:r>
    </w:p>
    <w:p w14:paraId="4B41DEBF" w14:textId="77777777" w:rsidR="002E6DF1" w:rsidRDefault="002E6DF1" w:rsidP="002E6DF1"/>
    <w:p w14:paraId="390B2E49" w14:textId="77777777" w:rsidR="002E6DF1" w:rsidRDefault="002E6DF1" w:rsidP="002E6DF1">
      <w:pPr>
        <w:rPr>
          <w:color w:val="4472C4" w:themeColor="accent5"/>
        </w:rPr>
      </w:pPr>
      <w:r>
        <w:t xml:space="preserve">We maken een </w:t>
      </w:r>
      <w:r w:rsidRPr="002E6DF1">
        <w:rPr>
          <w:color w:val="4472C4" w:themeColor="accent5"/>
        </w:rPr>
        <w:t xml:space="preserve">beredeneerde opbouw </w:t>
      </w:r>
      <w:r>
        <w:t xml:space="preserve">van </w:t>
      </w:r>
      <w:r w:rsidRPr="002E6DF1">
        <w:rPr>
          <w:color w:val="4472C4" w:themeColor="accent5"/>
        </w:rPr>
        <w:t>inhouden</w:t>
      </w:r>
      <w:r>
        <w:t xml:space="preserve"> en </w:t>
      </w:r>
      <w:r w:rsidRPr="002E6DF1">
        <w:rPr>
          <w:color w:val="4472C4" w:themeColor="accent5"/>
        </w:rPr>
        <w:t>tussendoelen</w:t>
      </w:r>
      <w:r>
        <w:t xml:space="preserve">, die leiden naar een </w:t>
      </w:r>
      <w:r w:rsidRPr="002E6DF1">
        <w:rPr>
          <w:color w:val="4472C4" w:themeColor="accent5"/>
        </w:rPr>
        <w:t>einddoel.</w:t>
      </w:r>
    </w:p>
    <w:p w14:paraId="7CFB8BBF" w14:textId="77777777" w:rsidR="002E6DF1" w:rsidRDefault="002E6DF1" w:rsidP="002E6DF1">
      <w:pPr>
        <w:rPr>
          <w:color w:val="4472C4" w:themeColor="accent5"/>
        </w:rPr>
      </w:pPr>
    </w:p>
    <w:p w14:paraId="592D076F" w14:textId="77777777" w:rsidR="004216DD" w:rsidRPr="004216DD" w:rsidRDefault="004216DD" w:rsidP="002E6DF1">
      <w:pPr>
        <w:rPr>
          <w:color w:val="000000" w:themeColor="text1"/>
        </w:rPr>
      </w:pPr>
      <w:r>
        <w:rPr>
          <w:color w:val="000000" w:themeColor="text1"/>
        </w:rPr>
        <w:t>Kenmerken van leven, wat is leven?? Tussendoelen:</w:t>
      </w:r>
    </w:p>
    <w:p w14:paraId="2F8320A4" w14:textId="77777777" w:rsidR="004216DD" w:rsidRDefault="004216DD" w:rsidP="002E6DF1">
      <w:pPr>
        <w:rPr>
          <w:color w:val="4472C4" w:themeColor="accent5"/>
        </w:rPr>
      </w:pPr>
    </w:p>
    <w:p w14:paraId="5487FBF5" w14:textId="77777777" w:rsidR="004216DD" w:rsidRDefault="004216DD" w:rsidP="004216DD">
      <w:pPr>
        <w:jc w:val="center"/>
        <w:rPr>
          <w:color w:val="4472C4" w:themeColor="accent5"/>
        </w:rPr>
      </w:pPr>
      <w:r>
        <w:rPr>
          <w:noProof/>
          <w:color w:val="4472C4" w:themeColor="accent5"/>
        </w:rPr>
        <w:drawing>
          <wp:inline distT="0" distB="0" distL="0" distR="0" wp14:anchorId="3356DD83" wp14:editId="267CB7EB">
            <wp:extent cx="4226382" cy="1858227"/>
            <wp:effectExtent l="0" t="0" r="0" b="0"/>
            <wp:docPr id="3" name="Afbeelding 3" descr="/Users/johnvandongen/Desktop/Schermafbeelding 2017-06-19 om 09.41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johnvandongen/Desktop/Schermafbeelding 2017-06-19 om 09.41.4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733" cy="186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9D1AC" w14:textId="77777777" w:rsidR="004216DD" w:rsidRDefault="004216DD" w:rsidP="002E6DF1">
      <w:pPr>
        <w:rPr>
          <w:color w:val="4472C4" w:themeColor="accent5"/>
        </w:rPr>
      </w:pPr>
    </w:p>
    <w:p w14:paraId="624DB45C" w14:textId="77777777" w:rsidR="004216DD" w:rsidRPr="004216DD" w:rsidRDefault="004216DD" w:rsidP="002E6DF1">
      <w:pPr>
        <w:rPr>
          <w:color w:val="000000" w:themeColor="text1"/>
        </w:rPr>
      </w:pPr>
      <w:r w:rsidRPr="004216DD">
        <w:rPr>
          <w:color w:val="000000" w:themeColor="text1"/>
        </w:rPr>
        <w:t>Einddoelen:</w:t>
      </w:r>
    </w:p>
    <w:p w14:paraId="5A0D1772" w14:textId="77777777" w:rsidR="002E6DF1" w:rsidRDefault="004216DD" w:rsidP="004216DD">
      <w:pPr>
        <w:jc w:val="center"/>
      </w:pPr>
      <w:r>
        <w:rPr>
          <w:noProof/>
        </w:rPr>
        <w:drawing>
          <wp:inline distT="0" distB="0" distL="0" distR="0" wp14:anchorId="19A8773C" wp14:editId="6EF2E97F">
            <wp:extent cx="3194883" cy="3632200"/>
            <wp:effectExtent l="0" t="0" r="5715" b="0"/>
            <wp:docPr id="2" name="Afbeelding 2" descr="/Users/johnvandongen/Desktop/Schermafbeelding 2017-06-19 om 09.38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ohnvandongen/Desktop/Schermafbeelding 2017-06-19 om 09.38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667" cy="364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94B14" w14:textId="77777777" w:rsidR="004216DD" w:rsidRDefault="004216DD" w:rsidP="004216DD"/>
    <w:p w14:paraId="6DD20FDC" w14:textId="77777777" w:rsidR="004216DD" w:rsidRDefault="004216DD" w:rsidP="004216DD">
      <w:r>
        <w:t>Uitwerking:</w:t>
      </w:r>
    </w:p>
    <w:p w14:paraId="2EB763B5" w14:textId="77777777" w:rsidR="004216DD" w:rsidRDefault="004216DD" w:rsidP="004216DD"/>
    <w:p w14:paraId="4C78E91A" w14:textId="77777777" w:rsidR="004216DD" w:rsidRDefault="004216DD" w:rsidP="004216DD">
      <w:r>
        <w:t xml:space="preserve">A: Einddoel </w:t>
      </w:r>
    </w:p>
    <w:p w14:paraId="559355D2" w14:textId="77777777" w:rsidR="00756F54" w:rsidRDefault="00756F54" w:rsidP="004216DD"/>
    <w:p w14:paraId="10504F28" w14:textId="77777777" w:rsidR="004216DD" w:rsidRDefault="004216DD" w:rsidP="004216DD">
      <w:r>
        <w:t>De leerling moet de kenmerken van leven kunnen benoemen en kunnen uitleggen welke de bijzondere kenmerken daarvan zijn.</w:t>
      </w:r>
    </w:p>
    <w:p w14:paraId="73F95A4A" w14:textId="77777777" w:rsidR="004216DD" w:rsidRDefault="004216DD" w:rsidP="004216DD"/>
    <w:p w14:paraId="4009C1E4" w14:textId="77777777" w:rsidR="004216DD" w:rsidRDefault="004216DD" w:rsidP="004216DD">
      <w:r>
        <w:t>B: Leerdoelen voor de leerling</w:t>
      </w:r>
    </w:p>
    <w:p w14:paraId="51602F27" w14:textId="77777777" w:rsidR="00756F54" w:rsidRDefault="00756F54" w:rsidP="004216DD"/>
    <w:p w14:paraId="71FDD783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>moet kunnen omschrijven wat biologie is.</w:t>
      </w:r>
    </w:p>
    <w:p w14:paraId="3241AF75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 xml:space="preserve">moet kunnen </w:t>
      </w:r>
      <w:r w:rsidRPr="00756F54">
        <w:rPr>
          <w:i/>
        </w:rPr>
        <w:t>zeggen</w:t>
      </w:r>
      <w:r w:rsidRPr="00756F54">
        <w:rPr>
          <w:i/>
        </w:rPr>
        <w:t xml:space="preserve"> of iets levend, dood of levenloos is.</w:t>
      </w:r>
    </w:p>
    <w:p w14:paraId="1CF4E084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>moet de zeven levensverschijnselen kunnen noemen.</w:t>
      </w:r>
    </w:p>
    <w:p w14:paraId="7955E697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 xml:space="preserve">moet in de bouw van een organisme organenstelsels, organen, weefsels en cellen kunnen </w:t>
      </w:r>
      <w:r w:rsidRPr="00756F54">
        <w:rPr>
          <w:i/>
        </w:rPr>
        <w:t>herkennen.</w:t>
      </w:r>
    </w:p>
    <w:p w14:paraId="6F7C295C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>moet kunnen aangeven wanneer je een loep gebruikt en wanneer een microscoop.</w:t>
      </w:r>
    </w:p>
    <w:p w14:paraId="094BAE07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 xml:space="preserve">moet kunnen </w:t>
      </w:r>
      <w:r w:rsidRPr="00756F54">
        <w:rPr>
          <w:i/>
        </w:rPr>
        <w:t>uitleggen</w:t>
      </w:r>
      <w:r w:rsidRPr="00756F54">
        <w:rPr>
          <w:i/>
        </w:rPr>
        <w:t xml:space="preserve"> of een afbeelding natuurgetrouw of schematisch is en of de afbeelding een buitenaanzicht, een lengtedoorsnede of een dwarsdoorsnede is.</w:t>
      </w:r>
    </w:p>
    <w:p w14:paraId="376002E8" w14:textId="77777777" w:rsidR="00756F54" w:rsidRP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i/>
        </w:rPr>
      </w:pPr>
      <w:r w:rsidRPr="00756F54">
        <w:rPr>
          <w:i/>
        </w:rPr>
        <w:t xml:space="preserve">Ik </w:t>
      </w:r>
      <w:r w:rsidRPr="00756F54">
        <w:rPr>
          <w:i/>
        </w:rPr>
        <w:t>moet van een microscoop de onderdelen kunnen noemen met hun kenmerken en functies.</w:t>
      </w:r>
    </w:p>
    <w:p w14:paraId="795C593E" w14:textId="77777777" w:rsidR="00756F54" w:rsidRDefault="00756F54" w:rsidP="00756F5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</w:rPr>
      </w:pPr>
    </w:p>
    <w:p w14:paraId="66D88CFE" w14:textId="77777777" w:rsidR="004216DD" w:rsidRDefault="00756F54" w:rsidP="004216DD">
      <w:r>
        <w:t>Begrippen:</w:t>
      </w:r>
    </w:p>
    <w:p w14:paraId="1CA5D4A7" w14:textId="77777777" w:rsidR="00756F54" w:rsidRDefault="00756F54" w:rsidP="004216DD"/>
    <w:p w14:paraId="20DBBF1F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Levend</w:t>
      </w:r>
    </w:p>
    <w:p w14:paraId="293FC16F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Dood</w:t>
      </w:r>
    </w:p>
    <w:p w14:paraId="0DEC8982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Levenloos</w:t>
      </w:r>
    </w:p>
    <w:p w14:paraId="4663ECF5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Cel</w:t>
      </w:r>
    </w:p>
    <w:p w14:paraId="02865DB5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Weefsel</w:t>
      </w:r>
    </w:p>
    <w:p w14:paraId="77C58F0A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Orgaan</w:t>
      </w:r>
    </w:p>
    <w:p w14:paraId="710D6BDE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Orgaanstelsel</w:t>
      </w:r>
    </w:p>
    <w:p w14:paraId="2AF01085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Organisme</w:t>
      </w:r>
    </w:p>
    <w:p w14:paraId="56B6954F" w14:textId="77777777" w:rsidR="004216DD" w:rsidRDefault="00756F54" w:rsidP="00756F54">
      <w:pPr>
        <w:pStyle w:val="Lijstalinea"/>
        <w:numPr>
          <w:ilvl w:val="0"/>
          <w:numId w:val="4"/>
        </w:numPr>
      </w:pPr>
      <w:r>
        <w:t>Lengtedoorsnede</w:t>
      </w:r>
    </w:p>
    <w:p w14:paraId="358ACD1E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Dwarsdoorsnede</w:t>
      </w:r>
    </w:p>
    <w:p w14:paraId="28EBD470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Schematisch</w:t>
      </w:r>
    </w:p>
    <w:p w14:paraId="7A418CAC" w14:textId="77777777" w:rsidR="00756F54" w:rsidRDefault="00756F54" w:rsidP="00756F54">
      <w:pPr>
        <w:pStyle w:val="Lijstalinea"/>
        <w:numPr>
          <w:ilvl w:val="0"/>
          <w:numId w:val="4"/>
        </w:numPr>
      </w:pPr>
      <w:r>
        <w:t>Natuurgetrouw</w:t>
      </w:r>
    </w:p>
    <w:p w14:paraId="3FBEA755" w14:textId="77777777" w:rsidR="00756F54" w:rsidRDefault="00756F54" w:rsidP="004216DD"/>
    <w:p w14:paraId="102643AB" w14:textId="77777777" w:rsidR="00D24326" w:rsidRDefault="00756F54" w:rsidP="004216DD">
      <w:r>
        <w:t>Hierna kun je in schemavorm een eigen leerlijn formuleren. Dat doe j</w:t>
      </w:r>
      <w:r w:rsidR="00D24326">
        <w:t>e het meest gemakkelijk in een E</w:t>
      </w:r>
      <w:r>
        <w:t xml:space="preserve">xcel </w:t>
      </w:r>
      <w:r w:rsidR="00D24326">
        <w:t xml:space="preserve">of Google </w:t>
      </w:r>
      <w:r>
        <w:t>spreadsheet</w:t>
      </w:r>
      <w:r w:rsidR="00D24326">
        <w:t>:</w:t>
      </w:r>
    </w:p>
    <w:p w14:paraId="26FEBE28" w14:textId="77777777" w:rsidR="00D24326" w:rsidRDefault="00D24326" w:rsidP="004216DD">
      <w:r>
        <w:t>( zie voorbeeld aardrijkskunde )</w:t>
      </w:r>
    </w:p>
    <w:p w14:paraId="15D1BF81" w14:textId="77777777" w:rsidR="00D24326" w:rsidRDefault="00D24326" w:rsidP="00D24326">
      <w:r w:rsidRPr="00D24326">
        <w:drawing>
          <wp:inline distT="0" distB="0" distL="0" distR="0" wp14:anchorId="1DA9960E" wp14:editId="0DEE4EB0">
            <wp:extent cx="2209980" cy="1802403"/>
            <wp:effectExtent l="0" t="0" r="0" b="1270"/>
            <wp:docPr id="4" name="Afbeelding 1" descr="Schermafbeelding 2014-11-07 om 08.14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 descr="Schermafbeelding 2014-11-07 om 08.14.16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110" cy="183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C6978" w14:textId="77777777" w:rsidR="00D24326" w:rsidRDefault="00D24326" w:rsidP="00D24326">
      <w:bookmarkStart w:id="0" w:name="_GoBack"/>
      <w:bookmarkEnd w:id="0"/>
    </w:p>
    <w:sectPr w:rsidR="00D24326" w:rsidSect="00556B26"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3CFDD" w14:textId="77777777" w:rsidR="004F6EAA" w:rsidRDefault="004F6EAA" w:rsidP="004F1908">
      <w:r>
        <w:separator/>
      </w:r>
    </w:p>
  </w:endnote>
  <w:endnote w:type="continuationSeparator" w:id="0">
    <w:p w14:paraId="7F608A31" w14:textId="77777777" w:rsidR="004F6EAA" w:rsidRDefault="004F6EAA" w:rsidP="004F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63967" w14:textId="77777777" w:rsidR="004F6EAA" w:rsidRDefault="004F6EAA" w:rsidP="004F1908">
      <w:r>
        <w:separator/>
      </w:r>
    </w:p>
  </w:footnote>
  <w:footnote w:type="continuationSeparator" w:id="0">
    <w:p w14:paraId="0D92F360" w14:textId="77777777" w:rsidR="004F6EAA" w:rsidRDefault="004F6EAA" w:rsidP="004F19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72B49" w14:textId="77777777" w:rsidR="004F1908" w:rsidRDefault="004F1908">
    <w:pPr>
      <w:pStyle w:val="Koptekst"/>
    </w:pPr>
    <w:r>
      <w:rPr>
        <w:noProof/>
        <w:lang w:eastAsia="nl-NL"/>
      </w:rPr>
      <w:drawing>
        <wp:inline distT="0" distB="0" distL="0" distR="0" wp14:anchorId="188937E9" wp14:editId="6332A99A">
          <wp:extent cx="1896916" cy="464807"/>
          <wp:effectExtent l="0" t="0" r="8255" b="0"/>
          <wp:docPr id="1" name="Afbeelding 1" descr="/Users/johnvandongen/Desktop/buroblad oktober 2016/vo-content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ohnvandongen/Desktop/buroblad oktober 2016/vo-content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4079" cy="476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61A5"/>
    <w:multiLevelType w:val="hybridMultilevel"/>
    <w:tmpl w:val="51B0638A"/>
    <w:lvl w:ilvl="0" w:tplc="43E61F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1052"/>
    <w:multiLevelType w:val="hybridMultilevel"/>
    <w:tmpl w:val="B1B05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7A4E6B"/>
    <w:multiLevelType w:val="hybridMultilevel"/>
    <w:tmpl w:val="032293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948FE"/>
    <w:multiLevelType w:val="hybridMultilevel"/>
    <w:tmpl w:val="27902408"/>
    <w:lvl w:ilvl="0" w:tplc="642A235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F1"/>
    <w:rsid w:val="002E6DF1"/>
    <w:rsid w:val="004216DD"/>
    <w:rsid w:val="004F1908"/>
    <w:rsid w:val="004F6EAA"/>
    <w:rsid w:val="00556B26"/>
    <w:rsid w:val="00756F54"/>
    <w:rsid w:val="00951310"/>
    <w:rsid w:val="00D24326"/>
    <w:rsid w:val="00E4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A92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E6DF1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4F1908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KoptekstTeken">
    <w:name w:val="Koptekst Teken"/>
    <w:basedOn w:val="Standaardalinea-lettertype"/>
    <w:link w:val="Koptekst"/>
    <w:uiPriority w:val="99"/>
    <w:rsid w:val="004F1908"/>
  </w:style>
  <w:style w:type="paragraph" w:styleId="Voettekst">
    <w:name w:val="footer"/>
    <w:basedOn w:val="Standaard"/>
    <w:link w:val="VoettekstTeken"/>
    <w:uiPriority w:val="99"/>
    <w:unhideWhenUsed/>
    <w:rsid w:val="004F1908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4F1908"/>
  </w:style>
  <w:style w:type="paragraph" w:styleId="Lijstalinea">
    <w:name w:val="List Paragraph"/>
    <w:basedOn w:val="Standaard"/>
    <w:uiPriority w:val="34"/>
    <w:qFormat/>
    <w:rsid w:val="002E6DF1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Standaardalinea-lettertype"/>
    <w:uiPriority w:val="99"/>
    <w:semiHidden/>
    <w:unhideWhenUsed/>
    <w:rsid w:val="002E6DF1"/>
    <w:rPr>
      <w:color w:val="0000FF"/>
      <w:u w:val="single"/>
    </w:rPr>
  </w:style>
  <w:style w:type="character" w:customStyle="1" w:styleId="leerplanhoverpopup">
    <w:name w:val="leerplan_hoverpopup"/>
    <w:basedOn w:val="Standaardalinea-lettertype"/>
    <w:rsid w:val="002E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johnvandongen/Library/Group%20Containers/UBF8T346G9.Office/User%20Content.localized/Templates.localized/vo-content%201.dotx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vo-content 1.dotx</Template>
  <TotalTime>20</TotalTime>
  <Pages>2</Pages>
  <Words>225</Words>
  <Characters>1241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1</cp:revision>
  <dcterms:created xsi:type="dcterms:W3CDTF">2017-06-19T07:28:00Z</dcterms:created>
  <dcterms:modified xsi:type="dcterms:W3CDTF">2017-06-19T08:01:00Z</dcterms:modified>
</cp:coreProperties>
</file>