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E3F" w:rsidRPr="00291FD7" w:rsidRDefault="0001021B">
      <w:pPr>
        <w:rPr>
          <w:sz w:val="36"/>
          <w:szCs w:val="36"/>
        </w:rPr>
      </w:pPr>
      <w:r>
        <w:rPr>
          <w:noProof/>
          <w:lang w:eastAsia="nl-NL"/>
        </w:rPr>
        <w:drawing>
          <wp:inline distT="0" distB="0" distL="0" distR="0" wp14:anchorId="460198D0" wp14:editId="46503562">
            <wp:extent cx="1362075" cy="50325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amloo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457" cy="51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1FD7">
        <w:tab/>
      </w:r>
      <w:r w:rsidR="00291FD7">
        <w:tab/>
      </w:r>
      <w:bookmarkStart w:id="0" w:name="_GoBack"/>
      <w:bookmarkEnd w:id="0"/>
    </w:p>
    <w:p w:rsidR="0001021B" w:rsidRDefault="0001021B"/>
    <w:p w:rsidR="0001021B" w:rsidRPr="005546EE" w:rsidRDefault="0001021B" w:rsidP="0001021B">
      <w:pPr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Hoofdvraag/probleemstelling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01021B" w:rsidTr="007A6555">
        <w:tc>
          <w:tcPr>
            <w:tcW w:w="2547" w:type="dxa"/>
          </w:tcPr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Aanleiding voor je onderwerp</w:t>
            </w:r>
          </w:p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6515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01021B" w:rsidTr="007A6555">
        <w:tc>
          <w:tcPr>
            <w:tcW w:w="2547" w:type="dxa"/>
          </w:tcPr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Formuleer je onderzoeksvraag</w:t>
            </w:r>
          </w:p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6515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01021B" w:rsidTr="007A6555">
        <w:tc>
          <w:tcPr>
            <w:tcW w:w="2547" w:type="dxa"/>
          </w:tcPr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Deelvragen</w:t>
            </w:r>
          </w:p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6515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1.</w:t>
            </w: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2.</w:t>
            </w: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3.</w:t>
            </w:r>
          </w:p>
        </w:tc>
      </w:tr>
    </w:tbl>
    <w:p w:rsidR="0001021B" w:rsidRDefault="0001021B" w:rsidP="0001021B">
      <w:pPr>
        <w:rPr>
          <w:rFonts w:ascii="Calibri Light" w:hAnsi="Calibri Light"/>
          <w:sz w:val="24"/>
          <w:szCs w:val="24"/>
        </w:rPr>
      </w:pPr>
    </w:p>
    <w:p w:rsidR="0001021B" w:rsidRPr="005546EE" w:rsidRDefault="0001021B" w:rsidP="0001021B">
      <w:pPr>
        <w:rPr>
          <w:rFonts w:ascii="Calibri Light" w:hAnsi="Calibri Light"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>Z</w:t>
      </w:r>
      <w:r w:rsidRPr="005546EE">
        <w:rPr>
          <w:rFonts w:ascii="Calibri Light" w:hAnsi="Calibri Light"/>
          <w:b/>
          <w:sz w:val="24"/>
          <w:szCs w:val="24"/>
        </w:rPr>
        <w:t>oekplan: zoektermen</w:t>
      </w:r>
      <w:r>
        <w:rPr>
          <w:rFonts w:ascii="Calibri Light" w:hAnsi="Calibri Light"/>
          <w:b/>
          <w:sz w:val="24"/>
          <w:szCs w:val="24"/>
        </w:rPr>
        <w:t xml:space="preserve"> verzamelen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021B" w:rsidTr="007A6555">
        <w:tc>
          <w:tcPr>
            <w:tcW w:w="4531" w:type="dxa"/>
          </w:tcPr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 xml:space="preserve">Belangrijkste zoektermen uit je hoofdvraag </w:t>
            </w:r>
          </w:p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vaststellen</w:t>
            </w:r>
          </w:p>
        </w:tc>
        <w:tc>
          <w:tcPr>
            <w:tcW w:w="4531" w:type="dxa"/>
          </w:tcPr>
          <w:p w:rsidR="0001021B" w:rsidRDefault="0001021B" w:rsidP="0001021B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Vertaal de zoekterm in syno</w:t>
            </w:r>
            <w:r>
              <w:rPr>
                <w:rFonts w:ascii="Calibri Light" w:hAnsi="Calibri Light"/>
                <w:sz w:val="24"/>
                <w:szCs w:val="24"/>
              </w:rPr>
              <w:t>niemen</w:t>
            </w:r>
            <w:r>
              <w:rPr>
                <w:rFonts w:ascii="Calibri Light" w:hAnsi="Calibri Light"/>
                <w:sz w:val="24"/>
                <w:szCs w:val="24"/>
              </w:rPr>
              <w:t>/v</w:t>
            </w:r>
            <w:r>
              <w:rPr>
                <w:rFonts w:ascii="Calibri Light" w:hAnsi="Calibri Light"/>
                <w:sz w:val="24"/>
                <w:szCs w:val="24"/>
              </w:rPr>
              <w:t>ertalingen/smalle-bredere termen</w:t>
            </w:r>
          </w:p>
        </w:tc>
      </w:tr>
      <w:tr w:rsidR="0001021B" w:rsidTr="007A6555"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01021B" w:rsidTr="007A6555"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01021B" w:rsidTr="007A6555"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01021B" w:rsidTr="007A6555"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01021B" w:rsidTr="007A6555"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4531" w:type="dxa"/>
          </w:tcPr>
          <w:p w:rsidR="0001021B" w:rsidRDefault="0001021B" w:rsidP="007A6555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</w:tbl>
    <w:p w:rsidR="0001021B" w:rsidRDefault="0001021B" w:rsidP="0001021B">
      <w:pPr>
        <w:rPr>
          <w:rFonts w:ascii="Calibri Light" w:hAnsi="Calibri Light"/>
          <w:sz w:val="24"/>
          <w:szCs w:val="24"/>
        </w:rPr>
      </w:pPr>
    </w:p>
    <w:p w:rsidR="0001021B" w:rsidRDefault="0001021B"/>
    <w:sectPr w:rsidR="0001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21B"/>
    <w:rsid w:val="0001021B"/>
    <w:rsid w:val="00291FD7"/>
    <w:rsid w:val="00571979"/>
    <w:rsid w:val="00B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CD7EE"/>
  <w15:chartTrackingRefBased/>
  <w15:docId w15:val="{53B2FDAF-A8BD-4C89-9E8F-DF1E5E3C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1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F8DF3AD2</Template>
  <TotalTime>6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Jansma - Wierenga, F.</dc:creator>
  <cp:keywords/>
  <dc:description/>
  <cp:lastModifiedBy>Jansma - Wierenga, F.</cp:lastModifiedBy>
  <cp:revision>2</cp:revision>
  <dcterms:created xsi:type="dcterms:W3CDTF">2018-03-15T09:37:00Z</dcterms:created>
  <dcterms:modified xsi:type="dcterms:W3CDTF">2018-03-15T09:44:00Z</dcterms:modified>
</cp:coreProperties>
</file>