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2D" w:rsidRDefault="0032242D" w:rsidP="0032242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32242D" w:rsidRDefault="0032242D" w:rsidP="0032242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32242D" w:rsidRPr="00AB3351" w:rsidRDefault="0032242D" w:rsidP="0032242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bookmarkStart w:id="0" w:name="_GoBack"/>
      <w:bookmarkEnd w:id="0"/>
      <w:r w:rsidRPr="00AB3351">
        <w:rPr>
          <w:rFonts w:ascii="Arial" w:eastAsia="Calibri" w:hAnsi="Arial" w:cs="Arial"/>
          <w:sz w:val="24"/>
          <w:szCs w:val="24"/>
          <w:lang w:eastAsia="nl-NL"/>
        </w:rPr>
        <w:t>Ik ga verder!</w:t>
      </w:r>
    </w:p>
    <w:p w:rsidR="0032242D" w:rsidRPr="00AB3351" w:rsidRDefault="0032242D" w:rsidP="0032242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Verdiepen en meer professionaliseren.</w:t>
      </w:r>
    </w:p>
    <w:p w:rsidR="0032242D" w:rsidRPr="000935F7" w:rsidRDefault="0032242D" w:rsidP="0032242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32242D" w:rsidRPr="000935F7" w:rsidRDefault="0032242D" w:rsidP="0032242D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  <w:lang w:eastAsia="nl-NL"/>
        </w:rPr>
      </w:pPr>
      <w:r w:rsidRPr="000935F7">
        <w:rPr>
          <w:rFonts w:ascii="Arial" w:eastAsia="Calibri" w:hAnsi="Arial" w:cs="Arial"/>
          <w:sz w:val="24"/>
          <w:szCs w:val="24"/>
          <w:u w:val="single"/>
          <w:lang w:eastAsia="nl-NL"/>
        </w:rPr>
        <w:t>Opdracht: Kennen en kunnen</w:t>
      </w:r>
    </w:p>
    <w:p w:rsidR="0032242D" w:rsidRPr="000935F7" w:rsidRDefault="0032242D" w:rsidP="0032242D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32242D" w:rsidRPr="000935F7" w:rsidRDefault="0032242D" w:rsidP="0032242D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V</w:t>
      </w:r>
      <w:r w:rsidRPr="000935F7">
        <w:rPr>
          <w:rFonts w:ascii="Arial" w:eastAsia="Calibri" w:hAnsi="Arial" w:cs="Arial"/>
          <w:sz w:val="24"/>
          <w:szCs w:val="24"/>
          <w:lang w:eastAsia="nl-NL"/>
        </w:rPr>
        <w:t>erdiep je in de hoofdstuk over ontwikkelingspsychologie</w:t>
      </w:r>
    </w:p>
    <w:p w:rsidR="0032242D" w:rsidRDefault="0032242D" w:rsidP="0032242D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Noteer belangrijke woorden uit dit hoofdstuk</w:t>
      </w:r>
    </w:p>
    <w:p w:rsidR="0032242D" w:rsidRPr="000935F7" w:rsidRDefault="0032242D" w:rsidP="0032242D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Leg uit in eigen woorden wat deze woorden te maken hebben met ontwikkelingspsychologie</w:t>
      </w:r>
      <w:r w:rsidRPr="000935F7">
        <w:rPr>
          <w:rFonts w:ascii="Arial" w:eastAsia="Calibri" w:hAnsi="Arial" w:cs="Arial"/>
          <w:sz w:val="24"/>
          <w:szCs w:val="24"/>
          <w:lang w:eastAsia="nl-NL"/>
        </w:rPr>
        <w:t xml:space="preserve"> </w:t>
      </w:r>
    </w:p>
    <w:p w:rsidR="0032242D" w:rsidRPr="000935F7" w:rsidRDefault="0032242D" w:rsidP="0032242D">
      <w:pPr>
        <w:spacing w:after="0" w:line="240" w:lineRule="auto"/>
        <w:ind w:firstLine="360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4) Maak een schema met de ontwikkelingsfasen en aspecten.</w:t>
      </w:r>
    </w:p>
    <w:p w:rsidR="0032242D" w:rsidRPr="000935F7" w:rsidRDefault="0032242D" w:rsidP="0032242D">
      <w:pPr>
        <w:spacing w:after="0" w:line="240" w:lineRule="auto"/>
        <w:ind w:left="360"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5)</w:t>
      </w:r>
      <w:r w:rsidRPr="000935F7">
        <w:rPr>
          <w:rFonts w:ascii="Arial" w:eastAsia="Calibri" w:hAnsi="Arial" w:cs="Arial"/>
          <w:sz w:val="24"/>
          <w:szCs w:val="24"/>
          <w:lang w:eastAsia="nl-NL"/>
        </w:rPr>
        <w:t xml:space="preserve"> Schrijf in  2 korte zinnen wat de verschillende ontwikkelingsaspecten zijn</w:t>
      </w:r>
      <w:r>
        <w:rPr>
          <w:rFonts w:ascii="Arial" w:eastAsia="Calibri" w:hAnsi="Arial" w:cs="Arial"/>
          <w:sz w:val="24"/>
          <w:szCs w:val="24"/>
          <w:lang w:eastAsia="nl-NL"/>
        </w:rPr>
        <w:t xml:space="preserve"> met een voorbeeld uit jouw BPV</w:t>
      </w:r>
      <w:r w:rsidRPr="000935F7">
        <w:rPr>
          <w:rFonts w:ascii="Arial" w:eastAsia="Calibri" w:hAnsi="Arial" w:cs="Arial"/>
          <w:sz w:val="24"/>
          <w:szCs w:val="24"/>
          <w:lang w:eastAsia="nl-NL"/>
        </w:rPr>
        <w:t xml:space="preserve">. </w:t>
      </w:r>
    </w:p>
    <w:p w:rsidR="0032242D" w:rsidRPr="000935F7" w:rsidRDefault="0032242D" w:rsidP="0032242D">
      <w:pPr>
        <w:spacing w:after="0" w:line="240" w:lineRule="auto"/>
        <w:ind w:firstLine="360"/>
        <w:rPr>
          <w:rFonts w:ascii="Arial" w:eastAsia="Calibri" w:hAnsi="Arial" w:cs="Arial"/>
          <w:sz w:val="24"/>
          <w:szCs w:val="24"/>
          <w:lang w:eastAsia="nl-NL"/>
        </w:rPr>
      </w:pPr>
      <w:r w:rsidRPr="000935F7">
        <w:rPr>
          <w:rFonts w:ascii="Arial" w:eastAsia="Calibri" w:hAnsi="Arial" w:cs="Arial"/>
          <w:sz w:val="24"/>
          <w:szCs w:val="24"/>
          <w:lang w:eastAsia="nl-NL"/>
        </w:rPr>
        <w:t xml:space="preserve">6) </w:t>
      </w:r>
      <w:r>
        <w:rPr>
          <w:rFonts w:ascii="Arial" w:eastAsia="Calibri" w:hAnsi="Arial" w:cs="Arial"/>
          <w:sz w:val="24"/>
          <w:szCs w:val="24"/>
          <w:lang w:eastAsia="nl-NL"/>
        </w:rPr>
        <w:t>Beschrijf in grote lijnen hoe de ontwikkeling van de mens verloopt.</w:t>
      </w:r>
    </w:p>
    <w:p w:rsidR="0032242D" w:rsidRPr="000935F7" w:rsidRDefault="0032242D" w:rsidP="0032242D">
      <w:pPr>
        <w:spacing w:after="0" w:line="240" w:lineRule="auto"/>
        <w:ind w:left="708"/>
        <w:rPr>
          <w:rFonts w:ascii="Arial" w:eastAsia="Calibri" w:hAnsi="Arial" w:cs="Arial"/>
          <w:sz w:val="24"/>
          <w:szCs w:val="24"/>
        </w:rPr>
      </w:pPr>
    </w:p>
    <w:p w:rsidR="004A6209" w:rsidRDefault="004A6209"/>
    <w:sectPr w:rsidR="004A6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BEC"/>
    <w:multiLevelType w:val="hybridMultilevel"/>
    <w:tmpl w:val="7A4E7A4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2D"/>
    <w:rsid w:val="0032242D"/>
    <w:rsid w:val="004A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24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24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24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2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1DD6FEB9</Template>
  <TotalTime>0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Daniel</dc:creator>
  <cp:lastModifiedBy>Vanessa Daniel</cp:lastModifiedBy>
  <cp:revision>1</cp:revision>
  <dcterms:created xsi:type="dcterms:W3CDTF">2018-01-18T04:42:00Z</dcterms:created>
  <dcterms:modified xsi:type="dcterms:W3CDTF">2018-01-18T04:42:00Z</dcterms:modified>
</cp:coreProperties>
</file>