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07" w:rsidRDefault="00F83A07" w:rsidP="00F83A07">
      <w:pPr>
        <w:ind w:left="0"/>
        <w:rPr>
          <w:lang w:eastAsia="nl-NL"/>
        </w:rPr>
      </w:pPr>
      <w:bookmarkStart w:id="0" w:name="_GoBack"/>
      <w:bookmarkEnd w:id="0"/>
      <w:r>
        <w:rPr>
          <w:lang w:eastAsia="nl-NL"/>
        </w:rPr>
        <w:t>Ik blijf hier!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>Herhalen en meer oefenen…</w:t>
      </w:r>
    </w:p>
    <w:p w:rsidR="00F83A07" w:rsidRDefault="00F83A07" w:rsidP="00F83A07">
      <w:pPr>
        <w:ind w:left="0"/>
        <w:rPr>
          <w:lang w:eastAsia="nl-NL"/>
        </w:rPr>
      </w:pPr>
    </w:p>
    <w:p w:rsidR="00F83A07" w:rsidRPr="00515DA5" w:rsidRDefault="00F83A07" w:rsidP="00F83A07">
      <w:pPr>
        <w:ind w:left="0"/>
        <w:rPr>
          <w:u w:val="single"/>
          <w:lang w:eastAsia="nl-NL"/>
        </w:rPr>
      </w:pPr>
      <w:r w:rsidRPr="00515DA5">
        <w:rPr>
          <w:u w:val="single"/>
          <w:lang w:eastAsia="nl-NL"/>
        </w:rPr>
        <w:t>Opdracht: Kennen en kunnen</w:t>
      </w:r>
    </w:p>
    <w:p w:rsidR="00F83A07" w:rsidRPr="00EA3635" w:rsidRDefault="00F83A07" w:rsidP="00F83A07">
      <w:pPr>
        <w:ind w:left="0"/>
        <w:rPr>
          <w:lang w:eastAsia="nl-NL"/>
        </w:rPr>
      </w:pP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 xml:space="preserve">1) Ga de theorie in eigen woorden uitleggen 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 xml:space="preserve">2) Maak een tekening van de verschillende ontwikkelingsfasen en noteer de leeftijden erbij.  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>3) Noteer de 3 ontwikkelingsaspecten verspreid op een blad.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 xml:space="preserve">4. Schrijf in  2 korte zinnen wat de verschillende ontwikkelingsaspecten zijn. 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>5) Noteer een kleine casus die je in je BPV hebt meegemaakt bij elke ontwikkelingsaspect.</w:t>
      </w:r>
    </w:p>
    <w:p w:rsidR="00F83A07" w:rsidRDefault="00F83A07" w:rsidP="00F83A07">
      <w:pPr>
        <w:ind w:left="0"/>
        <w:rPr>
          <w:lang w:eastAsia="nl-NL"/>
        </w:rPr>
      </w:pPr>
      <w:r>
        <w:rPr>
          <w:lang w:eastAsia="nl-NL"/>
        </w:rPr>
        <w:t>6) Gebruik de woorden uit de theorie in een zin.</w:t>
      </w:r>
    </w:p>
    <w:p w:rsidR="004A6209" w:rsidRDefault="004A6209"/>
    <w:sectPr w:rsidR="004A6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07"/>
    <w:rsid w:val="004A6209"/>
    <w:rsid w:val="00F8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3A07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3A07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1</cp:revision>
  <dcterms:created xsi:type="dcterms:W3CDTF">2018-01-18T04:20:00Z</dcterms:created>
  <dcterms:modified xsi:type="dcterms:W3CDTF">2018-01-18T04:20:00Z</dcterms:modified>
</cp:coreProperties>
</file>