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05" w:rsidRDefault="00FD0A0D">
      <w:bookmarkStart w:id="0" w:name="_GoBack"/>
      <w:r>
        <w:rPr>
          <w:noProof/>
          <w:color w:val="0000FF"/>
          <w:lang w:val="nl-NL" w:eastAsia="nl-NL"/>
        </w:rPr>
        <w:drawing>
          <wp:inline distT="0" distB="0" distL="0" distR="0" wp14:anchorId="3827359A" wp14:editId="534026FE">
            <wp:extent cx="8346971" cy="5743575"/>
            <wp:effectExtent l="0" t="0" r="0" b="0"/>
            <wp:docPr id="1" name="irc_mi" descr="Gerelateerde afbeeld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6971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4405" w:rsidSect="00FD0A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0D"/>
    <w:rsid w:val="00E14405"/>
    <w:rsid w:val="00FD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nl/url?sa=i&amp;rct=j&amp;q=&amp;esrc=s&amp;source=images&amp;cd=&amp;cad=rja&amp;uact=8&amp;ved=0ahUKEwiFxcWKk_vYAhVMuVMKHWUWDwUQjRwIBw&amp;url=http://www.ikleerinbeelden.nl/category/beelddenken-planning/&amp;psig=AOvVaw2tq8flazsoW8NGAUEYnXZo&amp;ust=15172457158633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5443E64C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Clarinda</dc:creator>
  <cp:lastModifiedBy>Monica Clarinda</cp:lastModifiedBy>
  <cp:revision>1</cp:revision>
  <dcterms:created xsi:type="dcterms:W3CDTF">2018-01-28T17:09:00Z</dcterms:created>
  <dcterms:modified xsi:type="dcterms:W3CDTF">2018-01-28T17:10:00Z</dcterms:modified>
</cp:coreProperties>
</file>