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0B" w:rsidRPr="0052528F" w:rsidRDefault="00292497" w:rsidP="003C1CD8">
      <w:pPr>
        <w:rPr>
          <w:lang w:val="nl-NL"/>
        </w:rPr>
      </w:pPr>
      <w:r w:rsidRPr="0052528F">
        <w:rPr>
          <w:rFonts w:ascii="Times New Roman" w:hAnsi="Times New Roman"/>
          <w:noProof/>
          <w:color w:val="auto"/>
          <w:kern w:val="0"/>
          <w:sz w:val="24"/>
          <w:szCs w:val="24"/>
          <w:lang w:val="nl-NL" w:eastAsia="nl-NL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858000" cy="9144000"/>
            <wp:effectExtent l="19050" t="0" r="0" b="0"/>
            <wp:wrapNone/>
            <wp:docPr id="1" name="Picture 0" descr="stationary_bkgrnd_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ary_bkgrnd_V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0C89">
        <w:rPr>
          <w:rFonts w:ascii="Times New Roman" w:hAnsi="Times New Roman"/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66131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608320" cy="8298180"/>
                <wp:effectExtent l="0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829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261B" w:rsidRDefault="008D261B" w:rsidP="002741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nl-NL"/>
                              </w:rPr>
                            </w:pPr>
                            <w:r w:rsidRPr="002F0C8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nl-NL"/>
                              </w:rPr>
                              <w:t>Intervisie casussen uit de praktijk bespreken</w:t>
                            </w:r>
                          </w:p>
                          <w:p w:rsidR="00015DC6" w:rsidRPr="002F0C89" w:rsidRDefault="00015DC6" w:rsidP="002741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nl-NL"/>
                              </w:rPr>
                              <w:t>Datum: 26 februari 2018</w:t>
                            </w:r>
                            <w:bookmarkStart w:id="0" w:name="_GoBack"/>
                            <w:bookmarkEnd w:id="0"/>
                          </w:p>
                          <w:p w:rsidR="008D261B" w:rsidRPr="0027410E" w:rsidRDefault="008D261B" w:rsidP="003C1CD8">
                            <w:pPr>
                              <w:rPr>
                                <w:rFonts w:ascii="Arial" w:hAnsi="Arial" w:cs="Arial"/>
                                <w:lang w:val="nl-NL"/>
                              </w:rPr>
                            </w:pPr>
                          </w:p>
                          <w:p w:rsidR="008D261B" w:rsidRPr="0027410E" w:rsidRDefault="008D261B" w:rsidP="003C1CD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nl-NL"/>
                              </w:rPr>
                            </w:pPr>
                            <w:r w:rsidRPr="0027410E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nl-NL"/>
                              </w:rPr>
                              <w:t>Stappen voor bespreking:</w:t>
                            </w:r>
                          </w:p>
                          <w:p w:rsidR="008D261B" w:rsidRDefault="008D261B" w:rsidP="002F0C8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 w:rsidRPr="002F0C89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Schrijf eerst een casus op papier.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 xml:space="preserve"> </w:t>
                            </w:r>
                            <w:r w:rsidRPr="002F0C89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Beschrijf alleen wat er is gebeurd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 xml:space="preserve">. </w:t>
                            </w:r>
                            <w:r w:rsidRPr="002F0C89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Schrijf geen oplossing; dus schrijf niet hoe je het ‘probleem’ hebt opgelost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 xml:space="preserve"> of aangepakt</w:t>
                            </w:r>
                            <w:r w:rsidRPr="002F0C89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.</w:t>
                            </w:r>
                          </w:p>
                          <w:p w:rsidR="008D261B" w:rsidRPr="002F0C89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Default="008D261B" w:rsidP="0027410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Iedereen krijgt een beurt middels lootjes trekken om haar casus voor te lezen.</w:t>
                            </w:r>
                          </w:p>
                          <w:p w:rsidR="008D261B" w:rsidRPr="002F0C89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Default="008D261B" w:rsidP="0027410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De anderen gaan open vragen stellen; zoals hoe,  wat, waar, welke, waarom, wanneer, wie(geen namen!). Geen oplossing geven!</w:t>
                            </w:r>
                          </w:p>
                          <w:p w:rsidR="008D261B" w:rsidRDefault="008D261B" w:rsidP="0027410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Je moet eerst een idee krijgen wat er precies is gebeurd.</w:t>
                            </w:r>
                          </w:p>
                          <w:p w:rsidR="008D261B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Default="008D261B" w:rsidP="0027410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Nu krijgen enkele studenten een beurt om te vertellen hoe zij het probleem/situatie zou hebben aangepakt.</w:t>
                            </w:r>
                          </w:p>
                          <w:p w:rsidR="008D261B" w:rsidRPr="002F0C89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Default="008D261B" w:rsidP="0027410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De eigenaar van de casus zegt hoe zij het heeft aangepakt.</w:t>
                            </w:r>
                          </w:p>
                          <w:p w:rsidR="008D261B" w:rsidRDefault="008D261B" w:rsidP="002F0C89">
                            <w:pPr>
                              <w:pStyle w:val="Lijstalinea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:rsidR="008D261B" w:rsidRPr="0027410E" w:rsidRDefault="008D261B" w:rsidP="0027410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  <w:t>Anderen geven feedback.</w:t>
                            </w:r>
                          </w:p>
                          <w:p w:rsidR="008D261B" w:rsidRPr="0027410E" w:rsidRDefault="008D261B" w:rsidP="003C1CD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0" rIns="457200" bIns="45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41.6pt;height:653.4pt;z-index:251661312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" o:allowincell="f" filled="f" stroked="f" strokecolor="black [0]" insetpen="t">
                <v:textbox inset="36pt,36pt,36pt,36pt">
                  <w:txbxContent>
                    <w:p w:rsidR="008D261B" w:rsidRDefault="008D261B" w:rsidP="0027410E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nl-NL"/>
                        </w:rPr>
                      </w:pPr>
                      <w:r w:rsidRPr="002F0C8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nl-NL"/>
                        </w:rPr>
                        <w:t>Intervisie casussen uit de praktijk bespreken</w:t>
                      </w:r>
                    </w:p>
                    <w:p w:rsidR="00015DC6" w:rsidRPr="002F0C89" w:rsidRDefault="00015DC6" w:rsidP="0027410E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nl-NL"/>
                        </w:rPr>
                        <w:t>Datum: 26 februari 2018</w:t>
                      </w:r>
                      <w:bookmarkStart w:id="1" w:name="_GoBack"/>
                      <w:bookmarkEnd w:id="1"/>
                    </w:p>
                    <w:p w:rsidR="008D261B" w:rsidRPr="0027410E" w:rsidRDefault="008D261B" w:rsidP="003C1CD8">
                      <w:pPr>
                        <w:rPr>
                          <w:rFonts w:ascii="Arial" w:hAnsi="Arial" w:cs="Arial"/>
                          <w:lang w:val="nl-NL"/>
                        </w:rPr>
                      </w:pPr>
                    </w:p>
                    <w:p w:rsidR="008D261B" w:rsidRPr="0027410E" w:rsidRDefault="008D261B" w:rsidP="003C1CD8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nl-NL"/>
                        </w:rPr>
                      </w:pPr>
                      <w:r w:rsidRPr="0027410E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nl-NL"/>
                        </w:rPr>
                        <w:t>Stappen voor bespreking:</w:t>
                      </w:r>
                    </w:p>
                    <w:p w:rsidR="008D261B" w:rsidRDefault="008D261B" w:rsidP="002F0C8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 w:rsidRPr="002F0C89"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Schrijf eerst een casus op papier.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 xml:space="preserve"> </w:t>
                      </w:r>
                      <w:r w:rsidRPr="002F0C89"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Beschrijf alleen wat er is gebeurd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 xml:space="preserve">. </w:t>
                      </w:r>
                      <w:r w:rsidRPr="002F0C89"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Schrijf geen oplossing; dus schrijf niet hoe je het ‘probleem’ hebt opgelost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 xml:space="preserve"> of aangepakt</w:t>
                      </w:r>
                      <w:r w:rsidRPr="002F0C89"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.</w:t>
                      </w:r>
                    </w:p>
                    <w:p w:rsidR="008D261B" w:rsidRPr="002F0C89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Default="008D261B" w:rsidP="0027410E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Iedereen krijgt een beurt middels lootjes trekken om haar casus voor te lezen.</w:t>
                      </w:r>
                    </w:p>
                    <w:p w:rsidR="008D261B" w:rsidRPr="002F0C89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Default="008D261B" w:rsidP="0027410E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De anderen gaan open vragen stellen; zoals hoe,  wat, waar, welke, waarom, wanneer, wie(geen namen!). Geen oplossing geven!</w:t>
                      </w:r>
                    </w:p>
                    <w:p w:rsidR="008D261B" w:rsidRDefault="008D261B" w:rsidP="0027410E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Je moet eerst een idee krijgen wat er precies is gebeurd.</w:t>
                      </w:r>
                    </w:p>
                    <w:p w:rsidR="008D261B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Default="008D261B" w:rsidP="0027410E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Nu krijgen enkele studenten een beurt om te vertellen hoe zij het probleem/situatie zou hebben aangepakt.</w:t>
                      </w:r>
                    </w:p>
                    <w:p w:rsidR="008D261B" w:rsidRPr="002F0C89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Default="008D261B" w:rsidP="0027410E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De eigenaar van de casus zegt hoe zij het heeft aangepakt.</w:t>
                      </w:r>
                    </w:p>
                    <w:p w:rsidR="008D261B" w:rsidRDefault="008D261B" w:rsidP="002F0C89">
                      <w:pPr>
                        <w:pStyle w:val="Lijstalinea"/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  <w:p w:rsidR="008D261B" w:rsidRPr="0027410E" w:rsidRDefault="008D261B" w:rsidP="0027410E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  <w:t>Anderen geven feedback.</w:t>
                      </w:r>
                    </w:p>
                    <w:p w:rsidR="008D261B" w:rsidRPr="0027410E" w:rsidRDefault="008D261B" w:rsidP="003C1CD8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nl-N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32A0B" w:rsidRPr="0052528F" w:rsidSect="0052528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22608"/>
    <w:multiLevelType w:val="hybridMultilevel"/>
    <w:tmpl w:val="D4AE9210"/>
    <w:lvl w:ilvl="0" w:tplc="CEC29CC6">
      <w:start w:val="1"/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0E"/>
    <w:rsid w:val="00015DC6"/>
    <w:rsid w:val="00132A0B"/>
    <w:rsid w:val="00170A54"/>
    <w:rsid w:val="0027410E"/>
    <w:rsid w:val="00274DB3"/>
    <w:rsid w:val="00292497"/>
    <w:rsid w:val="002F0C89"/>
    <w:rsid w:val="00350D63"/>
    <w:rsid w:val="00354966"/>
    <w:rsid w:val="00386DE3"/>
    <w:rsid w:val="003C1CD8"/>
    <w:rsid w:val="00464CE0"/>
    <w:rsid w:val="0048398C"/>
    <w:rsid w:val="004E6201"/>
    <w:rsid w:val="0052528F"/>
    <w:rsid w:val="00581EAF"/>
    <w:rsid w:val="006D7247"/>
    <w:rsid w:val="007F5771"/>
    <w:rsid w:val="00835786"/>
    <w:rsid w:val="008D261B"/>
    <w:rsid w:val="00F70C2C"/>
    <w:rsid w:val="00FA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1CD8"/>
    <w:pPr>
      <w:widowControl w:val="0"/>
      <w:spacing w:after="120" w:line="285" w:lineRule="auto"/>
    </w:pPr>
    <w:rPr>
      <w:rFonts w:eastAsia="Times New Roman" w:cs="Times New Roman"/>
      <w:color w:val="262626" w:themeColor="text1" w:themeTint="D9"/>
      <w:kern w:val="28"/>
      <w:sz w:val="20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2">
    <w:name w:val="kop 2"/>
    <w:basedOn w:val="Standaard"/>
    <w:next w:val="Standaard"/>
    <w:link w:val="Tekensvoorkop2"/>
    <w:uiPriority w:val="9"/>
    <w:unhideWhenUsed/>
    <w:qFormat/>
    <w:rsid w:val="003C1C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oofdtekst3">
    <w:name w:val="Hoofdtekst 3"/>
    <w:link w:val="Tekensvoorhoofdtekst3"/>
    <w:uiPriority w:val="99"/>
    <w:semiHidden/>
    <w:unhideWhenUsed/>
    <w:rsid w:val="003C1CD8"/>
    <w:pPr>
      <w:spacing w:after="120" w:line="285" w:lineRule="auto"/>
    </w:pPr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customStyle="1" w:styleId="Tekensvoorhoofdtekst3">
    <w:name w:val="Tekens voor hoofdtekst 3"/>
    <w:basedOn w:val="Standaardalinea-lettertype"/>
    <w:link w:val="Hoofdtekst3"/>
    <w:uiPriority w:val="99"/>
    <w:semiHidden/>
    <w:rsid w:val="003C1CD8"/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customStyle="1" w:styleId="Tekstvantijdelijkeaanduidingen">
    <w:name w:val="Tekst van tijdelijke aanduidingen"/>
    <w:basedOn w:val="Standaardalinea-lettertype"/>
    <w:uiPriority w:val="99"/>
    <w:semiHidden/>
    <w:rsid w:val="003C1CD8"/>
    <w:rPr>
      <w:color w:val="808080"/>
    </w:rPr>
  </w:style>
  <w:style w:type="paragraph" w:customStyle="1" w:styleId="Ballontekst1">
    <w:name w:val="Ballontekst1"/>
    <w:basedOn w:val="Standaard"/>
    <w:link w:val="Tekensvoorballontekst"/>
    <w:uiPriority w:val="99"/>
    <w:semiHidden/>
    <w:unhideWhenUsed/>
    <w:rsid w:val="003C1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ensvoorballontekst">
    <w:name w:val="Tekens voor ballontekst"/>
    <w:basedOn w:val="Standaardalinea-lettertype"/>
    <w:link w:val="Ballontekst1"/>
    <w:uiPriority w:val="99"/>
    <w:semiHidden/>
    <w:rsid w:val="003C1CD8"/>
    <w:rPr>
      <w:rFonts w:ascii="Tahoma" w:eastAsia="Times New Roman" w:hAnsi="Tahoma" w:cs="Tahoma"/>
      <w:color w:val="452E27"/>
      <w:kern w:val="28"/>
      <w:sz w:val="16"/>
      <w:szCs w:val="16"/>
    </w:rPr>
  </w:style>
  <w:style w:type="character" w:customStyle="1" w:styleId="Tekensvoorkop2">
    <w:name w:val="Tekens voor kop 2"/>
    <w:basedOn w:val="Standaardalinea-lettertype"/>
    <w:link w:val="kop2"/>
    <w:uiPriority w:val="9"/>
    <w:rsid w:val="003C1CD8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</w:rPr>
  </w:style>
  <w:style w:type="paragraph" w:styleId="Lijstalinea">
    <w:name w:val="List Paragraph"/>
    <w:basedOn w:val="Standaard"/>
    <w:uiPriority w:val="34"/>
    <w:qFormat/>
    <w:rsid w:val="00274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1CD8"/>
    <w:pPr>
      <w:widowControl w:val="0"/>
      <w:spacing w:after="120" w:line="285" w:lineRule="auto"/>
    </w:pPr>
    <w:rPr>
      <w:rFonts w:eastAsia="Times New Roman" w:cs="Times New Roman"/>
      <w:color w:val="262626" w:themeColor="text1" w:themeTint="D9"/>
      <w:kern w:val="28"/>
      <w:sz w:val="20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2">
    <w:name w:val="kop 2"/>
    <w:basedOn w:val="Standaard"/>
    <w:next w:val="Standaard"/>
    <w:link w:val="Tekensvoorkop2"/>
    <w:uiPriority w:val="9"/>
    <w:unhideWhenUsed/>
    <w:qFormat/>
    <w:rsid w:val="003C1C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oofdtekst3">
    <w:name w:val="Hoofdtekst 3"/>
    <w:link w:val="Tekensvoorhoofdtekst3"/>
    <w:uiPriority w:val="99"/>
    <w:semiHidden/>
    <w:unhideWhenUsed/>
    <w:rsid w:val="003C1CD8"/>
    <w:pPr>
      <w:spacing w:after="120" w:line="285" w:lineRule="auto"/>
    </w:pPr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customStyle="1" w:styleId="Tekensvoorhoofdtekst3">
    <w:name w:val="Tekens voor hoofdtekst 3"/>
    <w:basedOn w:val="Standaardalinea-lettertype"/>
    <w:link w:val="Hoofdtekst3"/>
    <w:uiPriority w:val="99"/>
    <w:semiHidden/>
    <w:rsid w:val="003C1CD8"/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customStyle="1" w:styleId="Tekstvantijdelijkeaanduidingen">
    <w:name w:val="Tekst van tijdelijke aanduidingen"/>
    <w:basedOn w:val="Standaardalinea-lettertype"/>
    <w:uiPriority w:val="99"/>
    <w:semiHidden/>
    <w:rsid w:val="003C1CD8"/>
    <w:rPr>
      <w:color w:val="808080"/>
    </w:rPr>
  </w:style>
  <w:style w:type="paragraph" w:customStyle="1" w:styleId="Ballontekst1">
    <w:name w:val="Ballontekst1"/>
    <w:basedOn w:val="Standaard"/>
    <w:link w:val="Tekensvoorballontekst"/>
    <w:uiPriority w:val="99"/>
    <w:semiHidden/>
    <w:unhideWhenUsed/>
    <w:rsid w:val="003C1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ensvoorballontekst">
    <w:name w:val="Tekens voor ballontekst"/>
    <w:basedOn w:val="Standaardalinea-lettertype"/>
    <w:link w:val="Ballontekst1"/>
    <w:uiPriority w:val="99"/>
    <w:semiHidden/>
    <w:rsid w:val="003C1CD8"/>
    <w:rPr>
      <w:rFonts w:ascii="Tahoma" w:eastAsia="Times New Roman" w:hAnsi="Tahoma" w:cs="Tahoma"/>
      <w:color w:val="452E27"/>
      <w:kern w:val="28"/>
      <w:sz w:val="16"/>
      <w:szCs w:val="16"/>
    </w:rPr>
  </w:style>
  <w:style w:type="character" w:customStyle="1" w:styleId="Tekensvoorkop2">
    <w:name w:val="Tekens voor kop 2"/>
    <w:basedOn w:val="Standaardalinea-lettertype"/>
    <w:link w:val="kop2"/>
    <w:uiPriority w:val="9"/>
    <w:rsid w:val="003C1CD8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</w:rPr>
  </w:style>
  <w:style w:type="paragraph" w:styleId="Lijstalinea">
    <w:name w:val="List Paragraph"/>
    <w:basedOn w:val="Standaard"/>
    <w:uiPriority w:val="34"/>
    <w:qFormat/>
    <w:rsid w:val="00274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bfs01\mbo$\1050\AppData\Roaming\Microsoft\Sjablonen\SunSand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andara"/>
        <a:ea typeface=""/>
        <a:cs typeface=""/>
      </a:majorFont>
      <a:minorFont>
        <a:latin typeface="Candar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EFEED02-A589-4A28-94F4-DB71DF179F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SunSandStationery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Stationery (sun and sand design)</vt:lpstr>
      <vt:lpstr/>
    </vt:vector>
  </TitlesOfParts>
  <Company>SGBonaire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Stationery (sun and sand design)</dc:title>
  <dc:creator>Monica Clarinda</dc:creator>
  <cp:lastModifiedBy>Monica Clarinda</cp:lastModifiedBy>
  <cp:revision>3</cp:revision>
  <dcterms:created xsi:type="dcterms:W3CDTF">2018-02-26T13:45:00Z</dcterms:created>
  <dcterms:modified xsi:type="dcterms:W3CDTF">2018-02-26T17:48:00Z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TC102754449990</vt:lpwstr>
  </property>
</Properties>
</file>