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E4" w:rsidRDefault="003700D0">
      <w:r>
        <w:t xml:space="preserve"> </w:t>
      </w:r>
      <w:r w:rsidR="00BD5C05">
        <w:t>Opdracht 8 – training assertiviteit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Assertief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In staat zijn om voor zichzelf op te komen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Lastig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Moeilijk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Zelfvertrouwen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gevoel dat je niemand anders nodig hebt om te bereiken wat je wilt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Herkennen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door horen of zien weer weten wie iemand is of wat iets is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Opkomen voor jezelf</w:t>
            </w:r>
          </w:p>
        </w:tc>
        <w:tc>
          <w:tcPr>
            <w:tcW w:w="4583" w:type="dxa"/>
          </w:tcPr>
          <w:p w:rsidR="00BD5C05" w:rsidRPr="004717C4" w:rsidRDefault="000D06E4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Je mening durven geven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Veilig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Zonder gevaar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Onzichtbaar</w:t>
            </w: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Wat je niet kunt zien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Bescheiden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Niet verwaand / geen kapsones, niet groot of veel</w:t>
            </w:r>
            <w:r w:rsidR="00D267F0" w:rsidRPr="004717C4">
              <w:rPr>
                <w:sz w:val="24"/>
                <w:szCs w:val="24"/>
              </w:rPr>
              <w:t>, je voelt je niet beter dan de ander</w:t>
            </w:r>
          </w:p>
        </w:tc>
      </w:tr>
      <w:tr w:rsidR="00D267F0" w:rsidRPr="004717C4" w:rsidTr="00BD5C05">
        <w:tc>
          <w:tcPr>
            <w:tcW w:w="4583" w:type="dxa"/>
          </w:tcPr>
          <w:p w:rsidR="00D267F0" w:rsidRPr="004717C4" w:rsidRDefault="00D267F0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Kapsones / hoogmoedig</w:t>
            </w:r>
          </w:p>
        </w:tc>
        <w:tc>
          <w:tcPr>
            <w:tcW w:w="4583" w:type="dxa"/>
          </w:tcPr>
          <w:p w:rsidR="00D267F0" w:rsidRPr="004717C4" w:rsidRDefault="00D267F0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Je beter voelen dan iedereen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 w:rsidP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Het tekort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De hoeveelheid die ontbreekt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Bieden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Geven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 w:rsidP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De vergadering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Bijeenkomst voor overleg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Verwachten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Waarvan je denkt dat het in de toekomst gebeurt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Grenzen aangeven</w:t>
            </w:r>
          </w:p>
        </w:tc>
        <w:tc>
          <w:tcPr>
            <w:tcW w:w="4583" w:type="dxa"/>
          </w:tcPr>
          <w:p w:rsidR="00BD5C05" w:rsidRPr="004717C4" w:rsidRDefault="006E6EEF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Aangeven wat je wilt of niet wilt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Het initiatief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Voorstel of handeling waarmee je iets in gang zet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Het risico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Gevaar voor schade of verlies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Het facet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Onderdeel van een situatie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Het inzicht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Dat je iets begrijpt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Overtuigen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met argumenten bereiken dat (iemand) gelooft dat iets is zoals je het voorstelt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Onderdanig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Nederig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Confronteren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Iemand laten zien wat diegene heeft gedaan, maar wat diegene liever niet zou willen weten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Concreet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Wat je kunt zien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Toepassen</w:t>
            </w:r>
          </w:p>
        </w:tc>
        <w:tc>
          <w:tcPr>
            <w:tcW w:w="4583" w:type="dxa"/>
          </w:tcPr>
          <w:p w:rsidR="00BD5C05" w:rsidRPr="004717C4" w:rsidRDefault="00C729B5">
            <w:pPr>
              <w:rPr>
                <w:sz w:val="24"/>
                <w:szCs w:val="24"/>
              </w:rPr>
            </w:pPr>
            <w:r w:rsidRPr="004717C4">
              <w:rPr>
                <w:sz w:val="24"/>
                <w:szCs w:val="24"/>
              </w:rPr>
              <w:t>Gebruiken</w:t>
            </w:r>
          </w:p>
        </w:tc>
      </w:tr>
      <w:tr w:rsidR="00BD5C05" w:rsidRPr="004717C4" w:rsidTr="00BD5C05"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</w:p>
        </w:tc>
        <w:tc>
          <w:tcPr>
            <w:tcW w:w="4583" w:type="dxa"/>
          </w:tcPr>
          <w:p w:rsidR="00BD5C05" w:rsidRPr="004717C4" w:rsidRDefault="00BD5C05">
            <w:pPr>
              <w:rPr>
                <w:sz w:val="24"/>
                <w:szCs w:val="24"/>
              </w:rPr>
            </w:pPr>
          </w:p>
        </w:tc>
      </w:tr>
    </w:tbl>
    <w:p w:rsidR="008C1B15" w:rsidRDefault="008C1B15"/>
    <w:p w:rsidR="008C1B15" w:rsidRDefault="008C1B15">
      <w:r>
        <w:br w:type="page"/>
      </w:r>
    </w:p>
    <w:p w:rsidR="005976F2" w:rsidRDefault="005976F2">
      <w:bookmarkStart w:id="0" w:name="_GoBack"/>
      <w:bookmarkEnd w:id="0"/>
    </w:p>
    <w:sectPr w:rsidR="00597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07C6C"/>
    <w:multiLevelType w:val="hybridMultilevel"/>
    <w:tmpl w:val="2A28B6B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05"/>
    <w:rsid w:val="000D06E4"/>
    <w:rsid w:val="00192EE3"/>
    <w:rsid w:val="00197A66"/>
    <w:rsid w:val="00265D14"/>
    <w:rsid w:val="003700D0"/>
    <w:rsid w:val="004717C4"/>
    <w:rsid w:val="005976F2"/>
    <w:rsid w:val="005E3016"/>
    <w:rsid w:val="006D20DE"/>
    <w:rsid w:val="006E6EEF"/>
    <w:rsid w:val="008B7BD1"/>
    <w:rsid w:val="008C1B15"/>
    <w:rsid w:val="00BD5C05"/>
    <w:rsid w:val="00C729B5"/>
    <w:rsid w:val="00D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5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7B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5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7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E4402EC</Template>
  <TotalTime>1471</TotalTime>
  <Pages>2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7</cp:revision>
  <dcterms:created xsi:type="dcterms:W3CDTF">2018-01-11T11:58:00Z</dcterms:created>
  <dcterms:modified xsi:type="dcterms:W3CDTF">2018-03-05T22:06:00Z</dcterms:modified>
</cp:coreProperties>
</file>