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644" w:rsidRPr="008B7BD1" w:rsidRDefault="00886644" w:rsidP="00886644">
      <w:pPr>
        <w:rPr>
          <w:sz w:val="48"/>
          <w:szCs w:val="48"/>
        </w:rPr>
      </w:pPr>
      <w:r w:rsidRPr="008B7BD1">
        <w:rPr>
          <w:sz w:val="48"/>
          <w:szCs w:val="48"/>
        </w:rPr>
        <w:t>Tekstdoelen</w:t>
      </w:r>
    </w:p>
    <w:p w:rsidR="00886644" w:rsidRDefault="00886644" w:rsidP="00886644">
      <w:pPr>
        <w:pStyle w:val="Lijstalinea"/>
        <w:numPr>
          <w:ilvl w:val="0"/>
          <w:numId w:val="1"/>
        </w:numPr>
        <w:rPr>
          <w:sz w:val="48"/>
          <w:szCs w:val="48"/>
        </w:rPr>
      </w:pPr>
      <w:r w:rsidRPr="008B7BD1">
        <w:rPr>
          <w:sz w:val="48"/>
          <w:szCs w:val="48"/>
        </w:rPr>
        <w:t>Informeren</w:t>
      </w:r>
      <w:r>
        <w:rPr>
          <w:sz w:val="48"/>
          <w:szCs w:val="48"/>
        </w:rPr>
        <w:br/>
        <w:t>mededeling, krant, internet, schoolboeken, nieuwsberichten , radio</w:t>
      </w:r>
    </w:p>
    <w:p w:rsidR="00886644" w:rsidRDefault="00886644" w:rsidP="00886644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Mening geven</w:t>
      </w:r>
      <w:r>
        <w:rPr>
          <w:sz w:val="48"/>
          <w:szCs w:val="48"/>
        </w:rPr>
        <w:br/>
        <w:t>opiniepagina, item ‘ingezonden brieven’, betoog,</w:t>
      </w:r>
    </w:p>
    <w:p w:rsidR="00886644" w:rsidRDefault="00886644" w:rsidP="00886644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Overtuigen</w:t>
      </w:r>
      <w:r>
        <w:rPr>
          <w:sz w:val="48"/>
          <w:szCs w:val="48"/>
        </w:rPr>
        <w:br/>
        <w:t xml:space="preserve">reclame, debat, betoog, </w:t>
      </w:r>
    </w:p>
    <w:p w:rsidR="00886644" w:rsidRDefault="00886644" w:rsidP="00886644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Activeren / overhalen</w:t>
      </w:r>
      <w:r>
        <w:rPr>
          <w:sz w:val="48"/>
          <w:szCs w:val="48"/>
        </w:rPr>
        <w:br/>
        <w:t>reclame</w:t>
      </w:r>
      <w:r>
        <w:rPr>
          <w:sz w:val="48"/>
          <w:szCs w:val="48"/>
        </w:rPr>
        <w:br/>
        <w:t>commercieel belang: een bedrijf wil winst maken.</w:t>
      </w:r>
    </w:p>
    <w:p w:rsidR="00886644" w:rsidRDefault="00886644" w:rsidP="00886644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Amuseren</w:t>
      </w:r>
      <w:r>
        <w:rPr>
          <w:sz w:val="48"/>
          <w:szCs w:val="48"/>
        </w:rPr>
        <w:br/>
        <w:t xml:space="preserve">ter vermaak. Artikelen geven plezier. </w:t>
      </w:r>
      <w:r>
        <w:rPr>
          <w:sz w:val="48"/>
          <w:szCs w:val="48"/>
        </w:rPr>
        <w:br/>
        <w:t>Tijdschriften, kranten, stripverhalen (</w:t>
      </w:r>
      <w:proofErr w:type="spellStart"/>
      <w:r>
        <w:rPr>
          <w:sz w:val="48"/>
          <w:szCs w:val="48"/>
        </w:rPr>
        <w:t>Donuld</w:t>
      </w:r>
      <w:proofErr w:type="spellEnd"/>
      <w:r>
        <w:rPr>
          <w:sz w:val="48"/>
          <w:szCs w:val="48"/>
        </w:rPr>
        <w:t xml:space="preserve"> Duck) </w:t>
      </w:r>
    </w:p>
    <w:p w:rsidR="00886644" w:rsidRDefault="00886644" w:rsidP="00886644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Gevoelens uitdrukken  / oproepen</w:t>
      </w:r>
      <w:r>
        <w:rPr>
          <w:sz w:val="48"/>
          <w:szCs w:val="48"/>
        </w:rPr>
        <w:br/>
        <w:t>dagboeken, gedichten en songteksten</w:t>
      </w:r>
    </w:p>
    <w:p w:rsidR="00886644" w:rsidRDefault="00886644" w:rsidP="00886644">
      <w:pPr>
        <w:pStyle w:val="Lijstalinea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Instrueren: het zegt wat je moet doen</w:t>
      </w:r>
    </w:p>
    <w:p w:rsidR="00886644" w:rsidRPr="008B7BD1" w:rsidRDefault="00886644" w:rsidP="00886644">
      <w:pPr>
        <w:pStyle w:val="Lijstalinea"/>
        <w:ind w:left="360"/>
        <w:rPr>
          <w:sz w:val="48"/>
          <w:szCs w:val="48"/>
        </w:rPr>
      </w:pPr>
      <w:r>
        <w:rPr>
          <w:sz w:val="48"/>
          <w:szCs w:val="48"/>
        </w:rPr>
        <w:lastRenderedPageBreak/>
        <w:t>handleidingen, instructies, recepten, opdrachten in schoolboeken, gebruiksaanwijzingen.</w:t>
      </w:r>
    </w:p>
    <w:p w:rsidR="00FD5C06" w:rsidRDefault="00886644">
      <w:bookmarkStart w:id="0" w:name="_GoBack"/>
      <w:bookmarkEnd w:id="0"/>
    </w:p>
    <w:sectPr w:rsidR="00FD5C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07C6C"/>
    <w:multiLevelType w:val="hybridMultilevel"/>
    <w:tmpl w:val="2A28B6B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44"/>
    <w:rsid w:val="00192EE3"/>
    <w:rsid w:val="006D20DE"/>
    <w:rsid w:val="0088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66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6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66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6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E4402EC</Template>
  <TotalTime>0</TotalTime>
  <Pages>2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van Mourik</dc:creator>
  <cp:lastModifiedBy>Danielle van Mourik</cp:lastModifiedBy>
  <cp:revision>1</cp:revision>
  <dcterms:created xsi:type="dcterms:W3CDTF">2018-03-05T22:06:00Z</dcterms:created>
  <dcterms:modified xsi:type="dcterms:W3CDTF">2018-03-05T22:06:00Z</dcterms:modified>
</cp:coreProperties>
</file>