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06" w:rsidRDefault="009255AC">
      <w:pPr>
        <w:rPr>
          <w:sz w:val="40"/>
          <w:szCs w:val="40"/>
        </w:rPr>
      </w:pPr>
      <w:r>
        <w:rPr>
          <w:sz w:val="40"/>
          <w:szCs w:val="40"/>
        </w:rPr>
        <w:t>Presenteren</w:t>
      </w:r>
    </w:p>
    <w:p w:rsidR="001572FA" w:rsidRDefault="001572FA" w:rsidP="001572FA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Voorbereiding</w:t>
      </w:r>
      <w:r>
        <w:rPr>
          <w:sz w:val="40"/>
          <w:szCs w:val="40"/>
        </w:rPr>
        <w:br/>
        <w:t>- introductie (jezelf voorstellen)</w:t>
      </w:r>
      <w:r>
        <w:rPr>
          <w:sz w:val="40"/>
          <w:szCs w:val="40"/>
        </w:rPr>
        <w:br/>
        <w:t>- inleiding (onderwerp, opbouw van je presentatie)</w:t>
      </w:r>
      <w:r>
        <w:rPr>
          <w:sz w:val="40"/>
          <w:szCs w:val="40"/>
        </w:rPr>
        <w:br/>
        <w:t>- middenstuk</w:t>
      </w:r>
      <w:r>
        <w:rPr>
          <w:sz w:val="40"/>
          <w:szCs w:val="40"/>
        </w:rPr>
        <w:br/>
        <w:t>- slot</w:t>
      </w:r>
      <w:r>
        <w:rPr>
          <w:sz w:val="40"/>
          <w:szCs w:val="40"/>
        </w:rPr>
        <w:br/>
        <w:t>- afsluiting (publiek bedanken en gelegenheid voor vragen)</w:t>
      </w:r>
    </w:p>
    <w:p w:rsidR="001572FA" w:rsidRDefault="001572FA" w:rsidP="001572FA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Onderwerp bepalen</w:t>
      </w:r>
    </w:p>
    <w:p w:rsidR="001572FA" w:rsidRDefault="001572FA" w:rsidP="001572FA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Spreekdoel bepalen</w:t>
      </w:r>
      <w:r>
        <w:rPr>
          <w:sz w:val="40"/>
          <w:szCs w:val="40"/>
        </w:rPr>
        <w:br/>
        <w:t>- informeren</w:t>
      </w:r>
      <w:r>
        <w:rPr>
          <w:sz w:val="40"/>
          <w:szCs w:val="40"/>
        </w:rPr>
        <w:br/>
        <w:t>-instrueren</w:t>
      </w:r>
      <w:r>
        <w:rPr>
          <w:sz w:val="40"/>
          <w:szCs w:val="40"/>
        </w:rPr>
        <w:br/>
        <w:t>-overtuigen</w:t>
      </w:r>
    </w:p>
    <w:p w:rsidR="001572FA" w:rsidRDefault="001572FA" w:rsidP="001572FA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Informatie verzamelen</w:t>
      </w:r>
    </w:p>
    <w:p w:rsidR="001572FA" w:rsidRPr="001572FA" w:rsidRDefault="001572FA" w:rsidP="001572FA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Presentatie uitwerken</w:t>
      </w:r>
      <w:r>
        <w:rPr>
          <w:sz w:val="40"/>
          <w:szCs w:val="40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15"/>
        <w:gridCol w:w="4407"/>
      </w:tblGrid>
      <w:tr w:rsidR="001572FA" w:rsidTr="001572FA">
        <w:tc>
          <w:tcPr>
            <w:tcW w:w="4115" w:type="dxa"/>
          </w:tcPr>
          <w:p w:rsidR="001572FA" w:rsidRDefault="001572FA" w:rsidP="001572FA">
            <w:pPr>
              <w:pStyle w:val="Lijstalinea"/>
              <w:ind w:left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Introductie</w:t>
            </w:r>
          </w:p>
        </w:tc>
        <w:tc>
          <w:tcPr>
            <w:tcW w:w="4407" w:type="dxa"/>
          </w:tcPr>
          <w:p w:rsidR="001572FA" w:rsidRDefault="001572FA" w:rsidP="001572FA">
            <w:pPr>
              <w:pStyle w:val="Lijstalinea"/>
              <w:numPr>
                <w:ilvl w:val="0"/>
                <w:numId w:val="3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Naam, leeftijd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3"/>
              </w:numPr>
              <w:rPr>
                <w:sz w:val="40"/>
                <w:szCs w:val="40"/>
              </w:rPr>
            </w:pPr>
            <w:r w:rsidRPr="001572FA">
              <w:rPr>
                <w:sz w:val="40"/>
                <w:szCs w:val="40"/>
              </w:rPr>
              <w:t>Hobby’s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3"/>
              </w:numPr>
              <w:rPr>
                <w:sz w:val="40"/>
                <w:szCs w:val="40"/>
              </w:rPr>
            </w:pPr>
            <w:r w:rsidRPr="001572FA">
              <w:rPr>
                <w:sz w:val="40"/>
                <w:szCs w:val="40"/>
              </w:rPr>
              <w:t>Werkervaring</w:t>
            </w:r>
          </w:p>
          <w:p w:rsidR="001572FA" w:rsidRPr="001572FA" w:rsidRDefault="001572FA" w:rsidP="001572FA">
            <w:pPr>
              <w:pStyle w:val="Lijstalinea"/>
              <w:numPr>
                <w:ilvl w:val="0"/>
                <w:numId w:val="3"/>
              </w:numPr>
              <w:rPr>
                <w:sz w:val="40"/>
                <w:szCs w:val="40"/>
              </w:rPr>
            </w:pPr>
            <w:r w:rsidRPr="001572FA">
              <w:rPr>
                <w:sz w:val="40"/>
                <w:szCs w:val="40"/>
              </w:rPr>
              <w:t>Droombaan</w:t>
            </w:r>
          </w:p>
        </w:tc>
      </w:tr>
      <w:tr w:rsidR="001572FA" w:rsidTr="001572FA">
        <w:tc>
          <w:tcPr>
            <w:tcW w:w="4115" w:type="dxa"/>
          </w:tcPr>
          <w:p w:rsidR="001572FA" w:rsidRDefault="001572FA" w:rsidP="001572FA">
            <w:pPr>
              <w:pStyle w:val="Lijstalinea"/>
              <w:ind w:left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Inleiding</w:t>
            </w:r>
          </w:p>
        </w:tc>
        <w:tc>
          <w:tcPr>
            <w:tcW w:w="4407" w:type="dxa"/>
          </w:tcPr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Onderwerp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inhoud</w:t>
            </w:r>
          </w:p>
        </w:tc>
      </w:tr>
      <w:tr w:rsidR="001572FA" w:rsidTr="001572FA">
        <w:tc>
          <w:tcPr>
            <w:tcW w:w="4115" w:type="dxa"/>
          </w:tcPr>
          <w:p w:rsidR="001572FA" w:rsidRDefault="001572FA" w:rsidP="001572FA">
            <w:pPr>
              <w:pStyle w:val="Lijstalinea"/>
              <w:ind w:left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Middenstuk</w:t>
            </w:r>
          </w:p>
        </w:tc>
        <w:tc>
          <w:tcPr>
            <w:tcW w:w="4407" w:type="dxa"/>
          </w:tcPr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beroep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samenwerking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hoe helpt </w:t>
            </w:r>
            <w:r>
              <w:rPr>
                <w:sz w:val="40"/>
                <w:szCs w:val="40"/>
              </w:rPr>
              <w:lastRenderedPageBreak/>
              <w:t>assertiviteit bij samenwerken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manager en assertiviteit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Ervaringen met assertiviteit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Verbeteren assertiviteit</w:t>
            </w:r>
          </w:p>
        </w:tc>
      </w:tr>
      <w:tr w:rsidR="001572FA" w:rsidTr="001572FA">
        <w:tc>
          <w:tcPr>
            <w:tcW w:w="4115" w:type="dxa"/>
          </w:tcPr>
          <w:p w:rsidR="001572FA" w:rsidRDefault="001572FA" w:rsidP="001572FA">
            <w:pPr>
              <w:pStyle w:val="Lijstalinea"/>
              <w:ind w:left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Slot</w:t>
            </w:r>
          </w:p>
        </w:tc>
        <w:tc>
          <w:tcPr>
            <w:tcW w:w="4407" w:type="dxa"/>
          </w:tcPr>
          <w:p w:rsidR="001572FA" w:rsidRDefault="001572FA" w:rsidP="001572FA">
            <w:pPr>
              <w:pStyle w:val="Lijstalinea"/>
              <w:ind w:left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Samenvatting</w:t>
            </w:r>
            <w:r w:rsidR="00830AAF">
              <w:rPr>
                <w:sz w:val="40"/>
                <w:szCs w:val="40"/>
              </w:rPr>
              <w:t xml:space="preserve"> van je presentatie / belangrijkste punten</w:t>
            </w:r>
          </w:p>
        </w:tc>
      </w:tr>
      <w:tr w:rsidR="001572FA" w:rsidTr="001572FA">
        <w:tc>
          <w:tcPr>
            <w:tcW w:w="4115" w:type="dxa"/>
          </w:tcPr>
          <w:p w:rsidR="001572FA" w:rsidRDefault="001572FA" w:rsidP="001572FA">
            <w:pPr>
              <w:pStyle w:val="Lijstalinea"/>
              <w:ind w:left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Afsluiting</w:t>
            </w:r>
          </w:p>
        </w:tc>
        <w:tc>
          <w:tcPr>
            <w:tcW w:w="4407" w:type="dxa"/>
          </w:tcPr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Publiek bedanken</w:t>
            </w:r>
          </w:p>
          <w:p w:rsidR="001572FA" w:rsidRDefault="001572FA" w:rsidP="001572FA">
            <w:pPr>
              <w:pStyle w:val="Lijstalinea"/>
              <w:numPr>
                <w:ilvl w:val="0"/>
                <w:numId w:val="2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Vragen stellen</w:t>
            </w:r>
          </w:p>
        </w:tc>
      </w:tr>
    </w:tbl>
    <w:p w:rsidR="001572FA" w:rsidRDefault="000C2E5A" w:rsidP="001572FA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PRESENTATIE OEFENEN </w:t>
      </w:r>
      <w:bookmarkStart w:id="0" w:name="_GoBack"/>
      <w:bookmarkEnd w:id="0"/>
    </w:p>
    <w:p w:rsidR="00830AAF" w:rsidRDefault="00830AAF" w:rsidP="001572FA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Gebruik </w:t>
      </w:r>
      <w:proofErr w:type="spellStart"/>
      <w:r>
        <w:rPr>
          <w:sz w:val="40"/>
          <w:szCs w:val="40"/>
        </w:rPr>
        <w:t>powerpoint</w:t>
      </w:r>
      <w:proofErr w:type="spellEnd"/>
      <w:r>
        <w:rPr>
          <w:sz w:val="40"/>
          <w:szCs w:val="40"/>
        </w:rPr>
        <w:t>: GEEN LAPPEN TEKST, alleen steekwoorden. Het moet je presentatie ondersteunen</w:t>
      </w:r>
    </w:p>
    <w:p w:rsidR="00830AAF" w:rsidRDefault="00830AAF" w:rsidP="001572FA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Taal en lichaamstaal</w:t>
      </w:r>
      <w:r>
        <w:rPr>
          <w:sz w:val="40"/>
          <w:szCs w:val="40"/>
        </w:rPr>
        <w:br/>
        <w:t>actieve houding, oogcontact, zorg dat je er verzorgd uitziet, spreek duidelijk, articuleren</w:t>
      </w:r>
    </w:p>
    <w:p w:rsidR="00830AAF" w:rsidRPr="001572FA" w:rsidRDefault="00830AAF" w:rsidP="00830AAF">
      <w:pPr>
        <w:pStyle w:val="Lijstalinea"/>
        <w:rPr>
          <w:sz w:val="40"/>
          <w:szCs w:val="40"/>
        </w:rPr>
      </w:pPr>
    </w:p>
    <w:sectPr w:rsidR="00830AAF" w:rsidRPr="001572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5E59"/>
    <w:multiLevelType w:val="hybridMultilevel"/>
    <w:tmpl w:val="05E68B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56503"/>
    <w:multiLevelType w:val="hybridMultilevel"/>
    <w:tmpl w:val="5C42DAB8"/>
    <w:lvl w:ilvl="0" w:tplc="8DAEAF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696A34"/>
    <w:multiLevelType w:val="hybridMultilevel"/>
    <w:tmpl w:val="E11ED4A2"/>
    <w:lvl w:ilvl="0" w:tplc="969EAE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AC"/>
    <w:rsid w:val="000C2E5A"/>
    <w:rsid w:val="001572FA"/>
    <w:rsid w:val="00192EE3"/>
    <w:rsid w:val="005C4A18"/>
    <w:rsid w:val="006D20DE"/>
    <w:rsid w:val="00830AAF"/>
    <w:rsid w:val="0092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72FA"/>
    <w:pPr>
      <w:ind w:left="720"/>
      <w:contextualSpacing/>
    </w:pPr>
  </w:style>
  <w:style w:type="table" w:styleId="Tabelraster">
    <w:name w:val="Table Grid"/>
    <w:basedOn w:val="Standaardtabel"/>
    <w:uiPriority w:val="59"/>
    <w:rsid w:val="0015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572FA"/>
    <w:pPr>
      <w:ind w:left="720"/>
      <w:contextualSpacing/>
    </w:pPr>
  </w:style>
  <w:style w:type="table" w:styleId="Tabelraster">
    <w:name w:val="Table Grid"/>
    <w:basedOn w:val="Standaardtabel"/>
    <w:uiPriority w:val="59"/>
    <w:rsid w:val="0015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D264F2E6</Template>
  <TotalTime>868</TotalTime>
  <Pages>2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van Mourik</dc:creator>
  <cp:lastModifiedBy>Danielle van Mourik</cp:lastModifiedBy>
  <cp:revision>2</cp:revision>
  <dcterms:created xsi:type="dcterms:W3CDTF">2018-03-12T21:02:00Z</dcterms:created>
  <dcterms:modified xsi:type="dcterms:W3CDTF">2018-03-13T13:08:00Z</dcterms:modified>
</cp:coreProperties>
</file>