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275"/>
      </w:tblGrid>
      <w:tr w:rsidR="00A36BD0" w:rsidRPr="002D1D47" w14:paraId="3D05B2C0" w14:textId="77777777" w:rsidTr="00127655">
        <w:trPr>
          <w:trHeight w:val="1265"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2BF" w14:textId="57FA8CB4" w:rsidR="00A36BD0" w:rsidRPr="00A55042" w:rsidRDefault="00A36BD0" w:rsidP="00A55042">
            <w:pPr>
              <w:autoSpaceDE/>
              <w:autoSpaceDN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56"/>
                <w:szCs w:val="56"/>
                <w:lang w:eastAsia="en-US"/>
              </w:rPr>
            </w:pPr>
            <w:r>
              <w:br w:type="page"/>
            </w:r>
            <w:r w:rsidR="00A55042" w:rsidRPr="00A55042">
              <w:rPr>
                <w:rFonts w:asciiTheme="minorHAnsi" w:eastAsia="Calibri" w:hAnsiTheme="minorHAnsi" w:cstheme="minorHAnsi"/>
                <w:sz w:val="56"/>
                <w:szCs w:val="56"/>
                <w:lang w:eastAsia="en-US"/>
              </w:rPr>
              <w:t>Pedagogisch medewerker BBL</w:t>
            </w:r>
          </w:p>
        </w:tc>
      </w:tr>
      <w:tr w:rsidR="00A36BD0" w:rsidRPr="00F810CD" w14:paraId="3D05B2C2" w14:textId="77777777" w:rsidTr="00127655">
        <w:trPr>
          <w:trHeight w:val="433"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2C1" w14:textId="7F251D63" w:rsidR="00A36BD0" w:rsidRPr="00F810CD" w:rsidRDefault="00A36BD0" w:rsidP="00F255AF">
            <w:pPr>
              <w:autoSpaceDE/>
              <w:autoSpaceDN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F810C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Waar moet </w:t>
            </w:r>
            <w:r w:rsidR="00F255AF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het Levensboek</w:t>
            </w:r>
            <w:r w:rsidRPr="00F810C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aan voldoen?</w:t>
            </w:r>
          </w:p>
        </w:tc>
      </w:tr>
      <w:tr w:rsidR="00A36BD0" w:rsidRPr="00F810CD" w14:paraId="3D05B2C4" w14:textId="77777777" w:rsidTr="00127655">
        <w:trPr>
          <w:trHeight w:val="433"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2C3" w14:textId="2DAF232C" w:rsidR="00A36BD0" w:rsidRPr="00F810CD" w:rsidRDefault="00A36BD0" w:rsidP="00F255AF">
            <w:pPr>
              <w:autoSpaceDE/>
              <w:autoSpaceDN/>
              <w:spacing w:line="276" w:lineRule="auto"/>
              <w:ind w:left="0"/>
              <w:rPr>
                <w:rFonts w:asciiTheme="minorHAnsi" w:eastAsia="Calibri" w:hAnsiTheme="minorHAnsi" w:cstheme="minorHAnsi"/>
                <w:lang w:eastAsia="en-US"/>
              </w:rPr>
            </w:pPr>
            <w:r w:rsidRPr="00F810CD">
              <w:rPr>
                <w:rFonts w:asciiTheme="minorHAnsi" w:eastAsia="Calibri" w:hAnsiTheme="minorHAnsi" w:cstheme="minorHAnsi"/>
                <w:lang w:eastAsia="en-US"/>
              </w:rPr>
              <w:t>In deze checklist staan de punten waarop je moet letten bij het</w:t>
            </w:r>
            <w:r w:rsidR="003A05FE">
              <w:rPr>
                <w:rFonts w:asciiTheme="minorHAnsi" w:eastAsia="Calibri" w:hAnsiTheme="minorHAnsi" w:cstheme="minorHAnsi"/>
                <w:lang w:eastAsia="en-US"/>
              </w:rPr>
              <w:t xml:space="preserve"> schrijven</w:t>
            </w:r>
            <w:r w:rsidRPr="00F810CD">
              <w:rPr>
                <w:rFonts w:asciiTheme="minorHAnsi" w:eastAsia="Calibri" w:hAnsiTheme="minorHAnsi" w:cstheme="minorHAnsi"/>
                <w:lang w:eastAsia="en-US"/>
              </w:rPr>
              <w:t xml:space="preserve"> van een </w:t>
            </w:r>
            <w:r w:rsidR="00F255AF">
              <w:rPr>
                <w:rFonts w:asciiTheme="minorHAnsi" w:eastAsia="Calibri" w:hAnsiTheme="minorHAnsi" w:cstheme="minorHAnsi"/>
                <w:lang w:eastAsia="en-US"/>
              </w:rPr>
              <w:t xml:space="preserve">Levensboek. </w:t>
            </w:r>
            <w:r w:rsidRPr="00F810CD">
              <w:rPr>
                <w:rFonts w:asciiTheme="minorHAnsi" w:eastAsia="Calibri" w:hAnsiTheme="minorHAnsi" w:cstheme="minorHAnsi"/>
                <w:lang w:eastAsia="en-US"/>
              </w:rPr>
              <w:t xml:space="preserve">Wij verwachten dat je zelf het verslag  controleert aan de hand van onderstaande punten. Je kunt ook een medestudent vragen om dit te doen. Het </w:t>
            </w:r>
            <w:r w:rsidR="00F255AF">
              <w:rPr>
                <w:rFonts w:asciiTheme="minorHAnsi" w:eastAsia="Calibri" w:hAnsiTheme="minorHAnsi" w:cstheme="minorHAnsi"/>
                <w:lang w:eastAsia="en-US"/>
              </w:rPr>
              <w:t xml:space="preserve">Levensboek </w:t>
            </w:r>
            <w:r w:rsidRPr="00F810CD">
              <w:rPr>
                <w:rFonts w:asciiTheme="minorHAnsi" w:eastAsia="Calibri" w:hAnsiTheme="minorHAnsi" w:cstheme="minorHAnsi"/>
                <w:lang w:eastAsia="en-US"/>
              </w:rPr>
              <w:t xml:space="preserve">moet voldoen aan onderstaande punten. Is dit niet het geval dan wordt het </w:t>
            </w:r>
            <w:r w:rsidR="00F255AF">
              <w:rPr>
                <w:rFonts w:asciiTheme="minorHAnsi" w:eastAsia="Calibri" w:hAnsiTheme="minorHAnsi" w:cstheme="minorHAnsi"/>
                <w:lang w:eastAsia="en-US"/>
              </w:rPr>
              <w:t>levensboek</w:t>
            </w:r>
            <w:r w:rsidRPr="00F810CD">
              <w:rPr>
                <w:rFonts w:asciiTheme="minorHAnsi" w:eastAsia="Calibri" w:hAnsiTheme="minorHAnsi" w:cstheme="minorHAnsi"/>
                <w:lang w:eastAsia="en-US"/>
              </w:rPr>
              <w:t xml:space="preserve"> met een onvoldoende beoordeeld. </w:t>
            </w:r>
          </w:p>
        </w:tc>
      </w:tr>
      <w:tr w:rsidR="00A36BD0" w:rsidRPr="001773F1" w14:paraId="3D05B2C8" w14:textId="77777777" w:rsidTr="00127655">
        <w:trPr>
          <w:cantSplit/>
        </w:trPr>
        <w:tc>
          <w:tcPr>
            <w:tcW w:w="8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2C5" w14:textId="77777777" w:rsidR="00A36BD0" w:rsidRPr="001773F1" w:rsidRDefault="00A36BD0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1773F1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Controlepunten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2C6" w14:textId="77777777" w:rsidR="00A36BD0" w:rsidRPr="001773F1" w:rsidRDefault="00A36BD0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1773F1">
              <w:rPr>
                <w:rFonts w:asciiTheme="minorHAnsi" w:eastAsia="Calibri" w:hAnsiTheme="minorHAnsi" w:cstheme="minorHAnsi"/>
                <w:b/>
                <w:lang w:eastAsia="en-US"/>
              </w:rPr>
              <w:t>Kruisje/</w:t>
            </w:r>
          </w:p>
          <w:p w14:paraId="3D05B2C7" w14:textId="77777777" w:rsidR="00A36BD0" w:rsidRPr="001773F1" w:rsidRDefault="00A36BD0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1773F1">
              <w:rPr>
                <w:rFonts w:asciiTheme="minorHAnsi" w:eastAsia="Calibri" w:hAnsiTheme="minorHAnsi" w:cstheme="minorHAnsi"/>
                <w:b/>
                <w:lang w:eastAsia="en-US"/>
              </w:rPr>
              <w:t>paraaf bij gedaan</w:t>
            </w:r>
          </w:p>
        </w:tc>
      </w:tr>
      <w:tr w:rsidR="00A36BD0" w:rsidRPr="00B47400" w14:paraId="3D05B2CF" w14:textId="77777777" w:rsidTr="00127655">
        <w:trPr>
          <w:cantSplit/>
        </w:trPr>
        <w:tc>
          <w:tcPr>
            <w:tcW w:w="8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2C9" w14:textId="77777777" w:rsidR="00A36BD0" w:rsidRPr="00310B5C" w:rsidRDefault="00A36BD0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310B5C">
              <w:rPr>
                <w:rFonts w:asciiTheme="minorHAnsi" w:eastAsia="Calibri" w:hAnsiTheme="minorHAnsi" w:cstheme="minorHAnsi"/>
                <w:b/>
                <w:lang w:eastAsia="en-US"/>
              </w:rPr>
              <w:t>Voorblad:</w:t>
            </w:r>
          </w:p>
          <w:p w14:paraId="3D05B2CA" w14:textId="77777777" w:rsidR="00A36BD0" w:rsidRPr="00B47400" w:rsidRDefault="00A36BD0" w:rsidP="00127655">
            <w:pPr>
              <w:numPr>
                <w:ilvl w:val="0"/>
                <w:numId w:val="1"/>
              </w:numPr>
              <w:autoSpaceDE/>
              <w:autoSpaceDN/>
              <w:spacing w:after="200" w:line="240" w:lineRule="auto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 w:rsidRPr="00B47400">
              <w:rPr>
                <w:rFonts w:ascii="Calibri" w:eastAsia="Times New Roman" w:hAnsi="Calibri" w:cs="Calibri"/>
              </w:rPr>
              <w:t xml:space="preserve">Titel </w:t>
            </w:r>
            <w:r>
              <w:rPr>
                <w:rFonts w:ascii="Calibri" w:eastAsia="Times New Roman" w:hAnsi="Calibri" w:cs="Calibri"/>
              </w:rPr>
              <w:t>(</w:t>
            </w:r>
            <w:r w:rsidRPr="00B47400">
              <w:rPr>
                <w:rFonts w:ascii="Calibri" w:eastAsia="Times New Roman" w:hAnsi="Calibri" w:cs="Calibri"/>
              </w:rPr>
              <w:t>van het bewijsstuk</w:t>
            </w:r>
            <w:r>
              <w:rPr>
                <w:rFonts w:ascii="Calibri" w:eastAsia="Times New Roman" w:hAnsi="Calibri" w:cs="Calibri"/>
              </w:rPr>
              <w:t xml:space="preserve">)  </w:t>
            </w:r>
          </w:p>
          <w:p w14:paraId="3D05B2CB" w14:textId="77777777" w:rsidR="00A36BD0" w:rsidRPr="00310B5C" w:rsidRDefault="00A36BD0" w:rsidP="00127655">
            <w:pPr>
              <w:numPr>
                <w:ilvl w:val="0"/>
                <w:numId w:val="1"/>
              </w:numPr>
              <w:autoSpaceDE/>
              <w:autoSpaceDN/>
              <w:spacing w:after="200" w:line="240" w:lineRule="auto"/>
              <w:contextualSpacing/>
              <w:rPr>
                <w:rFonts w:ascii="Verdana" w:eastAsia="Calibri" w:hAnsi="Verdana" w:cstheme="minorHAnsi"/>
                <w:lang w:eastAsia="en-US"/>
              </w:rPr>
            </w:pPr>
            <w:r>
              <w:rPr>
                <w:rFonts w:ascii="Calibri" w:eastAsia="Times New Roman" w:hAnsi="Calibri" w:cs="Calibri"/>
              </w:rPr>
              <w:t>N</w:t>
            </w:r>
            <w:r w:rsidRPr="00B47400">
              <w:rPr>
                <w:rFonts w:ascii="Calibri" w:eastAsia="Times New Roman" w:hAnsi="Calibri" w:cs="Calibri"/>
              </w:rPr>
              <w:t xml:space="preserve">aam, studentnummer, opleiding, groep, naam </w:t>
            </w:r>
            <w:r>
              <w:rPr>
                <w:rFonts w:ascii="Calibri" w:eastAsia="Times New Roman" w:hAnsi="Calibri" w:cs="Calibri"/>
              </w:rPr>
              <w:t>docent/</w:t>
            </w:r>
            <w:r w:rsidRPr="00B47400">
              <w:rPr>
                <w:rFonts w:ascii="Calibri" w:eastAsia="Times New Roman" w:hAnsi="Calibri" w:cs="Calibri"/>
              </w:rPr>
              <w:t>examinator</w:t>
            </w:r>
            <w:r>
              <w:rPr>
                <w:rFonts w:ascii="Calibri" w:eastAsia="Times New Roman" w:hAnsi="Calibri" w:cs="Calibri"/>
              </w:rPr>
              <w:t xml:space="preserve">, </w:t>
            </w:r>
          </w:p>
          <w:p w14:paraId="3BE6C0FD" w14:textId="1E565804" w:rsidR="00F255AF" w:rsidRDefault="00A36BD0" w:rsidP="00F255AF">
            <w:pPr>
              <w:numPr>
                <w:ilvl w:val="0"/>
                <w:numId w:val="1"/>
              </w:numPr>
              <w:autoSpaceDE/>
              <w:autoSpaceDN/>
              <w:spacing w:after="200" w:line="240" w:lineRule="auto"/>
              <w:contextualSpacing/>
              <w:rPr>
                <w:rFonts w:ascii="Verdana" w:eastAsia="Calibri" w:hAnsi="Verdana" w:cstheme="minorHAnsi"/>
                <w:lang w:eastAsia="en-US"/>
              </w:rPr>
            </w:pPr>
            <w:r>
              <w:rPr>
                <w:rFonts w:ascii="Calibri" w:eastAsia="Times New Roman" w:hAnsi="Calibri" w:cs="Calibri"/>
              </w:rPr>
              <w:t>P</w:t>
            </w:r>
            <w:r w:rsidRPr="00710220">
              <w:rPr>
                <w:rFonts w:ascii="Calibri" w:eastAsia="Times New Roman" w:hAnsi="Calibri" w:cs="Calibri"/>
              </w:rPr>
              <w:t>eriode en datum, versie</w:t>
            </w:r>
          </w:p>
          <w:p w14:paraId="717B44B4" w14:textId="48EFD912" w:rsidR="00F255AF" w:rsidRPr="00F255AF" w:rsidRDefault="00F255AF" w:rsidP="00F255AF">
            <w:pPr>
              <w:numPr>
                <w:ilvl w:val="0"/>
                <w:numId w:val="1"/>
              </w:numPr>
              <w:autoSpaceDE/>
              <w:autoSpaceDN/>
              <w:spacing w:after="200" w:line="240" w:lineRule="auto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 w:rsidRPr="00F255AF">
              <w:rPr>
                <w:rFonts w:asciiTheme="minorHAnsi" w:eastAsia="Calibri" w:hAnsiTheme="minorHAnsi" w:cstheme="minorHAnsi"/>
                <w:lang w:eastAsia="en-US"/>
              </w:rPr>
              <w:t>Collage</w:t>
            </w:r>
            <w:r w:rsidR="00B61953">
              <w:rPr>
                <w:rFonts w:asciiTheme="minorHAnsi" w:eastAsia="Calibri" w:hAnsiTheme="minorHAnsi" w:cstheme="minorHAnsi"/>
                <w:lang w:eastAsia="en-US"/>
              </w:rPr>
              <w:t xml:space="preserve"> van foto’s </w:t>
            </w:r>
          </w:p>
          <w:p w14:paraId="3D05B2CD" w14:textId="77777777" w:rsidR="00A36BD0" w:rsidRPr="00710220" w:rsidRDefault="00A36BD0" w:rsidP="00127655">
            <w:pPr>
              <w:autoSpaceDE/>
              <w:autoSpaceDN/>
              <w:spacing w:after="200" w:line="240" w:lineRule="auto"/>
              <w:ind w:left="360"/>
              <w:contextualSpacing/>
              <w:rPr>
                <w:rFonts w:ascii="Verdana" w:eastAsia="Calibri" w:hAnsi="Verdana" w:cstheme="minorHAnsi"/>
                <w:lang w:eastAsia="en-US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2CE" w14:textId="77777777" w:rsidR="00A36BD0" w:rsidRPr="00B47400" w:rsidRDefault="00A36BD0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5FE" w:rsidRPr="00B47400" w14:paraId="3D05B2DB" w14:textId="77777777" w:rsidTr="00F1488A">
        <w:trPr>
          <w:cantSplit/>
          <w:trHeight w:val="3008"/>
        </w:trPr>
        <w:tc>
          <w:tcPr>
            <w:tcW w:w="8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2D0" w14:textId="77777777" w:rsidR="003A05FE" w:rsidRPr="00310B5C" w:rsidRDefault="003A05FE" w:rsidP="00A36BD0">
            <w:pPr>
              <w:autoSpaceDE/>
              <w:autoSpaceDN/>
              <w:spacing w:line="240" w:lineRule="auto"/>
              <w:ind w:left="0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>Inhoudsopgave:</w:t>
            </w:r>
          </w:p>
          <w:p w14:paraId="3D05B2D1" w14:textId="77777777" w:rsidR="003A05FE" w:rsidRDefault="003A05FE" w:rsidP="00A36BD0">
            <w:pPr>
              <w:autoSpaceDE/>
              <w:autoSpaceDN/>
              <w:spacing w:line="240" w:lineRule="auto"/>
              <w:ind w:left="0"/>
              <w:rPr>
                <w:rFonts w:ascii="Calibri" w:eastAsia="Times New Roman" w:hAnsi="Calibri" w:cs="Calibri"/>
              </w:rPr>
            </w:pPr>
          </w:p>
          <w:p w14:paraId="3D05B2D2" w14:textId="77777777" w:rsidR="003A05FE" w:rsidRDefault="00764E56" w:rsidP="00A36BD0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Titel hoofdstuk + pagina</w:t>
            </w:r>
            <w:r w:rsidR="003A05FE" w:rsidRPr="00410E11">
              <w:rPr>
                <w:rFonts w:ascii="Calibri" w:hAnsi="Calibri" w:cs="Calibri"/>
              </w:rPr>
              <w:t>nummer</w:t>
            </w:r>
            <w:r w:rsidR="003A05FE">
              <w:rPr>
                <w:rFonts w:ascii="Calibri" w:hAnsi="Calibri" w:cs="Calibri"/>
              </w:rPr>
              <w:t>:</w:t>
            </w:r>
          </w:p>
          <w:p w14:paraId="3D05B2D3" w14:textId="77777777" w:rsidR="003A05FE" w:rsidRDefault="003A05FE" w:rsidP="00A36BD0">
            <w:pPr>
              <w:pStyle w:val="list0020paragraph"/>
              <w:spacing w:before="0" w:beforeAutospacing="0" w:after="0" w:afterAutospacing="0" w:line="240" w:lineRule="atLeast"/>
              <w:ind w:left="360"/>
              <w:rPr>
                <w:rStyle w:val="list0020paragraphchar"/>
                <w:rFonts w:ascii="Calibri" w:hAnsi="Calibri"/>
                <w:color w:val="000000"/>
                <w:sz w:val="20"/>
                <w:szCs w:val="20"/>
              </w:rPr>
            </w:pPr>
          </w:p>
          <w:p w14:paraId="3D05B2D4" w14:textId="77777777" w:rsidR="003A05FE" w:rsidRDefault="003A05FE" w:rsidP="00A36BD0">
            <w:pPr>
              <w:pStyle w:val="list0020paragraph"/>
              <w:spacing w:before="0" w:beforeAutospacing="0" w:after="0" w:afterAutospacing="0" w:line="240" w:lineRule="atLeast"/>
              <w:ind w:left="360"/>
              <w:rPr>
                <w:rStyle w:val="list0020paragraphchar"/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Style w:val="list0020paragraphchar"/>
                <w:rFonts w:ascii="Calibri" w:hAnsi="Calibri"/>
                <w:color w:val="000000"/>
                <w:sz w:val="20"/>
                <w:szCs w:val="20"/>
              </w:rPr>
              <w:t>Overzicht van de indeling (bijvoorbeeld inleiding, hoofdstukken/paragrafen, samenvatting, conclusie en aanbevelingen, verbetervoorstel, literatuurlijst en evt. bijlages</w:t>
            </w:r>
          </w:p>
          <w:p w14:paraId="3D05B2D5" w14:textId="77777777" w:rsidR="003A05FE" w:rsidRDefault="003A05FE" w:rsidP="00A36BD0">
            <w:pPr>
              <w:pStyle w:val="list0020paragraph"/>
              <w:spacing w:before="0" w:beforeAutospacing="0" w:after="0" w:afterAutospacing="0" w:line="240" w:lineRule="atLeast"/>
              <w:ind w:left="36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3D05B2D6" w14:textId="77777777" w:rsidR="003A05FE" w:rsidRPr="00710220" w:rsidRDefault="003A05FE" w:rsidP="00A36BD0">
            <w:pPr>
              <w:pStyle w:val="list0020paragraph"/>
              <w:numPr>
                <w:ilvl w:val="0"/>
                <w:numId w:val="2"/>
              </w:numPr>
              <w:spacing w:before="0" w:beforeAutospacing="0" w:after="0" w:afterAutospacing="0" w:line="240" w:lineRule="atLeas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00F8E">
              <w:rPr>
                <w:rStyle w:val="list0020paragraphchar"/>
                <w:rFonts w:ascii="Calibri" w:hAnsi="Calibri"/>
                <w:color w:val="000000"/>
                <w:sz w:val="20"/>
                <w:szCs w:val="20"/>
              </w:rPr>
              <w:t>Titels en nummering van de hoofdstukken en paragrafen</w:t>
            </w:r>
          </w:p>
          <w:p w14:paraId="3D05B2D7" w14:textId="77777777" w:rsidR="003A05FE" w:rsidRDefault="003A05FE" w:rsidP="00A36BD0">
            <w:pPr>
              <w:pStyle w:val="list0020paragraph"/>
              <w:numPr>
                <w:ilvl w:val="0"/>
                <w:numId w:val="2"/>
              </w:numPr>
              <w:spacing w:before="0" w:beforeAutospacing="0" w:after="0" w:afterAutospacing="0" w:line="240" w:lineRule="atLeas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00F8E">
              <w:rPr>
                <w:rStyle w:val="list0020paragraphchar"/>
                <w:rFonts w:ascii="Calibri" w:hAnsi="Calibri"/>
                <w:color w:val="000000"/>
                <w:sz w:val="20"/>
                <w:szCs w:val="20"/>
              </w:rPr>
              <w:t>Titels en nummering van de bijlages</w:t>
            </w:r>
            <w:r>
              <w:rPr>
                <w:rStyle w:val="list0020paragraphchar"/>
                <w:rFonts w:ascii="Calibri" w:hAnsi="Calibri"/>
                <w:color w:val="000000"/>
                <w:sz w:val="20"/>
                <w:szCs w:val="20"/>
              </w:rPr>
              <w:t xml:space="preserve"> (indien van toepassing)</w:t>
            </w:r>
          </w:p>
          <w:p w14:paraId="3D05B2D8" w14:textId="77777777" w:rsidR="003A05FE" w:rsidRDefault="003A05FE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14:paraId="3D05B2D9" w14:textId="77777777" w:rsidR="003A05FE" w:rsidRPr="00310B5C" w:rsidRDefault="003A05FE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D05B2DA" w14:textId="77777777" w:rsidR="003A05FE" w:rsidRPr="00B47400" w:rsidRDefault="003A05FE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5FE" w:rsidRPr="00B47400" w14:paraId="3D05B2E6" w14:textId="77777777" w:rsidTr="00A36BD0">
        <w:trPr>
          <w:cantSplit/>
          <w:trHeight w:val="1500"/>
        </w:trPr>
        <w:tc>
          <w:tcPr>
            <w:tcW w:w="8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2DC" w14:textId="77777777" w:rsidR="003A05FE" w:rsidRDefault="003A05FE" w:rsidP="00A36BD0">
            <w:pPr>
              <w:autoSpaceDE/>
              <w:autoSpaceDN/>
              <w:spacing w:line="240" w:lineRule="auto"/>
              <w:ind w:left="0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>Inleiding:</w:t>
            </w:r>
          </w:p>
          <w:p w14:paraId="3D05B2DD" w14:textId="77777777" w:rsidR="003A05FE" w:rsidRPr="007E60A0" w:rsidRDefault="003A05FE" w:rsidP="00A36BD0">
            <w:pPr>
              <w:autoSpaceDE/>
              <w:autoSpaceDN/>
              <w:spacing w:line="240" w:lineRule="auto"/>
              <w:ind w:left="0"/>
              <w:rPr>
                <w:rFonts w:ascii="Calibri" w:eastAsia="Times New Roman" w:hAnsi="Calibri" w:cs="Calibri"/>
                <w:b/>
              </w:rPr>
            </w:pPr>
          </w:p>
          <w:p w14:paraId="3D05B2DF" w14:textId="56965E2F" w:rsidR="003A05FE" w:rsidRPr="00A55042" w:rsidRDefault="003A05FE" w:rsidP="00A55042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Aanleiding van het verslag </w:t>
            </w:r>
          </w:p>
          <w:p w14:paraId="3D05B2E0" w14:textId="77777777" w:rsidR="003A05FE" w:rsidRDefault="003A05FE" w:rsidP="00A36BD0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Doelstelling (waar wil je achter komen, wat wil je bereiken?)</w:t>
            </w:r>
          </w:p>
          <w:p w14:paraId="3D05B2E2" w14:textId="77777777" w:rsidR="003A05FE" w:rsidRDefault="003A05FE" w:rsidP="00A36BD0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Korte beschrijving van de hoofdstukken (vertel kort wat de lezers per hoofdstuk kunnen verwachten)</w:t>
            </w:r>
          </w:p>
          <w:p w14:paraId="3D05B2E3" w14:textId="77777777" w:rsidR="003A05FE" w:rsidRDefault="003A05FE" w:rsidP="00A36BD0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14:paraId="3D05B2E4" w14:textId="77777777" w:rsidR="003A05FE" w:rsidRDefault="003A05FE" w:rsidP="00A36BD0">
            <w:pPr>
              <w:autoSpaceDE/>
              <w:autoSpaceDN/>
              <w:spacing w:line="240" w:lineRule="auto"/>
              <w:ind w:left="0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D05B2E5" w14:textId="77777777" w:rsidR="003A05FE" w:rsidRPr="00B47400" w:rsidRDefault="003A05FE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5FE" w:rsidRPr="00B47400" w14:paraId="3D05B2F1" w14:textId="77777777" w:rsidTr="00A55042">
        <w:trPr>
          <w:cantSplit/>
          <w:trHeight w:val="14004"/>
        </w:trPr>
        <w:tc>
          <w:tcPr>
            <w:tcW w:w="8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2E7" w14:textId="4948558E" w:rsidR="003A05FE" w:rsidRPr="00D16BF9" w:rsidRDefault="003A05FE" w:rsidP="00A36BD0">
            <w:pPr>
              <w:autoSpaceDE/>
              <w:autoSpaceDN/>
              <w:spacing w:line="240" w:lineRule="auto"/>
              <w:ind w:left="0"/>
              <w:rPr>
                <w:rFonts w:asciiTheme="minorHAnsi" w:hAnsiTheme="minorHAnsi" w:cs="Calibri"/>
                <w:b/>
              </w:rPr>
            </w:pPr>
            <w:r w:rsidRPr="00D16BF9">
              <w:rPr>
                <w:rFonts w:asciiTheme="minorHAnsi" w:hAnsiTheme="minorHAnsi" w:cs="Calibri"/>
                <w:b/>
              </w:rPr>
              <w:lastRenderedPageBreak/>
              <w:t>Kern (Inhoud verslag):</w:t>
            </w:r>
          </w:p>
          <w:p w14:paraId="3D05B2E8" w14:textId="77777777" w:rsidR="003A05FE" w:rsidRPr="00D16BF9" w:rsidRDefault="003A05FE" w:rsidP="00A36BD0">
            <w:pPr>
              <w:autoSpaceDE/>
              <w:autoSpaceDN/>
              <w:spacing w:line="240" w:lineRule="auto"/>
              <w:ind w:left="0"/>
              <w:rPr>
                <w:rFonts w:asciiTheme="minorHAnsi" w:hAnsiTheme="minorHAnsi" w:cs="Calibri"/>
              </w:rPr>
            </w:pPr>
          </w:p>
          <w:p w14:paraId="3D05B2E9" w14:textId="77777777" w:rsidR="003A05FE" w:rsidRPr="00D16BF9" w:rsidRDefault="003A05FE" w:rsidP="00A36BD0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Theme="minorHAnsi" w:hAnsiTheme="minorHAnsi" w:cs="Calibri"/>
              </w:rPr>
            </w:pPr>
            <w:r w:rsidRPr="00D16BF9">
              <w:rPr>
                <w:rFonts w:asciiTheme="minorHAnsi" w:hAnsiTheme="minorHAnsi" w:cs="Calibri"/>
              </w:rPr>
              <w:t xml:space="preserve">Beschrijf de verschillende onderwerpen in eigen woorden. </w:t>
            </w:r>
          </w:p>
          <w:p w14:paraId="3D05B2EA" w14:textId="42E53799" w:rsidR="003A05FE" w:rsidRPr="00D16BF9" w:rsidRDefault="003A05FE" w:rsidP="00A36BD0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Theme="minorHAnsi" w:hAnsiTheme="minorHAnsi" w:cs="Calibri"/>
              </w:rPr>
            </w:pPr>
            <w:r w:rsidRPr="00D16BF9">
              <w:rPr>
                <w:rFonts w:asciiTheme="minorHAnsi" w:hAnsiTheme="minorHAnsi" w:cs="Calibri"/>
              </w:rPr>
              <w:t>Vermeld de bronnen die je gebruikt hebt vol</w:t>
            </w:r>
            <w:r w:rsidR="00764E56" w:rsidRPr="00D16BF9">
              <w:rPr>
                <w:rFonts w:asciiTheme="minorHAnsi" w:hAnsiTheme="minorHAnsi" w:cs="Calibri"/>
              </w:rPr>
              <w:t>gens de richtlijnen</w:t>
            </w:r>
            <w:r w:rsidR="0067661B" w:rsidRPr="00D16BF9">
              <w:rPr>
                <w:rFonts w:asciiTheme="minorHAnsi" w:hAnsiTheme="minorHAnsi" w:cs="Calibri"/>
              </w:rPr>
              <w:t xml:space="preserve">. </w:t>
            </w:r>
          </w:p>
          <w:p w14:paraId="6E92B741" w14:textId="0063F083" w:rsidR="0067661B" w:rsidRPr="00D16BF9" w:rsidRDefault="0067661B" w:rsidP="00A36BD0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Theme="minorHAnsi" w:hAnsiTheme="minorHAnsi" w:cs="Calibri"/>
              </w:rPr>
            </w:pPr>
            <w:r w:rsidRPr="00D16BF9">
              <w:rPr>
                <w:rFonts w:asciiTheme="minorHAnsi" w:hAnsiTheme="minorHAnsi" w:cs="Calibri"/>
              </w:rPr>
              <w:t xml:space="preserve">Gebruik minimaal 20 ‘eigen’ foto’s in je verslag. </w:t>
            </w:r>
          </w:p>
          <w:p w14:paraId="3D05B2EC" w14:textId="34675295" w:rsidR="00ED0603" w:rsidRPr="00D16BF9" w:rsidRDefault="003A05FE" w:rsidP="00D2299B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Theme="minorHAnsi" w:hAnsiTheme="minorHAnsi" w:cs="Calibri"/>
              </w:rPr>
            </w:pPr>
            <w:r w:rsidRPr="00D16BF9">
              <w:rPr>
                <w:rFonts w:asciiTheme="minorHAnsi" w:hAnsiTheme="minorHAnsi" w:cs="Calibri"/>
              </w:rPr>
              <w:t>Lees goed in de opdracht wat er inhoudelijk van je verwacht wordt:</w:t>
            </w:r>
          </w:p>
          <w:p w14:paraId="7AD7E169" w14:textId="7C298666" w:rsidR="00B61953" w:rsidRPr="00D16BF9" w:rsidRDefault="00B61953" w:rsidP="00B61953">
            <w:p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</w:p>
          <w:p w14:paraId="6015EA98" w14:textId="0F2B083E" w:rsidR="00B61953" w:rsidRPr="00D16BF9" w:rsidRDefault="00B61953" w:rsidP="00B61953">
            <w:pPr>
              <w:autoSpaceDE/>
              <w:autoSpaceDN/>
              <w:spacing w:line="240" w:lineRule="auto"/>
              <w:ind w:left="0"/>
              <w:rPr>
                <w:rFonts w:asciiTheme="minorHAnsi" w:hAnsiTheme="minorHAnsi"/>
                <w:u w:val="single"/>
              </w:rPr>
            </w:pPr>
            <w:r w:rsidRPr="00D16BF9">
              <w:rPr>
                <w:rFonts w:asciiTheme="minorHAnsi" w:hAnsiTheme="minorHAnsi"/>
                <w:u w:val="single"/>
              </w:rPr>
              <w:t xml:space="preserve">Het Levensboek bevat de volgende onderwerpen: </w:t>
            </w:r>
          </w:p>
          <w:p w14:paraId="751E41EB" w14:textId="77777777" w:rsidR="00340AD6" w:rsidRPr="00D16BF9" w:rsidRDefault="00340AD6" w:rsidP="00B61953">
            <w:pPr>
              <w:autoSpaceDE/>
              <w:autoSpaceDN/>
              <w:spacing w:line="240" w:lineRule="auto"/>
              <w:ind w:left="0"/>
              <w:rPr>
                <w:rFonts w:asciiTheme="minorHAnsi" w:hAnsiTheme="minorHAnsi"/>
                <w:color w:val="FF0000"/>
              </w:rPr>
            </w:pPr>
          </w:p>
          <w:p w14:paraId="5820F2DF" w14:textId="77777777" w:rsidR="006D73B8" w:rsidRPr="00D16BF9" w:rsidRDefault="006D73B8" w:rsidP="006D73B8">
            <w:pPr>
              <w:pStyle w:val="Lijstalinea"/>
              <w:numPr>
                <w:ilvl w:val="0"/>
                <w:numId w:val="10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>De woonsituatie:</w:t>
            </w:r>
          </w:p>
          <w:p w14:paraId="03122ABC" w14:textId="77777777" w:rsidR="006D73B8" w:rsidRPr="00D16BF9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Stad/ platteland </w:t>
            </w:r>
          </w:p>
          <w:p w14:paraId="6AFE19FA" w14:textId="77777777" w:rsidR="006D73B8" w:rsidRPr="00D16BF9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Soort huis </w:t>
            </w:r>
          </w:p>
          <w:p w14:paraId="3137880E" w14:textId="77777777" w:rsidR="006D73B8" w:rsidRPr="00D16BF9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Zelfstandig/ bij opvoeders </w:t>
            </w:r>
          </w:p>
          <w:p w14:paraId="3A6B51C9" w14:textId="77777777" w:rsidR="006D73B8" w:rsidRPr="00D16BF9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>Eigen kamer</w:t>
            </w:r>
          </w:p>
          <w:p w14:paraId="70F4DC6D" w14:textId="77777777" w:rsidR="006D73B8" w:rsidRDefault="006D73B8" w:rsidP="006D73B8">
            <w:pPr>
              <w:pStyle w:val="Lijstalinea"/>
              <w:autoSpaceDE/>
              <w:autoSpaceDN/>
              <w:spacing w:line="240" w:lineRule="auto"/>
              <w:ind w:left="360"/>
              <w:rPr>
                <w:rFonts w:asciiTheme="minorHAnsi" w:hAnsiTheme="minorHAnsi"/>
              </w:rPr>
            </w:pPr>
          </w:p>
          <w:p w14:paraId="08B90B34" w14:textId="43F389A8" w:rsidR="00B61953" w:rsidRPr="00D16BF9" w:rsidRDefault="00B61953" w:rsidP="00D16BF9">
            <w:pPr>
              <w:pStyle w:val="Lijstalinea"/>
              <w:numPr>
                <w:ilvl w:val="0"/>
                <w:numId w:val="10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>Waar kom ik vandaan</w:t>
            </w:r>
            <w:r w:rsidR="00D16BF9">
              <w:rPr>
                <w:rFonts w:asciiTheme="minorHAnsi" w:hAnsiTheme="minorHAnsi"/>
              </w:rPr>
              <w:t>:</w:t>
            </w:r>
          </w:p>
          <w:p w14:paraId="2CB60153" w14:textId="0D4AC037" w:rsidR="00340AD6" w:rsidRDefault="00D16BF9" w:rsidP="00B61953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  <w:r w:rsidR="0067661B" w:rsidRPr="00D16BF9">
              <w:rPr>
                <w:rFonts w:asciiTheme="minorHAnsi" w:hAnsiTheme="minorHAnsi"/>
              </w:rPr>
              <w:t xml:space="preserve">eboorteplaats </w:t>
            </w:r>
          </w:p>
          <w:p w14:paraId="1DA4A42E" w14:textId="77777777" w:rsidR="00D16BF9" w:rsidRPr="00D16BF9" w:rsidRDefault="00D16BF9" w:rsidP="00D16BF9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stamboom vanaf grootouders + </w:t>
            </w:r>
            <w:r w:rsidRPr="00D16BF9">
              <w:rPr>
                <w:rFonts w:asciiTheme="minorHAnsi" w:hAnsiTheme="minorHAnsi"/>
              </w:rPr>
              <w:t xml:space="preserve">beroepen </w:t>
            </w:r>
          </w:p>
          <w:p w14:paraId="4AEF1C40" w14:textId="77777777" w:rsidR="00D16BF9" w:rsidRDefault="00D16BF9" w:rsidP="00D16BF9">
            <w:pPr>
              <w:pStyle w:val="Lijstalinea"/>
              <w:autoSpaceDE/>
              <w:autoSpaceDN/>
              <w:spacing w:line="240" w:lineRule="auto"/>
              <w:rPr>
                <w:rFonts w:asciiTheme="minorHAnsi" w:hAnsiTheme="minorHAnsi"/>
              </w:rPr>
            </w:pPr>
          </w:p>
          <w:p w14:paraId="287CBBED" w14:textId="0B6CE68D" w:rsidR="0067661B" w:rsidRPr="00D16BF9" w:rsidRDefault="0067661B" w:rsidP="00D16BF9">
            <w:pPr>
              <w:pStyle w:val="Lijstalinea"/>
              <w:numPr>
                <w:ilvl w:val="0"/>
                <w:numId w:val="10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>Het gezin van herkomst (of andere leefsituatie)</w:t>
            </w:r>
            <w:r w:rsidR="006D73B8">
              <w:rPr>
                <w:rFonts w:asciiTheme="minorHAnsi" w:hAnsiTheme="minorHAnsi"/>
              </w:rPr>
              <w:t>:</w:t>
            </w:r>
          </w:p>
          <w:p w14:paraId="54422F57" w14:textId="77777777" w:rsidR="0067661B" w:rsidRPr="00D16BF9" w:rsidRDefault="0067661B" w:rsidP="00927694">
            <w:pPr>
              <w:pStyle w:val="Lijstalinea"/>
              <w:numPr>
                <w:ilvl w:val="0"/>
                <w:numId w:val="11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Ouders/verzorgers, broers en zussen </w:t>
            </w:r>
          </w:p>
          <w:p w14:paraId="0A1F0373" w14:textId="77777777" w:rsidR="0067661B" w:rsidRPr="00D16BF9" w:rsidRDefault="0067661B" w:rsidP="00927694">
            <w:pPr>
              <w:pStyle w:val="Lijstalinea"/>
              <w:numPr>
                <w:ilvl w:val="0"/>
                <w:numId w:val="11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Normen en waarden </w:t>
            </w:r>
          </w:p>
          <w:p w14:paraId="62D3FEAF" w14:textId="77777777" w:rsidR="0067661B" w:rsidRPr="00D16BF9" w:rsidRDefault="0067661B" w:rsidP="00927694">
            <w:pPr>
              <w:pStyle w:val="Lijstalinea"/>
              <w:numPr>
                <w:ilvl w:val="0"/>
                <w:numId w:val="11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Opvoedingsregels </w:t>
            </w:r>
          </w:p>
          <w:p w14:paraId="79DE6A58" w14:textId="77777777" w:rsidR="0067661B" w:rsidRPr="00D16BF9" w:rsidRDefault="0067661B" w:rsidP="00927694">
            <w:pPr>
              <w:pStyle w:val="Lijstalinea"/>
              <w:numPr>
                <w:ilvl w:val="0"/>
                <w:numId w:val="11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Moto/ belangrijkste uitspraak in het gezin </w:t>
            </w:r>
          </w:p>
          <w:p w14:paraId="64A2ABF3" w14:textId="77777777" w:rsidR="0067661B" w:rsidRPr="00D16BF9" w:rsidRDefault="0067661B" w:rsidP="00927694">
            <w:pPr>
              <w:pStyle w:val="Lijstalinea"/>
              <w:numPr>
                <w:ilvl w:val="0"/>
                <w:numId w:val="11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Verdeling van taken </w:t>
            </w:r>
          </w:p>
          <w:p w14:paraId="4FAB7E64" w14:textId="77777777" w:rsidR="0067661B" w:rsidRPr="00D16BF9" w:rsidRDefault="0067661B" w:rsidP="00927694">
            <w:pPr>
              <w:pStyle w:val="Lijstalinea"/>
              <w:numPr>
                <w:ilvl w:val="0"/>
                <w:numId w:val="11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Omgaan met elkaar </w:t>
            </w:r>
          </w:p>
          <w:p w14:paraId="011C9880" w14:textId="77777777" w:rsidR="0067661B" w:rsidRPr="00D16BF9" w:rsidRDefault="0067661B" w:rsidP="00927694">
            <w:pPr>
              <w:pStyle w:val="Lijstalinea"/>
              <w:numPr>
                <w:ilvl w:val="0"/>
                <w:numId w:val="11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Gewoonten, rituelen en religie </w:t>
            </w:r>
          </w:p>
          <w:p w14:paraId="450C29F0" w14:textId="77777777" w:rsidR="0067661B" w:rsidRPr="00D16BF9" w:rsidRDefault="0067661B" w:rsidP="0067661B">
            <w:pPr>
              <w:autoSpaceDE/>
              <w:autoSpaceDN/>
              <w:spacing w:line="240" w:lineRule="auto"/>
              <w:ind w:left="1440"/>
              <w:rPr>
                <w:rFonts w:asciiTheme="minorHAnsi" w:hAnsiTheme="minorHAnsi"/>
              </w:rPr>
            </w:pPr>
          </w:p>
          <w:p w14:paraId="6E1A6491" w14:textId="73FD8B42" w:rsidR="0067661B" w:rsidRDefault="0067661B" w:rsidP="00927694">
            <w:pPr>
              <w:pStyle w:val="Lijstalinea"/>
              <w:numPr>
                <w:ilvl w:val="0"/>
                <w:numId w:val="10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927694">
              <w:rPr>
                <w:rFonts w:asciiTheme="minorHAnsi" w:hAnsiTheme="minorHAnsi"/>
              </w:rPr>
              <w:t>Beschrijf aan de hand van je ontwikkelingsfasen (baby, peuter, kleuter, etc.</w:t>
            </w:r>
            <w:r w:rsidR="00927694">
              <w:rPr>
                <w:rFonts w:asciiTheme="minorHAnsi" w:hAnsiTheme="minorHAnsi"/>
              </w:rPr>
              <w:t xml:space="preserve">) </w:t>
            </w:r>
            <w:r w:rsidR="006D73B8">
              <w:rPr>
                <w:rFonts w:asciiTheme="minorHAnsi" w:hAnsiTheme="minorHAnsi"/>
              </w:rPr>
              <w:t>de belangrijkste gebeurtenis in je leven. Zie ook boek Begeleiden.</w:t>
            </w:r>
          </w:p>
          <w:p w14:paraId="60D4480E" w14:textId="6F8E418B" w:rsidR="00711AFC" w:rsidRDefault="00711AFC" w:rsidP="00711AFC">
            <w:pPr>
              <w:pStyle w:val="Lijstalinea"/>
              <w:numPr>
                <w:ilvl w:val="0"/>
                <w:numId w:val="14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711AFC">
              <w:rPr>
                <w:rFonts w:asciiTheme="minorHAnsi" w:hAnsiTheme="minorHAnsi"/>
              </w:rPr>
              <w:t xml:space="preserve">Zoek op welke ontwikkelingsfasen er zijn en welke leeftijd er bij hoort. </w:t>
            </w:r>
          </w:p>
          <w:p w14:paraId="3F75609D" w14:textId="4B16450A" w:rsidR="00711AFC" w:rsidRPr="00711AFC" w:rsidRDefault="00711AFC" w:rsidP="00711AFC">
            <w:pPr>
              <w:pStyle w:val="Lijstalinea"/>
              <w:numPr>
                <w:ilvl w:val="0"/>
                <w:numId w:val="14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Beschrijf per fase de belangrijkste gebeurtenissen en ontwikkeling die je hebt doorgemaakt. </w:t>
            </w:r>
          </w:p>
          <w:p w14:paraId="5B026FE1" w14:textId="77777777" w:rsidR="0067661B" w:rsidRPr="00D16BF9" w:rsidRDefault="0067661B" w:rsidP="0067661B">
            <w:pPr>
              <w:autoSpaceDE/>
              <w:autoSpaceDN/>
              <w:spacing w:line="240" w:lineRule="auto"/>
              <w:ind w:left="0"/>
              <w:rPr>
                <w:rFonts w:asciiTheme="minorHAnsi" w:hAnsiTheme="minorHAnsi"/>
              </w:rPr>
            </w:pPr>
          </w:p>
          <w:p w14:paraId="75EC6232" w14:textId="658D2D45" w:rsidR="00B61953" w:rsidRPr="00D16BF9" w:rsidRDefault="00B61953" w:rsidP="00D16BF9">
            <w:pPr>
              <w:pStyle w:val="Lijstalinea"/>
              <w:numPr>
                <w:ilvl w:val="0"/>
                <w:numId w:val="10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Mijn persoon </w:t>
            </w:r>
          </w:p>
          <w:p w14:paraId="38615879" w14:textId="77777777" w:rsidR="00B61953" w:rsidRPr="00D16BF9" w:rsidRDefault="00B61953" w:rsidP="00B61953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Karaktereigenschappen (positief en negatief) </w:t>
            </w:r>
          </w:p>
          <w:p w14:paraId="2167AD69" w14:textId="7705A93A" w:rsidR="00B61953" w:rsidRPr="00A55042" w:rsidRDefault="00B61953" w:rsidP="00A55042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Kleding </w:t>
            </w:r>
            <w:r w:rsidR="00A55042">
              <w:rPr>
                <w:rFonts w:asciiTheme="minorHAnsi" w:hAnsiTheme="minorHAnsi"/>
              </w:rPr>
              <w:t xml:space="preserve">/ </w:t>
            </w:r>
            <w:r w:rsidRPr="00A55042">
              <w:rPr>
                <w:rFonts w:asciiTheme="minorHAnsi" w:hAnsiTheme="minorHAnsi"/>
              </w:rPr>
              <w:t xml:space="preserve">Lichaamsverzorging </w:t>
            </w:r>
          </w:p>
          <w:p w14:paraId="1816421A" w14:textId="3323BCE4" w:rsidR="00340AD6" w:rsidRPr="00A55042" w:rsidRDefault="00B61953" w:rsidP="00A55042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Jouw keuzes en gewoontes </w:t>
            </w:r>
            <w:r w:rsidR="00A55042">
              <w:rPr>
                <w:rFonts w:asciiTheme="minorHAnsi" w:hAnsiTheme="minorHAnsi"/>
              </w:rPr>
              <w:t xml:space="preserve">/ </w:t>
            </w:r>
            <w:r w:rsidR="00340AD6" w:rsidRPr="00A55042">
              <w:rPr>
                <w:rFonts w:asciiTheme="minorHAnsi" w:hAnsiTheme="minorHAnsi"/>
              </w:rPr>
              <w:t xml:space="preserve">Vaardigheden </w:t>
            </w:r>
          </w:p>
          <w:p w14:paraId="61A8267C" w14:textId="77777777" w:rsidR="00A55042" w:rsidRDefault="0067661B" w:rsidP="00B61953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>Sociale netwerkkaart</w:t>
            </w:r>
          </w:p>
          <w:p w14:paraId="60C24B0A" w14:textId="77777777" w:rsidR="00927694" w:rsidRPr="00A55042" w:rsidRDefault="00927694" w:rsidP="00A55042">
            <w:pPr>
              <w:autoSpaceDE/>
              <w:autoSpaceDN/>
              <w:spacing w:line="240" w:lineRule="auto"/>
              <w:ind w:left="0"/>
              <w:rPr>
                <w:rFonts w:asciiTheme="minorHAnsi" w:hAnsiTheme="minorHAnsi"/>
              </w:rPr>
            </w:pPr>
          </w:p>
          <w:p w14:paraId="71F97C5C" w14:textId="77777777" w:rsidR="008625AF" w:rsidRPr="00927694" w:rsidRDefault="008625AF" w:rsidP="00927694">
            <w:pPr>
              <w:pStyle w:val="Lijstalinea"/>
              <w:numPr>
                <w:ilvl w:val="0"/>
                <w:numId w:val="10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927694">
              <w:rPr>
                <w:rFonts w:asciiTheme="minorHAnsi" w:hAnsiTheme="minorHAnsi"/>
              </w:rPr>
              <w:t xml:space="preserve">School, werken en geld: </w:t>
            </w:r>
          </w:p>
          <w:p w14:paraId="67880156" w14:textId="1BDD6CB9" w:rsidR="008625AF" w:rsidRPr="00A55042" w:rsidRDefault="00A55042" w:rsidP="00A55042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Scholen/ </w:t>
            </w:r>
            <w:r w:rsidR="008625AF" w:rsidRPr="00A55042">
              <w:rPr>
                <w:rFonts w:asciiTheme="minorHAnsi" w:hAnsiTheme="minorHAnsi"/>
              </w:rPr>
              <w:t>Baantjes</w:t>
            </w:r>
          </w:p>
          <w:p w14:paraId="173BD62B" w14:textId="77777777" w:rsidR="00927694" w:rsidRDefault="00927694" w:rsidP="008625AF">
            <w:pPr>
              <w:autoSpaceDE/>
              <w:autoSpaceDN/>
              <w:spacing w:line="240" w:lineRule="auto"/>
              <w:ind w:left="0"/>
              <w:rPr>
                <w:rFonts w:asciiTheme="minorHAnsi" w:hAnsiTheme="minorHAnsi"/>
              </w:rPr>
            </w:pPr>
          </w:p>
          <w:p w14:paraId="0BED58D5" w14:textId="55A788E6" w:rsidR="008625AF" w:rsidRPr="00927694" w:rsidRDefault="008625AF" w:rsidP="00927694">
            <w:pPr>
              <w:pStyle w:val="Lijstalinea"/>
              <w:numPr>
                <w:ilvl w:val="0"/>
                <w:numId w:val="10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927694">
              <w:rPr>
                <w:rFonts w:asciiTheme="minorHAnsi" w:hAnsiTheme="minorHAnsi"/>
              </w:rPr>
              <w:t xml:space="preserve">Vrijetijdsbesteding  </w:t>
            </w:r>
          </w:p>
          <w:p w14:paraId="2B4529A5" w14:textId="2DBF58CE" w:rsidR="008625AF" w:rsidRPr="00A55042" w:rsidRDefault="008625AF" w:rsidP="00A55042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Vrienden </w:t>
            </w:r>
            <w:r w:rsidR="00A55042">
              <w:rPr>
                <w:rFonts w:asciiTheme="minorHAnsi" w:hAnsiTheme="minorHAnsi"/>
              </w:rPr>
              <w:t xml:space="preserve">/ </w:t>
            </w:r>
            <w:r w:rsidR="00A55042" w:rsidRPr="00A55042">
              <w:rPr>
                <w:rFonts w:asciiTheme="minorHAnsi" w:hAnsiTheme="minorHAnsi"/>
              </w:rPr>
              <w:t>C</w:t>
            </w:r>
            <w:r w:rsidRPr="00A55042">
              <w:rPr>
                <w:rFonts w:asciiTheme="minorHAnsi" w:hAnsiTheme="minorHAnsi"/>
              </w:rPr>
              <w:t xml:space="preserve">lubs / vereniging/ collega’s  </w:t>
            </w:r>
          </w:p>
          <w:p w14:paraId="08D3774D" w14:textId="141A6333" w:rsidR="008625AF" w:rsidRPr="00D16BF9" w:rsidRDefault="008625AF" w:rsidP="008625AF">
            <w:pPr>
              <w:autoSpaceDE/>
              <w:autoSpaceDN/>
              <w:spacing w:line="240" w:lineRule="auto"/>
              <w:ind w:left="0"/>
              <w:rPr>
                <w:rFonts w:asciiTheme="minorHAnsi" w:hAnsiTheme="minorHAnsi"/>
              </w:rPr>
            </w:pPr>
          </w:p>
          <w:p w14:paraId="20FC0D67" w14:textId="77777777" w:rsidR="006D73B8" w:rsidRPr="00927694" w:rsidRDefault="006D73B8" w:rsidP="006D73B8">
            <w:pPr>
              <w:pStyle w:val="Lijstalinea"/>
              <w:numPr>
                <w:ilvl w:val="0"/>
                <w:numId w:val="12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927694">
              <w:rPr>
                <w:rFonts w:asciiTheme="minorHAnsi" w:hAnsiTheme="minorHAnsi"/>
              </w:rPr>
              <w:t xml:space="preserve">Bijzondere herinneringen uit jouw leven: </w:t>
            </w:r>
          </w:p>
          <w:p w14:paraId="009ADE4C" w14:textId="77777777" w:rsidR="006D73B8" w:rsidRPr="00D16BF9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Favoriete boek/ film/ favoriete nummer/ snoep / tv-programma + waarom </w:t>
            </w:r>
          </w:p>
          <w:p w14:paraId="504EADB9" w14:textId="77777777" w:rsidR="006D73B8" w:rsidRPr="00D16BF9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>Ziekte/ gezondheid</w:t>
            </w:r>
          </w:p>
          <w:p w14:paraId="756B812D" w14:textId="228BD958" w:rsidR="006D73B8" w:rsidRPr="00D16BF9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Bijzondere familieomstandigheden </w:t>
            </w:r>
          </w:p>
          <w:p w14:paraId="2A2DAFC1" w14:textId="603684DE" w:rsidR="006D73B8" w:rsidRPr="00A55042" w:rsidRDefault="006D73B8" w:rsidP="00A55042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Vakanties </w:t>
            </w:r>
            <w:r w:rsidR="00A55042">
              <w:rPr>
                <w:rFonts w:asciiTheme="minorHAnsi" w:hAnsiTheme="minorHAnsi"/>
              </w:rPr>
              <w:t xml:space="preserve">/ </w:t>
            </w:r>
            <w:r w:rsidRPr="00A55042">
              <w:rPr>
                <w:rFonts w:asciiTheme="minorHAnsi" w:hAnsiTheme="minorHAnsi"/>
              </w:rPr>
              <w:t xml:space="preserve">Feestelijke hoogtepunten </w:t>
            </w:r>
          </w:p>
          <w:p w14:paraId="35BC3A28" w14:textId="77777777" w:rsidR="006D73B8" w:rsidRPr="00D16BF9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Schoolreisjes en schoolkamp </w:t>
            </w:r>
          </w:p>
          <w:p w14:paraId="2B628764" w14:textId="13B2CB46" w:rsidR="006D73B8" w:rsidRPr="00A55042" w:rsidRDefault="00A55042" w:rsidP="00A55042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Verdrietige situaties/ </w:t>
            </w:r>
            <w:r w:rsidR="006D73B8" w:rsidRPr="00A55042">
              <w:rPr>
                <w:rFonts w:asciiTheme="minorHAnsi" w:hAnsiTheme="minorHAnsi"/>
              </w:rPr>
              <w:t>Tastbare herinnering</w:t>
            </w:r>
          </w:p>
          <w:p w14:paraId="7DF0D506" w14:textId="77777777" w:rsidR="006D73B8" w:rsidRPr="00D16BF9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>Meest spannende wat je mee hebt gemaakt</w:t>
            </w:r>
          </w:p>
          <w:p w14:paraId="1B29553F" w14:textId="77777777" w:rsidR="006D73B8" w:rsidRPr="00D16BF9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>Mooiste wat iemand ooit tegen je heeft gezegd</w:t>
            </w:r>
          </w:p>
          <w:p w14:paraId="1BB8145A" w14:textId="77777777" w:rsidR="006D73B8" w:rsidRPr="00D16BF9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Wat staat er nog op je bucketlist </w:t>
            </w:r>
          </w:p>
          <w:p w14:paraId="7FF17897" w14:textId="77777777" w:rsidR="006D73B8" w:rsidRDefault="006D73B8" w:rsidP="006D73B8">
            <w:pPr>
              <w:pStyle w:val="Lijstalinea"/>
              <w:numPr>
                <w:ilvl w:val="0"/>
                <w:numId w:val="8"/>
              </w:num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r w:rsidRPr="00D16BF9">
              <w:rPr>
                <w:rFonts w:asciiTheme="minorHAnsi" w:hAnsiTheme="minorHAnsi"/>
              </w:rPr>
              <w:t xml:space="preserve">Wat zou je doen met een miljoen </w:t>
            </w:r>
          </w:p>
          <w:p w14:paraId="7D124174" w14:textId="77777777" w:rsidR="00A55042" w:rsidRDefault="00A55042" w:rsidP="00A55042">
            <w:p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</w:p>
          <w:p w14:paraId="5E2E30D4" w14:textId="77777777" w:rsidR="00A55042" w:rsidRDefault="00A55042" w:rsidP="00A55042">
            <w:p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</w:p>
          <w:p w14:paraId="2D141DD7" w14:textId="77777777" w:rsidR="00A55042" w:rsidRDefault="00A55042" w:rsidP="00A55042">
            <w:p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</w:p>
          <w:p w14:paraId="77C99F5D" w14:textId="77777777" w:rsidR="00A55042" w:rsidRPr="00A55042" w:rsidRDefault="00A55042" w:rsidP="00A55042">
            <w:pPr>
              <w:autoSpaceDE/>
              <w:autoSpaceDN/>
              <w:spacing w:line="240" w:lineRule="auto"/>
              <w:rPr>
                <w:rFonts w:asciiTheme="minorHAnsi" w:hAnsiTheme="minorHAnsi"/>
              </w:rPr>
            </w:pPr>
            <w:bookmarkStart w:id="0" w:name="_GoBack"/>
            <w:bookmarkEnd w:id="0"/>
          </w:p>
          <w:p w14:paraId="72E39C9C" w14:textId="77777777" w:rsidR="006D73B8" w:rsidRPr="006D73B8" w:rsidRDefault="006D73B8" w:rsidP="006D73B8">
            <w:pPr>
              <w:pStyle w:val="Lijstalinea"/>
              <w:autoSpaceDE/>
              <w:autoSpaceDN/>
              <w:spacing w:line="240" w:lineRule="auto"/>
              <w:ind w:left="360"/>
              <w:rPr>
                <w:rFonts w:asciiTheme="minorHAnsi" w:hAnsiTheme="minorHAnsi" w:cs="Calibri"/>
                <w:b/>
              </w:rPr>
            </w:pPr>
          </w:p>
          <w:p w14:paraId="6DD32FBF" w14:textId="47B481C7" w:rsidR="003A05FE" w:rsidRPr="006D73B8" w:rsidRDefault="006D73B8" w:rsidP="00D16BF9">
            <w:pPr>
              <w:pStyle w:val="Lijstalinea"/>
              <w:numPr>
                <w:ilvl w:val="0"/>
                <w:numId w:val="10"/>
              </w:numPr>
              <w:autoSpaceDE/>
              <w:autoSpaceDN/>
              <w:spacing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/>
              </w:rPr>
              <w:t>E</w:t>
            </w:r>
            <w:r w:rsidR="008625AF" w:rsidRPr="00D16BF9">
              <w:rPr>
                <w:rFonts w:asciiTheme="minorHAnsi" w:hAnsiTheme="minorHAnsi"/>
              </w:rPr>
              <w:t xml:space="preserve">igen onderwerp </w:t>
            </w:r>
            <w:r w:rsidR="00340AD6" w:rsidRPr="00D16BF9">
              <w:rPr>
                <w:rFonts w:asciiTheme="minorHAnsi" w:hAnsiTheme="minorHAnsi"/>
              </w:rPr>
              <w:t xml:space="preserve">/ toevoeging </w:t>
            </w:r>
          </w:p>
          <w:p w14:paraId="3D05B2EF" w14:textId="083ED738" w:rsidR="006D73B8" w:rsidRPr="00D16BF9" w:rsidRDefault="006D73B8" w:rsidP="006D73B8">
            <w:pPr>
              <w:pStyle w:val="Lijstalinea"/>
              <w:autoSpaceDE/>
              <w:autoSpaceDN/>
              <w:spacing w:line="240" w:lineRule="auto"/>
              <w:ind w:left="360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D05B2F0" w14:textId="77777777" w:rsidR="003A05FE" w:rsidRPr="00B47400" w:rsidRDefault="003A05FE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5FE" w:rsidRPr="00B47400" w14:paraId="3D05B2F9" w14:textId="77777777" w:rsidTr="00A36BD0">
        <w:trPr>
          <w:cantSplit/>
          <w:trHeight w:val="750"/>
        </w:trPr>
        <w:tc>
          <w:tcPr>
            <w:tcW w:w="8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2F2" w14:textId="77777777" w:rsidR="003A05FE" w:rsidRDefault="003A05FE" w:rsidP="00A36BD0">
            <w:pPr>
              <w:autoSpaceDE/>
              <w:autoSpaceDN/>
              <w:spacing w:line="240" w:lineRule="auto"/>
              <w:ind w:left="0"/>
              <w:rPr>
                <w:rFonts w:ascii="Calibri" w:hAnsi="Calibri" w:cs="Calibri"/>
                <w:b/>
              </w:rPr>
            </w:pPr>
            <w:r w:rsidRPr="00900F8E">
              <w:rPr>
                <w:rFonts w:ascii="Calibri" w:hAnsi="Calibri" w:cs="Calibri"/>
                <w:b/>
              </w:rPr>
              <w:lastRenderedPageBreak/>
              <w:t xml:space="preserve">Afsluiting </w:t>
            </w:r>
            <w:r>
              <w:rPr>
                <w:rFonts w:ascii="Calibri" w:hAnsi="Calibri" w:cs="Calibri"/>
                <w:b/>
              </w:rPr>
              <w:t>(reflectie)</w:t>
            </w:r>
          </w:p>
          <w:p w14:paraId="3D05B2F3" w14:textId="77777777" w:rsidR="003A05FE" w:rsidRDefault="003A05FE" w:rsidP="00A36BD0">
            <w:pPr>
              <w:autoSpaceDE/>
              <w:autoSpaceDN/>
              <w:spacing w:line="240" w:lineRule="auto"/>
              <w:ind w:left="0"/>
              <w:rPr>
                <w:rFonts w:ascii="Calibri" w:hAnsi="Calibri" w:cs="Calibri"/>
                <w:b/>
              </w:rPr>
            </w:pPr>
          </w:p>
          <w:p w14:paraId="3D05B2F4" w14:textId="77777777" w:rsidR="003A05FE" w:rsidRPr="00476270" w:rsidRDefault="003A05FE" w:rsidP="00A36BD0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hAnsi="Calibri" w:cs="Calibri"/>
              </w:rPr>
            </w:pPr>
            <w:r w:rsidRPr="00476270">
              <w:rPr>
                <w:rFonts w:ascii="Calibri" w:hAnsi="Calibri" w:cs="Calibri"/>
              </w:rPr>
              <w:t>Wat heb je geleerd?</w:t>
            </w:r>
          </w:p>
          <w:p w14:paraId="3D05B2F5" w14:textId="77777777" w:rsidR="003A05FE" w:rsidRPr="00476270" w:rsidRDefault="003A05FE" w:rsidP="00A36BD0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hAnsi="Calibri" w:cs="Calibri"/>
              </w:rPr>
            </w:pPr>
            <w:r w:rsidRPr="00476270">
              <w:rPr>
                <w:rFonts w:ascii="Calibri" w:hAnsi="Calibri" w:cs="Calibri"/>
              </w:rPr>
              <w:t>Wat ging er goed en waarom?</w:t>
            </w:r>
          </w:p>
          <w:p w14:paraId="3D05B2F6" w14:textId="263C434E" w:rsidR="003A05FE" w:rsidRPr="00476270" w:rsidRDefault="003A05FE" w:rsidP="00A36BD0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hAnsi="Calibri" w:cs="Calibri"/>
              </w:rPr>
            </w:pPr>
            <w:r w:rsidRPr="00476270">
              <w:rPr>
                <w:rFonts w:ascii="Calibri" w:hAnsi="Calibri" w:cs="Calibri"/>
              </w:rPr>
              <w:t xml:space="preserve">Wat kon er beter en waarom? </w:t>
            </w:r>
            <w:r w:rsidR="00E30847">
              <w:rPr>
                <w:rFonts w:ascii="Calibri" w:hAnsi="Calibri" w:cs="Calibri"/>
              </w:rPr>
              <w:t xml:space="preserve">Waarom is het niet gelukt om dit nog te veranderen? </w:t>
            </w:r>
          </w:p>
          <w:p w14:paraId="3D05B2F7" w14:textId="77777777" w:rsidR="003A05FE" w:rsidRDefault="003A05FE" w:rsidP="00A36BD0">
            <w:pPr>
              <w:autoSpaceDE/>
              <w:autoSpaceDN/>
              <w:spacing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D05B2F8" w14:textId="77777777" w:rsidR="003A05FE" w:rsidRPr="00B47400" w:rsidRDefault="003A05FE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5FE" w:rsidRPr="00B47400" w14:paraId="3D05B302" w14:textId="77777777" w:rsidTr="003A05FE">
        <w:trPr>
          <w:cantSplit/>
          <w:trHeight w:val="855"/>
        </w:trPr>
        <w:tc>
          <w:tcPr>
            <w:tcW w:w="8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300" w14:textId="77777777" w:rsidR="003A05FE" w:rsidRPr="003A05FE" w:rsidRDefault="003A05FE" w:rsidP="00A55042">
            <w:pPr>
              <w:autoSpaceDE/>
              <w:autoSpaceDN/>
              <w:spacing w:after="200" w:line="240" w:lineRule="auto"/>
              <w:ind w:left="0"/>
              <w:contextualSpacing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D05B301" w14:textId="77777777" w:rsidR="003A05FE" w:rsidRPr="00B47400" w:rsidRDefault="003A05FE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5FE" w:rsidRPr="00B47400" w14:paraId="3D05B308" w14:textId="77777777" w:rsidTr="003A05FE">
        <w:trPr>
          <w:cantSplit/>
          <w:trHeight w:val="855"/>
        </w:trPr>
        <w:tc>
          <w:tcPr>
            <w:tcW w:w="8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303" w14:textId="77777777" w:rsidR="003A05FE" w:rsidRPr="003A05FE" w:rsidRDefault="003A05FE" w:rsidP="003A05FE">
            <w:pPr>
              <w:autoSpaceDE/>
              <w:autoSpaceDN/>
              <w:spacing w:after="200" w:line="240" w:lineRule="auto"/>
              <w:ind w:left="0"/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3A05FE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Bijlagen </w:t>
            </w:r>
          </w:p>
          <w:p w14:paraId="3D05B304" w14:textId="77777777" w:rsidR="003A05FE" w:rsidRDefault="003A05FE" w:rsidP="003A05FE">
            <w:pPr>
              <w:autoSpaceDE/>
              <w:autoSpaceDN/>
              <w:spacing w:after="200" w:line="240" w:lineRule="auto"/>
              <w:ind w:left="0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3D05B305" w14:textId="77777777" w:rsidR="003A05FE" w:rsidRPr="003A05FE" w:rsidRDefault="003A05FE" w:rsidP="003A05FE">
            <w:pPr>
              <w:numPr>
                <w:ilvl w:val="0"/>
                <w:numId w:val="6"/>
              </w:numPr>
              <w:autoSpaceDE/>
              <w:autoSpaceDN/>
              <w:spacing w:after="200" w:line="240" w:lineRule="auto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Iedere bijlage heeft een nummer en een titel</w:t>
            </w:r>
          </w:p>
          <w:p w14:paraId="3D05B306" w14:textId="77777777" w:rsidR="003A05FE" w:rsidRPr="003A05FE" w:rsidRDefault="003A05FE" w:rsidP="0004691E">
            <w:pPr>
              <w:autoSpaceDE/>
              <w:autoSpaceDN/>
              <w:spacing w:after="200" w:line="240" w:lineRule="auto"/>
              <w:ind w:left="360"/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D05B307" w14:textId="77777777" w:rsidR="003A05FE" w:rsidRPr="00B47400" w:rsidRDefault="003A05FE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5FE" w:rsidRPr="00B47400" w14:paraId="3D05B318" w14:textId="77777777" w:rsidTr="00F1488A">
        <w:trPr>
          <w:cantSplit/>
          <w:trHeight w:val="1642"/>
        </w:trPr>
        <w:tc>
          <w:tcPr>
            <w:tcW w:w="8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30A" w14:textId="77777777" w:rsidR="003A05FE" w:rsidRDefault="003A05FE" w:rsidP="003A05FE">
            <w:pPr>
              <w:autoSpaceDE/>
              <w:autoSpaceDN/>
              <w:spacing w:line="240" w:lineRule="auto"/>
              <w:ind w:left="0"/>
              <w:rPr>
                <w:rFonts w:ascii="Calibri" w:hAnsi="Calibri" w:cs="Calibri"/>
                <w:b/>
              </w:rPr>
            </w:pPr>
            <w:proofErr w:type="spellStart"/>
            <w:r w:rsidRPr="00476270">
              <w:rPr>
                <w:rFonts w:ascii="Calibri" w:hAnsi="Calibri" w:cs="Calibri"/>
                <w:b/>
              </w:rPr>
              <w:t>Layout</w:t>
            </w:r>
            <w:proofErr w:type="spellEnd"/>
          </w:p>
          <w:p w14:paraId="3D05B30B" w14:textId="77777777" w:rsidR="003A05FE" w:rsidRPr="00476270" w:rsidRDefault="003A05FE" w:rsidP="003A05FE">
            <w:pPr>
              <w:autoSpaceDE/>
              <w:autoSpaceDN/>
              <w:spacing w:line="240" w:lineRule="auto"/>
              <w:ind w:left="0"/>
              <w:rPr>
                <w:rFonts w:ascii="Calibri" w:eastAsia="Times New Roman" w:hAnsi="Calibri" w:cs="Calibri"/>
                <w:b/>
              </w:rPr>
            </w:pPr>
          </w:p>
          <w:p w14:paraId="3D05B30C" w14:textId="77777777" w:rsidR="003A05FE" w:rsidRDefault="003A05FE" w:rsidP="003A05FE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Het verslag wordt geschreven volgens de richtlijnen Nederlands (juiste spelling)</w:t>
            </w:r>
          </w:p>
          <w:p w14:paraId="729963A1" w14:textId="77777777" w:rsidR="00F255AF" w:rsidRDefault="003A05FE" w:rsidP="00955235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eastAsia="Times New Roman" w:hAnsi="Calibri" w:cs="Calibri"/>
              </w:rPr>
            </w:pPr>
            <w:r w:rsidRPr="00F255AF">
              <w:rPr>
                <w:rFonts w:ascii="Calibri" w:eastAsia="Times New Roman" w:hAnsi="Calibri" w:cs="Calibri"/>
              </w:rPr>
              <w:t>Het verslag ziet er overzichtelijk en verzorgd uit</w:t>
            </w:r>
          </w:p>
          <w:p w14:paraId="1440FEEF" w14:textId="7E33E374" w:rsidR="00F255AF" w:rsidRDefault="00F255AF" w:rsidP="00955235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Minimaal 6 – maximaal 15 bladzijden (excl. Illustraties) </w:t>
            </w:r>
          </w:p>
          <w:p w14:paraId="3D05B30E" w14:textId="066CBAA5" w:rsidR="003A05FE" w:rsidRPr="00F255AF" w:rsidRDefault="003A05FE" w:rsidP="00955235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eastAsia="Times New Roman" w:hAnsi="Calibri" w:cs="Calibri"/>
              </w:rPr>
            </w:pPr>
            <w:r w:rsidRPr="00F255AF">
              <w:rPr>
                <w:rFonts w:ascii="Calibri" w:eastAsia="Times New Roman" w:hAnsi="Calibri" w:cs="Calibri"/>
              </w:rPr>
              <w:t>Kantlijnen min. 2,5 cm</w:t>
            </w:r>
          </w:p>
          <w:p w14:paraId="3D05B30F" w14:textId="4F7749C2" w:rsidR="003A05FE" w:rsidRPr="00B47400" w:rsidRDefault="003A05FE" w:rsidP="003A05FE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Standaard</w:t>
            </w:r>
            <w:r w:rsidRPr="00B47400">
              <w:rPr>
                <w:rFonts w:ascii="Calibri" w:eastAsia="Times New Roman" w:hAnsi="Calibri" w:cs="Calibri"/>
              </w:rPr>
              <w:t xml:space="preserve"> lettertype en puntgrootte</w:t>
            </w:r>
            <w:r>
              <w:rPr>
                <w:rFonts w:ascii="Calibri" w:eastAsia="Times New Roman" w:hAnsi="Calibri" w:cs="Calibri"/>
              </w:rPr>
              <w:t xml:space="preserve"> (</w:t>
            </w:r>
            <w:r w:rsidRPr="00B4740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B47400">
              <w:rPr>
                <w:rFonts w:ascii="Calibri" w:eastAsia="Times New Roman" w:hAnsi="Calibri" w:cs="Calibri"/>
              </w:rPr>
              <w:t>Arial</w:t>
            </w:r>
            <w:proofErr w:type="spellEnd"/>
            <w:r w:rsidRPr="00B47400">
              <w:rPr>
                <w:rFonts w:ascii="Calibri" w:eastAsia="Times New Roman" w:hAnsi="Calibri" w:cs="Calibri"/>
              </w:rPr>
              <w:t xml:space="preserve"> 10 of 11, Times New Roman 11 of 12</w:t>
            </w:r>
            <w:r>
              <w:rPr>
                <w:rFonts w:ascii="Calibri" w:eastAsia="Times New Roman" w:hAnsi="Calibri" w:cs="Calibri"/>
              </w:rPr>
              <w:t>)</w:t>
            </w:r>
            <w:r w:rsidR="002F63EF">
              <w:rPr>
                <w:rFonts w:ascii="Calibri" w:eastAsia="Times New Roman" w:hAnsi="Calibri" w:cs="Calibri"/>
              </w:rPr>
              <w:t xml:space="preserve">. Voor deze opdracht mag je hier van afwijken omdat het je eigen Levensboek is. Het moet wel een goed leesbaar lettertype zijn. </w:t>
            </w:r>
          </w:p>
          <w:p w14:paraId="3D05B310" w14:textId="3954649F" w:rsidR="003A05FE" w:rsidRDefault="003A05FE" w:rsidP="003A05FE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Standaard </w:t>
            </w:r>
            <w:r w:rsidRPr="00B47400">
              <w:rPr>
                <w:rFonts w:ascii="Calibri" w:eastAsia="Times New Roman" w:hAnsi="Calibri" w:cs="Calibri"/>
              </w:rPr>
              <w:t>regelafstand</w:t>
            </w:r>
            <w:r>
              <w:rPr>
                <w:rFonts w:ascii="Calibri" w:eastAsia="Times New Roman" w:hAnsi="Calibri" w:cs="Calibri"/>
              </w:rPr>
              <w:t xml:space="preserve"> (</w:t>
            </w:r>
            <w:r w:rsidRPr="00B47400">
              <w:rPr>
                <w:rFonts w:ascii="Calibri" w:eastAsia="Times New Roman" w:hAnsi="Calibri" w:cs="Calibri"/>
              </w:rPr>
              <w:t>1 of 1,15 of 1,5</w:t>
            </w:r>
            <w:r>
              <w:rPr>
                <w:rFonts w:ascii="Calibri" w:eastAsia="Times New Roman" w:hAnsi="Calibri" w:cs="Calibri"/>
              </w:rPr>
              <w:t>)</w:t>
            </w:r>
          </w:p>
          <w:p w14:paraId="3D05B311" w14:textId="77777777" w:rsidR="003A05FE" w:rsidRPr="00B47400" w:rsidRDefault="003A05FE" w:rsidP="003A05FE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Bladzijdenummering</w:t>
            </w:r>
          </w:p>
          <w:p w14:paraId="3D05B312" w14:textId="77777777" w:rsidR="003A05FE" w:rsidRDefault="003A05FE" w:rsidP="003A05FE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eastAsia="Times New Roman" w:hAnsi="Calibri" w:cs="Calibri"/>
              </w:rPr>
            </w:pPr>
            <w:r w:rsidRPr="00B47400">
              <w:rPr>
                <w:rFonts w:ascii="Calibri" w:eastAsia="Times New Roman" w:hAnsi="Calibri" w:cs="Calibri"/>
              </w:rPr>
              <w:t>Consequente vormgeving</w:t>
            </w:r>
            <w:r>
              <w:rPr>
                <w:rFonts w:ascii="Calibri" w:eastAsia="Times New Roman" w:hAnsi="Calibri" w:cs="Calibri"/>
              </w:rPr>
              <w:t xml:space="preserve"> (titel hoofdstuk dikgedrukt, paragraaf schuingedrukt, lettertype)</w:t>
            </w:r>
          </w:p>
          <w:p w14:paraId="3D05B313" w14:textId="77777777" w:rsidR="003A05FE" w:rsidRDefault="003A05FE" w:rsidP="003A05FE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Ieder hoofdstuk op een nieuwe pagina</w:t>
            </w:r>
          </w:p>
          <w:p w14:paraId="3D05B314" w14:textId="7CC8F320" w:rsidR="003A05FE" w:rsidRDefault="003A05FE" w:rsidP="003A05FE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Iedere alinea wordt onderscheiden met een witregel (enter)</w:t>
            </w:r>
          </w:p>
          <w:p w14:paraId="3D05B315" w14:textId="77777777" w:rsidR="003A05FE" w:rsidRDefault="003A05FE" w:rsidP="003A05FE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Binnen de alinea wordt er doorgeschreven op de regels</w:t>
            </w:r>
          </w:p>
          <w:p w14:paraId="3D05B316" w14:textId="77777777" w:rsidR="003A05FE" w:rsidRPr="00476270" w:rsidRDefault="003A05FE" w:rsidP="003A05FE">
            <w:pPr>
              <w:autoSpaceDE/>
              <w:autoSpaceDN/>
              <w:spacing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5B317" w14:textId="77777777" w:rsidR="003A05FE" w:rsidRPr="00B47400" w:rsidRDefault="003A05FE" w:rsidP="00127655">
            <w:pPr>
              <w:autoSpaceDE/>
              <w:autoSpaceDN/>
              <w:spacing w:line="240" w:lineRule="auto"/>
              <w:ind w:left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14:paraId="3D05B319" w14:textId="77777777" w:rsidR="00C77E41" w:rsidRDefault="0023688C"/>
    <w:sectPr w:rsidR="00C77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4097"/>
    <w:multiLevelType w:val="hybridMultilevel"/>
    <w:tmpl w:val="21C2716A"/>
    <w:lvl w:ilvl="0" w:tplc="933C0BA2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5441"/>
    <w:multiLevelType w:val="hybridMultilevel"/>
    <w:tmpl w:val="DEFE7762"/>
    <w:lvl w:ilvl="0" w:tplc="28CA53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17864"/>
    <w:multiLevelType w:val="hybridMultilevel"/>
    <w:tmpl w:val="B8F2B300"/>
    <w:lvl w:ilvl="0" w:tplc="6AC21D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ED78D6"/>
    <w:multiLevelType w:val="hybridMultilevel"/>
    <w:tmpl w:val="D408C416"/>
    <w:lvl w:ilvl="0" w:tplc="28CA53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829BA"/>
    <w:multiLevelType w:val="hybridMultilevel"/>
    <w:tmpl w:val="E3E20996"/>
    <w:lvl w:ilvl="0" w:tplc="2D580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A462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042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CE16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62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406E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26D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6E6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A0BE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220829"/>
    <w:multiLevelType w:val="hybridMultilevel"/>
    <w:tmpl w:val="B7D05E86"/>
    <w:lvl w:ilvl="0" w:tplc="6AC21D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A62712"/>
    <w:multiLevelType w:val="hybridMultilevel"/>
    <w:tmpl w:val="2A961254"/>
    <w:lvl w:ilvl="0" w:tplc="F24E586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44469E"/>
    <w:multiLevelType w:val="hybridMultilevel"/>
    <w:tmpl w:val="C8A27DD0"/>
    <w:lvl w:ilvl="0" w:tplc="F24E586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F794536"/>
    <w:multiLevelType w:val="hybridMultilevel"/>
    <w:tmpl w:val="E39A19E0"/>
    <w:lvl w:ilvl="0" w:tplc="28CA53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F649D8"/>
    <w:multiLevelType w:val="hybridMultilevel"/>
    <w:tmpl w:val="4A6EC6F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D27129"/>
    <w:multiLevelType w:val="hybridMultilevel"/>
    <w:tmpl w:val="0F56CC32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65C20D3B"/>
    <w:multiLevelType w:val="hybridMultilevel"/>
    <w:tmpl w:val="9CB2FCFC"/>
    <w:lvl w:ilvl="0" w:tplc="6AC21D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B13134E"/>
    <w:multiLevelType w:val="hybridMultilevel"/>
    <w:tmpl w:val="588EB4C8"/>
    <w:lvl w:ilvl="0" w:tplc="6AC21D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50698C"/>
    <w:multiLevelType w:val="hybridMultilevel"/>
    <w:tmpl w:val="F6DE618E"/>
    <w:lvl w:ilvl="0" w:tplc="F7A62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C0F0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E46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86F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6F7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AE09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3E09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B402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E21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F40C32"/>
    <w:multiLevelType w:val="hybridMultilevel"/>
    <w:tmpl w:val="3A2649CA"/>
    <w:lvl w:ilvl="0" w:tplc="6AC21D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11"/>
  </w:num>
  <w:num w:numId="11">
    <w:abstractNumId w:val="0"/>
  </w:num>
  <w:num w:numId="12">
    <w:abstractNumId w:val="2"/>
  </w:num>
  <w:num w:numId="13">
    <w:abstractNumId w:val="3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D0"/>
    <w:rsid w:val="00016A04"/>
    <w:rsid w:val="0004691E"/>
    <w:rsid w:val="001B3D53"/>
    <w:rsid w:val="001D51DF"/>
    <w:rsid w:val="0024503C"/>
    <w:rsid w:val="00283FFE"/>
    <w:rsid w:val="002D6FED"/>
    <w:rsid w:val="002F63EF"/>
    <w:rsid w:val="00313086"/>
    <w:rsid w:val="00340AD6"/>
    <w:rsid w:val="00346D82"/>
    <w:rsid w:val="003A05FE"/>
    <w:rsid w:val="004018AB"/>
    <w:rsid w:val="0058451B"/>
    <w:rsid w:val="0067661B"/>
    <w:rsid w:val="00691B61"/>
    <w:rsid w:val="006C1FA1"/>
    <w:rsid w:val="006D73B8"/>
    <w:rsid w:val="00711AFC"/>
    <w:rsid w:val="00764E56"/>
    <w:rsid w:val="00803F8C"/>
    <w:rsid w:val="008625AF"/>
    <w:rsid w:val="00927694"/>
    <w:rsid w:val="00934489"/>
    <w:rsid w:val="00944ADE"/>
    <w:rsid w:val="009D7487"/>
    <w:rsid w:val="00A36BD0"/>
    <w:rsid w:val="00A55042"/>
    <w:rsid w:val="00A8417A"/>
    <w:rsid w:val="00A869B0"/>
    <w:rsid w:val="00A87994"/>
    <w:rsid w:val="00B61953"/>
    <w:rsid w:val="00BF2152"/>
    <w:rsid w:val="00D16BF9"/>
    <w:rsid w:val="00D2299B"/>
    <w:rsid w:val="00E30847"/>
    <w:rsid w:val="00ED0603"/>
    <w:rsid w:val="00F2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05B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36BD0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36BD0"/>
    <w:pPr>
      <w:ind w:left="720"/>
      <w:contextualSpacing/>
    </w:pPr>
    <w:rPr>
      <w:rFonts w:eastAsia="Times New Roman"/>
    </w:rPr>
  </w:style>
  <w:style w:type="paragraph" w:customStyle="1" w:styleId="list0020paragraph">
    <w:name w:val="list_0020paragraph"/>
    <w:basedOn w:val="Standaard"/>
    <w:rsid w:val="00A36BD0"/>
    <w:pPr>
      <w:autoSpaceDE/>
      <w:autoSpaceDN/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Standaardalinea-lettertype"/>
    <w:rsid w:val="00A36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36BD0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36BD0"/>
    <w:pPr>
      <w:ind w:left="720"/>
      <w:contextualSpacing/>
    </w:pPr>
    <w:rPr>
      <w:rFonts w:eastAsia="Times New Roman"/>
    </w:rPr>
  </w:style>
  <w:style w:type="paragraph" w:customStyle="1" w:styleId="list0020paragraph">
    <w:name w:val="list_0020paragraph"/>
    <w:basedOn w:val="Standaard"/>
    <w:rsid w:val="00A36BD0"/>
    <w:pPr>
      <w:autoSpaceDE/>
      <w:autoSpaceDN/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Standaardalinea-lettertype"/>
    <w:rsid w:val="00A36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9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0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7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2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2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AD4FCD09</Template>
  <TotalTime>1</TotalTime>
  <Pages>3</Pages>
  <Words>598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Vereecken,V.</dc:creator>
  <cp:lastModifiedBy>Lise Rietveld</cp:lastModifiedBy>
  <cp:revision>2</cp:revision>
  <dcterms:created xsi:type="dcterms:W3CDTF">2017-12-21T15:48:00Z</dcterms:created>
  <dcterms:modified xsi:type="dcterms:W3CDTF">2017-12-21T15:48:00Z</dcterms:modified>
</cp:coreProperties>
</file>