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D" w:rsidRDefault="008542CD" w:rsidP="008542CD">
      <w:pPr>
        <w:rPr>
          <w:b/>
          <w:bCs/>
          <w:u w:val="single"/>
        </w:rPr>
      </w:pPr>
      <w:r>
        <w:rPr>
          <w:b/>
          <w:bCs/>
          <w:u w:val="single"/>
        </w:rPr>
        <w:t>EINDOPDRACHT Levensboek</w:t>
      </w:r>
    </w:p>
    <w:p w:rsidR="008542CD" w:rsidRDefault="008542CD" w:rsidP="008542CD">
      <w:r>
        <w:t xml:space="preserve">Maak je levensboek ‘ </w:t>
      </w:r>
      <w:proofErr w:type="spellStart"/>
      <w:r w:rsidR="003779D2">
        <w:t>Asina’ki</w:t>
      </w:r>
      <w:proofErr w:type="spellEnd"/>
      <w:r w:rsidR="003779D2">
        <w:t xml:space="preserve"> mi ta</w:t>
      </w:r>
      <w:r w:rsidR="00BD65E9">
        <w:t>!</w:t>
      </w:r>
      <w:bookmarkStart w:id="0" w:name="_GoBack"/>
      <w:bookmarkEnd w:id="0"/>
      <w:r>
        <w:t>, een kijkje in mijn leven.</w:t>
      </w:r>
    </w:p>
    <w:p w:rsidR="008542CD" w:rsidRDefault="008542CD" w:rsidP="008542CD">
      <w:r>
        <w:t>Waarom deze opdracht?</w:t>
      </w:r>
    </w:p>
    <w:p w:rsidR="008542CD" w:rsidRDefault="008542CD" w:rsidP="008542CD"/>
    <w:p w:rsidR="008542CD" w:rsidRDefault="008542CD" w:rsidP="008542CD">
      <w:r>
        <w:t xml:space="preserve">In deze opdracht ga je bezig met hoe jij je tot nu toe hebt ontwikkeld. Hoe jij geworden bent tot diegene die jij bent. </w:t>
      </w:r>
      <w:r>
        <w:rPr>
          <w:b/>
          <w:bCs/>
        </w:rPr>
        <w:t>Wat</w:t>
      </w:r>
      <w:r>
        <w:t xml:space="preserve"> heeft jou gevormd? </w:t>
      </w:r>
    </w:p>
    <w:p w:rsidR="008542CD" w:rsidRDefault="008542CD" w:rsidP="008542CD">
      <w:r>
        <w:t xml:space="preserve">Van de eerste levensjaren </w:t>
      </w:r>
      <w:proofErr w:type="spellStart"/>
      <w:r>
        <w:t>zul</w:t>
      </w:r>
      <w:proofErr w:type="spellEnd"/>
      <w:r>
        <w:t xml:space="preserve"> je je nog nauwelijks iets herinneren, misschien enkele fragmenten.</w:t>
      </w:r>
    </w:p>
    <w:p w:rsidR="008542CD" w:rsidRDefault="008542CD" w:rsidP="008542CD">
      <w:r>
        <w:t>Uit de periode erna weet je steeds meer terug te halen. Foto’s, video’s, toen gemaakt, leveren belangrijke informatie uit je kindertijd, evenals de verhalen van je ouders, opa’s, oma’s etc.</w:t>
      </w:r>
    </w:p>
    <w:p w:rsidR="008542CD" w:rsidRDefault="008542CD" w:rsidP="008542CD">
      <w:r>
        <w:t xml:space="preserve">Sommige momenten in je leven hebben veel indruk gemaakt die bepalend zijn geweest of nog zijn voor je verdere ontwikkeling </w:t>
      </w:r>
      <w:r>
        <w:rPr>
          <w:b/>
          <w:bCs/>
        </w:rPr>
        <w:t xml:space="preserve"> </w:t>
      </w:r>
      <w:r>
        <w:t xml:space="preserve">ook wel </w:t>
      </w:r>
      <w:r>
        <w:rPr>
          <w:b/>
          <w:bCs/>
        </w:rPr>
        <w:t>gedragsdeterminanten</w:t>
      </w:r>
      <w:r>
        <w:t xml:space="preserve"> genoemd.</w:t>
      </w:r>
    </w:p>
    <w:p w:rsidR="008542CD" w:rsidRDefault="008542CD" w:rsidP="008542CD">
      <w:r>
        <w:t>Er zijn gebeurtenissen die je niet vergeet, maar ook situaties waar je met plezier aan terugdenkt, die je roeren en een warm gevoel geven.</w:t>
      </w:r>
    </w:p>
    <w:p w:rsidR="008542CD" w:rsidRDefault="008542CD" w:rsidP="008542CD">
      <w:r>
        <w:t>Momenteel wordt in de zorg steeds vaker gewerkt met levensboeken. Een belangrijk middel om verbinding te maken met de cliënt, ook voor het cliëntsysteem.</w:t>
      </w:r>
    </w:p>
    <w:p w:rsidR="008542CD" w:rsidRDefault="008542CD" w:rsidP="008542CD">
      <w:r>
        <w:t xml:space="preserve">Aan de hand van de bijeenkomsten ontwikkelingspsychologie waarin de belangrijkste </w:t>
      </w:r>
      <w:r>
        <w:rPr>
          <w:b/>
          <w:bCs/>
        </w:rPr>
        <w:t>kenmerken van elke ontwikkelingsfase</w:t>
      </w:r>
      <w:r>
        <w:t xml:space="preserve"> aan bod komen, stel jij je eigen levensboek samen.</w:t>
      </w:r>
    </w:p>
    <w:p w:rsidR="008542CD" w:rsidRDefault="008542CD" w:rsidP="008542CD">
      <w:r>
        <w:t xml:space="preserve">Hoe was dit voor jou en welke hoofdstukken in je leven verdienen extra aandacht, omdat ze bepalend zijn geweest voor </w:t>
      </w:r>
      <w:r>
        <w:rPr>
          <w:b/>
          <w:bCs/>
        </w:rPr>
        <w:t>wie</w:t>
      </w:r>
      <w:r>
        <w:t xml:space="preserve"> je nu bent.</w:t>
      </w:r>
    </w:p>
    <w:p w:rsidR="008542CD" w:rsidRDefault="008542CD" w:rsidP="008542CD">
      <w:r>
        <w:t>Neem een kijkje in je leven, eventueel samen met anderen ( ouders, broers/ zussen, opa’s/ oma’s ) om jouw levensboek samen te stellen.</w:t>
      </w:r>
    </w:p>
    <w:p w:rsidR="008542CD" w:rsidRDefault="008542CD" w:rsidP="008542CD">
      <w:r>
        <w:t>In de les kun je een aantal voorbeelden bekijken voor mensen met een beperking en ouderen met dementie.</w:t>
      </w:r>
    </w:p>
    <w:p w:rsidR="008542CD" w:rsidRDefault="008542CD" w:rsidP="008542CD"/>
    <w:p w:rsidR="008542CD" w:rsidRDefault="008542CD" w:rsidP="008542CD">
      <w:r>
        <w:t>Je kunt je levensboek illustreren met delen uit je dagboek, foto’s/ tekeningen, enz.</w:t>
      </w:r>
    </w:p>
    <w:p w:rsidR="008542CD" w:rsidRDefault="008542CD" w:rsidP="008542CD">
      <w:r>
        <w:rPr>
          <w:b/>
          <w:bCs/>
          <w:u w:val="single"/>
        </w:rPr>
        <w:t>!!! Belangrijk</w:t>
      </w:r>
      <w:r>
        <w:t xml:space="preserve"> is dat je behalve een papieren versie van je levensboek, hiervan ook een digitale versie bewaart voor je portfolio.</w:t>
      </w:r>
    </w:p>
    <w:p w:rsidR="008542CD" w:rsidRDefault="008542CD" w:rsidP="008542CD"/>
    <w:p w:rsidR="00AC08DA" w:rsidRDefault="00AC08DA"/>
    <w:sectPr w:rsidR="00AC08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CD"/>
    <w:rsid w:val="003779D2"/>
    <w:rsid w:val="008542CD"/>
    <w:rsid w:val="00AC08DA"/>
    <w:rsid w:val="00BD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4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4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EF7542F4</Template>
  <TotalTime>4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Scholengemeenschap Bonaire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Daniel</dc:creator>
  <cp:lastModifiedBy>Vanessa Daniel</cp:lastModifiedBy>
  <cp:revision>2</cp:revision>
  <dcterms:created xsi:type="dcterms:W3CDTF">2018-01-10T14:28:00Z</dcterms:created>
  <dcterms:modified xsi:type="dcterms:W3CDTF">2018-01-24T14:56:00Z</dcterms:modified>
</cp:coreProperties>
</file>