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7C" w:rsidRDefault="003B1C7C" w:rsidP="003B1C7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1C7C" w:rsidRPr="008C2E6B" w:rsidRDefault="003B1C7C" w:rsidP="007E5CF8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897174">
              <w:rPr>
                <w:rFonts w:eastAsia="Calibri" w:cstheme="majorHAnsi"/>
                <w:b/>
                <w:color w:val="1F497D" w:themeColor="text2"/>
                <w:sz w:val="28"/>
                <w:szCs w:val="28"/>
              </w:rPr>
              <w:t>Formulier STRAK-verantwoorden</w:t>
            </w: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C758F1">
            <w:pPr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Examen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Examinator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453B06" w:rsidRPr="008C2E6B" w:rsidTr="009B78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97174" w:rsidRDefault="00453B06" w:rsidP="00453B06">
            <w:pPr>
              <w:widowControl w:val="0"/>
              <w:rPr>
                <w:rFonts w:eastAsia="SimSun" w:cstheme="majorHAnsi"/>
                <w:bCs/>
                <w:i/>
                <w:color w:val="1F497D" w:themeColor="text2"/>
                <w:sz w:val="20"/>
                <w:szCs w:val="20"/>
                <w:lang w:eastAsia="nl-NL"/>
              </w:rPr>
            </w:pPr>
            <w:r w:rsidRPr="00897174">
              <w:rPr>
                <w:rFonts w:eastAsia="SimSun" w:cstheme="majorHAnsi"/>
                <w:bCs/>
                <w:i/>
                <w:color w:val="1F497D" w:themeColor="text2"/>
                <w:sz w:val="20"/>
                <w:szCs w:val="20"/>
                <w:lang w:eastAsia="nl-NL"/>
              </w:rPr>
              <w:t>De STRAK is een methode waarmee de student kan komen tot schriftelijke of mondelinge verantwoording van haar/zijn handelen op het juiste beheersingsniveau. De rapportage is een hulpmiddel bij de beoordeling en wordt als bewijsstuk toegevoegd aan de beoordelingslijst.</w:t>
            </w: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97174" w:rsidRDefault="00453B06" w:rsidP="009B789C">
            <w:pPr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</w:pP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:rsidR="00453B06" w:rsidRPr="00897174" w:rsidRDefault="00453B06" w:rsidP="009B789C">
            <w:pPr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</w:pP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97174" w:rsidRDefault="00453B06" w:rsidP="00453B06">
            <w:pPr>
              <w:jc w:val="center"/>
              <w:rPr>
                <w:rFonts w:eastAsia="Calibri" w:cs="Arial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eastAsia="Calibri" w:cs="Arial"/>
                <w:b/>
                <w:color w:val="1F497D" w:themeColor="text2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97174" w:rsidRDefault="00453B06" w:rsidP="00453B06">
            <w:pPr>
              <w:jc w:val="center"/>
              <w:rPr>
                <w:rFonts w:eastAsia="Calibri" w:cs="Arial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eastAsia="Calibri" w:cs="Arial"/>
                <w:b/>
                <w:color w:val="1F497D" w:themeColor="text2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97174" w:rsidRDefault="00453B06" w:rsidP="00453B06">
            <w:pPr>
              <w:jc w:val="center"/>
              <w:rPr>
                <w:rFonts w:eastAsia="Calibri" w:cs="Arial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eastAsia="Calibri" w:cs="Arial"/>
                <w:b/>
                <w:color w:val="1F497D" w:themeColor="text2"/>
                <w:sz w:val="20"/>
                <w:szCs w:val="20"/>
              </w:rPr>
              <w:t>Onvoldoende</w:t>
            </w:r>
          </w:p>
          <w:p w:rsidR="00453B06" w:rsidRPr="00897174" w:rsidRDefault="00453B06" w:rsidP="00453B06">
            <w:pPr>
              <w:jc w:val="center"/>
              <w:rPr>
                <w:rFonts w:eastAsia="Calibri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BPV-begeleider tekent er voor dat het verslag/gesprek naar waarheid is.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A654C0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bewijs voldoet aan de richtlijnen Nederlands voor schrijven</w:t>
            </w:r>
            <w:r>
              <w:rPr>
                <w:rFonts w:eastAsia="Calibri" w:cs="Arial"/>
                <w:sz w:val="21"/>
                <w:szCs w:val="21"/>
              </w:rPr>
              <w:t>/</w:t>
            </w:r>
            <w:r w:rsidR="00A654C0">
              <w:rPr>
                <w:rFonts w:eastAsia="Calibri" w:cs="Arial"/>
                <w:sz w:val="21"/>
                <w:szCs w:val="21"/>
              </w:rPr>
              <w:t>ge</w:t>
            </w:r>
            <w:r w:rsidRPr="00453B06">
              <w:rPr>
                <w:rFonts w:eastAsia="Calibri" w:cs="Arial"/>
                <w:sz w:val="21"/>
                <w:szCs w:val="21"/>
              </w:rPr>
              <w:t>spre</w:t>
            </w:r>
            <w:r w:rsidR="00A654C0">
              <w:rPr>
                <w:rFonts w:eastAsia="Calibri" w:cs="Arial"/>
                <w:sz w:val="21"/>
                <w:szCs w:val="21"/>
              </w:rPr>
              <w:t>k</w:t>
            </w:r>
            <w:r w:rsidRPr="00453B06">
              <w:rPr>
                <w:rFonts w:eastAsia="Calibri" w:cs="Arial"/>
                <w:sz w:val="21"/>
                <w:szCs w:val="21"/>
              </w:rPr>
              <w:t>ken</w:t>
            </w:r>
            <w:r>
              <w:rPr>
                <w:rFonts w:eastAsia="Calibri" w:cs="Arial"/>
                <w:sz w:val="21"/>
                <w:szCs w:val="21"/>
              </w:rPr>
              <w:t xml:space="preserve"> (zie </w:t>
            </w:r>
            <w:proofErr w:type="spellStart"/>
            <w:r>
              <w:rPr>
                <w:rFonts w:eastAsia="Calibri" w:cs="Arial"/>
                <w:sz w:val="21"/>
                <w:szCs w:val="21"/>
              </w:rPr>
              <w:t>niv</w:t>
            </w:r>
            <w:r w:rsidR="00A654C0">
              <w:rPr>
                <w:rFonts w:eastAsia="Calibri" w:cs="Arial"/>
                <w:sz w:val="21"/>
                <w:szCs w:val="21"/>
              </w:rPr>
              <w:t>.</w:t>
            </w:r>
            <w:r>
              <w:rPr>
                <w:rFonts w:eastAsia="Calibri" w:cs="Arial"/>
                <w:sz w:val="21"/>
                <w:szCs w:val="21"/>
              </w:rPr>
              <w:t>bep</w:t>
            </w:r>
            <w:r w:rsidR="00A654C0">
              <w:rPr>
                <w:rFonts w:eastAsia="Calibri" w:cs="Arial"/>
                <w:sz w:val="21"/>
                <w:szCs w:val="21"/>
              </w:rPr>
              <w:t>alings</w:t>
            </w:r>
            <w:r>
              <w:rPr>
                <w:rFonts w:eastAsia="Calibri" w:cs="Arial"/>
                <w:sz w:val="21"/>
                <w:szCs w:val="21"/>
              </w:rPr>
              <w:t>lijst</w:t>
            </w:r>
            <w:proofErr w:type="spellEnd"/>
            <w:r>
              <w:rPr>
                <w:rFonts w:eastAsia="Calibri" w:cs="Arial"/>
                <w:sz w:val="21"/>
                <w:szCs w:val="21"/>
              </w:rPr>
              <w:t xml:space="preserve"> in ELO)</w:t>
            </w:r>
            <w:r w:rsidRPr="00453B06">
              <w:rPr>
                <w:rFonts w:eastAsia="Calibri" w:cs="Arial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97174" w:rsidRDefault="00453B06" w:rsidP="007E5CF8">
            <w:pPr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</w:pP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97174" w:rsidRDefault="00453B06" w:rsidP="007E5CF8">
            <w:pPr>
              <w:rPr>
                <w:rFonts w:cstheme="majorHAnsi"/>
                <w:b/>
                <w:color w:val="1F497D" w:themeColor="text2"/>
                <w:sz w:val="21"/>
                <w:szCs w:val="21"/>
              </w:rPr>
            </w:pP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</w:rPr>
              <w:t>Rapportage</w:t>
            </w: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  <w:t>taak</w:t>
            </w:r>
            <w:r w:rsidRPr="00897174">
              <w:rPr>
                <w:rFonts w:cstheme="majorHAnsi"/>
                <w:color w:val="1F497D" w:themeColor="text2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was in deze situatie en </w:t>
            </w:r>
          </w:p>
          <w:p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:rsidR="00453B06" w:rsidRPr="008C2E6B" w:rsidRDefault="00453B06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  <w:t>resultaat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van jouw handelen.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97174">
              <w:rPr>
                <w:rFonts w:cstheme="majorHAnsi"/>
                <w:b/>
                <w:color w:val="1F497D" w:themeColor="text2"/>
                <w:sz w:val="21"/>
                <w:szCs w:val="21"/>
              </w:rPr>
              <w:t>keuzes</w:t>
            </w:r>
            <w:r w:rsidRPr="00897174">
              <w:rPr>
                <w:rFonts w:cstheme="majorHAnsi"/>
                <w:color w:val="1F497D" w:themeColor="text2"/>
                <w:sz w:val="21"/>
                <w:szCs w:val="21"/>
              </w:rPr>
              <w:t xml:space="preserve"> j</w:t>
            </w:r>
            <w:r w:rsidRPr="008C2E6B">
              <w:rPr>
                <w:rFonts w:cstheme="majorHAnsi"/>
                <w:sz w:val="21"/>
                <w:szCs w:val="21"/>
              </w:rPr>
              <w:t>e hebt gemaakt. Je gaat hierbij in op: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visie van de instelling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oplossingen/verbetervoorstellen jij hebt gegeven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97174" w:rsidRDefault="00453B06" w:rsidP="00AB1A38">
            <w:pPr>
              <w:rPr>
                <w:rFonts w:cs="Calibri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cs="Calibri"/>
                <w:b/>
                <w:color w:val="1F497D" w:themeColor="text2"/>
                <w:sz w:val="20"/>
                <w:szCs w:val="20"/>
              </w:rPr>
              <w:t>Beoordeling</w:t>
            </w:r>
          </w:p>
          <w:p w:rsidR="00453B06" w:rsidRPr="00897174" w:rsidRDefault="00453B06" w:rsidP="00AB1A38">
            <w:pPr>
              <w:rPr>
                <w:rFonts w:cs="Calibri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97174" w:rsidRDefault="00453B06" w:rsidP="007E5CF8">
            <w:pPr>
              <w:jc w:val="center"/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97174" w:rsidRDefault="00453B06" w:rsidP="007E5CF8">
            <w:pPr>
              <w:jc w:val="center"/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97174" w:rsidRDefault="00453B06" w:rsidP="007E5CF8">
            <w:pPr>
              <w:jc w:val="center"/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  <w:t>Onvoldoende</w:t>
            </w:r>
          </w:p>
        </w:tc>
      </w:tr>
      <w:tr w:rsidR="00453B06" w:rsidRPr="008C2E6B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97174" w:rsidRDefault="00453B06" w:rsidP="007E5CF8">
            <w:pPr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</w:pPr>
            <w:r w:rsidRPr="00897174"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  <w:t>Onderbouwing</w:t>
            </w:r>
            <w:bookmarkStart w:id="0" w:name="_GoBack"/>
            <w:bookmarkEnd w:id="0"/>
          </w:p>
          <w:p w:rsidR="00453B06" w:rsidRPr="00897174" w:rsidRDefault="00453B06" w:rsidP="007E5CF8">
            <w:pPr>
              <w:rPr>
                <w:rFonts w:eastAsia="Calibri" w:cstheme="majorHAnsi"/>
                <w:b/>
                <w:color w:val="1F497D" w:themeColor="text2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Pr="008C2E6B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7C"/>
    <w:rsid w:val="000D607E"/>
    <w:rsid w:val="003B1C7C"/>
    <w:rsid w:val="00432481"/>
    <w:rsid w:val="00453B06"/>
    <w:rsid w:val="004845FE"/>
    <w:rsid w:val="00506595"/>
    <w:rsid w:val="00553076"/>
    <w:rsid w:val="00681058"/>
    <w:rsid w:val="00897174"/>
    <w:rsid w:val="00A654C0"/>
    <w:rsid w:val="00AB1A38"/>
    <w:rsid w:val="00C01835"/>
    <w:rsid w:val="00C758F1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7" ma:contentTypeDescription="Een nieuw document maken." ma:contentTypeScope="" ma:versionID="20b3f11b82495c5713ebf1e80face7e5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02fad884eada4bdec33b1bd28c0a6dd6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FFDEC4-F921-4BB4-BBDB-3D8AD840906E}"/>
</file>

<file path=customXml/itemProps2.xml><?xml version="1.0" encoding="utf-8"?>
<ds:datastoreItem xmlns:ds="http://schemas.openxmlformats.org/officeDocument/2006/customXml" ds:itemID="{A04FB46B-8AB2-455B-A9C9-51C2173FAEC4}"/>
</file>

<file path=customXml/itemProps3.xml><?xml version="1.0" encoding="utf-8"?>
<ds:datastoreItem xmlns:ds="http://schemas.openxmlformats.org/officeDocument/2006/customXml" ds:itemID="{F078A02C-3D01-4F56-AE23-7CE6398D4453}"/>
</file>

<file path=docProps/app.xml><?xml version="1.0" encoding="utf-8"?>
<Properties xmlns="http://schemas.openxmlformats.org/officeDocument/2006/extended-properties" xmlns:vt="http://schemas.openxmlformats.org/officeDocument/2006/docPropsVTypes">
  <Template>4BBD9C64</Template>
  <TotalTime>2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J. Kunst-Eerenstein</cp:lastModifiedBy>
  <cp:revision>3</cp:revision>
  <cp:lastPrinted>2015-10-05T07:54:00Z</cp:lastPrinted>
  <dcterms:created xsi:type="dcterms:W3CDTF">2015-10-08T07:41:00Z</dcterms:created>
  <dcterms:modified xsi:type="dcterms:W3CDTF">2015-10-08T07:43:00Z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0x010100804F6C6EAEC79942A2E0227CD8A46B55</vt:lpwstr>
  </property>
</Properties>
</file>