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DDA7A" w14:textId="05A6E4FE" w:rsidR="008173C2" w:rsidRDefault="008173C2" w:rsidP="008173C2">
      <w:pPr>
        <w:pStyle w:val="Default"/>
        <w:rPr>
          <w:b/>
          <w:bCs/>
          <w:color w:val="006FC0"/>
          <w:sz w:val="23"/>
          <w:szCs w:val="23"/>
        </w:rPr>
      </w:pPr>
      <w:r>
        <w:rPr>
          <w:b/>
          <w:bCs/>
          <w:color w:val="006FC0"/>
          <w:sz w:val="23"/>
          <w:szCs w:val="23"/>
        </w:rPr>
        <w:t xml:space="preserve">BPV-opdracht 6: Doe je keuzedeelonderzoek </w:t>
      </w:r>
    </w:p>
    <w:p w14:paraId="6EAB86D0" w14:textId="77777777" w:rsidR="00FB0D47" w:rsidRDefault="00FB0D47" w:rsidP="008173C2">
      <w:pPr>
        <w:pStyle w:val="Default"/>
        <w:rPr>
          <w:sz w:val="23"/>
          <w:szCs w:val="23"/>
        </w:rPr>
      </w:pPr>
      <w:bookmarkStart w:id="0" w:name="_GoBack"/>
      <w:bookmarkEnd w:id="0"/>
    </w:p>
    <w:p w14:paraId="6AD35D86" w14:textId="340F2055" w:rsidR="008173C2" w:rsidRDefault="008173C2" w:rsidP="008173C2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Voor jouw opleiding ben je verplicht keuzedelen te doen. In leerjaar 1 en 2 doe je het keuzedeel Zorg en Technologie. Het keuzedeel bestaat uit module A en B. Module A heb je gedaan. Als onderdeel van module B doe je een klein onderzoek in de BPV. </w:t>
      </w:r>
    </w:p>
    <w:p w14:paraId="43583478" w14:textId="3676C3A6" w:rsidR="001C0EB7" w:rsidRDefault="001C0EB7" w:rsidP="008173C2">
      <w:pPr>
        <w:pStyle w:val="Default"/>
        <w:rPr>
          <w:sz w:val="21"/>
          <w:szCs w:val="21"/>
        </w:rPr>
      </w:pPr>
    </w:p>
    <w:p w14:paraId="053C750D" w14:textId="77777777" w:rsidR="001C0EB7" w:rsidRDefault="001C0EB7" w:rsidP="008173C2">
      <w:pPr>
        <w:pStyle w:val="Default"/>
        <w:rPr>
          <w:sz w:val="21"/>
          <w:szCs w:val="21"/>
        </w:rPr>
      </w:pPr>
    </w:p>
    <w:p w14:paraId="49B7CA66" w14:textId="1CADD84F" w:rsidR="008173C2" w:rsidRDefault="008173C2" w:rsidP="008173C2">
      <w:pPr>
        <w:pStyle w:val="Default"/>
        <w:spacing w:after="25"/>
        <w:rPr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sz w:val="21"/>
          <w:szCs w:val="21"/>
        </w:rPr>
        <w:t xml:space="preserve">Onderzoek op jouw BPV-plaats welke zorgtechnologie je ziet. Maak hiervan een schema. </w:t>
      </w:r>
    </w:p>
    <w:p w14:paraId="54501C19" w14:textId="77777777" w:rsidR="001C0EB7" w:rsidRDefault="001C0EB7" w:rsidP="008173C2">
      <w:pPr>
        <w:pStyle w:val="Default"/>
        <w:spacing w:after="25"/>
        <w:rPr>
          <w:sz w:val="21"/>
          <w:szCs w:val="21"/>
        </w:rPr>
      </w:pPr>
    </w:p>
    <w:p w14:paraId="2ADC9A7A" w14:textId="5CDDB21A" w:rsidR="008173C2" w:rsidRDefault="008173C2" w:rsidP="008173C2">
      <w:pPr>
        <w:pStyle w:val="Default"/>
        <w:spacing w:after="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Hoe wordt deze technologie ingezet bij de zorgvrager(s)? Laat dit zien met foto’s, schriftelijke </w:t>
      </w:r>
      <w:r w:rsidR="001C0EB7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informatie enz. </w:t>
      </w:r>
    </w:p>
    <w:p w14:paraId="41EB40B2" w14:textId="77777777" w:rsidR="001C0EB7" w:rsidRDefault="001C0EB7" w:rsidP="008173C2">
      <w:pPr>
        <w:pStyle w:val="Default"/>
        <w:spacing w:after="25"/>
        <w:rPr>
          <w:rFonts w:ascii="Arial" w:hAnsi="Arial" w:cs="Arial"/>
          <w:sz w:val="20"/>
          <w:szCs w:val="20"/>
        </w:rPr>
      </w:pPr>
    </w:p>
    <w:p w14:paraId="6C1EF19D" w14:textId="40067DBD" w:rsidR="008173C2" w:rsidRDefault="008173C2" w:rsidP="008173C2">
      <w:pPr>
        <w:pStyle w:val="Default"/>
        <w:spacing w:after="25"/>
        <w:rPr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3. </w:t>
      </w:r>
      <w:r>
        <w:rPr>
          <w:sz w:val="21"/>
          <w:szCs w:val="21"/>
        </w:rPr>
        <w:t xml:space="preserve">Welke zorgtechnologie mis je en zou ingezet kunnen worden bij de zorgvrager(s). </w:t>
      </w:r>
    </w:p>
    <w:p w14:paraId="5412A3E2" w14:textId="77777777" w:rsidR="001C0EB7" w:rsidRDefault="001C0EB7" w:rsidP="008173C2">
      <w:pPr>
        <w:pStyle w:val="Default"/>
        <w:spacing w:after="25"/>
        <w:rPr>
          <w:sz w:val="21"/>
          <w:szCs w:val="21"/>
        </w:rPr>
      </w:pPr>
    </w:p>
    <w:p w14:paraId="7A28162F" w14:textId="31124E08" w:rsidR="008173C2" w:rsidRDefault="008173C2" w:rsidP="008173C2">
      <w:pPr>
        <w:pStyle w:val="Default"/>
        <w:spacing w:after="25"/>
        <w:rPr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4. </w:t>
      </w:r>
      <w:r>
        <w:rPr>
          <w:sz w:val="21"/>
          <w:szCs w:val="21"/>
        </w:rPr>
        <w:t xml:space="preserve">Schrijf op 1A4 een aanbeveling over punt 3. Onderbouw je aanbeveling vanuit de 4W’s (Wat, Waarom, voor Wie, Wanneer). </w:t>
      </w:r>
    </w:p>
    <w:p w14:paraId="2648630C" w14:textId="77777777" w:rsidR="001C0EB7" w:rsidRDefault="001C0EB7" w:rsidP="008173C2">
      <w:pPr>
        <w:pStyle w:val="Default"/>
        <w:spacing w:after="25"/>
        <w:rPr>
          <w:sz w:val="21"/>
          <w:szCs w:val="21"/>
        </w:rPr>
      </w:pPr>
    </w:p>
    <w:p w14:paraId="6EE7F68B" w14:textId="77777777" w:rsidR="008173C2" w:rsidRDefault="008173C2" w:rsidP="008173C2">
      <w:pPr>
        <w:pStyle w:val="Default"/>
        <w:rPr>
          <w:sz w:val="21"/>
          <w:szCs w:val="21"/>
        </w:rPr>
      </w:pPr>
      <w:r>
        <w:rPr>
          <w:rFonts w:ascii="Arial" w:hAnsi="Arial" w:cs="Arial"/>
          <w:sz w:val="20"/>
          <w:szCs w:val="20"/>
        </w:rPr>
        <w:t xml:space="preserve">5. </w:t>
      </w:r>
      <w:r>
        <w:rPr>
          <w:sz w:val="21"/>
          <w:szCs w:val="21"/>
        </w:rPr>
        <w:t xml:space="preserve">Bespreek je aanbeveling met je werkbegeleider en verwerk de feedback. </w:t>
      </w:r>
    </w:p>
    <w:p w14:paraId="53EA1ADF" w14:textId="77777777" w:rsidR="008173C2" w:rsidRDefault="008173C2" w:rsidP="008173C2">
      <w:pPr>
        <w:pStyle w:val="Default"/>
        <w:rPr>
          <w:sz w:val="21"/>
          <w:szCs w:val="21"/>
        </w:rPr>
      </w:pPr>
    </w:p>
    <w:p w14:paraId="5715B7E6" w14:textId="77777777" w:rsidR="004F1C6E" w:rsidRDefault="008173C2" w:rsidP="008173C2">
      <w:r>
        <w:rPr>
          <w:sz w:val="21"/>
          <w:szCs w:val="21"/>
        </w:rPr>
        <w:t>Bewaar je A4 met de aanbeveling. Bij de start van module B op school ga je aan de slag om deze aanbeveling uit te werken in een plan voor het ontwikkelen en invoeren van nieuwe zorgtechnologie.</w:t>
      </w:r>
    </w:p>
    <w:sectPr w:rsidR="004F1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3C2"/>
    <w:rsid w:val="00090545"/>
    <w:rsid w:val="001C0EB7"/>
    <w:rsid w:val="004F1C6E"/>
    <w:rsid w:val="008173C2"/>
    <w:rsid w:val="00FB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2BED"/>
  <w15:chartTrackingRefBased/>
  <w15:docId w15:val="{0DCEEEF2-EFF7-4E16-962A-368ADB97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8173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 Hogenbirk</dc:creator>
  <cp:keywords/>
  <dc:description/>
  <cp:lastModifiedBy>Carin Hogenbirk</cp:lastModifiedBy>
  <cp:revision>4</cp:revision>
  <dcterms:created xsi:type="dcterms:W3CDTF">2017-10-30T07:29:00Z</dcterms:created>
  <dcterms:modified xsi:type="dcterms:W3CDTF">2017-10-30T07:31:00Z</dcterms:modified>
</cp:coreProperties>
</file>