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2303"/>
        <w:gridCol w:w="2303"/>
        <w:gridCol w:w="2732"/>
        <w:gridCol w:w="2409"/>
      </w:tblGrid>
      <w:tr w:rsidR="00F72CCD" w14:paraId="357059F4" w14:textId="77777777" w:rsidTr="00F72CCD">
        <w:tc>
          <w:tcPr>
            <w:tcW w:w="9747" w:type="dxa"/>
            <w:gridSpan w:val="4"/>
          </w:tcPr>
          <w:p w14:paraId="357059F2" w14:textId="77777777" w:rsidR="00F72CCD" w:rsidRPr="00057767" w:rsidRDefault="00F72CCD" w:rsidP="00F72CCD">
            <w:pPr>
              <w:jc w:val="center"/>
              <w:rPr>
                <w:b/>
                <w:color w:val="548DD4" w:themeColor="text2" w:themeTint="99"/>
                <w:sz w:val="32"/>
                <w:szCs w:val="32"/>
              </w:rPr>
            </w:pPr>
            <w:bookmarkStart w:id="0" w:name="_GoBack"/>
            <w:bookmarkEnd w:id="0"/>
            <w:r w:rsidRPr="00057767">
              <w:rPr>
                <w:b/>
                <w:color w:val="548DD4" w:themeColor="text2" w:themeTint="99"/>
                <w:sz w:val="32"/>
                <w:szCs w:val="32"/>
              </w:rPr>
              <w:t>Periode 1</w:t>
            </w:r>
          </w:p>
          <w:p w14:paraId="357059F3" w14:textId="77777777" w:rsidR="00057767" w:rsidRDefault="00057767" w:rsidP="00F72CCD">
            <w:pPr>
              <w:jc w:val="center"/>
            </w:pPr>
          </w:p>
        </w:tc>
      </w:tr>
      <w:tr w:rsidR="00F72CCD" w14:paraId="357059F9" w14:textId="77777777" w:rsidTr="00F72CCD">
        <w:tc>
          <w:tcPr>
            <w:tcW w:w="2303" w:type="dxa"/>
          </w:tcPr>
          <w:p w14:paraId="357059F5" w14:textId="77777777" w:rsidR="00F72CCD" w:rsidRDefault="00F72CCD"/>
        </w:tc>
        <w:tc>
          <w:tcPr>
            <w:tcW w:w="2303" w:type="dxa"/>
          </w:tcPr>
          <w:p w14:paraId="357059F6" w14:textId="77777777" w:rsidR="00F72CCD" w:rsidRPr="00057767" w:rsidRDefault="00F72CCD">
            <w:pPr>
              <w:rPr>
                <w:b/>
                <w:color w:val="548DD4" w:themeColor="text2" w:themeTint="99"/>
              </w:rPr>
            </w:pPr>
            <w:r w:rsidRPr="00057767">
              <w:rPr>
                <w:b/>
                <w:color w:val="548DD4" w:themeColor="text2" w:themeTint="99"/>
              </w:rPr>
              <w:t>Maandag</w:t>
            </w:r>
          </w:p>
        </w:tc>
        <w:tc>
          <w:tcPr>
            <w:tcW w:w="2732" w:type="dxa"/>
          </w:tcPr>
          <w:p w14:paraId="357059F7" w14:textId="77777777" w:rsidR="00F72CCD" w:rsidRPr="00057767" w:rsidRDefault="00F72CCD">
            <w:pPr>
              <w:rPr>
                <w:b/>
                <w:color w:val="548DD4" w:themeColor="text2" w:themeTint="99"/>
              </w:rPr>
            </w:pPr>
            <w:r w:rsidRPr="00057767">
              <w:rPr>
                <w:b/>
                <w:color w:val="548DD4" w:themeColor="text2" w:themeTint="99"/>
              </w:rPr>
              <w:t>Dinsdag</w:t>
            </w:r>
          </w:p>
        </w:tc>
        <w:tc>
          <w:tcPr>
            <w:tcW w:w="2409" w:type="dxa"/>
          </w:tcPr>
          <w:p w14:paraId="357059F8" w14:textId="77777777" w:rsidR="00F72CCD" w:rsidRPr="00057767" w:rsidRDefault="00F72CCD">
            <w:pPr>
              <w:rPr>
                <w:b/>
                <w:color w:val="548DD4" w:themeColor="text2" w:themeTint="99"/>
              </w:rPr>
            </w:pPr>
            <w:r w:rsidRPr="00057767">
              <w:rPr>
                <w:b/>
                <w:color w:val="548DD4" w:themeColor="text2" w:themeTint="99"/>
              </w:rPr>
              <w:t>Vrijdag</w:t>
            </w:r>
          </w:p>
        </w:tc>
      </w:tr>
      <w:tr w:rsidR="00F72CCD" w14:paraId="357059FE" w14:textId="77777777" w:rsidTr="00F72CCD">
        <w:tc>
          <w:tcPr>
            <w:tcW w:w="2303" w:type="dxa"/>
          </w:tcPr>
          <w:p w14:paraId="357059FA" w14:textId="77777777" w:rsidR="00F72CCD" w:rsidRPr="00F72CCD" w:rsidRDefault="00F72CCD">
            <w:pPr>
              <w:rPr>
                <w:b/>
              </w:rPr>
            </w:pPr>
            <w:r w:rsidRPr="00057767">
              <w:rPr>
                <w:b/>
                <w:color w:val="FF0000"/>
              </w:rPr>
              <w:t>Week 40</w:t>
            </w:r>
          </w:p>
        </w:tc>
        <w:tc>
          <w:tcPr>
            <w:tcW w:w="2303" w:type="dxa"/>
          </w:tcPr>
          <w:p w14:paraId="357059FB" w14:textId="77777777" w:rsidR="00F72CCD" w:rsidRDefault="00F72CCD"/>
        </w:tc>
        <w:tc>
          <w:tcPr>
            <w:tcW w:w="2732" w:type="dxa"/>
          </w:tcPr>
          <w:p w14:paraId="357059FC" w14:textId="77777777" w:rsidR="00F72CCD" w:rsidRDefault="00F72CCD"/>
        </w:tc>
        <w:tc>
          <w:tcPr>
            <w:tcW w:w="2409" w:type="dxa"/>
          </w:tcPr>
          <w:p w14:paraId="357059FD" w14:textId="77777777" w:rsidR="00F72CCD" w:rsidRDefault="00F72CCD"/>
        </w:tc>
      </w:tr>
      <w:tr w:rsidR="00F72CCD" w14:paraId="35705A07" w14:textId="77777777" w:rsidTr="00F72CCD">
        <w:tc>
          <w:tcPr>
            <w:tcW w:w="2303" w:type="dxa"/>
          </w:tcPr>
          <w:p w14:paraId="357059FF" w14:textId="77777777" w:rsidR="00F72CCD" w:rsidRDefault="00F72CCD">
            <w:r>
              <w:t>Sandra</w:t>
            </w:r>
          </w:p>
        </w:tc>
        <w:tc>
          <w:tcPr>
            <w:tcW w:w="2303" w:type="dxa"/>
          </w:tcPr>
          <w:p w14:paraId="35705A00" w14:textId="77777777" w:rsidR="0077516D" w:rsidRDefault="0077516D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01" w14:textId="77777777" w:rsidR="00F72CCD" w:rsidRDefault="00F72CCD">
            <w:proofErr w:type="spellStart"/>
            <w:r>
              <w:t>Projectdag</w:t>
            </w:r>
            <w:proofErr w:type="spellEnd"/>
            <w:r>
              <w:t xml:space="preserve"> 1A</w:t>
            </w:r>
          </w:p>
        </w:tc>
        <w:tc>
          <w:tcPr>
            <w:tcW w:w="2732" w:type="dxa"/>
          </w:tcPr>
          <w:p w14:paraId="35705A02" w14:textId="77777777" w:rsidR="0077516D" w:rsidRDefault="0077516D">
            <w:proofErr w:type="spellStart"/>
            <w:r>
              <w:t>Slb</w:t>
            </w:r>
            <w:proofErr w:type="spellEnd"/>
            <w:r>
              <w:t xml:space="preserve"> Boek H3</w:t>
            </w:r>
          </w:p>
          <w:p w14:paraId="35705A03" w14:textId="77777777" w:rsidR="00F72CCD" w:rsidRDefault="00F72CCD">
            <w:r>
              <w:t>Carrousel Keuken 1A</w:t>
            </w:r>
          </w:p>
        </w:tc>
        <w:tc>
          <w:tcPr>
            <w:tcW w:w="2409" w:type="dxa"/>
          </w:tcPr>
          <w:p w14:paraId="35705A04" w14:textId="77777777" w:rsidR="00F72CCD" w:rsidRDefault="00C44DBB">
            <w:proofErr w:type="spellStart"/>
            <w:r>
              <w:t>Slb</w:t>
            </w:r>
            <w:proofErr w:type="spellEnd"/>
            <w:r>
              <w:t xml:space="preserve"> Boek H3</w:t>
            </w:r>
          </w:p>
          <w:p w14:paraId="35705A05" w14:textId="77777777" w:rsidR="007D36A1" w:rsidRDefault="007D36A1" w:rsidP="007D36A1">
            <w:r>
              <w:t>1A</w:t>
            </w:r>
            <w:r w:rsidR="009E1F75">
              <w:t xml:space="preserve"> H13</w:t>
            </w:r>
          </w:p>
          <w:p w14:paraId="35705A06" w14:textId="77777777" w:rsidR="00C44DBB" w:rsidRDefault="00C44DBB" w:rsidP="009E1F75">
            <w:proofErr w:type="spellStart"/>
            <w:r>
              <w:t>Slb</w:t>
            </w:r>
            <w:proofErr w:type="spellEnd"/>
            <w:r w:rsidR="009E1F75">
              <w:t xml:space="preserve"> </w:t>
            </w:r>
          </w:p>
        </w:tc>
      </w:tr>
      <w:tr w:rsidR="00F72CCD" w14:paraId="35705A10" w14:textId="77777777" w:rsidTr="00F72CCD">
        <w:tc>
          <w:tcPr>
            <w:tcW w:w="2303" w:type="dxa"/>
          </w:tcPr>
          <w:p w14:paraId="35705A08" w14:textId="77777777" w:rsidR="00F72CCD" w:rsidRDefault="00F72CCD">
            <w:r>
              <w:t>Irma</w:t>
            </w:r>
          </w:p>
        </w:tc>
        <w:tc>
          <w:tcPr>
            <w:tcW w:w="2303" w:type="dxa"/>
          </w:tcPr>
          <w:p w14:paraId="35705A09" w14:textId="77777777" w:rsidR="0077516D" w:rsidRDefault="0077516D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0A" w14:textId="77777777" w:rsidR="00F72CCD" w:rsidRDefault="00F72CCD">
            <w:proofErr w:type="spellStart"/>
            <w:r>
              <w:t>Projectdag</w:t>
            </w:r>
            <w:proofErr w:type="spellEnd"/>
            <w:r>
              <w:t xml:space="preserve"> 1B</w:t>
            </w:r>
          </w:p>
        </w:tc>
        <w:tc>
          <w:tcPr>
            <w:tcW w:w="2732" w:type="dxa"/>
          </w:tcPr>
          <w:p w14:paraId="35705A0B" w14:textId="77777777" w:rsidR="00B65F5C" w:rsidRDefault="00B65F5C" w:rsidP="00F72CCD">
            <w:proofErr w:type="spellStart"/>
            <w:r>
              <w:t>Slb</w:t>
            </w:r>
            <w:proofErr w:type="spellEnd"/>
            <w:r>
              <w:t xml:space="preserve"> Boek H3/RMC</w:t>
            </w:r>
          </w:p>
          <w:p w14:paraId="35705A0C" w14:textId="77777777" w:rsidR="00F72CCD" w:rsidRDefault="00F72CCD" w:rsidP="00F72CCD">
            <w:r>
              <w:t>Carrousel Schoonmaken 1B</w:t>
            </w:r>
          </w:p>
        </w:tc>
        <w:tc>
          <w:tcPr>
            <w:tcW w:w="2409" w:type="dxa"/>
          </w:tcPr>
          <w:p w14:paraId="35705A0D" w14:textId="77777777" w:rsidR="00F72CCD" w:rsidRDefault="00C44DBB">
            <w:proofErr w:type="spellStart"/>
            <w:r>
              <w:t>Slb</w:t>
            </w:r>
            <w:proofErr w:type="spellEnd"/>
            <w:r>
              <w:t xml:space="preserve"> Boek H3</w:t>
            </w:r>
          </w:p>
          <w:p w14:paraId="35705A0E" w14:textId="77777777" w:rsidR="007D36A1" w:rsidRDefault="009E1F75" w:rsidP="007D36A1">
            <w:r>
              <w:t>1BH16, 17 en 18</w:t>
            </w:r>
          </w:p>
          <w:p w14:paraId="35705A0F" w14:textId="77777777" w:rsidR="00C44DBB" w:rsidRDefault="007D36A1" w:rsidP="009E1F75">
            <w:r>
              <w:t>1</w:t>
            </w:r>
            <w:r w:rsidR="00C44DBB">
              <w:t>Slb</w:t>
            </w:r>
            <w:r w:rsidR="009E1F75">
              <w:t xml:space="preserve"> Individuele gesprek</w:t>
            </w:r>
          </w:p>
        </w:tc>
      </w:tr>
      <w:tr w:rsidR="00F72CCD" w14:paraId="35705A19" w14:textId="77777777" w:rsidTr="00F72CCD">
        <w:tc>
          <w:tcPr>
            <w:tcW w:w="2303" w:type="dxa"/>
          </w:tcPr>
          <w:p w14:paraId="35705A11" w14:textId="77777777" w:rsidR="00F72CCD" w:rsidRDefault="00F72CCD">
            <w:proofErr w:type="spellStart"/>
            <w:r>
              <w:t>Gertina</w:t>
            </w:r>
            <w:proofErr w:type="spellEnd"/>
          </w:p>
        </w:tc>
        <w:tc>
          <w:tcPr>
            <w:tcW w:w="2303" w:type="dxa"/>
          </w:tcPr>
          <w:p w14:paraId="35705A12" w14:textId="77777777" w:rsidR="0077516D" w:rsidRDefault="0077516D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13" w14:textId="77777777" w:rsidR="00F72CCD" w:rsidRDefault="00F72CCD">
            <w:proofErr w:type="spellStart"/>
            <w:r>
              <w:t>Projectdag</w:t>
            </w:r>
            <w:proofErr w:type="spellEnd"/>
            <w:r>
              <w:t xml:space="preserve"> 1C</w:t>
            </w:r>
          </w:p>
        </w:tc>
        <w:tc>
          <w:tcPr>
            <w:tcW w:w="2732" w:type="dxa"/>
          </w:tcPr>
          <w:p w14:paraId="35705A14" w14:textId="77777777" w:rsidR="0077516D" w:rsidRDefault="0077516D">
            <w:proofErr w:type="spellStart"/>
            <w:r>
              <w:t>Slb</w:t>
            </w:r>
            <w:proofErr w:type="spellEnd"/>
            <w:r>
              <w:t xml:space="preserve"> Boek H3</w:t>
            </w:r>
          </w:p>
          <w:p w14:paraId="35705A15" w14:textId="77777777" w:rsidR="00F72CCD" w:rsidRDefault="00F72CCD">
            <w:r>
              <w:t>Carrousel Serveren 1C</w:t>
            </w:r>
          </w:p>
        </w:tc>
        <w:tc>
          <w:tcPr>
            <w:tcW w:w="2409" w:type="dxa"/>
          </w:tcPr>
          <w:p w14:paraId="35705A16" w14:textId="77777777" w:rsidR="00F72CCD" w:rsidRDefault="00C44DBB">
            <w:proofErr w:type="spellStart"/>
            <w:r>
              <w:t>Slb</w:t>
            </w:r>
            <w:proofErr w:type="spellEnd"/>
            <w:r>
              <w:t xml:space="preserve"> Boek H3</w:t>
            </w:r>
          </w:p>
          <w:p w14:paraId="35705A17" w14:textId="77777777" w:rsidR="007D36A1" w:rsidRDefault="009E1F75" w:rsidP="007D36A1">
            <w:r>
              <w:t>1C H14</w:t>
            </w:r>
          </w:p>
          <w:p w14:paraId="35705A18" w14:textId="77777777" w:rsidR="00C44DBB" w:rsidRDefault="00C44DBB" w:rsidP="009E1F75">
            <w:proofErr w:type="spellStart"/>
            <w:r>
              <w:t>Slb</w:t>
            </w:r>
            <w:proofErr w:type="spellEnd"/>
            <w:r w:rsidR="009E1F75">
              <w:t xml:space="preserve"> Individuele gesprek</w:t>
            </w:r>
          </w:p>
        </w:tc>
      </w:tr>
      <w:tr w:rsidR="00F72CCD" w14:paraId="35705A1E" w14:textId="77777777" w:rsidTr="00F72CCD">
        <w:tc>
          <w:tcPr>
            <w:tcW w:w="2303" w:type="dxa"/>
          </w:tcPr>
          <w:p w14:paraId="35705A1A" w14:textId="77777777" w:rsidR="00F72CCD" w:rsidRDefault="00F72CCD"/>
        </w:tc>
        <w:tc>
          <w:tcPr>
            <w:tcW w:w="2303" w:type="dxa"/>
          </w:tcPr>
          <w:p w14:paraId="35705A1B" w14:textId="77777777" w:rsidR="00F72CCD" w:rsidRDefault="00F72CCD"/>
        </w:tc>
        <w:tc>
          <w:tcPr>
            <w:tcW w:w="2732" w:type="dxa"/>
          </w:tcPr>
          <w:p w14:paraId="35705A1C" w14:textId="77777777" w:rsidR="00F72CCD" w:rsidRDefault="00F72CCD"/>
        </w:tc>
        <w:tc>
          <w:tcPr>
            <w:tcW w:w="2409" w:type="dxa"/>
          </w:tcPr>
          <w:p w14:paraId="35705A1D" w14:textId="77777777" w:rsidR="00F72CCD" w:rsidRDefault="00F72CCD"/>
        </w:tc>
      </w:tr>
      <w:tr w:rsidR="00F72CCD" w14:paraId="35705A23" w14:textId="77777777" w:rsidTr="00F72CCD">
        <w:tc>
          <w:tcPr>
            <w:tcW w:w="2303" w:type="dxa"/>
          </w:tcPr>
          <w:p w14:paraId="35705A1F" w14:textId="77777777" w:rsidR="00F72CCD" w:rsidRPr="00057767" w:rsidRDefault="00F72CCD">
            <w:pPr>
              <w:rPr>
                <w:b/>
              </w:rPr>
            </w:pPr>
            <w:r w:rsidRPr="00057767">
              <w:rPr>
                <w:b/>
                <w:color w:val="FF0000"/>
              </w:rPr>
              <w:t>Week 41</w:t>
            </w:r>
          </w:p>
        </w:tc>
        <w:tc>
          <w:tcPr>
            <w:tcW w:w="2303" w:type="dxa"/>
          </w:tcPr>
          <w:p w14:paraId="35705A20" w14:textId="77777777" w:rsidR="00F72CCD" w:rsidRDefault="00F72CCD"/>
        </w:tc>
        <w:tc>
          <w:tcPr>
            <w:tcW w:w="2732" w:type="dxa"/>
          </w:tcPr>
          <w:p w14:paraId="35705A21" w14:textId="77777777" w:rsidR="00F72CCD" w:rsidRDefault="00F72CCD"/>
        </w:tc>
        <w:tc>
          <w:tcPr>
            <w:tcW w:w="2409" w:type="dxa"/>
          </w:tcPr>
          <w:p w14:paraId="35705A22" w14:textId="77777777" w:rsidR="00F72CCD" w:rsidRDefault="00F72CCD"/>
        </w:tc>
      </w:tr>
      <w:tr w:rsidR="00F72CCD" w14:paraId="35705A2A" w14:textId="77777777" w:rsidTr="00F66618">
        <w:tc>
          <w:tcPr>
            <w:tcW w:w="2303" w:type="dxa"/>
          </w:tcPr>
          <w:p w14:paraId="35705A24" w14:textId="77777777" w:rsidR="00F72CCD" w:rsidRDefault="00F72CCD">
            <w:r>
              <w:t>Sandra</w:t>
            </w:r>
          </w:p>
        </w:tc>
        <w:tc>
          <w:tcPr>
            <w:tcW w:w="2303" w:type="dxa"/>
          </w:tcPr>
          <w:p w14:paraId="35705A25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26" w14:textId="77777777" w:rsidR="00E1103A" w:rsidRDefault="005E2166">
            <w:proofErr w:type="spellStart"/>
            <w:r>
              <w:t>Projectdag</w:t>
            </w:r>
            <w:proofErr w:type="spellEnd"/>
            <w:r>
              <w:t xml:space="preserve"> 1A</w:t>
            </w:r>
          </w:p>
        </w:tc>
        <w:tc>
          <w:tcPr>
            <w:tcW w:w="2732" w:type="dxa"/>
          </w:tcPr>
          <w:p w14:paraId="35705A27" w14:textId="77777777" w:rsidR="00F72CCD" w:rsidRDefault="00C44DBB">
            <w:proofErr w:type="spellStart"/>
            <w:r>
              <w:t>Slb</w:t>
            </w:r>
            <w:proofErr w:type="spellEnd"/>
            <w:r>
              <w:t xml:space="preserve"> Boek H1</w:t>
            </w:r>
          </w:p>
          <w:p w14:paraId="35705A28" w14:textId="77777777" w:rsidR="00E1103A" w:rsidRDefault="00E31AE8">
            <w:r>
              <w:t>Theorie</w:t>
            </w:r>
          </w:p>
        </w:tc>
        <w:tc>
          <w:tcPr>
            <w:tcW w:w="2409" w:type="dxa"/>
            <w:shd w:val="clear" w:color="auto" w:fill="92D050"/>
          </w:tcPr>
          <w:p w14:paraId="35705A29" w14:textId="77777777" w:rsidR="00F72CCD" w:rsidRDefault="00F66618">
            <w:r>
              <w:t>Ambitiedagen</w:t>
            </w:r>
          </w:p>
        </w:tc>
      </w:tr>
      <w:tr w:rsidR="00F72CCD" w14:paraId="35705A31" w14:textId="77777777" w:rsidTr="00F66618">
        <w:tc>
          <w:tcPr>
            <w:tcW w:w="2303" w:type="dxa"/>
          </w:tcPr>
          <w:p w14:paraId="35705A2B" w14:textId="77777777" w:rsidR="00F72CCD" w:rsidRDefault="00F72CCD">
            <w:r>
              <w:t xml:space="preserve">Irma </w:t>
            </w:r>
          </w:p>
        </w:tc>
        <w:tc>
          <w:tcPr>
            <w:tcW w:w="2303" w:type="dxa"/>
          </w:tcPr>
          <w:p w14:paraId="35705A2C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2D" w14:textId="77777777" w:rsidR="00E1103A" w:rsidRDefault="005E2166">
            <w:proofErr w:type="spellStart"/>
            <w:r>
              <w:t>Projectdag</w:t>
            </w:r>
            <w:proofErr w:type="spellEnd"/>
            <w:r>
              <w:t xml:space="preserve"> 1B</w:t>
            </w:r>
          </w:p>
        </w:tc>
        <w:tc>
          <w:tcPr>
            <w:tcW w:w="2732" w:type="dxa"/>
          </w:tcPr>
          <w:p w14:paraId="35705A2E" w14:textId="77777777" w:rsidR="00F72CCD" w:rsidRDefault="00C44DBB">
            <w:proofErr w:type="spellStart"/>
            <w:r>
              <w:t>Slb</w:t>
            </w:r>
            <w:proofErr w:type="spellEnd"/>
            <w:r>
              <w:t xml:space="preserve"> Boek H1</w:t>
            </w:r>
          </w:p>
          <w:p w14:paraId="35705A2F" w14:textId="77777777" w:rsidR="00E1103A" w:rsidRDefault="00E31AE8">
            <w:r>
              <w:t>Theorie</w:t>
            </w:r>
          </w:p>
        </w:tc>
        <w:tc>
          <w:tcPr>
            <w:tcW w:w="2409" w:type="dxa"/>
            <w:shd w:val="clear" w:color="auto" w:fill="92D050"/>
          </w:tcPr>
          <w:p w14:paraId="35705A30" w14:textId="77777777" w:rsidR="00F72CCD" w:rsidRDefault="00F66618">
            <w:r>
              <w:t>Ambitiedagen</w:t>
            </w:r>
          </w:p>
        </w:tc>
      </w:tr>
      <w:tr w:rsidR="00F72CCD" w14:paraId="35705A38" w14:textId="77777777" w:rsidTr="00F66618">
        <w:tc>
          <w:tcPr>
            <w:tcW w:w="2303" w:type="dxa"/>
          </w:tcPr>
          <w:p w14:paraId="35705A32" w14:textId="77777777" w:rsidR="00F72CCD" w:rsidRDefault="00F72CCD">
            <w:proofErr w:type="spellStart"/>
            <w:r>
              <w:t>Gertina</w:t>
            </w:r>
            <w:proofErr w:type="spellEnd"/>
          </w:p>
        </w:tc>
        <w:tc>
          <w:tcPr>
            <w:tcW w:w="2303" w:type="dxa"/>
          </w:tcPr>
          <w:p w14:paraId="35705A33" w14:textId="77777777" w:rsidR="00C44DBB" w:rsidRDefault="005E2166" w:rsidP="00C44DBB">
            <w:proofErr w:type="spellStart"/>
            <w:r>
              <w:t>Slb</w:t>
            </w:r>
            <w:proofErr w:type="spellEnd"/>
            <w:r>
              <w:t xml:space="preserve"> RMC/leerplicht</w:t>
            </w:r>
          </w:p>
          <w:p w14:paraId="35705A34" w14:textId="77777777" w:rsidR="00E1103A" w:rsidRDefault="005E2166" w:rsidP="005E2166">
            <w:proofErr w:type="spellStart"/>
            <w:r>
              <w:t>Projectdag</w:t>
            </w:r>
            <w:proofErr w:type="spellEnd"/>
            <w:r>
              <w:t xml:space="preserve"> 1B</w:t>
            </w:r>
          </w:p>
        </w:tc>
        <w:tc>
          <w:tcPr>
            <w:tcW w:w="2732" w:type="dxa"/>
          </w:tcPr>
          <w:p w14:paraId="35705A35" w14:textId="77777777" w:rsidR="005E2166" w:rsidRDefault="005E2166">
            <w:r>
              <w:t>Euroborg</w:t>
            </w:r>
          </w:p>
          <w:p w14:paraId="35705A36" w14:textId="77777777" w:rsidR="00E1103A" w:rsidRDefault="00E1103A"/>
        </w:tc>
        <w:tc>
          <w:tcPr>
            <w:tcW w:w="2409" w:type="dxa"/>
            <w:shd w:val="clear" w:color="auto" w:fill="92D050"/>
          </w:tcPr>
          <w:p w14:paraId="35705A37" w14:textId="77777777" w:rsidR="00F72CCD" w:rsidRDefault="00F66618">
            <w:r>
              <w:t>Ambitiedagen</w:t>
            </w:r>
          </w:p>
        </w:tc>
      </w:tr>
      <w:tr w:rsidR="00F72CCD" w14:paraId="35705A3D" w14:textId="77777777" w:rsidTr="00F72CCD">
        <w:tc>
          <w:tcPr>
            <w:tcW w:w="2303" w:type="dxa"/>
          </w:tcPr>
          <w:p w14:paraId="35705A39" w14:textId="77777777" w:rsidR="00F72CCD" w:rsidRDefault="00F72CCD"/>
        </w:tc>
        <w:tc>
          <w:tcPr>
            <w:tcW w:w="2303" w:type="dxa"/>
          </w:tcPr>
          <w:p w14:paraId="35705A3A" w14:textId="77777777" w:rsidR="00F72CCD" w:rsidRDefault="00F72CCD"/>
        </w:tc>
        <w:tc>
          <w:tcPr>
            <w:tcW w:w="2732" w:type="dxa"/>
          </w:tcPr>
          <w:p w14:paraId="35705A3B" w14:textId="77777777" w:rsidR="00F72CCD" w:rsidRDefault="00F72CCD"/>
        </w:tc>
        <w:tc>
          <w:tcPr>
            <w:tcW w:w="2409" w:type="dxa"/>
          </w:tcPr>
          <w:p w14:paraId="35705A3C" w14:textId="77777777" w:rsidR="00F72CCD" w:rsidRDefault="00F72CCD"/>
        </w:tc>
      </w:tr>
      <w:tr w:rsidR="00F72CCD" w14:paraId="35705A42" w14:textId="77777777" w:rsidTr="00F72CCD">
        <w:tc>
          <w:tcPr>
            <w:tcW w:w="2303" w:type="dxa"/>
          </w:tcPr>
          <w:p w14:paraId="35705A3E" w14:textId="77777777" w:rsidR="00F72CCD" w:rsidRPr="00057767" w:rsidRDefault="00F72CCD">
            <w:pPr>
              <w:rPr>
                <w:b/>
              </w:rPr>
            </w:pPr>
            <w:r w:rsidRPr="00057767">
              <w:rPr>
                <w:b/>
                <w:color w:val="FF0000"/>
              </w:rPr>
              <w:t>Week 42</w:t>
            </w:r>
          </w:p>
        </w:tc>
        <w:tc>
          <w:tcPr>
            <w:tcW w:w="2303" w:type="dxa"/>
          </w:tcPr>
          <w:p w14:paraId="35705A3F" w14:textId="77777777" w:rsidR="00F72CCD" w:rsidRDefault="00F72CCD"/>
        </w:tc>
        <w:tc>
          <w:tcPr>
            <w:tcW w:w="2732" w:type="dxa"/>
          </w:tcPr>
          <w:p w14:paraId="35705A40" w14:textId="77777777" w:rsidR="00F72CCD" w:rsidRDefault="00F72CCD"/>
        </w:tc>
        <w:tc>
          <w:tcPr>
            <w:tcW w:w="2409" w:type="dxa"/>
          </w:tcPr>
          <w:p w14:paraId="35705A41" w14:textId="77777777" w:rsidR="00F72CCD" w:rsidRDefault="00F72CCD"/>
        </w:tc>
      </w:tr>
      <w:tr w:rsidR="00F72CCD" w14:paraId="35705A47" w14:textId="77777777" w:rsidTr="00F66618">
        <w:tc>
          <w:tcPr>
            <w:tcW w:w="2303" w:type="dxa"/>
          </w:tcPr>
          <w:p w14:paraId="35705A43" w14:textId="77777777" w:rsidR="00F72CCD" w:rsidRDefault="00F72CCD">
            <w:r>
              <w:t>Sandra</w:t>
            </w:r>
          </w:p>
        </w:tc>
        <w:tc>
          <w:tcPr>
            <w:tcW w:w="2303" w:type="dxa"/>
            <w:shd w:val="clear" w:color="auto" w:fill="92D050"/>
          </w:tcPr>
          <w:p w14:paraId="35705A44" w14:textId="77777777" w:rsidR="00F72CCD" w:rsidRDefault="00F72CCD"/>
        </w:tc>
        <w:tc>
          <w:tcPr>
            <w:tcW w:w="2732" w:type="dxa"/>
            <w:shd w:val="clear" w:color="auto" w:fill="92D050"/>
          </w:tcPr>
          <w:p w14:paraId="35705A45" w14:textId="77777777" w:rsidR="00F72CCD" w:rsidRDefault="00F72CCD"/>
        </w:tc>
        <w:tc>
          <w:tcPr>
            <w:tcW w:w="2409" w:type="dxa"/>
            <w:shd w:val="clear" w:color="auto" w:fill="92D050"/>
          </w:tcPr>
          <w:p w14:paraId="35705A46" w14:textId="77777777" w:rsidR="00F72CCD" w:rsidRDefault="00F72CCD"/>
        </w:tc>
      </w:tr>
      <w:tr w:rsidR="00F72CCD" w14:paraId="35705A4C" w14:textId="77777777" w:rsidTr="00F66618">
        <w:tc>
          <w:tcPr>
            <w:tcW w:w="2303" w:type="dxa"/>
          </w:tcPr>
          <w:p w14:paraId="35705A48" w14:textId="77777777" w:rsidR="00F72CCD" w:rsidRDefault="00F72CCD">
            <w:r>
              <w:t>Irma</w:t>
            </w:r>
          </w:p>
        </w:tc>
        <w:tc>
          <w:tcPr>
            <w:tcW w:w="2303" w:type="dxa"/>
            <w:shd w:val="clear" w:color="auto" w:fill="92D050"/>
          </w:tcPr>
          <w:p w14:paraId="35705A49" w14:textId="77777777" w:rsidR="00F72CCD" w:rsidRDefault="00F66618">
            <w:r>
              <w:t>Herfstvakantie</w:t>
            </w:r>
          </w:p>
        </w:tc>
        <w:tc>
          <w:tcPr>
            <w:tcW w:w="2732" w:type="dxa"/>
            <w:shd w:val="clear" w:color="auto" w:fill="92D050"/>
          </w:tcPr>
          <w:p w14:paraId="35705A4A" w14:textId="77777777" w:rsidR="00F72CCD" w:rsidRDefault="00F66618">
            <w:r>
              <w:t>Herfstvakantie</w:t>
            </w:r>
          </w:p>
        </w:tc>
        <w:tc>
          <w:tcPr>
            <w:tcW w:w="2409" w:type="dxa"/>
            <w:shd w:val="clear" w:color="auto" w:fill="92D050"/>
          </w:tcPr>
          <w:p w14:paraId="35705A4B" w14:textId="77777777" w:rsidR="00F72CCD" w:rsidRDefault="00F66618">
            <w:r>
              <w:t>Herfstvakantie</w:t>
            </w:r>
          </w:p>
        </w:tc>
      </w:tr>
      <w:tr w:rsidR="00F72CCD" w14:paraId="35705A51" w14:textId="77777777" w:rsidTr="00F66618">
        <w:tc>
          <w:tcPr>
            <w:tcW w:w="2303" w:type="dxa"/>
          </w:tcPr>
          <w:p w14:paraId="35705A4D" w14:textId="77777777" w:rsidR="00F72CCD" w:rsidRDefault="00F72CCD">
            <w:proofErr w:type="spellStart"/>
            <w:r>
              <w:t>Gertina</w:t>
            </w:r>
            <w:proofErr w:type="spellEnd"/>
          </w:p>
        </w:tc>
        <w:tc>
          <w:tcPr>
            <w:tcW w:w="2303" w:type="dxa"/>
            <w:shd w:val="clear" w:color="auto" w:fill="92D050"/>
          </w:tcPr>
          <w:p w14:paraId="35705A4E" w14:textId="77777777" w:rsidR="00F72CCD" w:rsidRDefault="00F72CCD"/>
        </w:tc>
        <w:tc>
          <w:tcPr>
            <w:tcW w:w="2732" w:type="dxa"/>
            <w:shd w:val="clear" w:color="auto" w:fill="92D050"/>
          </w:tcPr>
          <w:p w14:paraId="35705A4F" w14:textId="77777777" w:rsidR="00F72CCD" w:rsidRDefault="00F72CCD"/>
        </w:tc>
        <w:tc>
          <w:tcPr>
            <w:tcW w:w="2409" w:type="dxa"/>
            <w:shd w:val="clear" w:color="auto" w:fill="92D050"/>
          </w:tcPr>
          <w:p w14:paraId="35705A50" w14:textId="77777777" w:rsidR="00F72CCD" w:rsidRDefault="00F72CCD"/>
        </w:tc>
      </w:tr>
      <w:tr w:rsidR="00F72CCD" w14:paraId="35705A56" w14:textId="77777777" w:rsidTr="00F72CCD">
        <w:tc>
          <w:tcPr>
            <w:tcW w:w="2303" w:type="dxa"/>
          </w:tcPr>
          <w:p w14:paraId="35705A52" w14:textId="77777777" w:rsidR="00F72CCD" w:rsidRDefault="00F72CCD"/>
        </w:tc>
        <w:tc>
          <w:tcPr>
            <w:tcW w:w="2303" w:type="dxa"/>
          </w:tcPr>
          <w:p w14:paraId="35705A53" w14:textId="77777777" w:rsidR="00F72CCD" w:rsidRDefault="00F72CCD"/>
        </w:tc>
        <w:tc>
          <w:tcPr>
            <w:tcW w:w="2732" w:type="dxa"/>
          </w:tcPr>
          <w:p w14:paraId="35705A54" w14:textId="77777777" w:rsidR="00F72CCD" w:rsidRDefault="00F72CCD"/>
        </w:tc>
        <w:tc>
          <w:tcPr>
            <w:tcW w:w="2409" w:type="dxa"/>
          </w:tcPr>
          <w:p w14:paraId="35705A55" w14:textId="77777777" w:rsidR="00F72CCD" w:rsidRDefault="00F72CCD"/>
        </w:tc>
      </w:tr>
      <w:tr w:rsidR="00F72CCD" w14:paraId="35705A5B" w14:textId="77777777" w:rsidTr="00F72CCD">
        <w:tc>
          <w:tcPr>
            <w:tcW w:w="2303" w:type="dxa"/>
          </w:tcPr>
          <w:p w14:paraId="35705A57" w14:textId="77777777" w:rsidR="00F72CCD" w:rsidRPr="00057767" w:rsidRDefault="00F72CCD">
            <w:pPr>
              <w:rPr>
                <w:b/>
              </w:rPr>
            </w:pPr>
            <w:r w:rsidRPr="00057767">
              <w:rPr>
                <w:b/>
                <w:color w:val="FF0000"/>
              </w:rPr>
              <w:t xml:space="preserve">Week 43 </w:t>
            </w:r>
          </w:p>
        </w:tc>
        <w:tc>
          <w:tcPr>
            <w:tcW w:w="2303" w:type="dxa"/>
          </w:tcPr>
          <w:p w14:paraId="35705A58" w14:textId="77777777" w:rsidR="00F72CCD" w:rsidRDefault="00F72CCD"/>
        </w:tc>
        <w:tc>
          <w:tcPr>
            <w:tcW w:w="2732" w:type="dxa"/>
          </w:tcPr>
          <w:p w14:paraId="35705A59" w14:textId="77777777" w:rsidR="00F72CCD" w:rsidRDefault="00F72CCD"/>
        </w:tc>
        <w:tc>
          <w:tcPr>
            <w:tcW w:w="2409" w:type="dxa"/>
          </w:tcPr>
          <w:p w14:paraId="35705A5A" w14:textId="77777777" w:rsidR="00F72CCD" w:rsidRDefault="00F72CCD"/>
        </w:tc>
      </w:tr>
      <w:tr w:rsidR="00F72CCD" w14:paraId="35705A64" w14:textId="77777777" w:rsidTr="00F72CCD">
        <w:tc>
          <w:tcPr>
            <w:tcW w:w="2303" w:type="dxa"/>
          </w:tcPr>
          <w:p w14:paraId="35705A5C" w14:textId="77777777" w:rsidR="00F72CCD" w:rsidRDefault="00F72CCD">
            <w:r>
              <w:t>Sandra</w:t>
            </w:r>
          </w:p>
        </w:tc>
        <w:tc>
          <w:tcPr>
            <w:tcW w:w="2303" w:type="dxa"/>
          </w:tcPr>
          <w:p w14:paraId="35705A5D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5E" w14:textId="77777777" w:rsidR="00F72CCD" w:rsidRDefault="00677A62" w:rsidP="006A3B12">
            <w:proofErr w:type="spellStart"/>
            <w:r>
              <w:t>Projectdag</w:t>
            </w:r>
            <w:proofErr w:type="spellEnd"/>
            <w:r>
              <w:t xml:space="preserve"> 1A</w:t>
            </w:r>
          </w:p>
        </w:tc>
        <w:tc>
          <w:tcPr>
            <w:tcW w:w="2732" w:type="dxa"/>
          </w:tcPr>
          <w:p w14:paraId="35705A5F" w14:textId="77777777" w:rsidR="006A3B12" w:rsidRDefault="00E31AE8">
            <w:r>
              <w:t xml:space="preserve">Euroborg </w:t>
            </w:r>
          </w:p>
        </w:tc>
        <w:tc>
          <w:tcPr>
            <w:tcW w:w="2409" w:type="dxa"/>
          </w:tcPr>
          <w:p w14:paraId="35705A60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Boek H1</w:t>
            </w:r>
          </w:p>
          <w:p w14:paraId="35705A61" w14:textId="77777777" w:rsidR="00C44DBB" w:rsidRDefault="00555723" w:rsidP="00BC270F">
            <w:r>
              <w:t xml:space="preserve">09.30 uur </w:t>
            </w:r>
            <w:r w:rsidR="00BC270F">
              <w:t>1A</w:t>
            </w:r>
            <w:r>
              <w:t xml:space="preserve">+ </w:t>
            </w:r>
            <w:r w:rsidR="00BC270F">
              <w:t>1B</w:t>
            </w:r>
            <w:r>
              <w:t>+1C stage voorlichting</w:t>
            </w:r>
          </w:p>
          <w:p w14:paraId="35705A62" w14:textId="77777777" w:rsidR="006F5D49" w:rsidRDefault="006F5D49" w:rsidP="00BC270F">
            <w:r>
              <w:t>VOG!!</w:t>
            </w:r>
          </w:p>
          <w:p w14:paraId="35705A63" w14:textId="77777777" w:rsidR="00F72CCD" w:rsidRDefault="00F72CCD" w:rsidP="00C44DBB"/>
        </w:tc>
      </w:tr>
      <w:tr w:rsidR="00F72CCD" w14:paraId="35705A6E" w14:textId="77777777" w:rsidTr="00F72CCD">
        <w:tc>
          <w:tcPr>
            <w:tcW w:w="2303" w:type="dxa"/>
          </w:tcPr>
          <w:p w14:paraId="35705A65" w14:textId="77777777" w:rsidR="00F72CCD" w:rsidRDefault="00F72CCD">
            <w:r>
              <w:t>Irma</w:t>
            </w:r>
          </w:p>
        </w:tc>
        <w:tc>
          <w:tcPr>
            <w:tcW w:w="2303" w:type="dxa"/>
          </w:tcPr>
          <w:p w14:paraId="35705A66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67" w14:textId="77777777" w:rsidR="00F72CCD" w:rsidRDefault="00677A62" w:rsidP="006A3B12">
            <w:proofErr w:type="spellStart"/>
            <w:r>
              <w:t>Projectdag</w:t>
            </w:r>
            <w:proofErr w:type="spellEnd"/>
            <w:r>
              <w:t xml:space="preserve"> 1B</w:t>
            </w:r>
          </w:p>
        </w:tc>
        <w:tc>
          <w:tcPr>
            <w:tcW w:w="2732" w:type="dxa"/>
          </w:tcPr>
          <w:p w14:paraId="35705A68" w14:textId="77777777" w:rsidR="00F72CCD" w:rsidRDefault="00C44DBB">
            <w:proofErr w:type="spellStart"/>
            <w:r>
              <w:t>Slb</w:t>
            </w:r>
            <w:proofErr w:type="spellEnd"/>
            <w:r>
              <w:t xml:space="preserve"> Boek H1</w:t>
            </w:r>
          </w:p>
          <w:p w14:paraId="35705A69" w14:textId="77777777" w:rsidR="006A3B12" w:rsidRDefault="00E31AE8">
            <w:r>
              <w:t>Theorie</w:t>
            </w:r>
          </w:p>
        </w:tc>
        <w:tc>
          <w:tcPr>
            <w:tcW w:w="2409" w:type="dxa"/>
          </w:tcPr>
          <w:p w14:paraId="35705A6A" w14:textId="77777777" w:rsidR="00C44DBB" w:rsidRDefault="00593DFB" w:rsidP="00C44DBB">
            <w:proofErr w:type="spellStart"/>
            <w:r>
              <w:t>Slb</w:t>
            </w:r>
            <w:proofErr w:type="spellEnd"/>
            <w:r>
              <w:t xml:space="preserve"> </w:t>
            </w:r>
            <w:proofErr w:type="spellStart"/>
            <w:r>
              <w:t>Elo</w:t>
            </w:r>
            <w:proofErr w:type="spellEnd"/>
            <w:r>
              <w:t xml:space="preserve"> training</w:t>
            </w:r>
          </w:p>
          <w:p w14:paraId="35705A6B" w14:textId="77777777" w:rsidR="00555723" w:rsidRDefault="00555723" w:rsidP="00555723">
            <w:r>
              <w:t>09.30 uur 1A+ 1B+1C stage voorlichting</w:t>
            </w:r>
          </w:p>
          <w:p w14:paraId="35705A6C" w14:textId="77777777" w:rsidR="006F5D49" w:rsidRDefault="006F5D49" w:rsidP="006F5D49">
            <w:r>
              <w:t>VOG!!</w:t>
            </w:r>
          </w:p>
          <w:p w14:paraId="35705A6D" w14:textId="77777777" w:rsidR="00F72CCD" w:rsidRDefault="00F72CCD" w:rsidP="00C44DBB"/>
        </w:tc>
      </w:tr>
      <w:tr w:rsidR="00F72CCD" w14:paraId="35705A77" w14:textId="77777777" w:rsidTr="00F72CCD">
        <w:tc>
          <w:tcPr>
            <w:tcW w:w="2303" w:type="dxa"/>
          </w:tcPr>
          <w:p w14:paraId="35705A6F" w14:textId="77777777" w:rsidR="00F72CCD" w:rsidRDefault="00F72CCD">
            <w:proofErr w:type="spellStart"/>
            <w:r>
              <w:t>Ge</w:t>
            </w:r>
            <w:r w:rsidR="000E58BD">
              <w:t>r</w:t>
            </w:r>
            <w:r>
              <w:t>tina</w:t>
            </w:r>
            <w:proofErr w:type="spellEnd"/>
          </w:p>
        </w:tc>
        <w:tc>
          <w:tcPr>
            <w:tcW w:w="2303" w:type="dxa"/>
          </w:tcPr>
          <w:p w14:paraId="35705A70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71" w14:textId="77777777" w:rsidR="00F72CCD" w:rsidRDefault="00677A62" w:rsidP="006A3B12">
            <w:proofErr w:type="spellStart"/>
            <w:r>
              <w:t>Projectdag</w:t>
            </w:r>
            <w:proofErr w:type="spellEnd"/>
            <w:r>
              <w:t xml:space="preserve"> 1C</w:t>
            </w:r>
          </w:p>
        </w:tc>
        <w:tc>
          <w:tcPr>
            <w:tcW w:w="2732" w:type="dxa"/>
          </w:tcPr>
          <w:p w14:paraId="35705A72" w14:textId="77777777" w:rsidR="00F72CCD" w:rsidRDefault="00171F3C">
            <w:proofErr w:type="spellStart"/>
            <w:r>
              <w:t>Slb</w:t>
            </w:r>
            <w:proofErr w:type="spellEnd"/>
            <w:r>
              <w:t xml:space="preserve"> </w:t>
            </w:r>
            <w:proofErr w:type="spellStart"/>
            <w:r>
              <w:t>Elo</w:t>
            </w:r>
            <w:proofErr w:type="spellEnd"/>
            <w:r>
              <w:t xml:space="preserve"> training</w:t>
            </w:r>
          </w:p>
          <w:p w14:paraId="35705A73" w14:textId="77777777" w:rsidR="006A3B12" w:rsidRDefault="00E31AE8">
            <w:r>
              <w:t>Theorie</w:t>
            </w:r>
          </w:p>
        </w:tc>
        <w:tc>
          <w:tcPr>
            <w:tcW w:w="2409" w:type="dxa"/>
          </w:tcPr>
          <w:p w14:paraId="35705A74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Boek H1</w:t>
            </w:r>
          </w:p>
          <w:p w14:paraId="35705A75" w14:textId="77777777" w:rsidR="00555723" w:rsidRDefault="00555723" w:rsidP="00555723">
            <w:r>
              <w:t>09.30 uur 1A+ 1B+1C stage voorlichting</w:t>
            </w:r>
          </w:p>
          <w:p w14:paraId="35705A76" w14:textId="77777777" w:rsidR="00F72CCD" w:rsidRDefault="006F5D49" w:rsidP="00C44DBB">
            <w:r>
              <w:t>VOG!!</w:t>
            </w:r>
          </w:p>
        </w:tc>
      </w:tr>
      <w:tr w:rsidR="00F72CCD" w14:paraId="35705A7E" w14:textId="77777777" w:rsidTr="00F72CCD">
        <w:tc>
          <w:tcPr>
            <w:tcW w:w="2303" w:type="dxa"/>
          </w:tcPr>
          <w:p w14:paraId="35705A78" w14:textId="77777777" w:rsidR="00F72CCD" w:rsidRDefault="00F72CCD"/>
        </w:tc>
        <w:tc>
          <w:tcPr>
            <w:tcW w:w="2303" w:type="dxa"/>
          </w:tcPr>
          <w:p w14:paraId="35705A79" w14:textId="77777777" w:rsidR="00F72CCD" w:rsidRDefault="00F72CCD"/>
          <w:p w14:paraId="35705A7A" w14:textId="77777777" w:rsidR="00BC270F" w:rsidRDefault="00BC270F"/>
          <w:p w14:paraId="35705A7B" w14:textId="77777777" w:rsidR="00BC270F" w:rsidRDefault="00BC270F"/>
        </w:tc>
        <w:tc>
          <w:tcPr>
            <w:tcW w:w="2732" w:type="dxa"/>
          </w:tcPr>
          <w:p w14:paraId="35705A7C" w14:textId="77777777" w:rsidR="00F72CCD" w:rsidRDefault="00F72CCD"/>
        </w:tc>
        <w:tc>
          <w:tcPr>
            <w:tcW w:w="2409" w:type="dxa"/>
          </w:tcPr>
          <w:p w14:paraId="35705A7D" w14:textId="77777777" w:rsidR="00F72CCD" w:rsidRDefault="00F72CCD"/>
        </w:tc>
      </w:tr>
      <w:tr w:rsidR="00F72CCD" w14:paraId="35705A83" w14:textId="77777777" w:rsidTr="002D0056">
        <w:tc>
          <w:tcPr>
            <w:tcW w:w="2303" w:type="dxa"/>
          </w:tcPr>
          <w:p w14:paraId="35705A7F" w14:textId="77777777" w:rsidR="00F72CCD" w:rsidRPr="00057767" w:rsidRDefault="00F72CCD">
            <w:pPr>
              <w:rPr>
                <w:b/>
              </w:rPr>
            </w:pPr>
            <w:r w:rsidRPr="00057767">
              <w:rPr>
                <w:b/>
                <w:color w:val="FF0000"/>
              </w:rPr>
              <w:t>Week 44</w:t>
            </w:r>
          </w:p>
        </w:tc>
        <w:tc>
          <w:tcPr>
            <w:tcW w:w="2303" w:type="dxa"/>
          </w:tcPr>
          <w:p w14:paraId="35705A80" w14:textId="77777777" w:rsidR="00F72CCD" w:rsidRDefault="00F72CCD"/>
        </w:tc>
        <w:tc>
          <w:tcPr>
            <w:tcW w:w="2732" w:type="dxa"/>
            <w:shd w:val="clear" w:color="auto" w:fill="FF0000"/>
          </w:tcPr>
          <w:p w14:paraId="35705A81" w14:textId="77777777" w:rsidR="00F72CCD" w:rsidRDefault="00A729A3">
            <w:r>
              <w:t>Ouderavond (verschilt per klas)</w:t>
            </w:r>
          </w:p>
        </w:tc>
        <w:tc>
          <w:tcPr>
            <w:tcW w:w="2409" w:type="dxa"/>
          </w:tcPr>
          <w:p w14:paraId="35705A82" w14:textId="77777777" w:rsidR="00F72CCD" w:rsidRDefault="00F72CCD"/>
        </w:tc>
      </w:tr>
      <w:tr w:rsidR="00F72CCD" w14:paraId="35705A8B" w14:textId="77777777" w:rsidTr="00F72CCD">
        <w:tc>
          <w:tcPr>
            <w:tcW w:w="2303" w:type="dxa"/>
          </w:tcPr>
          <w:p w14:paraId="35705A84" w14:textId="77777777" w:rsidR="00F72CCD" w:rsidRDefault="00F72CCD">
            <w:r>
              <w:t>Sandra</w:t>
            </w:r>
          </w:p>
        </w:tc>
        <w:tc>
          <w:tcPr>
            <w:tcW w:w="2303" w:type="dxa"/>
          </w:tcPr>
          <w:p w14:paraId="35705A85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86" w14:textId="77777777" w:rsidR="00F72CCD" w:rsidRDefault="00BC270F">
            <w:proofErr w:type="spellStart"/>
            <w:r>
              <w:t>Projectdag</w:t>
            </w:r>
            <w:proofErr w:type="spellEnd"/>
            <w:r>
              <w:t xml:space="preserve"> 1A</w:t>
            </w:r>
          </w:p>
        </w:tc>
        <w:tc>
          <w:tcPr>
            <w:tcW w:w="2732" w:type="dxa"/>
          </w:tcPr>
          <w:p w14:paraId="35705A87" w14:textId="77777777" w:rsidR="00F72CCD" w:rsidRDefault="00A729A3" w:rsidP="00A729A3">
            <w:r>
              <w:t>….?</w:t>
            </w:r>
          </w:p>
        </w:tc>
        <w:tc>
          <w:tcPr>
            <w:tcW w:w="2409" w:type="dxa"/>
          </w:tcPr>
          <w:p w14:paraId="35705A88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Boek H6</w:t>
            </w:r>
          </w:p>
          <w:p w14:paraId="35705A89" w14:textId="77777777" w:rsidR="00072EB6" w:rsidRDefault="00072EB6" w:rsidP="00072EB6">
            <w:r>
              <w:t>1A</w:t>
            </w:r>
            <w:r w:rsidR="00DF073C">
              <w:t xml:space="preserve"> </w:t>
            </w:r>
            <w:r w:rsidR="00DF073C" w:rsidRPr="00DF073C">
              <w:rPr>
                <w:shd w:val="clear" w:color="auto" w:fill="00B0F0"/>
              </w:rPr>
              <w:t>Toets H9-H10</w:t>
            </w:r>
          </w:p>
          <w:p w14:paraId="35705A8A" w14:textId="77777777" w:rsidR="00F72CCD" w:rsidRDefault="00C44DBB" w:rsidP="00C44DBB">
            <w:proofErr w:type="spellStart"/>
            <w:r>
              <w:t>Slb</w:t>
            </w:r>
            <w:proofErr w:type="spellEnd"/>
            <w:r w:rsidR="00720004">
              <w:t xml:space="preserve"> </w:t>
            </w:r>
            <w:proofErr w:type="spellStart"/>
            <w:r w:rsidR="00720004">
              <w:t>Individule</w:t>
            </w:r>
            <w:proofErr w:type="spellEnd"/>
            <w:r w:rsidR="00720004">
              <w:t xml:space="preserve"> gesprek</w:t>
            </w:r>
          </w:p>
        </w:tc>
      </w:tr>
      <w:tr w:rsidR="00F72CCD" w14:paraId="35705A95" w14:textId="77777777" w:rsidTr="00F72CCD">
        <w:tc>
          <w:tcPr>
            <w:tcW w:w="2303" w:type="dxa"/>
          </w:tcPr>
          <w:p w14:paraId="35705A8C" w14:textId="77777777" w:rsidR="00F72CCD" w:rsidRDefault="00F72CCD">
            <w:r>
              <w:lastRenderedPageBreak/>
              <w:t>Irma</w:t>
            </w:r>
          </w:p>
        </w:tc>
        <w:tc>
          <w:tcPr>
            <w:tcW w:w="2303" w:type="dxa"/>
          </w:tcPr>
          <w:p w14:paraId="35705A8D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8E" w14:textId="77777777" w:rsidR="00F72CCD" w:rsidRDefault="00BC270F">
            <w:proofErr w:type="spellStart"/>
            <w:r>
              <w:t>Projectdag</w:t>
            </w:r>
            <w:proofErr w:type="spellEnd"/>
            <w:r>
              <w:t xml:space="preserve"> 1B</w:t>
            </w:r>
          </w:p>
        </w:tc>
        <w:tc>
          <w:tcPr>
            <w:tcW w:w="2732" w:type="dxa"/>
          </w:tcPr>
          <w:p w14:paraId="35705A8F" w14:textId="77777777" w:rsidR="00D51C9E" w:rsidRDefault="00D51C9E">
            <w:r>
              <w:t>11.00 -14.00</w:t>
            </w:r>
          </w:p>
          <w:p w14:paraId="35705A90" w14:textId="77777777" w:rsidR="00872689" w:rsidRDefault="00872689">
            <w:r>
              <w:t>Rondleiding Euroborg 1B</w:t>
            </w:r>
          </w:p>
          <w:p w14:paraId="35705A91" w14:textId="77777777" w:rsidR="00F72CCD" w:rsidRDefault="00F72CCD"/>
        </w:tc>
        <w:tc>
          <w:tcPr>
            <w:tcW w:w="2409" w:type="dxa"/>
          </w:tcPr>
          <w:p w14:paraId="35705A92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Boek H6</w:t>
            </w:r>
          </w:p>
          <w:p w14:paraId="35705A93" w14:textId="77777777" w:rsidR="00072EB6" w:rsidRDefault="00072EB6" w:rsidP="00072EB6">
            <w:r>
              <w:t>1B</w:t>
            </w:r>
            <w:r w:rsidR="00DF073C">
              <w:t xml:space="preserve"> </w:t>
            </w:r>
            <w:r w:rsidR="00DF073C" w:rsidRPr="00DF073C">
              <w:rPr>
                <w:shd w:val="clear" w:color="auto" w:fill="00B0F0"/>
              </w:rPr>
              <w:t>Toets H9-H10</w:t>
            </w:r>
          </w:p>
          <w:p w14:paraId="35705A94" w14:textId="77777777" w:rsidR="00F72CCD" w:rsidRDefault="00C44DBB" w:rsidP="00C11AE6">
            <w:proofErr w:type="spellStart"/>
            <w:r>
              <w:t>Slb</w:t>
            </w:r>
            <w:proofErr w:type="spellEnd"/>
            <w:r w:rsidR="00C11AE6">
              <w:t xml:space="preserve"> </w:t>
            </w:r>
            <w:proofErr w:type="spellStart"/>
            <w:r w:rsidR="00C11AE6">
              <w:t>Individule</w:t>
            </w:r>
            <w:proofErr w:type="spellEnd"/>
            <w:r w:rsidR="00C11AE6">
              <w:t xml:space="preserve"> gesprek</w:t>
            </w:r>
          </w:p>
        </w:tc>
      </w:tr>
      <w:tr w:rsidR="00F72CCD" w14:paraId="35705A9D" w14:textId="77777777" w:rsidTr="00F72CCD">
        <w:tc>
          <w:tcPr>
            <w:tcW w:w="2303" w:type="dxa"/>
          </w:tcPr>
          <w:p w14:paraId="35705A96" w14:textId="77777777" w:rsidR="00F72CCD" w:rsidRDefault="00F72CCD">
            <w:proofErr w:type="spellStart"/>
            <w:r>
              <w:t>Gertina</w:t>
            </w:r>
            <w:proofErr w:type="spellEnd"/>
          </w:p>
        </w:tc>
        <w:tc>
          <w:tcPr>
            <w:tcW w:w="2303" w:type="dxa"/>
          </w:tcPr>
          <w:p w14:paraId="35705A97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98" w14:textId="77777777" w:rsidR="00F72CCD" w:rsidRDefault="00BC270F">
            <w:proofErr w:type="spellStart"/>
            <w:r>
              <w:t>Projectdag</w:t>
            </w:r>
            <w:proofErr w:type="spellEnd"/>
            <w:r>
              <w:t xml:space="preserve"> 1C</w:t>
            </w:r>
          </w:p>
        </w:tc>
        <w:tc>
          <w:tcPr>
            <w:tcW w:w="2732" w:type="dxa"/>
          </w:tcPr>
          <w:p w14:paraId="35705A99" w14:textId="77777777" w:rsidR="00F72CCD" w:rsidRDefault="00D51C9E" w:rsidP="00D51C9E">
            <w:r>
              <w:t>….?</w:t>
            </w:r>
          </w:p>
        </w:tc>
        <w:tc>
          <w:tcPr>
            <w:tcW w:w="2409" w:type="dxa"/>
          </w:tcPr>
          <w:p w14:paraId="35705A9A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Boek H6</w:t>
            </w:r>
          </w:p>
          <w:p w14:paraId="35705A9B" w14:textId="77777777" w:rsidR="00072EB6" w:rsidRDefault="00072EB6" w:rsidP="00072EB6">
            <w:r>
              <w:t>1C</w:t>
            </w:r>
            <w:r w:rsidR="00DF073C">
              <w:t xml:space="preserve"> </w:t>
            </w:r>
            <w:r w:rsidR="00DF073C" w:rsidRPr="00DF073C">
              <w:rPr>
                <w:shd w:val="clear" w:color="auto" w:fill="00B0F0"/>
              </w:rPr>
              <w:t>Toets H9-H10</w:t>
            </w:r>
          </w:p>
          <w:p w14:paraId="35705A9C" w14:textId="77777777" w:rsidR="00F72CCD" w:rsidRDefault="00C44DBB" w:rsidP="00C44DBB">
            <w:proofErr w:type="spellStart"/>
            <w:r>
              <w:t>Slb</w:t>
            </w:r>
            <w:proofErr w:type="spellEnd"/>
            <w:r w:rsidR="00C11AE6">
              <w:t xml:space="preserve"> </w:t>
            </w:r>
            <w:proofErr w:type="spellStart"/>
            <w:r w:rsidR="00C11AE6">
              <w:t>Individule</w:t>
            </w:r>
            <w:proofErr w:type="spellEnd"/>
            <w:r w:rsidR="00C11AE6">
              <w:t xml:space="preserve"> gesprek</w:t>
            </w:r>
          </w:p>
        </w:tc>
      </w:tr>
      <w:tr w:rsidR="00F72CCD" w14:paraId="35705AA6" w14:textId="77777777" w:rsidTr="00A7054D">
        <w:tc>
          <w:tcPr>
            <w:tcW w:w="2303" w:type="dxa"/>
          </w:tcPr>
          <w:p w14:paraId="35705A9E" w14:textId="77777777" w:rsidR="00F72CCD" w:rsidRPr="00057767" w:rsidRDefault="00F72CCD">
            <w:pPr>
              <w:rPr>
                <w:b/>
              </w:rPr>
            </w:pPr>
            <w:r w:rsidRPr="00057767">
              <w:rPr>
                <w:b/>
                <w:color w:val="FF0000"/>
              </w:rPr>
              <w:t>Week 45</w:t>
            </w:r>
          </w:p>
        </w:tc>
        <w:tc>
          <w:tcPr>
            <w:tcW w:w="2303" w:type="dxa"/>
          </w:tcPr>
          <w:p w14:paraId="35705A9F" w14:textId="77777777" w:rsidR="00F72CCD" w:rsidRDefault="00F72CCD"/>
        </w:tc>
        <w:tc>
          <w:tcPr>
            <w:tcW w:w="2732" w:type="dxa"/>
          </w:tcPr>
          <w:p w14:paraId="35705AA0" w14:textId="77777777" w:rsidR="00F72CCD" w:rsidRDefault="00F72CCD"/>
        </w:tc>
        <w:tc>
          <w:tcPr>
            <w:tcW w:w="2409" w:type="dxa"/>
            <w:shd w:val="clear" w:color="auto" w:fill="FFFF00"/>
          </w:tcPr>
          <w:p w14:paraId="35705AA1" w14:textId="77777777" w:rsidR="00C11AE6" w:rsidRDefault="00C11AE6">
            <w:pPr>
              <w:rPr>
                <w:sz w:val="24"/>
                <w:szCs w:val="24"/>
              </w:rPr>
            </w:pPr>
            <w:r w:rsidRPr="00BE696F">
              <w:rPr>
                <w:sz w:val="24"/>
                <w:szCs w:val="24"/>
              </w:rPr>
              <w:t>voorlichting seksuele diversiteit</w:t>
            </w:r>
            <w:r>
              <w:rPr>
                <w:sz w:val="24"/>
                <w:szCs w:val="24"/>
              </w:rPr>
              <w:t xml:space="preserve"> tijden</w:t>
            </w:r>
          </w:p>
          <w:p w14:paraId="35705AA2" w14:textId="77777777" w:rsidR="00C11A42" w:rsidRDefault="00C11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08.30- 10.30</w:t>
            </w:r>
          </w:p>
          <w:p w14:paraId="35705AA3" w14:textId="77777777" w:rsidR="00C11A42" w:rsidRDefault="00C11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10.30 – </w:t>
            </w:r>
            <w:r w:rsidR="00C11AE6">
              <w:rPr>
                <w:sz w:val="24"/>
                <w:szCs w:val="24"/>
              </w:rPr>
              <w:t>12.30</w:t>
            </w:r>
          </w:p>
          <w:p w14:paraId="35705AA4" w14:textId="77777777" w:rsidR="00C11A42" w:rsidRDefault="00C11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</w:t>
            </w:r>
            <w:r w:rsidR="00C11AE6">
              <w:rPr>
                <w:sz w:val="24"/>
                <w:szCs w:val="24"/>
              </w:rPr>
              <w:t>- 14.30</w:t>
            </w:r>
          </w:p>
          <w:p w14:paraId="35705AA5" w14:textId="77777777" w:rsidR="00F72CCD" w:rsidRDefault="00F72CCD"/>
        </w:tc>
      </w:tr>
      <w:tr w:rsidR="00F72CCD" w14:paraId="35705AAF" w14:textId="77777777" w:rsidTr="00F72CCD">
        <w:tc>
          <w:tcPr>
            <w:tcW w:w="2303" w:type="dxa"/>
          </w:tcPr>
          <w:p w14:paraId="35705AA7" w14:textId="77777777" w:rsidR="00F72CCD" w:rsidRDefault="00F72CCD">
            <w:r>
              <w:t>Sandra</w:t>
            </w:r>
          </w:p>
        </w:tc>
        <w:tc>
          <w:tcPr>
            <w:tcW w:w="2303" w:type="dxa"/>
          </w:tcPr>
          <w:p w14:paraId="35705AA8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A9" w14:textId="77777777" w:rsidR="00DF073C" w:rsidRDefault="00646192">
            <w:r>
              <w:t>Carrousel 1B</w:t>
            </w:r>
          </w:p>
        </w:tc>
        <w:tc>
          <w:tcPr>
            <w:tcW w:w="2732" w:type="dxa"/>
          </w:tcPr>
          <w:p w14:paraId="35705AAA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Boek H6</w:t>
            </w:r>
          </w:p>
          <w:p w14:paraId="35705AAB" w14:textId="77777777" w:rsidR="00F72CCD" w:rsidRDefault="00E572BA">
            <w:r>
              <w:t>Carrousel Keuken 1C</w:t>
            </w:r>
          </w:p>
        </w:tc>
        <w:tc>
          <w:tcPr>
            <w:tcW w:w="2409" w:type="dxa"/>
          </w:tcPr>
          <w:p w14:paraId="35705AAC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aftekenen/inleveren</w:t>
            </w:r>
          </w:p>
          <w:p w14:paraId="35705AAD" w14:textId="77777777" w:rsidR="00072EB6" w:rsidRDefault="00072EB6" w:rsidP="00072EB6">
            <w:r>
              <w:t>1A</w:t>
            </w:r>
            <w:r w:rsidR="00F817DE">
              <w:t xml:space="preserve"> </w:t>
            </w:r>
            <w:r w:rsidR="00DF073C" w:rsidRPr="00DF073C">
              <w:rPr>
                <w:shd w:val="clear" w:color="auto" w:fill="00B0F0"/>
              </w:rPr>
              <w:t>Toets H16 t/m 18</w:t>
            </w:r>
          </w:p>
          <w:p w14:paraId="35705AAE" w14:textId="77777777" w:rsidR="00C44DBB" w:rsidRDefault="00C44DBB"/>
        </w:tc>
      </w:tr>
      <w:tr w:rsidR="00F72CCD" w14:paraId="35705AB8" w14:textId="77777777" w:rsidTr="00F72CCD">
        <w:tc>
          <w:tcPr>
            <w:tcW w:w="2303" w:type="dxa"/>
          </w:tcPr>
          <w:p w14:paraId="35705AB0" w14:textId="77777777" w:rsidR="00F72CCD" w:rsidRDefault="00F72CCD">
            <w:r>
              <w:t>Irma</w:t>
            </w:r>
          </w:p>
        </w:tc>
        <w:tc>
          <w:tcPr>
            <w:tcW w:w="2303" w:type="dxa"/>
          </w:tcPr>
          <w:p w14:paraId="35705AB1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B2" w14:textId="77777777" w:rsidR="00DF073C" w:rsidRDefault="00646192">
            <w:r>
              <w:t>Carrousel 1C</w:t>
            </w:r>
          </w:p>
        </w:tc>
        <w:tc>
          <w:tcPr>
            <w:tcW w:w="2732" w:type="dxa"/>
          </w:tcPr>
          <w:p w14:paraId="35705AB3" w14:textId="77777777" w:rsidR="00C44DBB" w:rsidRDefault="00C44DBB">
            <w:proofErr w:type="spellStart"/>
            <w:r>
              <w:t>Slb</w:t>
            </w:r>
            <w:proofErr w:type="spellEnd"/>
            <w:r>
              <w:t xml:space="preserve"> Boek H6</w:t>
            </w:r>
          </w:p>
          <w:p w14:paraId="35705AB4" w14:textId="77777777" w:rsidR="00F72CCD" w:rsidRDefault="00E572BA">
            <w:r>
              <w:t>Carrousel Schoonmaken 1A</w:t>
            </w:r>
          </w:p>
        </w:tc>
        <w:tc>
          <w:tcPr>
            <w:tcW w:w="2409" w:type="dxa"/>
          </w:tcPr>
          <w:p w14:paraId="35705AB5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aftekenen/inleveren</w:t>
            </w:r>
          </w:p>
          <w:p w14:paraId="35705AB6" w14:textId="77777777" w:rsidR="00072EB6" w:rsidRDefault="00072EB6" w:rsidP="00072EB6">
            <w:r>
              <w:t>1B</w:t>
            </w:r>
            <w:r w:rsidR="00DF073C">
              <w:t xml:space="preserve"> </w:t>
            </w:r>
            <w:r w:rsidR="00DF073C" w:rsidRPr="00DF073C">
              <w:rPr>
                <w:shd w:val="clear" w:color="auto" w:fill="00B0F0"/>
              </w:rPr>
              <w:t>Toets H16 t/m 18</w:t>
            </w:r>
          </w:p>
          <w:p w14:paraId="35705AB7" w14:textId="77777777" w:rsidR="00C44DBB" w:rsidRDefault="00C44DBB" w:rsidP="00C44DBB"/>
        </w:tc>
      </w:tr>
      <w:tr w:rsidR="00F72CCD" w14:paraId="35705AC1" w14:textId="77777777" w:rsidTr="00F72CCD">
        <w:tc>
          <w:tcPr>
            <w:tcW w:w="2303" w:type="dxa"/>
          </w:tcPr>
          <w:p w14:paraId="35705AB9" w14:textId="77777777" w:rsidR="00F72CCD" w:rsidRDefault="00F72CCD">
            <w:proofErr w:type="spellStart"/>
            <w:r>
              <w:t>Gertina</w:t>
            </w:r>
            <w:proofErr w:type="spellEnd"/>
          </w:p>
        </w:tc>
        <w:tc>
          <w:tcPr>
            <w:tcW w:w="2303" w:type="dxa"/>
          </w:tcPr>
          <w:p w14:paraId="35705ABA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weekend</w:t>
            </w:r>
          </w:p>
          <w:p w14:paraId="35705ABB" w14:textId="77777777" w:rsidR="00DF073C" w:rsidRDefault="00646192">
            <w:r>
              <w:t>Carrousel 1A</w:t>
            </w:r>
          </w:p>
        </w:tc>
        <w:tc>
          <w:tcPr>
            <w:tcW w:w="2732" w:type="dxa"/>
          </w:tcPr>
          <w:p w14:paraId="35705ABC" w14:textId="77777777" w:rsidR="00C44DBB" w:rsidRDefault="00C44DBB">
            <w:proofErr w:type="spellStart"/>
            <w:r>
              <w:t>Slb</w:t>
            </w:r>
            <w:proofErr w:type="spellEnd"/>
            <w:r>
              <w:t xml:space="preserve"> Boek H6</w:t>
            </w:r>
          </w:p>
          <w:p w14:paraId="35705ABD" w14:textId="77777777" w:rsidR="00F72CCD" w:rsidRDefault="00E572BA">
            <w:r>
              <w:t>Carrousel Serveren 1B</w:t>
            </w:r>
          </w:p>
        </w:tc>
        <w:tc>
          <w:tcPr>
            <w:tcW w:w="2409" w:type="dxa"/>
          </w:tcPr>
          <w:p w14:paraId="35705ABE" w14:textId="77777777" w:rsidR="00C44DBB" w:rsidRDefault="00C44DBB" w:rsidP="00C44DBB">
            <w:proofErr w:type="spellStart"/>
            <w:r>
              <w:t>Slb</w:t>
            </w:r>
            <w:proofErr w:type="spellEnd"/>
            <w:r>
              <w:t xml:space="preserve"> aftekenen/inleveren</w:t>
            </w:r>
          </w:p>
          <w:p w14:paraId="35705ABF" w14:textId="77777777" w:rsidR="00072EB6" w:rsidRDefault="00072EB6" w:rsidP="00072EB6">
            <w:r>
              <w:t>1C</w:t>
            </w:r>
            <w:r w:rsidR="00DF073C">
              <w:t xml:space="preserve"> </w:t>
            </w:r>
            <w:r w:rsidR="00DF073C" w:rsidRPr="00DF073C">
              <w:rPr>
                <w:shd w:val="clear" w:color="auto" w:fill="00B0F0"/>
              </w:rPr>
              <w:t>Toets H16 t/m 18</w:t>
            </w:r>
          </w:p>
          <w:p w14:paraId="35705AC0" w14:textId="77777777" w:rsidR="00C44DBB" w:rsidRDefault="00C44DBB"/>
        </w:tc>
      </w:tr>
      <w:tr w:rsidR="00F72CCD" w14:paraId="35705AC6" w14:textId="77777777" w:rsidTr="00F72CCD">
        <w:tc>
          <w:tcPr>
            <w:tcW w:w="2303" w:type="dxa"/>
          </w:tcPr>
          <w:p w14:paraId="35705AC2" w14:textId="77777777" w:rsidR="00F72CCD" w:rsidRDefault="00F72CCD"/>
        </w:tc>
        <w:tc>
          <w:tcPr>
            <w:tcW w:w="2303" w:type="dxa"/>
          </w:tcPr>
          <w:p w14:paraId="35705AC3" w14:textId="77777777" w:rsidR="00F72CCD" w:rsidRDefault="00F72CCD"/>
        </w:tc>
        <w:tc>
          <w:tcPr>
            <w:tcW w:w="2732" w:type="dxa"/>
          </w:tcPr>
          <w:p w14:paraId="35705AC4" w14:textId="77777777" w:rsidR="00F72CCD" w:rsidRDefault="00F72CCD"/>
        </w:tc>
        <w:tc>
          <w:tcPr>
            <w:tcW w:w="2409" w:type="dxa"/>
          </w:tcPr>
          <w:p w14:paraId="35705AC5" w14:textId="77777777" w:rsidR="00F72CCD" w:rsidRDefault="00F72CCD"/>
        </w:tc>
      </w:tr>
      <w:tr w:rsidR="00F72CCD" w14:paraId="35705ACB" w14:textId="77777777" w:rsidTr="00F72CCD">
        <w:tc>
          <w:tcPr>
            <w:tcW w:w="2303" w:type="dxa"/>
          </w:tcPr>
          <w:p w14:paraId="35705AC7" w14:textId="77777777" w:rsidR="00F72CCD" w:rsidRPr="00057767" w:rsidRDefault="00F72CCD">
            <w:pPr>
              <w:rPr>
                <w:b/>
              </w:rPr>
            </w:pPr>
            <w:r w:rsidRPr="00057767">
              <w:rPr>
                <w:b/>
                <w:color w:val="FF0000"/>
              </w:rPr>
              <w:t>Week 46</w:t>
            </w:r>
          </w:p>
        </w:tc>
        <w:tc>
          <w:tcPr>
            <w:tcW w:w="2303" w:type="dxa"/>
          </w:tcPr>
          <w:p w14:paraId="35705AC8" w14:textId="77777777" w:rsidR="00F72CCD" w:rsidRDefault="00F72CCD"/>
        </w:tc>
        <w:tc>
          <w:tcPr>
            <w:tcW w:w="2732" w:type="dxa"/>
          </w:tcPr>
          <w:p w14:paraId="35705AC9" w14:textId="77777777" w:rsidR="00F72CCD" w:rsidRDefault="00F72CCD"/>
        </w:tc>
        <w:tc>
          <w:tcPr>
            <w:tcW w:w="2409" w:type="dxa"/>
          </w:tcPr>
          <w:p w14:paraId="35705ACA" w14:textId="77777777" w:rsidR="00F72CCD" w:rsidRDefault="00F72CCD"/>
        </w:tc>
      </w:tr>
      <w:tr w:rsidR="00F72CCD" w14:paraId="35705ACE" w14:textId="77777777" w:rsidTr="0077516D">
        <w:tc>
          <w:tcPr>
            <w:tcW w:w="2303" w:type="dxa"/>
          </w:tcPr>
          <w:p w14:paraId="35705ACC" w14:textId="77777777" w:rsidR="00F72CCD" w:rsidRDefault="00F72CCD"/>
        </w:tc>
        <w:tc>
          <w:tcPr>
            <w:tcW w:w="7444" w:type="dxa"/>
            <w:gridSpan w:val="3"/>
          </w:tcPr>
          <w:p w14:paraId="35705ACD" w14:textId="77777777" w:rsidR="00F72CCD" w:rsidRDefault="00F72CCD">
            <w:r>
              <w:t xml:space="preserve">Bufferweek </w:t>
            </w:r>
          </w:p>
        </w:tc>
      </w:tr>
    </w:tbl>
    <w:p w14:paraId="35705ACF" w14:textId="77777777" w:rsidR="00FB1628" w:rsidRDefault="00FB1628"/>
    <w:p w14:paraId="35705AD0" w14:textId="77777777" w:rsidR="007D36A1" w:rsidRDefault="007D36A1"/>
    <w:sectPr w:rsidR="007D3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114F"/>
    <w:multiLevelType w:val="hybridMultilevel"/>
    <w:tmpl w:val="3264B558"/>
    <w:lvl w:ilvl="0" w:tplc="859667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CCD"/>
    <w:rsid w:val="00027B5F"/>
    <w:rsid w:val="00057767"/>
    <w:rsid w:val="00072024"/>
    <w:rsid w:val="00072EB6"/>
    <w:rsid w:val="000E58BD"/>
    <w:rsid w:val="001708F9"/>
    <w:rsid w:val="00171F3C"/>
    <w:rsid w:val="00280BA8"/>
    <w:rsid w:val="002D0056"/>
    <w:rsid w:val="002F7AC5"/>
    <w:rsid w:val="00536C45"/>
    <w:rsid w:val="00555723"/>
    <w:rsid w:val="00593DFB"/>
    <w:rsid w:val="005E2166"/>
    <w:rsid w:val="00646192"/>
    <w:rsid w:val="00677A62"/>
    <w:rsid w:val="006A3B12"/>
    <w:rsid w:val="006F5D49"/>
    <w:rsid w:val="00720004"/>
    <w:rsid w:val="0077516D"/>
    <w:rsid w:val="007D36A1"/>
    <w:rsid w:val="00872689"/>
    <w:rsid w:val="009E1F75"/>
    <w:rsid w:val="00A7054D"/>
    <w:rsid w:val="00A729A3"/>
    <w:rsid w:val="00B65F5C"/>
    <w:rsid w:val="00BC270F"/>
    <w:rsid w:val="00C11A42"/>
    <w:rsid w:val="00C11AE6"/>
    <w:rsid w:val="00C44DBB"/>
    <w:rsid w:val="00C918DB"/>
    <w:rsid w:val="00D51C9E"/>
    <w:rsid w:val="00DB055A"/>
    <w:rsid w:val="00DF073C"/>
    <w:rsid w:val="00E02B47"/>
    <w:rsid w:val="00E1103A"/>
    <w:rsid w:val="00E31AE8"/>
    <w:rsid w:val="00E572BA"/>
    <w:rsid w:val="00EC7710"/>
    <w:rsid w:val="00F66618"/>
    <w:rsid w:val="00F72CCD"/>
    <w:rsid w:val="00F817DE"/>
    <w:rsid w:val="00FB1628"/>
    <w:rsid w:val="00FE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5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2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726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2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72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2" ma:contentTypeDescription="Een nieuw document maken." ma:contentTypeScope="" ma:versionID="cb80df18fb651b4049800d09f9c1c6fc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501d837ee4e3bdd6c4aa2be629864fc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22E322-3CCD-49BB-906B-7DC7D82C8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337607-8212-4BBA-AE33-2F1EB81A75D2}">
  <ds:schemaRefs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06f2713d-9af9-4761-9453-5da2c7a8af77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36527E-CEF8-4D41-9F89-72412FDFC3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2AE4F1C6</Template>
  <TotalTime>0</TotalTime>
  <Pages>2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 Corovic</dc:creator>
  <cp:lastModifiedBy>J.H.F. Plas-Waarsing</cp:lastModifiedBy>
  <cp:revision>2</cp:revision>
  <dcterms:created xsi:type="dcterms:W3CDTF">2017-03-13T09:18:00Z</dcterms:created>
  <dcterms:modified xsi:type="dcterms:W3CDTF">2017-03-13T09:18:00Z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