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19"/>
        <w:gridCol w:w="3267"/>
        <w:gridCol w:w="6804"/>
        <w:gridCol w:w="2798"/>
      </w:tblGrid>
      <w:tr w:rsidR="00643F00" w:rsidRPr="00643F00" w:rsidTr="00643F00">
        <w:trPr>
          <w:trHeight w:val="1104"/>
        </w:trPr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CCCC"/>
            <w:vAlign w:val="center"/>
            <w:hideMark/>
          </w:tcPr>
          <w:p w:rsidR="00643F00" w:rsidRDefault="00643F00" w:rsidP="00643F00">
            <w:r w:rsidRPr="00643F00">
              <w:fldChar w:fldCharType="begin"/>
            </w:r>
            <w:r w:rsidRPr="00643F00">
              <w:instrText xml:space="preserve"> HYPERLINK "javascript:offerte_set_sort('aantal');" </w:instrText>
            </w:r>
            <w:r w:rsidRPr="00643F00">
              <w:fldChar w:fldCharType="separate"/>
            </w:r>
            <w:r w:rsidRPr="00643F00">
              <w:fldChar w:fldCharType="end"/>
            </w:r>
          </w:p>
          <w:p w:rsidR="00643F00" w:rsidRDefault="00643F00" w:rsidP="00643F00">
            <w:pPr>
              <w:rPr>
                <w:b/>
              </w:rPr>
            </w:pPr>
            <w:r w:rsidRPr="00643F00">
              <w:rPr>
                <w:b/>
              </w:rPr>
              <w:t>Plantlijst 21-40</w:t>
            </w:r>
            <w:r>
              <w:rPr>
                <w:b/>
              </w:rPr>
              <w:t xml:space="preserve"> </w:t>
            </w:r>
          </w:p>
          <w:p w:rsidR="00643F00" w:rsidRPr="00643F00" w:rsidRDefault="00643F00" w:rsidP="00643F00">
            <w:r w:rsidRPr="00643F00">
              <w:rPr>
                <w:b/>
              </w:rPr>
              <w:t>Schooltuin, heesters</w:t>
            </w:r>
          </w:p>
        </w:tc>
        <w:tc>
          <w:tcPr>
            <w:tcW w:w="11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CCCC"/>
            <w:vAlign w:val="center"/>
            <w:hideMark/>
          </w:tcPr>
          <w:p w:rsidR="00643F00" w:rsidRPr="00643F00" w:rsidRDefault="00643F00" w:rsidP="00643F00">
            <w:hyperlink r:id="rId4" w:history="1">
              <w:r w:rsidRPr="00643F00">
                <w:rPr>
                  <w:rStyle w:val="Hyperlink"/>
                </w:rPr>
                <w:t>Botanische/Latijnse naam </w:t>
              </w:r>
            </w:hyperlink>
            <w:r w:rsidRPr="00643F00">
              <w:br/>
              <w:t>Nederlandse naam</w:t>
            </w:r>
          </w:p>
        </w:tc>
        <w:tc>
          <w:tcPr>
            <w:tcW w:w="24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CCCC"/>
          </w:tcPr>
          <w:p w:rsidR="00643F00" w:rsidRDefault="00643F00" w:rsidP="00643F00"/>
          <w:p w:rsidR="00643F00" w:rsidRPr="00643F00" w:rsidRDefault="00643F00" w:rsidP="00643F00">
            <w:r>
              <w:t>Hoogte</w:t>
            </w:r>
            <w:r>
              <w:t xml:space="preserve">  </w:t>
            </w:r>
            <w:r>
              <w:t>Bloeitijd</w:t>
            </w:r>
            <w:r>
              <w:t xml:space="preserve">  </w:t>
            </w:r>
            <w:r>
              <w:t>Bloemkleur</w:t>
            </w:r>
            <w:r>
              <w:t xml:space="preserve"> Vocht  Bodem Licht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CCCC"/>
          </w:tcPr>
          <w:p w:rsidR="00643F00" w:rsidRDefault="00643F00" w:rsidP="00643F00"/>
          <w:p w:rsidR="00643F00" w:rsidRDefault="00643F00" w:rsidP="00643F00">
            <w:r>
              <w:t>Betekenis van de Latijnse soortnaam</w:t>
            </w:r>
          </w:p>
        </w:tc>
      </w:tr>
      <w:tr w:rsidR="00643F00" w:rsidRPr="00643F00" w:rsidTr="00643F00"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F00" w:rsidRPr="00643F00" w:rsidRDefault="00643F00" w:rsidP="00643F00">
            <w:r w:rsidRPr="00643F00">
              <w:t>21  </w:t>
            </w:r>
          </w:p>
        </w:tc>
        <w:tc>
          <w:tcPr>
            <w:tcW w:w="11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43F00" w:rsidRPr="00643F00" w:rsidRDefault="00643F00" w:rsidP="00643F00">
            <w:proofErr w:type="spellStart"/>
            <w:r w:rsidRPr="00643F00">
              <w:t>Callicarpa</w:t>
            </w:r>
            <w:proofErr w:type="spellEnd"/>
            <w:r w:rsidRPr="00643F00">
              <w:t xml:space="preserve"> </w:t>
            </w:r>
            <w:proofErr w:type="spellStart"/>
            <w:r w:rsidRPr="00643F00">
              <w:t>bodinieri</w:t>
            </w:r>
            <w:proofErr w:type="spellEnd"/>
            <w:r w:rsidRPr="00643F00">
              <w:t xml:space="preserve"> ‘</w:t>
            </w:r>
            <w:proofErr w:type="spellStart"/>
            <w:r w:rsidRPr="00643F00">
              <w:t>Profusion</w:t>
            </w:r>
            <w:proofErr w:type="spellEnd"/>
            <w:r w:rsidRPr="00643F00">
              <w:t>’</w:t>
            </w:r>
          </w:p>
          <w:p w:rsidR="00643F00" w:rsidRDefault="00643F00" w:rsidP="00643F00">
            <w:r w:rsidRPr="00643F00">
              <w:t>Schoonvrucht</w:t>
            </w:r>
          </w:p>
          <w:p w:rsidR="00643F00" w:rsidRPr="00643F00" w:rsidRDefault="00643F00" w:rsidP="00643F00"/>
        </w:tc>
        <w:tc>
          <w:tcPr>
            <w:tcW w:w="24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43F00" w:rsidRPr="00643F00" w:rsidRDefault="00643F00" w:rsidP="00643F00"/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43F00" w:rsidRPr="00643F00" w:rsidRDefault="00643F00" w:rsidP="00643F00"/>
        </w:tc>
      </w:tr>
      <w:tr w:rsidR="00643F00" w:rsidRPr="00643F00" w:rsidTr="00643F00"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F00" w:rsidRPr="00643F00" w:rsidRDefault="00643F00" w:rsidP="00643F00">
            <w:r w:rsidRPr="00643F00">
              <w:t>22  </w:t>
            </w:r>
          </w:p>
        </w:tc>
        <w:tc>
          <w:tcPr>
            <w:tcW w:w="11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43F00" w:rsidRPr="00643F00" w:rsidRDefault="00643F00" w:rsidP="00643F00">
            <w:proofErr w:type="spellStart"/>
            <w:r w:rsidRPr="00643F00">
              <w:t>Euonymus</w:t>
            </w:r>
            <w:proofErr w:type="spellEnd"/>
            <w:r w:rsidRPr="00643F00">
              <w:t xml:space="preserve"> </w:t>
            </w:r>
            <w:proofErr w:type="spellStart"/>
            <w:r w:rsidRPr="00643F00">
              <w:t>vegetus</w:t>
            </w:r>
            <w:proofErr w:type="spellEnd"/>
            <w:r w:rsidRPr="00643F00">
              <w:t xml:space="preserve"> </w:t>
            </w:r>
          </w:p>
          <w:p w:rsidR="00643F00" w:rsidRDefault="00643F00" w:rsidP="00643F00">
            <w:r w:rsidRPr="00643F00">
              <w:t>Kardinaalsmuts</w:t>
            </w:r>
          </w:p>
          <w:p w:rsidR="00643F00" w:rsidRPr="00643F00" w:rsidRDefault="00643F00" w:rsidP="00643F00"/>
        </w:tc>
        <w:tc>
          <w:tcPr>
            <w:tcW w:w="24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43F00" w:rsidRPr="00643F00" w:rsidRDefault="00643F00" w:rsidP="00643F00"/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43F00" w:rsidRPr="00643F00" w:rsidRDefault="00643F00" w:rsidP="00643F00"/>
        </w:tc>
      </w:tr>
      <w:tr w:rsidR="00643F00" w:rsidRPr="00643F00" w:rsidTr="00643F00"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F00" w:rsidRPr="00643F00" w:rsidRDefault="00643F00" w:rsidP="00643F00">
            <w:r w:rsidRPr="00643F00">
              <w:t>23  </w:t>
            </w:r>
          </w:p>
        </w:tc>
        <w:tc>
          <w:tcPr>
            <w:tcW w:w="11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43F00" w:rsidRPr="00643F00" w:rsidRDefault="00643F00" w:rsidP="00643F00">
            <w:proofErr w:type="spellStart"/>
            <w:r w:rsidRPr="00643F00">
              <w:t>Lonicera</w:t>
            </w:r>
            <w:proofErr w:type="spellEnd"/>
            <w:r w:rsidRPr="00643F00">
              <w:t xml:space="preserve"> </w:t>
            </w:r>
            <w:proofErr w:type="spellStart"/>
            <w:r w:rsidRPr="00643F00">
              <w:t>nitida</w:t>
            </w:r>
            <w:proofErr w:type="spellEnd"/>
            <w:r w:rsidRPr="00643F00">
              <w:t xml:space="preserve"> ‘Elegant’</w:t>
            </w:r>
          </w:p>
          <w:p w:rsidR="00643F00" w:rsidRDefault="00643F00" w:rsidP="00643F00">
            <w:r w:rsidRPr="00643F00">
              <w:t>Struikkamperfoelie</w:t>
            </w:r>
          </w:p>
          <w:p w:rsidR="00643F00" w:rsidRPr="00643F00" w:rsidRDefault="00643F00" w:rsidP="00643F00"/>
        </w:tc>
        <w:tc>
          <w:tcPr>
            <w:tcW w:w="24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43F00" w:rsidRPr="00643F00" w:rsidRDefault="00643F00" w:rsidP="00643F00"/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43F00" w:rsidRPr="00643F00" w:rsidRDefault="00643F00" w:rsidP="00643F00"/>
        </w:tc>
      </w:tr>
      <w:tr w:rsidR="00643F00" w:rsidRPr="00643F00" w:rsidTr="00643F00"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F00" w:rsidRPr="00643F00" w:rsidRDefault="00643F00" w:rsidP="00643F00">
            <w:r w:rsidRPr="00643F00">
              <w:t>24  </w:t>
            </w:r>
          </w:p>
        </w:tc>
        <w:tc>
          <w:tcPr>
            <w:tcW w:w="11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43F00" w:rsidRPr="00643F00" w:rsidRDefault="00643F00" w:rsidP="00643F00">
            <w:proofErr w:type="spellStart"/>
            <w:r w:rsidRPr="00643F00">
              <w:t>Mahonia</w:t>
            </w:r>
            <w:proofErr w:type="spellEnd"/>
            <w:r w:rsidRPr="00643F00">
              <w:t xml:space="preserve"> </w:t>
            </w:r>
            <w:proofErr w:type="spellStart"/>
            <w:r w:rsidRPr="00643F00">
              <w:t>bealei</w:t>
            </w:r>
            <w:proofErr w:type="spellEnd"/>
          </w:p>
          <w:p w:rsidR="00643F00" w:rsidRDefault="00643F00" w:rsidP="00643F00">
            <w:r w:rsidRPr="00643F00">
              <w:t>Mahoniestruik</w:t>
            </w:r>
          </w:p>
          <w:p w:rsidR="00643F00" w:rsidRPr="00643F00" w:rsidRDefault="00643F00" w:rsidP="00643F00"/>
        </w:tc>
        <w:tc>
          <w:tcPr>
            <w:tcW w:w="24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43F00" w:rsidRPr="00643F00" w:rsidRDefault="00643F00" w:rsidP="00643F00"/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43F00" w:rsidRPr="00643F00" w:rsidRDefault="00643F00" w:rsidP="00643F00"/>
        </w:tc>
      </w:tr>
      <w:tr w:rsidR="00643F00" w:rsidRPr="00643F00" w:rsidTr="00643F00"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F00" w:rsidRPr="00643F00" w:rsidRDefault="00643F00" w:rsidP="00643F00">
            <w:r w:rsidRPr="00643F00">
              <w:t>25  </w:t>
            </w:r>
          </w:p>
        </w:tc>
        <w:tc>
          <w:tcPr>
            <w:tcW w:w="11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43F00" w:rsidRPr="00643F00" w:rsidRDefault="00643F00" w:rsidP="00643F00">
            <w:proofErr w:type="spellStart"/>
            <w:r w:rsidRPr="00643F00">
              <w:t>Ilex</w:t>
            </w:r>
            <w:proofErr w:type="spellEnd"/>
            <w:r w:rsidRPr="00643F00">
              <w:t xml:space="preserve"> </w:t>
            </w:r>
            <w:proofErr w:type="spellStart"/>
            <w:r w:rsidRPr="00643F00">
              <w:t>crenata</w:t>
            </w:r>
            <w:proofErr w:type="spellEnd"/>
          </w:p>
          <w:p w:rsidR="00643F00" w:rsidRDefault="00643F00" w:rsidP="00643F00">
            <w:r w:rsidRPr="00643F00">
              <w:t>Japanse hulst</w:t>
            </w:r>
          </w:p>
          <w:p w:rsidR="00643F00" w:rsidRPr="00643F00" w:rsidRDefault="00643F00" w:rsidP="00643F00"/>
        </w:tc>
        <w:tc>
          <w:tcPr>
            <w:tcW w:w="24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43F00" w:rsidRPr="00643F00" w:rsidRDefault="00643F00" w:rsidP="00643F00"/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43F00" w:rsidRPr="00643F00" w:rsidRDefault="00643F00" w:rsidP="00643F00"/>
        </w:tc>
      </w:tr>
      <w:tr w:rsidR="00643F00" w:rsidRPr="00643F00" w:rsidTr="00643F00"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F00" w:rsidRPr="00643F00" w:rsidRDefault="00643F00" w:rsidP="00643F00">
            <w:r w:rsidRPr="00643F00">
              <w:t>26  </w:t>
            </w:r>
          </w:p>
        </w:tc>
        <w:tc>
          <w:tcPr>
            <w:tcW w:w="11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43F00" w:rsidRPr="00643F00" w:rsidRDefault="00643F00" w:rsidP="00643F00">
            <w:r w:rsidRPr="00643F00">
              <w:t xml:space="preserve">Buxus </w:t>
            </w:r>
            <w:proofErr w:type="spellStart"/>
            <w:r w:rsidRPr="00643F00">
              <w:t>sempervirens</w:t>
            </w:r>
            <w:proofErr w:type="spellEnd"/>
          </w:p>
          <w:p w:rsidR="00643F00" w:rsidRDefault="00643F00" w:rsidP="00643F00">
            <w:r w:rsidRPr="00643F00">
              <w:lastRenderedPageBreak/>
              <w:t>Palmboompje</w:t>
            </w:r>
          </w:p>
          <w:p w:rsidR="00643F00" w:rsidRPr="00643F00" w:rsidRDefault="00643F00" w:rsidP="00643F00"/>
        </w:tc>
        <w:tc>
          <w:tcPr>
            <w:tcW w:w="24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43F00" w:rsidRPr="00643F00" w:rsidRDefault="00643F00" w:rsidP="00643F00"/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43F00" w:rsidRPr="00643F00" w:rsidRDefault="00643F00" w:rsidP="00643F00"/>
        </w:tc>
      </w:tr>
      <w:tr w:rsidR="00643F00" w:rsidRPr="00643F00" w:rsidTr="00643F00"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F00" w:rsidRPr="00643F00" w:rsidRDefault="00643F00" w:rsidP="00643F00">
            <w:r w:rsidRPr="00643F00">
              <w:t>27  </w:t>
            </w:r>
          </w:p>
        </w:tc>
        <w:tc>
          <w:tcPr>
            <w:tcW w:w="11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43F00" w:rsidRDefault="00643F00" w:rsidP="00643F00">
            <w:proofErr w:type="spellStart"/>
            <w:r w:rsidRPr="00643F00">
              <w:t>Cytisus</w:t>
            </w:r>
            <w:proofErr w:type="spellEnd"/>
            <w:r w:rsidRPr="00643F00">
              <w:t xml:space="preserve"> praecox ‘Albus’</w:t>
            </w:r>
          </w:p>
          <w:p w:rsidR="00643F00" w:rsidRPr="00643F00" w:rsidRDefault="00643F00" w:rsidP="00643F00"/>
          <w:p w:rsidR="00643F00" w:rsidRPr="00643F00" w:rsidRDefault="00643F00" w:rsidP="00643F00">
            <w:r w:rsidRPr="00643F00">
              <w:t>geitenklaver</w:t>
            </w:r>
          </w:p>
        </w:tc>
        <w:tc>
          <w:tcPr>
            <w:tcW w:w="24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43F00" w:rsidRPr="00643F00" w:rsidRDefault="00643F00" w:rsidP="00643F00"/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43F00" w:rsidRPr="00643F00" w:rsidRDefault="00643F00" w:rsidP="00643F00"/>
        </w:tc>
      </w:tr>
      <w:tr w:rsidR="00643F00" w:rsidRPr="00643F00" w:rsidTr="00643F00"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F00" w:rsidRPr="00643F00" w:rsidRDefault="00643F00" w:rsidP="00643F00">
            <w:r w:rsidRPr="00643F00">
              <w:t>28  </w:t>
            </w:r>
          </w:p>
        </w:tc>
        <w:tc>
          <w:tcPr>
            <w:tcW w:w="11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43F00" w:rsidRPr="00643F00" w:rsidRDefault="00643F00" w:rsidP="00643F00">
            <w:proofErr w:type="spellStart"/>
            <w:r w:rsidRPr="00643F00">
              <w:t>Leucothoe</w:t>
            </w:r>
            <w:proofErr w:type="spellEnd"/>
            <w:r w:rsidRPr="00643F00">
              <w:t xml:space="preserve"> </w:t>
            </w:r>
            <w:proofErr w:type="spellStart"/>
            <w:r w:rsidRPr="00643F00">
              <w:t>walteri</w:t>
            </w:r>
            <w:proofErr w:type="spellEnd"/>
            <w:r w:rsidRPr="00643F00">
              <w:t xml:space="preserve"> ‘Rainbow’</w:t>
            </w:r>
          </w:p>
          <w:p w:rsidR="00643F00" w:rsidRDefault="00643F00" w:rsidP="00643F00">
            <w:r w:rsidRPr="00643F00">
              <w:t>Druifheide</w:t>
            </w:r>
          </w:p>
          <w:p w:rsidR="00643F00" w:rsidRPr="00643F00" w:rsidRDefault="00643F00" w:rsidP="00643F00"/>
        </w:tc>
        <w:tc>
          <w:tcPr>
            <w:tcW w:w="24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43F00" w:rsidRPr="00643F00" w:rsidRDefault="00643F00" w:rsidP="00643F00"/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43F00" w:rsidRPr="00643F00" w:rsidRDefault="00643F00" w:rsidP="00643F00"/>
        </w:tc>
      </w:tr>
      <w:tr w:rsidR="00643F00" w:rsidRPr="00643F00" w:rsidTr="00643F00"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F00" w:rsidRPr="00643F00" w:rsidRDefault="00643F00" w:rsidP="00643F00">
            <w:r w:rsidRPr="00643F00">
              <w:t>29  </w:t>
            </w:r>
          </w:p>
        </w:tc>
        <w:tc>
          <w:tcPr>
            <w:tcW w:w="11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43F00" w:rsidRPr="00643F00" w:rsidRDefault="00643F00" w:rsidP="00643F00">
            <w:proofErr w:type="spellStart"/>
            <w:r w:rsidRPr="00643F00">
              <w:t>Potentilla</w:t>
            </w:r>
            <w:proofErr w:type="spellEnd"/>
            <w:r w:rsidRPr="00643F00">
              <w:t xml:space="preserve"> </w:t>
            </w:r>
            <w:proofErr w:type="spellStart"/>
            <w:r w:rsidRPr="00643F00">
              <w:t>fruticosa</w:t>
            </w:r>
            <w:proofErr w:type="spellEnd"/>
            <w:r w:rsidRPr="00643F00">
              <w:t xml:space="preserve"> ‘</w:t>
            </w:r>
            <w:proofErr w:type="spellStart"/>
            <w:r w:rsidRPr="00643F00">
              <w:t>Goldfinger</w:t>
            </w:r>
            <w:proofErr w:type="spellEnd"/>
            <w:r w:rsidRPr="00643F00">
              <w:t>'</w:t>
            </w:r>
          </w:p>
          <w:p w:rsidR="00643F00" w:rsidRDefault="00643F00" w:rsidP="00643F00">
            <w:r w:rsidRPr="00643F00">
              <w:t>Ganzerik</w:t>
            </w:r>
          </w:p>
          <w:p w:rsidR="00643F00" w:rsidRPr="00643F00" w:rsidRDefault="00643F00" w:rsidP="00643F00"/>
        </w:tc>
        <w:tc>
          <w:tcPr>
            <w:tcW w:w="24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43F00" w:rsidRPr="00643F00" w:rsidRDefault="00643F00" w:rsidP="00643F00"/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43F00" w:rsidRPr="00643F00" w:rsidRDefault="00643F00" w:rsidP="00643F00"/>
        </w:tc>
      </w:tr>
      <w:tr w:rsidR="00643F00" w:rsidRPr="00643F00" w:rsidTr="00643F00"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F00" w:rsidRPr="00643F00" w:rsidRDefault="00643F00" w:rsidP="00643F00">
            <w:r w:rsidRPr="00643F00">
              <w:t>30  </w:t>
            </w:r>
          </w:p>
        </w:tc>
        <w:tc>
          <w:tcPr>
            <w:tcW w:w="11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43F00" w:rsidRPr="00643F00" w:rsidRDefault="00643F00" w:rsidP="00643F00">
            <w:proofErr w:type="spellStart"/>
            <w:r w:rsidRPr="00643F00">
              <w:t>Salix</w:t>
            </w:r>
            <w:proofErr w:type="spellEnd"/>
            <w:r w:rsidRPr="00643F00">
              <w:t xml:space="preserve"> </w:t>
            </w:r>
            <w:proofErr w:type="spellStart"/>
            <w:r w:rsidRPr="00643F00">
              <w:t>repens</w:t>
            </w:r>
            <w:proofErr w:type="spellEnd"/>
          </w:p>
          <w:p w:rsidR="00643F00" w:rsidRDefault="00643F00" w:rsidP="00643F00">
            <w:r w:rsidRPr="00643F00">
              <w:t>Kruipwilg</w:t>
            </w:r>
          </w:p>
          <w:p w:rsidR="00643F00" w:rsidRPr="00643F00" w:rsidRDefault="00643F00" w:rsidP="00643F00"/>
        </w:tc>
        <w:tc>
          <w:tcPr>
            <w:tcW w:w="24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43F00" w:rsidRPr="00643F00" w:rsidRDefault="00643F00" w:rsidP="00643F00"/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43F00" w:rsidRPr="00643F00" w:rsidRDefault="00643F00" w:rsidP="00643F00"/>
        </w:tc>
      </w:tr>
      <w:tr w:rsidR="00643F00" w:rsidRPr="00643F00" w:rsidTr="00643F00"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F00" w:rsidRPr="00643F00" w:rsidRDefault="00643F00" w:rsidP="00643F00">
            <w:r w:rsidRPr="00643F00">
              <w:t>31  </w:t>
            </w:r>
          </w:p>
        </w:tc>
        <w:tc>
          <w:tcPr>
            <w:tcW w:w="11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43F00" w:rsidRDefault="00643F00" w:rsidP="00643F00">
            <w:proofErr w:type="spellStart"/>
            <w:r w:rsidRPr="00643F00">
              <w:t>Deutzia</w:t>
            </w:r>
            <w:proofErr w:type="spellEnd"/>
            <w:r w:rsidRPr="00643F00">
              <w:t xml:space="preserve"> scabra ‘</w:t>
            </w:r>
            <w:proofErr w:type="spellStart"/>
            <w:r w:rsidRPr="00643F00">
              <w:t>Pride</w:t>
            </w:r>
            <w:proofErr w:type="spellEnd"/>
            <w:r w:rsidRPr="00643F00">
              <w:t xml:space="preserve"> of Rochester’</w:t>
            </w:r>
          </w:p>
          <w:p w:rsidR="00643F00" w:rsidRDefault="00643F00" w:rsidP="00643F00">
            <w:r>
              <w:t>Bruidsbloem</w:t>
            </w:r>
          </w:p>
          <w:p w:rsidR="00643F00" w:rsidRPr="00643F00" w:rsidRDefault="00643F00" w:rsidP="00643F00"/>
        </w:tc>
        <w:tc>
          <w:tcPr>
            <w:tcW w:w="24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43F00" w:rsidRPr="00643F00" w:rsidRDefault="00643F00" w:rsidP="00643F00"/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43F00" w:rsidRPr="00643F00" w:rsidRDefault="00643F00" w:rsidP="00643F00"/>
        </w:tc>
      </w:tr>
      <w:tr w:rsidR="00643F00" w:rsidRPr="00643F00" w:rsidTr="00643F00"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F00" w:rsidRPr="00643F00" w:rsidRDefault="00643F00" w:rsidP="00643F00">
            <w:r w:rsidRPr="00643F00">
              <w:t>32  </w:t>
            </w:r>
          </w:p>
        </w:tc>
        <w:tc>
          <w:tcPr>
            <w:tcW w:w="11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43F00" w:rsidRPr="00643F00" w:rsidRDefault="00643F00" w:rsidP="00643F00">
            <w:r w:rsidRPr="00643F00">
              <w:t>Laurus nobilis</w:t>
            </w:r>
          </w:p>
          <w:p w:rsidR="00643F00" w:rsidRDefault="00643F00" w:rsidP="00643F00">
            <w:r>
              <w:t xml:space="preserve">Echte </w:t>
            </w:r>
            <w:r w:rsidRPr="00643F00">
              <w:t>laurier</w:t>
            </w:r>
          </w:p>
          <w:p w:rsidR="00643F00" w:rsidRPr="00643F00" w:rsidRDefault="00643F00" w:rsidP="00643F00"/>
        </w:tc>
        <w:tc>
          <w:tcPr>
            <w:tcW w:w="24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43F00" w:rsidRPr="00643F00" w:rsidRDefault="00643F00" w:rsidP="00643F00"/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43F00" w:rsidRPr="00643F00" w:rsidRDefault="00643F00" w:rsidP="00643F00"/>
        </w:tc>
      </w:tr>
      <w:tr w:rsidR="00643F00" w:rsidRPr="00643F00" w:rsidTr="00643F00"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F00" w:rsidRPr="00643F00" w:rsidRDefault="00643F00" w:rsidP="00643F00">
            <w:r w:rsidRPr="00643F00">
              <w:lastRenderedPageBreak/>
              <w:t>33  </w:t>
            </w:r>
          </w:p>
        </w:tc>
        <w:tc>
          <w:tcPr>
            <w:tcW w:w="11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43F00" w:rsidRPr="00643F00" w:rsidRDefault="00643F00" w:rsidP="00643F00">
            <w:proofErr w:type="spellStart"/>
            <w:r w:rsidRPr="00643F00">
              <w:t>Cotinus</w:t>
            </w:r>
            <w:proofErr w:type="spellEnd"/>
            <w:r w:rsidRPr="00643F00">
              <w:t xml:space="preserve"> </w:t>
            </w:r>
            <w:proofErr w:type="spellStart"/>
            <w:r w:rsidRPr="00643F00">
              <w:t>coggygria</w:t>
            </w:r>
            <w:proofErr w:type="spellEnd"/>
            <w:r w:rsidRPr="00643F00">
              <w:t xml:space="preserve"> ‘Royal </w:t>
            </w:r>
            <w:proofErr w:type="spellStart"/>
            <w:r w:rsidRPr="00643F00">
              <w:t>Purple</w:t>
            </w:r>
            <w:proofErr w:type="spellEnd"/>
            <w:r w:rsidRPr="00643F00">
              <w:t>’</w:t>
            </w:r>
          </w:p>
          <w:p w:rsidR="00643F00" w:rsidRPr="00643F00" w:rsidRDefault="00643F00" w:rsidP="00643F00">
            <w:r w:rsidRPr="00643F00">
              <w:t>Pruikenboom</w:t>
            </w:r>
            <w:bookmarkStart w:id="0" w:name="_GoBack"/>
            <w:bookmarkEnd w:id="0"/>
          </w:p>
        </w:tc>
        <w:tc>
          <w:tcPr>
            <w:tcW w:w="24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43F00" w:rsidRPr="00643F00" w:rsidRDefault="00643F00" w:rsidP="00643F00"/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43F00" w:rsidRPr="00643F00" w:rsidRDefault="00643F00" w:rsidP="00643F00"/>
        </w:tc>
      </w:tr>
      <w:tr w:rsidR="00643F00" w:rsidRPr="00643F00" w:rsidTr="00643F00"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F00" w:rsidRPr="00643F00" w:rsidRDefault="00643F00" w:rsidP="00643F00">
            <w:r w:rsidRPr="00643F00">
              <w:t>34  </w:t>
            </w:r>
          </w:p>
        </w:tc>
        <w:tc>
          <w:tcPr>
            <w:tcW w:w="11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43F00" w:rsidRPr="00643F00" w:rsidRDefault="00643F00" w:rsidP="00643F00">
            <w:proofErr w:type="spellStart"/>
            <w:r w:rsidRPr="00643F00">
              <w:t>Kolkwitzia</w:t>
            </w:r>
            <w:proofErr w:type="spellEnd"/>
            <w:r w:rsidRPr="00643F00">
              <w:t xml:space="preserve"> </w:t>
            </w:r>
            <w:proofErr w:type="spellStart"/>
            <w:r w:rsidRPr="00643F00">
              <w:t>amabilis</w:t>
            </w:r>
            <w:proofErr w:type="spellEnd"/>
          </w:p>
          <w:p w:rsidR="00643F00" w:rsidRPr="00643F00" w:rsidRDefault="00643F00" w:rsidP="00643F00">
            <w:r w:rsidRPr="00643F00">
              <w:t>koninginnenstruik</w:t>
            </w:r>
          </w:p>
        </w:tc>
        <w:tc>
          <w:tcPr>
            <w:tcW w:w="24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43F00" w:rsidRPr="00643F00" w:rsidRDefault="00643F00" w:rsidP="00643F00"/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43F00" w:rsidRPr="00643F00" w:rsidRDefault="00643F00" w:rsidP="00643F00"/>
        </w:tc>
      </w:tr>
      <w:tr w:rsidR="00643F00" w:rsidRPr="00643F00" w:rsidTr="00643F00"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F00" w:rsidRPr="00643F00" w:rsidRDefault="00643F00" w:rsidP="00643F00">
            <w:r w:rsidRPr="00643F00">
              <w:t>35  </w:t>
            </w:r>
          </w:p>
        </w:tc>
        <w:tc>
          <w:tcPr>
            <w:tcW w:w="11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43F00" w:rsidRPr="00643F00" w:rsidRDefault="00643F00" w:rsidP="00643F00">
            <w:r w:rsidRPr="00643F00">
              <w:t xml:space="preserve">Viburnum </w:t>
            </w:r>
            <w:proofErr w:type="spellStart"/>
            <w:r w:rsidRPr="00643F00">
              <w:t>davidii</w:t>
            </w:r>
            <w:proofErr w:type="spellEnd"/>
          </w:p>
          <w:p w:rsidR="00643F00" w:rsidRPr="00643F00" w:rsidRDefault="00643F00" w:rsidP="00643F00">
            <w:r w:rsidRPr="00643F00">
              <w:t>Sneeuwbal</w:t>
            </w:r>
          </w:p>
        </w:tc>
        <w:tc>
          <w:tcPr>
            <w:tcW w:w="24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43F00" w:rsidRPr="00643F00" w:rsidRDefault="00643F00" w:rsidP="00643F00"/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43F00" w:rsidRPr="00643F00" w:rsidRDefault="00643F00" w:rsidP="00643F00"/>
        </w:tc>
      </w:tr>
      <w:tr w:rsidR="00643F00" w:rsidRPr="00643F00" w:rsidTr="00643F00">
        <w:trPr>
          <w:trHeight w:val="847"/>
        </w:trPr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F00" w:rsidRPr="00643F00" w:rsidRDefault="00643F00" w:rsidP="00643F00">
            <w:r w:rsidRPr="00643F00">
              <w:t>36  </w:t>
            </w:r>
          </w:p>
        </w:tc>
        <w:tc>
          <w:tcPr>
            <w:tcW w:w="11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43F00" w:rsidRPr="00643F00" w:rsidRDefault="00643F00" w:rsidP="00643F00">
            <w:r w:rsidRPr="00643F00">
              <w:t xml:space="preserve">Taxus </w:t>
            </w:r>
            <w:proofErr w:type="spellStart"/>
            <w:r w:rsidRPr="00643F00">
              <w:t>baccata</w:t>
            </w:r>
            <w:proofErr w:type="spellEnd"/>
            <w:r w:rsidRPr="00643F00">
              <w:t xml:space="preserve"> ‘</w:t>
            </w:r>
            <w:proofErr w:type="spellStart"/>
            <w:r w:rsidRPr="00643F00">
              <w:t>Repandens</w:t>
            </w:r>
            <w:proofErr w:type="spellEnd"/>
            <w:r w:rsidRPr="00643F00">
              <w:t>’</w:t>
            </w:r>
          </w:p>
          <w:p w:rsidR="00643F00" w:rsidRPr="00643F00" w:rsidRDefault="00643F00" w:rsidP="00643F00">
            <w:r w:rsidRPr="00643F00">
              <w:t>Venijnboom</w:t>
            </w:r>
          </w:p>
        </w:tc>
        <w:tc>
          <w:tcPr>
            <w:tcW w:w="24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43F00" w:rsidRPr="00643F00" w:rsidRDefault="00643F00" w:rsidP="00643F00"/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43F00" w:rsidRPr="00643F00" w:rsidRDefault="00643F00" w:rsidP="00643F00"/>
        </w:tc>
      </w:tr>
      <w:tr w:rsidR="00643F00" w:rsidRPr="00643F00" w:rsidTr="00643F00"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F00" w:rsidRPr="00643F00" w:rsidRDefault="00643F00" w:rsidP="00643F00">
            <w:r w:rsidRPr="00643F00">
              <w:t>37  </w:t>
            </w:r>
          </w:p>
        </w:tc>
        <w:tc>
          <w:tcPr>
            <w:tcW w:w="11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43F00" w:rsidRPr="00643F00" w:rsidRDefault="00643F00" w:rsidP="00643F00">
            <w:proofErr w:type="spellStart"/>
            <w:r w:rsidRPr="00643F00">
              <w:t>Pieris</w:t>
            </w:r>
            <w:proofErr w:type="spellEnd"/>
            <w:r w:rsidRPr="00643F00">
              <w:t xml:space="preserve"> </w:t>
            </w:r>
            <w:proofErr w:type="spellStart"/>
            <w:r w:rsidRPr="00643F00">
              <w:t>japonica</w:t>
            </w:r>
            <w:proofErr w:type="spellEnd"/>
          </w:p>
          <w:p w:rsidR="00643F00" w:rsidRPr="00643F00" w:rsidRDefault="00643F00" w:rsidP="00643F00">
            <w:proofErr w:type="spellStart"/>
            <w:r w:rsidRPr="00643F00">
              <w:t>Pieris</w:t>
            </w:r>
            <w:proofErr w:type="spellEnd"/>
          </w:p>
        </w:tc>
        <w:tc>
          <w:tcPr>
            <w:tcW w:w="24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43F00" w:rsidRPr="00643F00" w:rsidRDefault="00643F00" w:rsidP="00643F00"/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43F00" w:rsidRPr="00643F00" w:rsidRDefault="00643F00" w:rsidP="00643F00"/>
        </w:tc>
      </w:tr>
      <w:tr w:rsidR="00643F00" w:rsidRPr="00643F00" w:rsidTr="00643F00"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F00" w:rsidRPr="00643F00" w:rsidRDefault="00643F00" w:rsidP="00643F00">
            <w:r w:rsidRPr="00643F00">
              <w:t>38  </w:t>
            </w:r>
          </w:p>
        </w:tc>
        <w:tc>
          <w:tcPr>
            <w:tcW w:w="11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43F00" w:rsidRPr="00643F00" w:rsidRDefault="00643F00" w:rsidP="00643F00">
            <w:r w:rsidRPr="00643F00">
              <w:t xml:space="preserve">Rosa ‘Nina </w:t>
            </w:r>
            <w:proofErr w:type="spellStart"/>
            <w:r w:rsidRPr="00643F00">
              <w:t>Weibull</w:t>
            </w:r>
            <w:proofErr w:type="spellEnd"/>
            <w:r w:rsidRPr="00643F00">
              <w:t>’</w:t>
            </w:r>
          </w:p>
          <w:p w:rsidR="00643F00" w:rsidRPr="00643F00" w:rsidRDefault="00643F00" w:rsidP="00643F00">
            <w:r w:rsidRPr="00643F00">
              <w:t>roos</w:t>
            </w:r>
          </w:p>
        </w:tc>
        <w:tc>
          <w:tcPr>
            <w:tcW w:w="24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43F00" w:rsidRPr="00643F00" w:rsidRDefault="00643F00" w:rsidP="00643F00"/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43F00" w:rsidRPr="00643F00" w:rsidRDefault="00643F00" w:rsidP="00643F00"/>
        </w:tc>
      </w:tr>
      <w:tr w:rsidR="00643F00" w:rsidRPr="00643F00" w:rsidTr="00643F00"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F00" w:rsidRPr="00643F00" w:rsidRDefault="00643F00" w:rsidP="00643F00">
            <w:r w:rsidRPr="00643F00">
              <w:t>39  </w:t>
            </w:r>
          </w:p>
        </w:tc>
        <w:tc>
          <w:tcPr>
            <w:tcW w:w="11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43F00" w:rsidRPr="00643F00" w:rsidRDefault="00643F00" w:rsidP="00643F00">
            <w:r w:rsidRPr="00643F00">
              <w:t xml:space="preserve">Rhododendron </w:t>
            </w:r>
            <w:proofErr w:type="spellStart"/>
            <w:r w:rsidRPr="00643F00">
              <w:t>hybr</w:t>
            </w:r>
            <w:proofErr w:type="spellEnd"/>
            <w:r w:rsidRPr="00643F00">
              <w:t>.</w:t>
            </w:r>
          </w:p>
          <w:p w:rsidR="00643F00" w:rsidRPr="00643F00" w:rsidRDefault="00643F00" w:rsidP="00643F00">
            <w:r w:rsidRPr="00643F00">
              <w:t>Rododendron</w:t>
            </w:r>
          </w:p>
        </w:tc>
        <w:tc>
          <w:tcPr>
            <w:tcW w:w="24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43F00" w:rsidRPr="00643F00" w:rsidRDefault="00643F00" w:rsidP="00643F00"/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43F00" w:rsidRPr="00643F00" w:rsidRDefault="00643F00" w:rsidP="00643F00"/>
        </w:tc>
      </w:tr>
      <w:tr w:rsidR="00643F00" w:rsidRPr="00643F00" w:rsidTr="00643F00"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F00" w:rsidRPr="00643F00" w:rsidRDefault="00643F00" w:rsidP="00643F00">
            <w:r w:rsidRPr="00643F00">
              <w:t>40  </w:t>
            </w:r>
          </w:p>
        </w:tc>
        <w:tc>
          <w:tcPr>
            <w:tcW w:w="11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43F00" w:rsidRDefault="00643F00" w:rsidP="00643F00">
            <w:proofErr w:type="spellStart"/>
            <w:r w:rsidRPr="00643F00">
              <w:t>Corylus</w:t>
            </w:r>
            <w:proofErr w:type="spellEnd"/>
            <w:r w:rsidRPr="00643F00">
              <w:t xml:space="preserve"> </w:t>
            </w:r>
            <w:proofErr w:type="spellStart"/>
            <w:r w:rsidRPr="00643F00">
              <w:t>avellana</w:t>
            </w:r>
            <w:proofErr w:type="spellEnd"/>
          </w:p>
          <w:p w:rsidR="00643F00" w:rsidRPr="00643F00" w:rsidRDefault="00643F00" w:rsidP="00643F00">
            <w:r>
              <w:t>Kronkelhazelaar</w:t>
            </w:r>
          </w:p>
        </w:tc>
        <w:tc>
          <w:tcPr>
            <w:tcW w:w="24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43F00" w:rsidRPr="00643F00" w:rsidRDefault="00643F00" w:rsidP="00643F00"/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43F00" w:rsidRPr="00643F00" w:rsidRDefault="00643F00" w:rsidP="00643F00"/>
        </w:tc>
      </w:tr>
    </w:tbl>
    <w:p w:rsidR="001B5526" w:rsidRDefault="001B5526"/>
    <w:sectPr w:rsidR="001B5526" w:rsidSect="00643F0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3F00"/>
    <w:rsid w:val="001B5526"/>
    <w:rsid w:val="00643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9D84B2"/>
  <w15:chartTrackingRefBased/>
  <w15:docId w15:val="{5D469658-7371-42B7-BDC4-6879C7841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nl-NL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643F0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javascript:offerte_set_sort('naam');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CA8A9F81</Template>
  <TotalTime>6</TotalTime>
  <Pages>3</Pages>
  <Words>175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 Groene Welle</Company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Hannie Kwant</dc:creator>
  <cp:keywords/>
  <dc:description/>
  <cp:lastModifiedBy>Hannie Kwant</cp:lastModifiedBy>
  <cp:revision>1</cp:revision>
  <dcterms:created xsi:type="dcterms:W3CDTF">2017-09-26T14:20:00Z</dcterms:created>
  <dcterms:modified xsi:type="dcterms:W3CDTF">2017-09-26T14:27:00Z</dcterms:modified>
</cp:coreProperties>
</file>