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3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9"/>
      </w:tblGrid>
      <w:tr w:rsidR="009B4AA8" w:rsidRPr="009B4AA8" w14:paraId="46BC1F47" w14:textId="77777777" w:rsidTr="009B4AA8">
        <w:tc>
          <w:tcPr>
            <w:tcW w:w="14734" w:type="dxa"/>
            <w:tcBorders>
              <w:top w:val="nil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tbl>
            <w:tblPr>
              <w:tblW w:w="147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4"/>
            </w:tblGrid>
            <w:tr w:rsidR="009B4AA8" w:rsidRPr="009B4AA8" w14:paraId="7C540D9E" w14:textId="77777777" w:rsidTr="009B4AA8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372C62E" w14:textId="77777777" w:rsidR="009B4AA8" w:rsidRPr="009B4AA8" w:rsidRDefault="009B4AA8" w:rsidP="009B4AA8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8"/>
                      <w:szCs w:val="28"/>
                      <w:lang w:eastAsia="nl-NL"/>
                    </w:rPr>
                    <w:t>Plantlijst 1-20 Schooltuin, vaste planten</w:t>
                  </w:r>
                </w:p>
                <w:p w14:paraId="1529BFF6" w14:textId="77777777" w:rsidR="009B4AA8" w:rsidRPr="009B4AA8" w:rsidRDefault="009B4AA8" w:rsidP="009B4AA8">
                  <w:pPr>
                    <w:spacing w:after="24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</w:p>
                <w:tbl>
                  <w:tblPr>
                    <w:tblW w:w="5000" w:type="pct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2"/>
                    <w:gridCol w:w="3493"/>
                    <w:gridCol w:w="3684"/>
                    <w:gridCol w:w="2694"/>
                    <w:gridCol w:w="3945"/>
                  </w:tblGrid>
                  <w:tr w:rsidR="008E21D2" w:rsidRPr="009B4AA8" w14:paraId="37BC0050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7DB5ED8C" w14:textId="77777777" w:rsidR="009B4AA8" w:rsidRPr="009B4AA8" w:rsidRDefault="00715A99" w:rsidP="009B4AA8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7" w:history="1">
                          <w:proofErr w:type="spellStart"/>
                          <w:r w:rsid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nr</w:t>
                          </w:r>
                          <w:proofErr w:type="spellEnd"/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 </w:t>
                          </w:r>
                        </w:hyperlink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47670201" w14:textId="77777777" w:rsidR="009B4AA8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hyperlink r:id="rId8" w:history="1"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Botanische</w:t>
                          </w:r>
                          <w:r w:rsidR="00321053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>/Latijnse</w:t>
                          </w:r>
                          <w:r w:rsidR="009B4AA8" w:rsidRPr="009B4AA8">
                            <w:rPr>
                              <w:rFonts w:ascii="Verdana" w:eastAsia="Times New Roman" w:hAnsi="Verdana" w:cs="Times New Roman"/>
                              <w:color w:val="000000"/>
                              <w:sz w:val="20"/>
                              <w:szCs w:val="20"/>
                              <w:u w:val="single"/>
                              <w:lang w:eastAsia="nl-NL"/>
                            </w:rPr>
                            <w:t xml:space="preserve"> naam </w:t>
                          </w:r>
                        </w:hyperlink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Nederlandse naam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55C4BAC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Hoogte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Bloeitijd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Bloemkleur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  <w:vAlign w:val="center"/>
                        <w:hideMark/>
                      </w:tcPr>
                      <w:p w14:paraId="773F2D8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Vocht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Bodem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Licht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CCCCCC"/>
                      </w:tcPr>
                      <w:p w14:paraId="4DC272D4" w14:textId="77777777" w:rsidR="009B4AA8" w:rsidRPr="009B4AA8" w:rsidRDefault="00321053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Betekenis van de Latijnse soortnaam</w:t>
                        </w:r>
                      </w:p>
                    </w:tc>
                  </w:tr>
                  <w:tr w:rsidR="008E21D2" w:rsidRPr="009B4AA8" w14:paraId="32EE23E5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264D9F9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20B084A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Acanthus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mollis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acanthus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C49C8C2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0.80 - 1.20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lila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5A7BE6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F41307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6E552B12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4E3E506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5D61967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Aconitum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henryi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Spark's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Variety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monnikskap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19978EE" w14:textId="3C34F123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0.80 - 1.20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juli augustus september oktober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blauw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7C12D9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veen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8FF89C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3A97BB85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4624FF1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3  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AA1BADF" w14:textId="730FC922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Anemone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hupehensis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Japanse anemoon</w:t>
                        </w:r>
                        <w:r w:rsidR="00C47749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/herfstanemoon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98AF38D" w14:textId="4F371235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0.6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0 - 0.80 m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september oktober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purper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2AE295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veen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halfschaduw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5E749C29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552F9734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A01A2FF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4  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BD70DFE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Aruncus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dioicus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geitebaard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4409EB1" w14:textId="389EB93B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0.80 - 1.20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roomwit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E14C8D7" w14:textId="64B7978C" w:rsidR="009B4AA8" w:rsidRPr="009B4AA8" w:rsidRDefault="00C47749" w:rsidP="00C4774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normaal, vochtig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veen 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E69A019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0BE0F1BC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DC8819B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5  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020D760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Aster 'Prof. Anton Kippenberg'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herfstaster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6F33CF6" w14:textId="26F43278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0.40 - 0.60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september oktober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paars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C76A752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EFDDBA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50C21863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FA67F21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6  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167F9E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Bergenia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cordifolia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Purpurea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schoenlappersplant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CEB798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0.20 - 0.40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maart april mei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lila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0A2CD2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veen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00A4E3C1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5546343D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12E78EC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7  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EE1D6FE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Carex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morrowii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Variegata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bonte sierzegge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6057F44" w14:textId="77777777" w:rsidR="00815145" w:rsidRDefault="0081514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0.5 m </w:t>
                        </w:r>
                      </w:p>
                      <w:p w14:paraId="29019F46" w14:textId="178D40A8" w:rsidR="009B4AA8" w:rsidRPr="009B4AA8" w:rsidRDefault="00815145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april mei juni </w:t>
                        </w: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groen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E480178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-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B6D258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654F31D2" w14:textId="77777777" w:rsidTr="000D5C99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14EF3FC" w14:textId="6BF00AFF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8  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472F33FF" w14:textId="77777777" w:rsid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Persicaria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amplexicaulis</w:t>
                        </w:r>
                        <w:proofErr w:type="spellEnd"/>
                      </w:p>
                      <w:p w14:paraId="4CF2CCA2" w14:textId="7E97689F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persicaria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6650583" w14:textId="77777777" w:rsid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0.9 m</w:t>
                        </w:r>
                      </w:p>
                      <w:p w14:paraId="447B21F7" w14:textId="301A6D90" w:rsidR="000D5C99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Juli – september</w:t>
                        </w:r>
                      </w:p>
                      <w:p w14:paraId="19A144A3" w14:textId="53D059EC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rood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7D176B52" w14:textId="087562A6" w:rsid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Normaal</w:t>
                        </w:r>
                      </w:p>
                      <w:p w14:paraId="2E28E7EE" w14:textId="77FE99E5" w:rsidR="000D5C99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Alle</w:t>
                        </w:r>
                      </w:p>
                      <w:p w14:paraId="5AD2E1BA" w14:textId="318CA0D4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Zon halfschaduw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72A8578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5FC7F06F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A372E57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9  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1F98C69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Eupatorium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purpureum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koninginnekruid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D8C529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&gt; 1.20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september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lila blauw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B493869" w14:textId="2C5A1C83" w:rsidR="009B4AA8" w:rsidRPr="009B4AA8" w:rsidRDefault="00C4774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normaal, vochtig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veen </w:t>
                        </w:r>
                        <w:r w:rsidR="009B4AA8"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305C7A0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78839E72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45FABB7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lastRenderedPageBreak/>
                          <w:t>10  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54B59B5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Geranium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sanguineum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'Max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Frei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bloedrode ooievaarsbek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6BD4082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0.10 - 0.20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roze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560873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zand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32FB6C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5E42F316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C62776B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11  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88C356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Helenium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'Moerheim Beauty'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zonnekruid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5E8F7FF" w14:textId="6C3DBBE0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0.80 - 1.20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september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oranje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57ED417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veen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D9B6A1F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339CE6E7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9748C4D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12  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73742B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Ligularia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dentata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'Othello'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ligularia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E07FB31" w14:textId="3195DA59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0.60 - 0.80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juli augustus september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geel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33C58E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zware klei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D2C3292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4E7AC026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552F9EC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13  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B4A899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Nepeta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x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faassenii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'Six Hills Giant'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kattenkruid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58CF177" w14:textId="50DE7169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0.40 - 0.60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paars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B18686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zand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326B03BA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3D1CD0FC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62A59E1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14  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1C6F20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Pachysandra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terminalis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pachysandra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84059A7" w14:textId="66DD24F4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0.10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- 0.20 m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maart april mei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geelwit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7BC245A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schaduw halfschaduw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7CB4B8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23ECF55F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58A18B5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15  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6DE2A45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Phlomis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russeliana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phlomis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AC71CC8" w14:textId="4B3228D6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0.60 - 0.80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juni 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geel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295510B8" w14:textId="77777777" w:rsidR="00C47749" w:rsidRDefault="00C47749" w:rsidP="00C4774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droog</w:t>
                        </w:r>
                      </w:p>
                      <w:p w14:paraId="33A7FEA5" w14:textId="351466B8" w:rsidR="009B4AA8" w:rsidRPr="009B4AA8" w:rsidRDefault="00C47749" w:rsidP="00C4774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alle</w:t>
                        </w: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zon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4EE0DF8D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354DC5E4" w14:textId="77777777" w:rsidTr="000D5C99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548E0C7C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16  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DA3B378" w14:textId="77777777" w:rsid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Phytolacca</w:t>
                        </w:r>
                        <w:proofErr w:type="spellEnd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americana</w:t>
                        </w:r>
                      </w:p>
                      <w:p w14:paraId="6881DC1E" w14:textId="5ECE8E7C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karmozijnbes</w:t>
                        </w:r>
                        <w:proofErr w:type="spellEnd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0EF76659" w14:textId="77777777" w:rsidR="009B4AA8" w:rsidRDefault="000D5C99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1-2 m</w:t>
                        </w:r>
                      </w:p>
                      <w:p w14:paraId="12A77665" w14:textId="676B28D8" w:rsidR="000D5C99" w:rsidRDefault="000D5C99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Juli – september</w:t>
                        </w:r>
                      </w:p>
                      <w:p w14:paraId="58E65A64" w14:textId="0C650AEC" w:rsidR="000D5C99" w:rsidRPr="009B4AA8" w:rsidRDefault="000D5C99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Wit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5E46E6EE" w14:textId="77777777" w:rsid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Vochtig normaal</w:t>
                        </w:r>
                      </w:p>
                      <w:p w14:paraId="08E3BD2F" w14:textId="77777777" w:rsidR="000D5C99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Voedselrijk normaal</w:t>
                        </w:r>
                      </w:p>
                      <w:p w14:paraId="182692F6" w14:textId="7717ABF3" w:rsidR="000D5C99" w:rsidRPr="009B4AA8" w:rsidRDefault="000D5C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Zon halfschaduw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1AE098A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615EF25A" w14:textId="77777777" w:rsidTr="000D5C99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3AD99A4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17  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10995E4" w14:textId="77777777" w:rsid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Miscanthus </w:t>
                        </w:r>
                        <w:proofErr w:type="spellStart"/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sinensis</w:t>
                        </w:r>
                        <w:proofErr w:type="spellEnd"/>
                      </w:p>
                      <w:p w14:paraId="35EBEBF1" w14:textId="0F7EDAF2" w:rsidR="00715A99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prachtriet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3A590972" w14:textId="77777777" w:rsid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2-2.5 m</w:t>
                        </w:r>
                      </w:p>
                      <w:p w14:paraId="4E1DDD7D" w14:textId="6B7F80F4" w:rsidR="00715A99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Juli – oktober</w:t>
                        </w:r>
                      </w:p>
                      <w:p w14:paraId="36C73B57" w14:textId="1CE07989" w:rsidR="00715A99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Rood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</w:tcPr>
                      <w:p w14:paraId="106FED49" w14:textId="77777777" w:rsid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Droog normaal</w:t>
                        </w:r>
                      </w:p>
                      <w:p w14:paraId="3FFA0021" w14:textId="0F09C81C" w:rsidR="00715A99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alle</w:t>
                        </w:r>
                      </w:p>
                      <w:p w14:paraId="143C5AB1" w14:textId="302CFB88" w:rsidR="00715A99" w:rsidRPr="009B4AA8" w:rsidRDefault="00715A99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Zonnig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6A6FE2D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7D1A6BBF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12845E22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18  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B1C065B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Salvia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nemorosa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Ostfriesland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prachtsalie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D2CC040" w14:textId="77FC23B0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0.20 - 0.40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mei juni juli augustus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blauw 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8D8465F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normaal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zand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5C106C5F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4D77CF0B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9A48C86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19  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8AFE08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Solidago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virgaurea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gulden roede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E463C0A" w14:textId="4F0120E7" w:rsidR="009B4AA8" w:rsidRPr="009B4AA8" w:rsidRDefault="009B4AA8" w:rsidP="0081514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0.40 - 0.60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juli augustus september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geel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777A3C06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zand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275D9DB4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  <w:tr w:rsidR="008E21D2" w:rsidRPr="009B4AA8" w14:paraId="6FDA75D3" w14:textId="77777777" w:rsidTr="008E21D2">
                    <w:tc>
                      <w:tcPr>
                        <w:tcW w:w="29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84EABDF" w14:textId="77777777" w:rsidR="009B4AA8" w:rsidRPr="009B4AA8" w:rsidRDefault="009B4AA8" w:rsidP="009B4AA8">
                        <w:pPr>
                          <w:spacing w:after="0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20  </w:t>
                        </w:r>
                      </w:p>
                    </w:tc>
                    <w:tc>
                      <w:tcPr>
                        <w:tcW w:w="1189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4D243971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Solidago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'Golden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Dwarf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'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gulden roede</w:t>
                        </w:r>
                      </w:p>
                    </w:tc>
                    <w:tc>
                      <w:tcPr>
                        <w:tcW w:w="1254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01BC7D12" w14:textId="64532919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0.20 - 0.40 m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juli augustus september </w:t>
                        </w:r>
                        <w:r w:rsidR="00815145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>geel</w:t>
                        </w:r>
                      </w:p>
                    </w:tc>
                    <w:tc>
                      <w:tcPr>
                        <w:tcW w:w="91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vAlign w:val="center"/>
                        <w:hideMark/>
                      </w:tcPr>
                      <w:p w14:paraId="3716C6EC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droog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alle </w:t>
                        </w:r>
                        <w:proofErr w:type="spellStart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>humeus</w:t>
                        </w:r>
                        <w:proofErr w:type="spellEnd"/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t xml:space="preserve"> zand </w:t>
                        </w:r>
                        <w:r w:rsidRPr="009B4AA8"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  <w:br/>
                          <w:t xml:space="preserve">halfschaduw zon </w:t>
                        </w:r>
                      </w:p>
                    </w:tc>
                    <w:tc>
                      <w:tcPr>
                        <w:tcW w:w="1343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</w:tcPr>
                      <w:p w14:paraId="7FDA2C17" w14:textId="77777777" w:rsidR="009B4AA8" w:rsidRPr="009B4AA8" w:rsidRDefault="009B4AA8" w:rsidP="009B4AA8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nl-NL"/>
                          </w:rPr>
                        </w:pPr>
                      </w:p>
                    </w:tc>
                  </w:tr>
                </w:tbl>
                <w:p w14:paraId="2AE70914" w14:textId="77777777" w:rsidR="009B4AA8" w:rsidRPr="009B4AA8" w:rsidRDefault="009B4AA8" w:rsidP="009B4AA8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3F9B5FEF" w14:textId="77777777" w:rsidR="009B4AA8" w:rsidRPr="009B4AA8" w:rsidRDefault="009B4AA8" w:rsidP="009B4AA8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nl-NL"/>
              </w:rPr>
            </w:pPr>
          </w:p>
        </w:tc>
      </w:tr>
    </w:tbl>
    <w:p w14:paraId="3A08BD43" w14:textId="77777777" w:rsidR="001C3933" w:rsidRDefault="001C3933"/>
    <w:sectPr w:rsidR="001C3933" w:rsidSect="009B4A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A8"/>
    <w:rsid w:val="000D5C99"/>
    <w:rsid w:val="001C3933"/>
    <w:rsid w:val="00321053"/>
    <w:rsid w:val="00715A99"/>
    <w:rsid w:val="00774ABD"/>
    <w:rsid w:val="00815145"/>
    <w:rsid w:val="008E21D2"/>
    <w:rsid w:val="009B4AA8"/>
    <w:rsid w:val="00C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10B7"/>
  <w15:chartTrackingRefBased/>
  <w15:docId w15:val="{01DD3656-124C-4BDB-B932-35BF9E4E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E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2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fferte_set_sort('naam');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javascript:offerte_set_sort('aantal')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EFAA0E-2FA0-479A-A4DD-6848EE86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CBAE66-3837-47FA-9D8A-37F89E574F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76299-2367-42C7-93ED-D7B9CFCCE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BC6FA859</Template>
  <TotalTime>1</TotalTime>
  <Pages>2</Pages>
  <Words>427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</dc:creator>
  <cp:keywords/>
  <dc:description/>
  <cp:lastModifiedBy>Hannie Kwant</cp:lastModifiedBy>
  <cp:revision>2</cp:revision>
  <cp:lastPrinted>2017-09-13T06:39:00Z</cp:lastPrinted>
  <dcterms:created xsi:type="dcterms:W3CDTF">2017-09-13T07:07:00Z</dcterms:created>
  <dcterms:modified xsi:type="dcterms:W3CDTF">2017-09-13T07:07:00Z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