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8"/>
        <w:gridCol w:w="3268"/>
        <w:gridCol w:w="6804"/>
        <w:gridCol w:w="2798"/>
      </w:tblGrid>
      <w:tr w:rsidR="00643F00" w:rsidRPr="00643F00" w:rsidTr="00643F00">
        <w:trPr>
          <w:trHeight w:val="1104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643F00" w:rsidRDefault="00643F00" w:rsidP="00643F00">
            <w:r w:rsidRPr="00643F00">
              <w:fldChar w:fldCharType="begin"/>
            </w:r>
            <w:r w:rsidRPr="00643F00">
              <w:instrText xml:space="preserve"> HYPERLINK "javascript:offerte_set_sort('aantal');" </w:instrText>
            </w:r>
            <w:r w:rsidRPr="00643F00">
              <w:fldChar w:fldCharType="end"/>
            </w:r>
          </w:p>
          <w:p w:rsidR="00643F00" w:rsidRDefault="00643F00" w:rsidP="00643F00">
            <w:pPr>
              <w:rPr>
                <w:b/>
              </w:rPr>
            </w:pPr>
            <w:r w:rsidRPr="00643F00">
              <w:rPr>
                <w:b/>
              </w:rPr>
              <w:t xml:space="preserve">Plantlijst </w:t>
            </w:r>
            <w:r w:rsidR="00D261C1">
              <w:rPr>
                <w:b/>
              </w:rPr>
              <w:t>86-100</w:t>
            </w:r>
          </w:p>
          <w:p w:rsidR="00643F00" w:rsidRPr="00643F00" w:rsidRDefault="00D261C1" w:rsidP="00643F00">
            <w:r>
              <w:rPr>
                <w:b/>
              </w:rPr>
              <w:t>Schooltuin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643F00" w:rsidRPr="00643F00" w:rsidRDefault="002378CB" w:rsidP="00643F00">
            <w:hyperlink r:id="rId4" w:history="1">
              <w:r w:rsidR="00643F00" w:rsidRPr="00643F00">
                <w:rPr>
                  <w:rStyle w:val="Hyperlink"/>
                </w:rPr>
                <w:t>Botanische/Latijnse naam </w:t>
              </w:r>
            </w:hyperlink>
            <w:r w:rsidR="00643F00" w:rsidRPr="00643F00">
              <w:br/>
              <w:t>Nederlandse naam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</w:tcPr>
          <w:p w:rsidR="00643F00" w:rsidRDefault="00643F00" w:rsidP="00643F00"/>
          <w:p w:rsidR="00643F00" w:rsidRPr="00643F00" w:rsidRDefault="00643F00" w:rsidP="00643F00">
            <w:r>
              <w:t>Hoogte  Bloeitijd  Bloemkleur Vocht  Bodem Licht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</w:tcPr>
          <w:p w:rsidR="00643F00" w:rsidRDefault="00643F00" w:rsidP="00643F00"/>
          <w:p w:rsidR="00643F00" w:rsidRDefault="00643F00" w:rsidP="00643F00">
            <w:r>
              <w:t>Betekenis van de Latijnse soortnaam</w:t>
            </w:r>
          </w:p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3D2F3C" w:rsidP="00643F00">
            <w:r>
              <w:t>86</w:t>
            </w:r>
            <w:r w:rsidR="00643F00" w:rsidRPr="00643F00">
              <w:t>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Default="003D2F3C" w:rsidP="00643F00">
            <w:proofErr w:type="spellStart"/>
            <w:r>
              <w:t>Tamarix</w:t>
            </w:r>
            <w:proofErr w:type="spellEnd"/>
            <w:r>
              <w:t xml:space="preserve"> </w:t>
            </w:r>
            <w:proofErr w:type="spellStart"/>
            <w:r>
              <w:t>tetrandra</w:t>
            </w:r>
            <w:proofErr w:type="spellEnd"/>
          </w:p>
          <w:p w:rsidR="00643F00" w:rsidRPr="00643F00" w:rsidRDefault="003D2F3C" w:rsidP="00643F00">
            <w:r>
              <w:t>tamarisk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643F00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43F00" w:rsidRPr="00643F00" w:rsidRDefault="003D2F3C" w:rsidP="00643F00">
            <w:r>
              <w:t>87</w:t>
            </w:r>
            <w:r w:rsidR="00643F00" w:rsidRPr="00643F00">
              <w:t>  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43F00" w:rsidRDefault="003D2F3C" w:rsidP="00643F00">
            <w:proofErr w:type="spellStart"/>
            <w:r>
              <w:t>Lonicera</w:t>
            </w:r>
            <w:proofErr w:type="spellEnd"/>
            <w:r>
              <w:t xml:space="preserve"> </w:t>
            </w:r>
            <w:proofErr w:type="spellStart"/>
            <w:r>
              <w:t>fragrantissima</w:t>
            </w:r>
            <w:proofErr w:type="spellEnd"/>
          </w:p>
          <w:p w:rsidR="003D2F3C" w:rsidRPr="00643F00" w:rsidRDefault="003D2F3C" w:rsidP="00643F00">
            <w:r>
              <w:t>Lage struikkamperfoelie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43F00" w:rsidRPr="00643F00" w:rsidRDefault="00643F00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88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D261C1" w:rsidP="00643F00">
            <w:proofErr w:type="spellStart"/>
            <w:r>
              <w:t>Yuca</w:t>
            </w:r>
            <w:proofErr w:type="spellEnd"/>
            <w:r>
              <w:t xml:space="preserve"> </w:t>
            </w:r>
            <w:proofErr w:type="spellStart"/>
            <w:r>
              <w:t>flaccida</w:t>
            </w:r>
            <w:proofErr w:type="spellEnd"/>
          </w:p>
          <w:p w:rsidR="00D261C1" w:rsidRPr="00643F00" w:rsidRDefault="00D261C1" w:rsidP="00643F00">
            <w:r>
              <w:t>Palmlelie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89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2D7523" w:rsidP="002D7523">
            <w:r>
              <w:t>Co</w:t>
            </w:r>
            <w:r>
              <w:t xml:space="preserve">toneaster </w:t>
            </w:r>
            <w:proofErr w:type="spellStart"/>
            <w:r>
              <w:t>franchetii</w:t>
            </w:r>
            <w:proofErr w:type="spellEnd"/>
          </w:p>
          <w:p w:rsidR="002D7523" w:rsidRPr="00643F00" w:rsidRDefault="00D261C1" w:rsidP="002D7523">
            <w:r>
              <w:t>Cotoneaster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89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2D7523" w:rsidP="00643F00">
            <w:r w:rsidRPr="002D7523">
              <w:t xml:space="preserve">Hydrangea </w:t>
            </w:r>
            <w:proofErr w:type="spellStart"/>
            <w:r w:rsidRPr="002D7523">
              <w:t>paniculata</w:t>
            </w:r>
            <w:proofErr w:type="spellEnd"/>
          </w:p>
          <w:p w:rsidR="002D7523" w:rsidRPr="00643F00" w:rsidRDefault="002D7523" w:rsidP="00643F00">
            <w:r>
              <w:t>Pluimhortensia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90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2D7523" w:rsidP="00643F00">
            <w:r>
              <w:t xml:space="preserve">Cotoneaster </w:t>
            </w:r>
            <w:proofErr w:type="spellStart"/>
            <w:r>
              <w:t>suecicus</w:t>
            </w:r>
            <w:proofErr w:type="spellEnd"/>
            <w:r>
              <w:t xml:space="preserve"> ‘Coral Beauty’</w:t>
            </w:r>
          </w:p>
          <w:p w:rsidR="002D7523" w:rsidRPr="00643F00" w:rsidRDefault="00D261C1" w:rsidP="00643F00">
            <w:r>
              <w:t>Cotoneaster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91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2D7523" w:rsidP="00643F00">
            <w:r w:rsidRPr="002D7523">
              <w:t xml:space="preserve">Rosmarinus </w:t>
            </w:r>
            <w:proofErr w:type="spellStart"/>
            <w:r w:rsidRPr="002D7523">
              <w:t>officinales</w:t>
            </w:r>
            <w:proofErr w:type="spellEnd"/>
          </w:p>
          <w:p w:rsidR="002D7523" w:rsidRPr="00643F00" w:rsidRDefault="002D7523" w:rsidP="00643F00">
            <w:r>
              <w:t>Rozemarijn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92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2378CB" w:rsidRDefault="00D261C1" w:rsidP="002378CB">
            <w:proofErr w:type="spellStart"/>
            <w:r w:rsidRPr="00D261C1">
              <w:t>Calamagrostis</w:t>
            </w:r>
            <w:proofErr w:type="spellEnd"/>
            <w:r w:rsidRPr="00D261C1">
              <w:t xml:space="preserve"> </w:t>
            </w:r>
            <w:proofErr w:type="spellStart"/>
            <w:r w:rsidRPr="00D261C1">
              <w:t>acutiflora</w:t>
            </w:r>
            <w:proofErr w:type="spellEnd"/>
            <w:r w:rsidRPr="00D261C1">
              <w:t xml:space="preserve"> 'Karl </w:t>
            </w:r>
            <w:proofErr w:type="spellStart"/>
            <w:r w:rsidRPr="00D261C1">
              <w:t>Foerster'</w:t>
            </w:r>
            <w:proofErr w:type="spellEnd"/>
          </w:p>
          <w:p w:rsidR="00D261C1" w:rsidRPr="00643F00" w:rsidRDefault="00D261C1" w:rsidP="002378CB">
            <w:bookmarkStart w:id="0" w:name="_GoBack"/>
            <w:bookmarkEnd w:id="0"/>
            <w:r>
              <w:t>Pluimstruisriet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lastRenderedPageBreak/>
              <w:t>93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D261C1" w:rsidP="00643F00">
            <w:proofErr w:type="spellStart"/>
            <w:r w:rsidRPr="00D261C1">
              <w:t>Festuca</w:t>
            </w:r>
            <w:proofErr w:type="spellEnd"/>
            <w:r w:rsidRPr="00D261C1">
              <w:t xml:space="preserve"> </w:t>
            </w:r>
            <w:proofErr w:type="spellStart"/>
            <w:r w:rsidRPr="00D261C1">
              <w:t>glauca</w:t>
            </w:r>
            <w:proofErr w:type="spellEnd"/>
            <w:r w:rsidRPr="00D261C1">
              <w:t xml:space="preserve"> 'Elijah Blue'</w:t>
            </w:r>
          </w:p>
          <w:p w:rsidR="00D261C1" w:rsidRPr="00643F00" w:rsidRDefault="00D261C1" w:rsidP="00643F00">
            <w:r>
              <w:t>zwenkgras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94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D261C1" w:rsidP="00643F00">
            <w:proofErr w:type="spellStart"/>
            <w:r>
              <w:t>Deschampsia</w:t>
            </w:r>
            <w:proofErr w:type="spellEnd"/>
            <w:r>
              <w:t xml:space="preserve"> </w:t>
            </w:r>
            <w:proofErr w:type="spellStart"/>
            <w:r>
              <w:t>cespitosa</w:t>
            </w:r>
            <w:proofErr w:type="spellEnd"/>
          </w:p>
          <w:p w:rsidR="00D261C1" w:rsidRPr="00643F00" w:rsidRDefault="00D261C1" w:rsidP="00643F00">
            <w:r>
              <w:t xml:space="preserve">Ruwe </w:t>
            </w:r>
            <w:proofErr w:type="spellStart"/>
            <w:r>
              <w:t>smele</w:t>
            </w:r>
            <w:proofErr w:type="spellEnd"/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95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D261C1" w:rsidP="00643F00">
            <w:proofErr w:type="spellStart"/>
            <w:r w:rsidRPr="00D261C1">
              <w:t>Molinia</w:t>
            </w:r>
            <w:proofErr w:type="spellEnd"/>
            <w:r w:rsidRPr="00D261C1">
              <w:t xml:space="preserve"> </w:t>
            </w:r>
            <w:proofErr w:type="spellStart"/>
            <w:r w:rsidRPr="00D261C1">
              <w:t>caerulea</w:t>
            </w:r>
            <w:proofErr w:type="spellEnd"/>
            <w:r w:rsidRPr="00D261C1">
              <w:t xml:space="preserve"> '</w:t>
            </w:r>
            <w:proofErr w:type="spellStart"/>
            <w:r w:rsidRPr="00D261C1">
              <w:t>Variegata</w:t>
            </w:r>
            <w:proofErr w:type="spellEnd"/>
            <w:r w:rsidRPr="00D261C1">
              <w:t>'</w:t>
            </w:r>
          </w:p>
          <w:p w:rsidR="00D261C1" w:rsidRPr="00643F00" w:rsidRDefault="00D261C1" w:rsidP="00643F00">
            <w:r>
              <w:t>Pijpenstrootje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96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D261C1" w:rsidP="00643F00">
            <w:r w:rsidRPr="00D261C1">
              <w:t xml:space="preserve">Miscanthus </w:t>
            </w:r>
            <w:proofErr w:type="spellStart"/>
            <w:r w:rsidRPr="00D261C1">
              <w:t>sinensis</w:t>
            </w:r>
            <w:proofErr w:type="spellEnd"/>
            <w:r w:rsidRPr="00D261C1">
              <w:t xml:space="preserve"> '</w:t>
            </w:r>
            <w:proofErr w:type="spellStart"/>
            <w:r w:rsidRPr="00D261C1">
              <w:t>Morning</w:t>
            </w:r>
            <w:proofErr w:type="spellEnd"/>
            <w:r w:rsidRPr="00D261C1">
              <w:t xml:space="preserve"> Light'</w:t>
            </w:r>
          </w:p>
          <w:p w:rsidR="00D261C1" w:rsidRPr="00643F00" w:rsidRDefault="00D261C1" w:rsidP="00643F00">
            <w:r>
              <w:t>Prachtriet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97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D261C1" w:rsidP="00643F00">
            <w:proofErr w:type="spellStart"/>
            <w:r>
              <w:t>Salix</w:t>
            </w:r>
            <w:proofErr w:type="spellEnd"/>
            <w:r>
              <w:t xml:space="preserve"> </w:t>
            </w:r>
            <w:proofErr w:type="spellStart"/>
            <w:r>
              <w:t>sepulcralis</w:t>
            </w:r>
            <w:proofErr w:type="spellEnd"/>
            <w:r>
              <w:t xml:space="preserve"> ‘</w:t>
            </w:r>
            <w:proofErr w:type="spellStart"/>
            <w:r>
              <w:t>Chrysocoma</w:t>
            </w:r>
            <w:proofErr w:type="spellEnd"/>
            <w:r>
              <w:t>’</w:t>
            </w:r>
          </w:p>
          <w:p w:rsidR="00D261C1" w:rsidRPr="00643F00" w:rsidRDefault="00D261C1" w:rsidP="00643F00">
            <w:r>
              <w:t>treurwilg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98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D261C1" w:rsidP="00643F00">
            <w:proofErr w:type="spellStart"/>
            <w:r>
              <w:t>Cornus</w:t>
            </w:r>
            <w:proofErr w:type="spellEnd"/>
            <w:r>
              <w:t xml:space="preserve"> alba  ‘</w:t>
            </w:r>
            <w:proofErr w:type="spellStart"/>
            <w:r>
              <w:t>Siberica</w:t>
            </w:r>
            <w:proofErr w:type="spellEnd"/>
            <w:r>
              <w:t>’</w:t>
            </w:r>
          </w:p>
          <w:p w:rsidR="00D261C1" w:rsidRPr="00643F00" w:rsidRDefault="00D261C1" w:rsidP="00643F00">
            <w:r>
              <w:t>Witte kornoelje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99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D261C1" w:rsidP="00643F00">
            <w:proofErr w:type="spellStart"/>
            <w:r>
              <w:t>Hebe</w:t>
            </w:r>
            <w:proofErr w:type="spellEnd"/>
            <w:r>
              <w:t xml:space="preserve"> </w:t>
            </w:r>
            <w:proofErr w:type="spellStart"/>
            <w:r>
              <w:t>ochracea</w:t>
            </w:r>
            <w:proofErr w:type="spellEnd"/>
          </w:p>
          <w:p w:rsidR="00D261C1" w:rsidRPr="00643F00" w:rsidRDefault="00D261C1" w:rsidP="00643F00">
            <w:proofErr w:type="spellStart"/>
            <w:r>
              <w:t>Hebe</w:t>
            </w:r>
            <w:proofErr w:type="spellEnd"/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  <w:tr w:rsidR="003D2F3C" w:rsidRPr="00643F00" w:rsidTr="00643F00"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3D2F3C" w:rsidP="00643F00">
            <w:r>
              <w:t>100</w:t>
            </w:r>
          </w:p>
        </w:tc>
        <w:tc>
          <w:tcPr>
            <w:tcW w:w="1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D2F3C" w:rsidRDefault="00D261C1" w:rsidP="00643F00">
            <w:r>
              <w:t xml:space="preserve">Acer </w:t>
            </w:r>
            <w:proofErr w:type="spellStart"/>
            <w:r>
              <w:t>negundo</w:t>
            </w:r>
            <w:proofErr w:type="spellEnd"/>
          </w:p>
          <w:p w:rsidR="00D261C1" w:rsidRPr="00643F00" w:rsidRDefault="00D261C1" w:rsidP="00643F00">
            <w:r>
              <w:t>Vederesdoorn</w:t>
            </w:r>
          </w:p>
        </w:tc>
        <w:tc>
          <w:tcPr>
            <w:tcW w:w="2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2F3C" w:rsidRPr="00643F00" w:rsidRDefault="003D2F3C" w:rsidP="00643F00"/>
        </w:tc>
      </w:tr>
    </w:tbl>
    <w:p w:rsidR="001B5526" w:rsidRDefault="001B5526"/>
    <w:sectPr w:rsidR="001B5526" w:rsidSect="00643F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F00"/>
    <w:rsid w:val="001B5526"/>
    <w:rsid w:val="002378CB"/>
    <w:rsid w:val="002D7523"/>
    <w:rsid w:val="003D2F3C"/>
    <w:rsid w:val="00643F00"/>
    <w:rsid w:val="00D2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72283"/>
  <w15:chartTrackingRefBased/>
  <w15:docId w15:val="{5D469658-7371-42B7-BDC4-6879C784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43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offerte_set_sort('naam');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2E17D925</Template>
  <TotalTime>1</TotalTime>
  <Pages>2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2</cp:revision>
  <dcterms:created xsi:type="dcterms:W3CDTF">2017-10-31T15:33:00Z</dcterms:created>
  <dcterms:modified xsi:type="dcterms:W3CDTF">2017-10-31T15:33:00Z</dcterms:modified>
</cp:coreProperties>
</file>