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55E" w:rsidRPr="00A3055E" w:rsidRDefault="00A3055E" w:rsidP="00A3055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</w:pPr>
      <w:r w:rsidRPr="00A3055E"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 xml:space="preserve">Wie een video op YouTube plaatst, kan bepalen voor wie de video te zien is. Voor iedereen of alleen voor mensen die de link naar de video hebben gekregen. U bepaalt per video die u verstuurt welke optie u wilt. Zo gaat </w:t>
      </w:r>
      <w:r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 xml:space="preserve">je </w:t>
      </w:r>
      <w:r w:rsidRPr="00A3055E"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>te werk:</w:t>
      </w:r>
    </w:p>
    <w:p w:rsidR="00A3055E" w:rsidRPr="00A3055E" w:rsidRDefault="00A3055E" w:rsidP="00A3055E">
      <w:pPr>
        <w:numPr>
          <w:ilvl w:val="0"/>
          <w:numId w:val="1"/>
        </w:numPr>
        <w:shd w:val="clear" w:color="auto" w:fill="FFFFFF"/>
        <w:spacing w:after="0" w:line="240" w:lineRule="auto"/>
        <w:ind w:left="456"/>
        <w:textAlignment w:val="baseline"/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</w:pPr>
      <w:r w:rsidRPr="00A3055E"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>Open de website </w:t>
      </w:r>
      <w:hyperlink r:id="rId5" w:tgtFrame="_blank" w:tooltip="www.youtube.nl" w:history="1">
        <w:r w:rsidRPr="00A3055E">
          <w:rPr>
            <w:rFonts w:ascii="Arial" w:eastAsia="Times New Roman" w:hAnsi="Arial" w:cs="Arial"/>
            <w:color w:val="0084BD"/>
            <w:spacing w:val="5"/>
            <w:sz w:val="26"/>
            <w:szCs w:val="26"/>
            <w:u w:val="single"/>
            <w:bdr w:val="none" w:sz="0" w:space="0" w:color="auto" w:frame="1"/>
            <w:lang w:eastAsia="nl-NL"/>
          </w:rPr>
          <w:t>www.youtube.com</w:t>
        </w:r>
      </w:hyperlink>
      <w:r w:rsidRPr="00A3055E"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> en log in.</w:t>
      </w:r>
    </w:p>
    <w:p w:rsidR="00A3055E" w:rsidRPr="00A3055E" w:rsidRDefault="00A3055E" w:rsidP="00A3055E">
      <w:pPr>
        <w:numPr>
          <w:ilvl w:val="0"/>
          <w:numId w:val="1"/>
        </w:numPr>
        <w:shd w:val="clear" w:color="auto" w:fill="FFFFFF"/>
        <w:spacing w:after="0" w:line="240" w:lineRule="auto"/>
        <w:ind w:left="456"/>
        <w:textAlignment w:val="baseline"/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</w:pPr>
      <w:r w:rsidRPr="00A3055E"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>Klik rechtsboven op het pictogram van een pijltje.</w:t>
      </w:r>
    </w:p>
    <w:p w:rsidR="00A3055E" w:rsidRPr="00A3055E" w:rsidRDefault="00A3055E" w:rsidP="00A3055E">
      <w:pPr>
        <w:numPr>
          <w:ilvl w:val="0"/>
          <w:numId w:val="1"/>
        </w:numPr>
        <w:shd w:val="clear" w:color="auto" w:fill="FFFFFF"/>
        <w:spacing w:after="0" w:line="240" w:lineRule="auto"/>
        <w:ind w:left="456"/>
        <w:textAlignment w:val="baseline"/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</w:pPr>
      <w:r w:rsidRPr="00A3055E"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>Klik op het vak </w:t>
      </w:r>
      <w:r w:rsidRPr="00A3055E">
        <w:rPr>
          <w:rFonts w:ascii="Arial" w:eastAsia="Times New Roman" w:hAnsi="Arial" w:cs="Arial"/>
          <w:b/>
          <w:bCs/>
          <w:color w:val="333333"/>
          <w:spacing w:val="5"/>
          <w:sz w:val="26"/>
          <w:szCs w:val="26"/>
          <w:bdr w:val="none" w:sz="0" w:space="0" w:color="auto" w:frame="1"/>
          <w:lang w:eastAsia="nl-NL"/>
        </w:rPr>
        <w:t>Openbaar</w:t>
      </w:r>
      <w:r w:rsidRPr="00A3055E"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>.</w:t>
      </w:r>
    </w:p>
    <w:p w:rsidR="00A3055E" w:rsidRPr="00A3055E" w:rsidRDefault="00A3055E" w:rsidP="00A3055E">
      <w:pPr>
        <w:numPr>
          <w:ilvl w:val="0"/>
          <w:numId w:val="1"/>
        </w:numPr>
        <w:shd w:val="clear" w:color="auto" w:fill="FFFFFF"/>
        <w:spacing w:after="0" w:line="240" w:lineRule="auto"/>
        <w:ind w:left="456"/>
        <w:textAlignment w:val="baseline"/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</w:pPr>
      <w:r w:rsidRPr="00A3055E"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>Er klapt een menu open. Klik de optie </w:t>
      </w:r>
      <w:r w:rsidRPr="00A3055E">
        <w:rPr>
          <w:rFonts w:ascii="Arial" w:eastAsia="Times New Roman" w:hAnsi="Arial" w:cs="Arial"/>
          <w:b/>
          <w:bCs/>
          <w:color w:val="333333"/>
          <w:spacing w:val="5"/>
          <w:sz w:val="26"/>
          <w:szCs w:val="26"/>
          <w:bdr w:val="none" w:sz="0" w:space="0" w:color="auto" w:frame="1"/>
          <w:lang w:eastAsia="nl-NL"/>
        </w:rPr>
        <w:t>Verborgen</w:t>
      </w:r>
      <w:r w:rsidRPr="00A3055E"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> aan. Daarmee stel</w:t>
      </w:r>
      <w:r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 xml:space="preserve"> je </w:t>
      </w:r>
      <w:r w:rsidRPr="00A3055E"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>in dat de video alleen te bekijken is door mensen met de link.</w:t>
      </w:r>
    </w:p>
    <w:p w:rsidR="00A3055E" w:rsidRPr="00A3055E" w:rsidRDefault="00A3055E" w:rsidP="00A3055E">
      <w:pPr>
        <w:numPr>
          <w:ilvl w:val="0"/>
          <w:numId w:val="1"/>
        </w:numPr>
        <w:shd w:val="clear" w:color="auto" w:fill="FFFFFF"/>
        <w:spacing w:after="0" w:line="240" w:lineRule="auto"/>
        <w:ind w:left="456"/>
        <w:textAlignment w:val="baseline"/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</w:pPr>
      <w:r w:rsidRPr="00A3055E"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>Klik nu op de grote witte pijl.</w:t>
      </w:r>
    </w:p>
    <w:p w:rsidR="00A3055E" w:rsidRPr="00A3055E" w:rsidRDefault="00A3055E" w:rsidP="00A3055E">
      <w:pPr>
        <w:numPr>
          <w:ilvl w:val="0"/>
          <w:numId w:val="1"/>
        </w:numPr>
        <w:shd w:val="clear" w:color="auto" w:fill="FFFFFF"/>
        <w:spacing w:after="0" w:line="240" w:lineRule="auto"/>
        <w:ind w:left="456"/>
        <w:textAlignment w:val="baseline"/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</w:pPr>
      <w:r w:rsidRPr="00A3055E"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 xml:space="preserve">De Verkenner opent. Blader naar de map waar </w:t>
      </w:r>
      <w:r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>je</w:t>
      </w:r>
      <w:bookmarkStart w:id="0" w:name="_GoBack"/>
      <w:bookmarkEnd w:id="0"/>
      <w:r w:rsidRPr="00A3055E"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 xml:space="preserve"> video staat.</w:t>
      </w:r>
    </w:p>
    <w:p w:rsidR="00A3055E" w:rsidRPr="00A3055E" w:rsidRDefault="00A3055E" w:rsidP="00A3055E">
      <w:pPr>
        <w:numPr>
          <w:ilvl w:val="0"/>
          <w:numId w:val="1"/>
        </w:numPr>
        <w:shd w:val="clear" w:color="auto" w:fill="FFFFFF"/>
        <w:spacing w:after="0" w:line="240" w:lineRule="auto"/>
        <w:ind w:left="456"/>
        <w:textAlignment w:val="baseline"/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</w:pPr>
      <w:r w:rsidRPr="00A3055E"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>Klik de video aan.</w:t>
      </w:r>
    </w:p>
    <w:p w:rsidR="00A3055E" w:rsidRPr="00A3055E" w:rsidRDefault="00A3055E" w:rsidP="00A3055E">
      <w:pPr>
        <w:numPr>
          <w:ilvl w:val="0"/>
          <w:numId w:val="1"/>
        </w:numPr>
        <w:shd w:val="clear" w:color="auto" w:fill="FFFFFF"/>
        <w:spacing w:after="0" w:line="240" w:lineRule="auto"/>
        <w:ind w:left="456"/>
        <w:textAlignment w:val="baseline"/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</w:pPr>
      <w:r w:rsidRPr="00A3055E"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>Klik op </w:t>
      </w:r>
      <w:r w:rsidRPr="00A3055E">
        <w:rPr>
          <w:rFonts w:ascii="Arial" w:eastAsia="Times New Roman" w:hAnsi="Arial" w:cs="Arial"/>
          <w:b/>
          <w:bCs/>
          <w:color w:val="333333"/>
          <w:spacing w:val="5"/>
          <w:sz w:val="26"/>
          <w:szCs w:val="26"/>
          <w:bdr w:val="none" w:sz="0" w:space="0" w:color="auto" w:frame="1"/>
          <w:lang w:eastAsia="nl-NL"/>
        </w:rPr>
        <w:t>Openen</w:t>
      </w:r>
      <w:r w:rsidRPr="00A3055E"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>.</w:t>
      </w:r>
    </w:p>
    <w:p w:rsidR="00A3055E" w:rsidRPr="00A3055E" w:rsidRDefault="00A3055E" w:rsidP="00A3055E">
      <w:pPr>
        <w:numPr>
          <w:ilvl w:val="0"/>
          <w:numId w:val="1"/>
        </w:numPr>
        <w:shd w:val="clear" w:color="auto" w:fill="FFFFFF"/>
        <w:spacing w:after="0" w:line="240" w:lineRule="auto"/>
        <w:ind w:left="456"/>
        <w:textAlignment w:val="baseline"/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</w:pPr>
      <w:r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 xml:space="preserve">Je </w:t>
      </w:r>
      <w:r w:rsidRPr="00A3055E"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 xml:space="preserve"> gaat naar een overzichtsvenster. </w:t>
      </w:r>
      <w:r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 xml:space="preserve">Je </w:t>
      </w:r>
      <w:r w:rsidRPr="00A3055E"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 xml:space="preserve">ziet dat de video aan het uploaden is en </w:t>
      </w:r>
      <w:r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 xml:space="preserve">je </w:t>
      </w:r>
      <w:r w:rsidRPr="00A3055E"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>kunt  hier de details van</w:t>
      </w:r>
      <w:r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 xml:space="preserve"> je</w:t>
      </w:r>
      <w:r w:rsidRPr="00A3055E"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 xml:space="preserve"> video bewerken. Pas bijvoorbeeld de titel en beschrijving aan.</w:t>
      </w:r>
    </w:p>
    <w:p w:rsidR="00A3055E" w:rsidRPr="00A3055E" w:rsidRDefault="00A3055E" w:rsidP="00A3055E">
      <w:pPr>
        <w:numPr>
          <w:ilvl w:val="0"/>
          <w:numId w:val="1"/>
        </w:numPr>
        <w:shd w:val="clear" w:color="auto" w:fill="FFFFFF"/>
        <w:spacing w:after="0" w:line="240" w:lineRule="auto"/>
        <w:ind w:left="456"/>
        <w:textAlignment w:val="baseline"/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</w:pPr>
      <w:r w:rsidRPr="00A3055E"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 xml:space="preserve">Als achter de video 'Verwerkt' staat, klik </w:t>
      </w:r>
      <w:r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>je</w:t>
      </w:r>
      <w:r w:rsidRPr="00A3055E"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 xml:space="preserve"> op </w:t>
      </w:r>
      <w:r w:rsidRPr="00A3055E">
        <w:rPr>
          <w:rFonts w:ascii="Arial" w:eastAsia="Times New Roman" w:hAnsi="Arial" w:cs="Arial"/>
          <w:b/>
          <w:bCs/>
          <w:color w:val="333333"/>
          <w:spacing w:val="5"/>
          <w:sz w:val="26"/>
          <w:szCs w:val="26"/>
          <w:bdr w:val="none" w:sz="0" w:space="0" w:color="auto" w:frame="1"/>
          <w:lang w:eastAsia="nl-NL"/>
        </w:rPr>
        <w:t>Gereed</w:t>
      </w:r>
      <w:r w:rsidRPr="00A3055E"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>.</w:t>
      </w:r>
    </w:p>
    <w:p w:rsidR="00A3055E" w:rsidRDefault="00A3055E" w:rsidP="00A3055E">
      <w:pPr>
        <w:numPr>
          <w:ilvl w:val="0"/>
          <w:numId w:val="1"/>
        </w:numPr>
        <w:shd w:val="clear" w:color="auto" w:fill="FFFFFF"/>
        <w:spacing w:after="0" w:line="240" w:lineRule="auto"/>
        <w:ind w:left="456"/>
        <w:textAlignment w:val="baseline"/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</w:pPr>
      <w:r w:rsidRPr="00A3055E"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 xml:space="preserve">U krijgt een aantal opties om de video te delen. Dit kan via Facebook of Twitter. Deze openbare mogelijkheid gebruikt u natuurlijk niet bij een verborgen video. De video delen met iemand kan via de link in beeld die begint met https:/youtu.be/. Dat is de link naar uw video. De link kunt u via de rechtermuisknop kopiëren en plakken </w:t>
      </w:r>
      <w:r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 xml:space="preserve">in </w:t>
      </w:r>
      <w:proofErr w:type="spellStart"/>
      <w:r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>its</w:t>
      </w:r>
      <w:proofErr w:type="spellEnd"/>
      <w:r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>learning</w:t>
      </w:r>
      <w:proofErr w:type="spellEnd"/>
      <w:r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>.</w:t>
      </w:r>
    </w:p>
    <w:p w:rsidR="00A3055E" w:rsidRPr="00A3055E" w:rsidRDefault="00A3055E" w:rsidP="00A3055E">
      <w:pPr>
        <w:numPr>
          <w:ilvl w:val="0"/>
          <w:numId w:val="1"/>
        </w:numPr>
        <w:shd w:val="clear" w:color="auto" w:fill="FFFFFF"/>
        <w:spacing w:after="0" w:line="240" w:lineRule="auto"/>
        <w:ind w:left="456"/>
        <w:textAlignment w:val="baseline"/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</w:pPr>
    </w:p>
    <w:p w:rsidR="00A3055E" w:rsidRPr="00A3055E" w:rsidRDefault="00A3055E" w:rsidP="00A3055E">
      <w:pPr>
        <w:numPr>
          <w:ilvl w:val="0"/>
          <w:numId w:val="1"/>
        </w:numPr>
        <w:shd w:val="clear" w:color="auto" w:fill="FFFFFF"/>
        <w:spacing w:after="0" w:line="240" w:lineRule="auto"/>
        <w:ind w:left="456"/>
        <w:textAlignment w:val="baseline"/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</w:pPr>
      <w:r w:rsidRPr="00A3055E"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>. Klik links op </w:t>
      </w:r>
      <w:r w:rsidRPr="00A3055E">
        <w:rPr>
          <w:rFonts w:ascii="Arial" w:eastAsia="Times New Roman" w:hAnsi="Arial" w:cs="Arial"/>
          <w:b/>
          <w:bCs/>
          <w:color w:val="333333"/>
          <w:spacing w:val="5"/>
          <w:sz w:val="26"/>
          <w:szCs w:val="26"/>
          <w:bdr w:val="none" w:sz="0" w:space="0" w:color="auto" w:frame="1"/>
          <w:lang w:eastAsia="nl-NL"/>
        </w:rPr>
        <w:t>Videobeheer</w:t>
      </w:r>
      <w:r w:rsidRPr="00A3055E"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 xml:space="preserve"> om naar </w:t>
      </w:r>
      <w:r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>je</w:t>
      </w:r>
      <w:r w:rsidRPr="00A3055E"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 xml:space="preserve"> video-overzicht te gaan. Aan de blauwe icoontjes in de vorm van een slot, kun</w:t>
      </w:r>
      <w:r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 xml:space="preserve"> je</w:t>
      </w:r>
      <w:r w:rsidRPr="00A3055E">
        <w:rPr>
          <w:rFonts w:ascii="Arial" w:eastAsia="Times New Roman" w:hAnsi="Arial" w:cs="Arial"/>
          <w:color w:val="333333"/>
          <w:spacing w:val="5"/>
          <w:sz w:val="26"/>
          <w:szCs w:val="26"/>
          <w:lang w:eastAsia="nl-NL"/>
        </w:rPr>
        <w:t xml:space="preserve"> zien of uw video echt privé of verborgen is.</w:t>
      </w:r>
    </w:p>
    <w:p w:rsidR="00EF6385" w:rsidRDefault="00EF6385"/>
    <w:sectPr w:rsidR="00EF63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B967C9"/>
    <w:multiLevelType w:val="multilevel"/>
    <w:tmpl w:val="CD748B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55E"/>
    <w:rsid w:val="00A3055E"/>
    <w:rsid w:val="00E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703A2"/>
  <w15:chartTrackingRefBased/>
  <w15:docId w15:val="{B32B67E8-C4C4-4F76-A7FC-41FEF6ABD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70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Jacolien ten Cate</dc:creator>
  <cp:keywords/>
  <dc:description/>
  <cp:lastModifiedBy>Jacolien ten Cate</cp:lastModifiedBy>
  <cp:revision>1</cp:revision>
  <dcterms:created xsi:type="dcterms:W3CDTF">2020-05-06T10:12:00Z</dcterms:created>
  <dcterms:modified xsi:type="dcterms:W3CDTF">2020-05-06T10:15:00Z</dcterms:modified>
</cp:coreProperties>
</file>