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E3" w:rsidRPr="000833E3" w:rsidRDefault="000833E3" w:rsidP="000833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</w:pPr>
      <w:bookmarkStart w:id="0" w:name="body_toc_2_2"/>
      <w:bookmarkEnd w:id="0"/>
      <w:r w:rsidRPr="000833E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Tabel 1. Vulwaarde in ml (</w:t>
      </w:r>
      <w:proofErr w:type="spellStart"/>
      <w:r w:rsidRPr="000833E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Capsugel</w:t>
      </w:r>
      <w:proofErr w:type="spellEnd"/>
      <w:r w:rsidRPr="000833E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, Lilly, </w:t>
      </w:r>
      <w:proofErr w:type="spellStart"/>
      <w:r w:rsidRPr="000833E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Scherer</w:t>
      </w:r>
      <w:proofErr w:type="spellEnd"/>
      <w:r w:rsidRPr="000833E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 xml:space="preserve">, </w:t>
      </w:r>
      <w:proofErr w:type="spellStart"/>
      <w:r w:rsidRPr="000833E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Capsicard</w:t>
      </w:r>
      <w:proofErr w:type="spellEnd"/>
      <w:r w:rsidRPr="000833E3">
        <w:rPr>
          <w:rFonts w:ascii="Times New Roman" w:eastAsia="Times New Roman" w:hAnsi="Times New Roman" w:cs="Times New Roman"/>
          <w:b/>
          <w:bCs/>
          <w:sz w:val="36"/>
          <w:szCs w:val="36"/>
          <w:lang w:eastAsia="nl-NL"/>
        </w:rPr>
        <w:t>).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required for strict XHTML"/>
      </w:tblPr>
      <w:tblGrid>
        <w:gridCol w:w="4637"/>
        <w:gridCol w:w="66"/>
        <w:gridCol w:w="66"/>
        <w:gridCol w:w="66"/>
        <w:gridCol w:w="66"/>
        <w:gridCol w:w="81"/>
      </w:tblGrid>
      <w:tr w:rsidR="000833E3" w:rsidRPr="000833E3" w:rsidTr="000833E3">
        <w:trPr>
          <w:tblCellSpacing w:w="15" w:type="dxa"/>
        </w:trPr>
        <w:tc>
          <w:tcPr>
            <w:tcW w:w="0" w:type="auto"/>
            <w:vAlign w:val="center"/>
          </w:tcPr>
          <w:p w:rsidR="000833E3" w:rsidRPr="000833E3" w:rsidRDefault="000833E3" w:rsidP="000833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910"/>
              <w:gridCol w:w="1710"/>
              <w:gridCol w:w="483"/>
              <w:gridCol w:w="483"/>
              <w:gridCol w:w="483"/>
              <w:gridCol w:w="483"/>
            </w:tblGrid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0833E3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aantal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0833E3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Capsulemaat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 w:rsidRPr="000833E3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00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3</w:t>
                  </w:r>
                </w:p>
              </w:tc>
            </w:tr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20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18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12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30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28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19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14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11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50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46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31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23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18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13</w:t>
                  </w:r>
                </w:p>
              </w:tc>
            </w:tr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60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55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38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28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22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16</w:t>
                  </w:r>
                </w:p>
              </w:tc>
            </w:tr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90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83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56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42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33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24</w:t>
                  </w:r>
                </w:p>
              </w:tc>
            </w:tr>
            <w:tr w:rsidR="000833E3" w:rsidRPr="000833E3" w:rsidTr="000833E3"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nl-NL"/>
                    </w:rPr>
                    <w:t>100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92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63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47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37</w:t>
                  </w:r>
                </w:p>
              </w:tc>
              <w:tc>
                <w:tcPr>
                  <w:tcW w:w="360" w:type="dxa"/>
                </w:tcPr>
                <w:p w:rsidR="000833E3" w:rsidRPr="000833E3" w:rsidRDefault="000833E3" w:rsidP="000833E3">
                  <w:pPr>
                    <w:jc w:val="center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nl-NL"/>
                    </w:rPr>
                    <w:t>27</w:t>
                  </w:r>
                </w:p>
              </w:tc>
            </w:tr>
          </w:tbl>
          <w:p w:rsidR="000833E3" w:rsidRPr="000833E3" w:rsidRDefault="000833E3" w:rsidP="0008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</w:tcPr>
          <w:p w:rsidR="000833E3" w:rsidRPr="000833E3" w:rsidRDefault="000833E3" w:rsidP="000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</w:tcPr>
          <w:p w:rsidR="000833E3" w:rsidRPr="000833E3" w:rsidRDefault="000833E3" w:rsidP="000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</w:tcPr>
          <w:p w:rsidR="000833E3" w:rsidRPr="000833E3" w:rsidRDefault="000833E3" w:rsidP="000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</w:tcPr>
          <w:p w:rsidR="000833E3" w:rsidRPr="000833E3" w:rsidRDefault="000833E3" w:rsidP="000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Align w:val="center"/>
          </w:tcPr>
          <w:p w:rsidR="000833E3" w:rsidRPr="000833E3" w:rsidRDefault="000833E3" w:rsidP="0008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A05607" w:rsidRDefault="00A05607"/>
    <w:p w:rsidR="000833E3" w:rsidRDefault="000833E3" w:rsidP="000833E3"/>
    <w:p w:rsidR="000833E3" w:rsidRDefault="000833E3" w:rsidP="000833E3"/>
    <w:p w:rsidR="000833E3" w:rsidRDefault="000833E3" w:rsidP="000833E3">
      <w:r>
        <w:t>KNMP Kennisbank</w:t>
      </w:r>
      <w:bookmarkStart w:id="1" w:name="_GoBack"/>
      <w:bookmarkEnd w:id="1"/>
    </w:p>
    <w:p w:rsidR="000833E3" w:rsidRDefault="000833E3" w:rsidP="000833E3">
      <w:r>
        <w:t xml:space="preserve">Home – </w:t>
      </w:r>
      <w:r>
        <w:t xml:space="preserve">Bereiding </w:t>
      </w:r>
      <w:r>
        <w:t xml:space="preserve">– </w:t>
      </w:r>
      <w:r>
        <w:t xml:space="preserve">LNA-procedures bereiding </w:t>
      </w:r>
      <w:r>
        <w:t>– T</w:t>
      </w:r>
      <w:r>
        <w:t xml:space="preserve">oedieningsvormen </w:t>
      </w:r>
      <w:r>
        <w:t>– C</w:t>
      </w:r>
      <w:r>
        <w:t>apsules</w:t>
      </w:r>
      <w:r>
        <w:t xml:space="preserve"> en </w:t>
      </w:r>
      <w:r>
        <w:t xml:space="preserve">poeders </w:t>
      </w:r>
      <w:r>
        <w:t>–</w:t>
      </w:r>
    </w:p>
    <w:p w:rsidR="000833E3" w:rsidRDefault="000833E3" w:rsidP="000833E3">
      <w:r>
        <w:t>Capsules, vulwaarden.</w:t>
      </w:r>
    </w:p>
    <w:p w:rsidR="000833E3" w:rsidRDefault="000833E3"/>
    <w:sectPr w:rsidR="00083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3E3"/>
    <w:rsid w:val="000833E3"/>
    <w:rsid w:val="00A05607"/>
    <w:rsid w:val="00A9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12B8B-4F59-4810-A446-9D441BAE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83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5451">
                  <w:marLeft w:val="0"/>
                  <w:marRight w:val="0"/>
                  <w:marTop w:val="12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1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83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2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85794">
                  <w:marLeft w:val="0"/>
                  <w:marRight w:val="0"/>
                  <w:marTop w:val="12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63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5511">
                  <w:marLeft w:val="0"/>
                  <w:marRight w:val="0"/>
                  <w:marTop w:val="12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7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69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750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B5F86C14</Template>
  <TotalTime>7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Gilde Opleidingen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Schutgens, Jorinde</dc:creator>
  <cp:keywords/>
  <dc:description/>
  <cp:lastModifiedBy>Schutgens, Jorinde</cp:lastModifiedBy>
  <cp:revision>1</cp:revision>
  <dcterms:created xsi:type="dcterms:W3CDTF">2017-10-23T09:06:00Z</dcterms:created>
  <dcterms:modified xsi:type="dcterms:W3CDTF">2017-10-23T09:13:00Z</dcterms:modified>
</cp:coreProperties>
</file>