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C7A" w:rsidRPr="00786B99" w:rsidRDefault="00735C7A" w:rsidP="00735C7A">
      <w:pPr>
        <w:rPr>
          <w:rFonts w:ascii="Arial" w:hAnsi="Arial" w:cs="Arial"/>
        </w:rPr>
      </w:pPr>
      <w:bookmarkStart w:id="0" w:name="_GoBack"/>
      <w:bookmarkEnd w:id="0"/>
      <w:r w:rsidRPr="00786B99">
        <w:rPr>
          <w:rFonts w:ascii="Arial" w:hAnsi="Arial" w:cs="Arial"/>
        </w:rPr>
        <w:t>Verwerkingsvragen:</w:t>
      </w:r>
    </w:p>
    <w:p w:rsidR="00735C7A" w:rsidRPr="00786B99" w:rsidRDefault="00735C7A" w:rsidP="00735C7A">
      <w:pPr>
        <w:rPr>
          <w:rFonts w:ascii="Arial" w:hAnsi="Arial" w:cs="Arial"/>
        </w:rPr>
      </w:pPr>
    </w:p>
    <w:p w:rsidR="00735C7A" w:rsidRPr="00786B99" w:rsidRDefault="00735C7A" w:rsidP="00735C7A">
      <w:pPr>
        <w:rPr>
          <w:rFonts w:ascii="Arial" w:hAnsi="Arial" w:cs="Arial"/>
        </w:rPr>
      </w:pPr>
      <w:r w:rsidRPr="00786B99">
        <w:rPr>
          <w:rFonts w:ascii="Arial" w:hAnsi="Arial" w:cs="Arial"/>
        </w:rPr>
        <w:t>Temperatuur in de teelt.</w:t>
      </w:r>
    </w:p>
    <w:p w:rsidR="00735C7A" w:rsidRPr="00735C7A" w:rsidRDefault="00735C7A" w:rsidP="00735C7A">
      <w:pPr>
        <w:rPr>
          <w:rFonts w:ascii="Arial" w:hAnsi="Arial" w:cs="Arial"/>
          <w:b/>
          <w:color w:val="000000"/>
        </w:rPr>
      </w:pPr>
    </w:p>
    <w:p w:rsidR="00735C7A" w:rsidRDefault="00735C7A" w:rsidP="00735C7A">
      <w:pPr>
        <w:rPr>
          <w:rFonts w:ascii="Arial" w:hAnsi="Arial" w:cs="Arial"/>
          <w:b/>
          <w:color w:val="000000"/>
        </w:rPr>
      </w:pPr>
      <w:r w:rsidRPr="00735C7A">
        <w:rPr>
          <w:rFonts w:ascii="Arial" w:hAnsi="Arial" w:cs="Arial"/>
          <w:b/>
          <w:color w:val="000000"/>
        </w:rPr>
        <w:t xml:space="preserve">Vragen: </w:t>
      </w:r>
    </w:p>
    <w:p w:rsidR="00325A3E" w:rsidRPr="00735C7A" w:rsidRDefault="00325A3E" w:rsidP="00735C7A">
      <w:pPr>
        <w:rPr>
          <w:rFonts w:ascii="Arial" w:hAnsi="Arial" w:cs="Arial"/>
        </w:rPr>
      </w:pPr>
    </w:p>
    <w:p w:rsidR="00735C7A" w:rsidRPr="00325A3E" w:rsidRDefault="00735C7A" w:rsidP="00735C7A">
      <w:pPr>
        <w:rPr>
          <w:rFonts w:ascii="Arial" w:hAnsi="Arial" w:cs="Arial"/>
        </w:rPr>
      </w:pPr>
      <w:r w:rsidRPr="00325A3E">
        <w:rPr>
          <w:rFonts w:ascii="Arial" w:hAnsi="Arial" w:cs="Arial"/>
        </w:rPr>
        <w:t>Invloed van temperatuur op processen.</w:t>
      </w:r>
    </w:p>
    <w:p w:rsidR="00735C7A" w:rsidRDefault="00325A3E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 xml:space="preserve">1 </w:t>
      </w:r>
      <w:r w:rsidR="00735C7A" w:rsidRPr="00325A3E">
        <w:rPr>
          <w:rFonts w:ascii="Arial" w:hAnsi="Arial" w:cs="Arial"/>
          <w:b/>
        </w:rPr>
        <w:t>Wat voor een processen spelen zich af in de plant?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Default="00325A3E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2</w:t>
      </w:r>
      <w:r w:rsidR="00735C7A" w:rsidRPr="00325A3E">
        <w:rPr>
          <w:rFonts w:ascii="Arial" w:hAnsi="Arial" w:cs="Arial"/>
          <w:b/>
        </w:rPr>
        <w:t xml:space="preserve"> Wat is de invloed van de temperatuur op deze processen?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Default="00325A3E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 xml:space="preserve">3 </w:t>
      </w:r>
      <w:r w:rsidR="00735C7A" w:rsidRPr="00325A3E">
        <w:rPr>
          <w:rFonts w:ascii="Arial" w:hAnsi="Arial" w:cs="Arial"/>
          <w:b/>
        </w:rPr>
        <w:t>Hoe komt het dat bij een lage temperatuur opeenhoping van suikers optreedt?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Pr="00325A3E" w:rsidRDefault="00325A3E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4</w:t>
      </w:r>
      <w:r w:rsidR="00735C7A" w:rsidRPr="00325A3E">
        <w:rPr>
          <w:rFonts w:ascii="Arial" w:hAnsi="Arial" w:cs="Arial"/>
          <w:b/>
        </w:rPr>
        <w:t xml:space="preserve"> De ademhaling van de plant reageert ook op een temperatuurverlaging. Verklaar dit?</w:t>
      </w:r>
    </w:p>
    <w:p w:rsidR="00735C7A" w:rsidRPr="00735C7A" w:rsidRDefault="00735C7A" w:rsidP="00735C7A">
      <w:pPr>
        <w:rPr>
          <w:rFonts w:ascii="Arial" w:hAnsi="Arial" w:cs="Arial"/>
        </w:rPr>
      </w:pPr>
    </w:p>
    <w:p w:rsidR="00735C7A" w:rsidRPr="00325A3E" w:rsidRDefault="00735C7A" w:rsidP="00735C7A">
      <w:pPr>
        <w:rPr>
          <w:rFonts w:ascii="Arial" w:hAnsi="Arial" w:cs="Arial"/>
        </w:rPr>
      </w:pPr>
      <w:r w:rsidRPr="00325A3E">
        <w:rPr>
          <w:rFonts w:ascii="Arial" w:hAnsi="Arial" w:cs="Arial"/>
        </w:rPr>
        <w:t>Temperatuurintegratie</w:t>
      </w:r>
    </w:p>
    <w:p w:rsidR="00325A3E" w:rsidRDefault="00325A3E" w:rsidP="00735C7A">
      <w:pPr>
        <w:rPr>
          <w:rFonts w:ascii="Arial" w:hAnsi="Arial" w:cs="Arial"/>
          <w:b/>
        </w:rPr>
      </w:pPr>
    </w:p>
    <w:p w:rsidR="00325A3E" w:rsidRDefault="00325A3E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  <w:noProof/>
        </w:rPr>
        <w:drawing>
          <wp:inline distT="0" distB="0" distL="0" distR="0">
            <wp:extent cx="2428875" cy="1744629"/>
            <wp:effectExtent l="0" t="0" r="0" b="8255"/>
            <wp:docPr id="3" name="Afbeelding 3" descr="\\dfs\home\rutters\Bureaublad\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fs\home\rutters\Bureaublad\ti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108" cy="175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A3E" w:rsidRDefault="00325A3E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1 Wat wordt er bedoeld met temperatuurintegratie?</w:t>
      </w:r>
    </w:p>
    <w:p w:rsidR="00325A3E" w:rsidRDefault="00325A3E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2 Verklaar waarom de fotosynthese niet zo temperatuur gevoelig is? Geef een voorbeeld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3 Er zijn</w:t>
      </w:r>
      <w:r w:rsidR="00325A3E" w:rsidRPr="00325A3E">
        <w:rPr>
          <w:rFonts w:ascii="Arial" w:hAnsi="Arial" w:cs="Arial"/>
          <w:b/>
        </w:rPr>
        <w:t xml:space="preserve"> hier</w:t>
      </w:r>
      <w:r w:rsidRPr="00325A3E">
        <w:rPr>
          <w:rFonts w:ascii="Arial" w:hAnsi="Arial" w:cs="Arial"/>
          <w:b/>
        </w:rPr>
        <w:t xml:space="preserve"> ook uitzonderingen op. Noem er 2.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Pr="00735C7A" w:rsidRDefault="00735C7A" w:rsidP="00325A3E">
      <w:pPr>
        <w:spacing w:after="160" w:line="276" w:lineRule="auto"/>
        <w:rPr>
          <w:rFonts w:ascii="Arial" w:hAnsi="Arial" w:cs="Arial"/>
        </w:rPr>
      </w:pPr>
    </w:p>
    <w:p w:rsidR="00735C7A" w:rsidRDefault="00735C7A" w:rsidP="00735C7A">
      <w:pPr>
        <w:rPr>
          <w:rFonts w:ascii="Arial" w:hAnsi="Arial" w:cs="Arial"/>
        </w:rPr>
      </w:pPr>
      <w:r w:rsidRPr="00325A3E">
        <w:rPr>
          <w:rFonts w:ascii="Arial" w:hAnsi="Arial" w:cs="Arial"/>
        </w:rPr>
        <w:t>Meer tomatenkilo’s bij een lagere temperatuur</w:t>
      </w:r>
    </w:p>
    <w:p w:rsidR="00325A3E" w:rsidRPr="00325A3E" w:rsidRDefault="00325A3E" w:rsidP="00735C7A">
      <w:pPr>
        <w:rPr>
          <w:rFonts w:ascii="Arial" w:hAnsi="Arial" w:cs="Arial"/>
        </w:rPr>
      </w:pPr>
      <w:r w:rsidRPr="00325A3E">
        <w:rPr>
          <w:rFonts w:ascii="Arial" w:hAnsi="Arial" w:cs="Arial"/>
          <w:noProof/>
        </w:rPr>
        <w:drawing>
          <wp:inline distT="0" distB="0" distL="0" distR="0">
            <wp:extent cx="2543175" cy="1455261"/>
            <wp:effectExtent l="0" t="0" r="0" b="0"/>
            <wp:docPr id="4" name="Afbeelding 4" descr="Afbeeldingsresultaat voor Meer tomaten kilo’s bij lagere temperatuu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eer tomaten kilo’s bij lagere temperatuu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22" cy="145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C7A" w:rsidRDefault="00735C7A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1 Wat is de invloed van een lagere temperatuur op de bladgroei bij een tomaat?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lastRenderedPageBreak/>
        <w:t>2 Hoe komt het dat bij een lagere temperatuur bij de tomaat de productie stijgt?</w:t>
      </w: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325A3E">
        <w:rPr>
          <w:rFonts w:ascii="Arial" w:hAnsi="Arial" w:cs="Arial"/>
          <w:b/>
        </w:rPr>
        <w:t>3 Noem de voordelen en de nadelen van temperatuurverlaging bij de tomaat</w:t>
      </w:r>
    </w:p>
    <w:p w:rsidR="00325A3E" w:rsidRDefault="00325A3E" w:rsidP="00735C7A">
      <w:pPr>
        <w:rPr>
          <w:rFonts w:ascii="Arial" w:hAnsi="Arial" w:cs="Arial"/>
          <w:b/>
        </w:rPr>
      </w:pPr>
    </w:p>
    <w:p w:rsidR="00325A3E" w:rsidRDefault="00325A3E" w:rsidP="00735C7A">
      <w:pPr>
        <w:rPr>
          <w:rFonts w:ascii="Arial" w:hAnsi="Arial" w:cs="Arial"/>
          <w:b/>
        </w:rPr>
      </w:pPr>
    </w:p>
    <w:p w:rsidR="00325A3E" w:rsidRPr="00325A3E" w:rsidRDefault="00325A3E" w:rsidP="00735C7A">
      <w:pPr>
        <w:rPr>
          <w:rFonts w:ascii="Arial" w:hAnsi="Arial" w:cs="Arial"/>
          <w:b/>
        </w:rPr>
      </w:pPr>
    </w:p>
    <w:p w:rsidR="00735C7A" w:rsidRPr="00735C7A" w:rsidRDefault="00735C7A" w:rsidP="00735C7A">
      <w:pPr>
        <w:rPr>
          <w:rFonts w:ascii="Arial" w:hAnsi="Arial" w:cs="Arial"/>
        </w:rPr>
      </w:pPr>
    </w:p>
    <w:p w:rsidR="00735C7A" w:rsidRPr="00325A3E" w:rsidRDefault="00735C7A" w:rsidP="00735C7A">
      <w:pPr>
        <w:rPr>
          <w:rFonts w:ascii="Arial" w:hAnsi="Arial" w:cs="Arial"/>
        </w:rPr>
      </w:pPr>
      <w:r w:rsidRPr="00325A3E">
        <w:rPr>
          <w:rFonts w:ascii="Arial" w:hAnsi="Arial" w:cs="Arial"/>
        </w:rPr>
        <w:t>Verschil in reactie van plantedelen op de temperatuur.</w:t>
      </w: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1 Wel</w:t>
      </w:r>
      <w:r w:rsidR="008C1709" w:rsidRPr="008C1709">
        <w:rPr>
          <w:rFonts w:ascii="Arial" w:hAnsi="Arial" w:cs="Arial"/>
          <w:b/>
        </w:rPr>
        <w:t>k</w:t>
      </w:r>
      <w:r w:rsidRPr="008C1709">
        <w:rPr>
          <w:rFonts w:ascii="Arial" w:hAnsi="Arial" w:cs="Arial"/>
          <w:b/>
        </w:rPr>
        <w:t xml:space="preserve"> orgaan in de plant is erg gevoelig voor de temperatuur?</w:t>
      </w: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2 Wat is het nadeel van een koude kop?</w:t>
      </w: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3 Waarom is een lage temperatuur in het begin van de teelt nadelig voor de plant?</w:t>
      </w: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735C7A" w:rsidRPr="008C1709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4 Wat is het nadeel van koelen van onderaf?</w:t>
      </w:r>
    </w:p>
    <w:p w:rsidR="008C1709" w:rsidRDefault="008C1709" w:rsidP="00735C7A">
      <w:pPr>
        <w:rPr>
          <w:rFonts w:ascii="Arial" w:hAnsi="Arial" w:cs="Arial"/>
        </w:rPr>
      </w:pPr>
    </w:p>
    <w:p w:rsidR="008C1709" w:rsidRDefault="00735C7A" w:rsidP="00735C7A">
      <w:pPr>
        <w:rPr>
          <w:rFonts w:ascii="Arial" w:hAnsi="Arial" w:cs="Arial"/>
        </w:rPr>
      </w:pPr>
      <w:r w:rsidRPr="008C1709">
        <w:rPr>
          <w:rFonts w:ascii="Arial" w:hAnsi="Arial" w:cs="Arial"/>
        </w:rPr>
        <w:t>Invloed van warmte op de uitgroei van bloemen</w:t>
      </w:r>
    </w:p>
    <w:p w:rsidR="008C1709" w:rsidRDefault="008C1709" w:rsidP="00735C7A">
      <w:pPr>
        <w:rPr>
          <w:rFonts w:ascii="Arial" w:hAnsi="Arial" w:cs="Arial"/>
        </w:rPr>
      </w:pPr>
      <w:r w:rsidRPr="008C1709">
        <w:rPr>
          <w:rFonts w:ascii="Arial" w:hAnsi="Arial" w:cs="Arial"/>
          <w:noProof/>
        </w:rPr>
        <w:drawing>
          <wp:inline distT="0" distB="0" distL="0" distR="0">
            <wp:extent cx="2590800" cy="1945068"/>
            <wp:effectExtent l="0" t="0" r="0" b="0"/>
            <wp:docPr id="5" name="Afbeelding 5" descr="Afbeeldingsresultaat voor kas chrysante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as chrysante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239" cy="194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709" w:rsidRPr="008C1709" w:rsidRDefault="008C1709" w:rsidP="00735C7A">
      <w:pPr>
        <w:rPr>
          <w:rFonts w:ascii="Arial" w:hAnsi="Arial" w:cs="Arial"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 xml:space="preserve">1 </w:t>
      </w:r>
      <w:r w:rsidR="008C1709" w:rsidRPr="008C1709">
        <w:rPr>
          <w:rFonts w:ascii="Arial" w:hAnsi="Arial" w:cs="Arial"/>
          <w:b/>
        </w:rPr>
        <w:t>Welke invloed heeft een hogere temperatuur bij de uitgroei van bloemen?</w:t>
      </w: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 Wat gebeurd er met de bloemen wanneer ze te snel uitgroeien?</w:t>
      </w: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</w:rPr>
      </w:pPr>
    </w:p>
    <w:p w:rsidR="00735C7A" w:rsidRPr="00735C7A" w:rsidRDefault="00735C7A" w:rsidP="00735C7A">
      <w:pPr>
        <w:rPr>
          <w:rFonts w:ascii="Arial" w:hAnsi="Arial" w:cs="Arial"/>
        </w:rPr>
      </w:pPr>
    </w:p>
    <w:p w:rsidR="00735C7A" w:rsidRPr="008C1709" w:rsidRDefault="00735C7A" w:rsidP="00735C7A">
      <w:pPr>
        <w:rPr>
          <w:rFonts w:ascii="Arial" w:hAnsi="Arial" w:cs="Arial"/>
        </w:rPr>
      </w:pPr>
      <w:r w:rsidRPr="008C1709">
        <w:rPr>
          <w:rFonts w:ascii="Arial" w:hAnsi="Arial" w:cs="Arial"/>
        </w:rPr>
        <w:t>Hittestress</w:t>
      </w: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1 Wat is het gevolg van de plant bij hittestress?</w:t>
      </w: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2 Bij welke temperatuur spreek je van hittestress?</w:t>
      </w: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8C1709">
        <w:rPr>
          <w:rFonts w:ascii="Arial" w:hAnsi="Arial" w:cs="Arial"/>
          <w:b/>
        </w:rPr>
        <w:t>3 Noem een nog andere vorm van hittestress. Verklaar deze?</w:t>
      </w: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Default="008C1709" w:rsidP="00735C7A">
      <w:pPr>
        <w:rPr>
          <w:rFonts w:ascii="Arial" w:hAnsi="Arial" w:cs="Arial"/>
          <w:b/>
        </w:rPr>
      </w:pPr>
    </w:p>
    <w:p w:rsidR="008C1709" w:rsidRPr="008C1709" w:rsidRDefault="008C1709" w:rsidP="00735C7A">
      <w:pPr>
        <w:rPr>
          <w:rFonts w:ascii="Arial" w:hAnsi="Arial" w:cs="Arial"/>
          <w:b/>
        </w:rPr>
      </w:pPr>
    </w:p>
    <w:p w:rsidR="00735C7A" w:rsidRPr="00735C7A" w:rsidRDefault="00735C7A" w:rsidP="00735C7A">
      <w:pPr>
        <w:rPr>
          <w:rFonts w:ascii="Arial" w:hAnsi="Arial" w:cs="Arial"/>
        </w:rPr>
      </w:pPr>
    </w:p>
    <w:p w:rsidR="00735C7A" w:rsidRPr="008C1709" w:rsidRDefault="00735C7A" w:rsidP="00735C7A">
      <w:pPr>
        <w:rPr>
          <w:rFonts w:ascii="Arial" w:hAnsi="Arial" w:cs="Arial"/>
        </w:rPr>
      </w:pPr>
      <w:r w:rsidRPr="008C1709">
        <w:rPr>
          <w:rFonts w:ascii="Arial" w:hAnsi="Arial" w:cs="Arial"/>
        </w:rPr>
        <w:lastRenderedPageBreak/>
        <w:t>Sturen op planttemperatuur</w:t>
      </w:r>
    </w:p>
    <w:p w:rsidR="008C1709" w:rsidRPr="00735C7A" w:rsidRDefault="008C1709" w:rsidP="00735C7A">
      <w:pPr>
        <w:rPr>
          <w:rFonts w:ascii="Arial" w:hAnsi="Arial" w:cs="Arial"/>
          <w:b/>
        </w:rPr>
      </w:pPr>
      <w:r>
        <w:rPr>
          <w:noProof/>
          <w:color w:val="0000FF"/>
        </w:rPr>
        <w:drawing>
          <wp:inline distT="0" distB="0" distL="0" distR="0" wp14:anchorId="6CE2630A" wp14:editId="3DF9F5F4">
            <wp:extent cx="2007615" cy="1504950"/>
            <wp:effectExtent l="0" t="0" r="0" b="0"/>
            <wp:docPr id="7" name="irc_mi" descr="Afbeeldingsresultaat voor sturen op plant temperatuu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sturen op plant temperatuur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72" cy="150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C7A" w:rsidRDefault="00735C7A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1 Waarom zou het eigenlijk beter zijn om op planttemperatuur te sturen?</w:t>
      </w:r>
    </w:p>
    <w:p w:rsidR="007513FD" w:rsidRPr="007513FD" w:rsidRDefault="007513FD" w:rsidP="00735C7A">
      <w:pPr>
        <w:rPr>
          <w:rFonts w:ascii="Arial" w:hAnsi="Arial" w:cs="Arial"/>
          <w:b/>
        </w:rPr>
      </w:pPr>
    </w:p>
    <w:p w:rsidR="00735C7A" w:rsidRPr="007513FD" w:rsidRDefault="00735C7A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 xml:space="preserve">2 Welk deel van de plant reageert sneller op temperatuurveranderingen dan de </w:t>
      </w:r>
      <w:proofErr w:type="spellStart"/>
      <w:r w:rsidRPr="007513FD">
        <w:rPr>
          <w:rFonts w:ascii="Arial" w:hAnsi="Arial" w:cs="Arial"/>
          <w:b/>
        </w:rPr>
        <w:t>meetbox</w:t>
      </w:r>
      <w:proofErr w:type="spellEnd"/>
      <w:r w:rsidRPr="007513FD">
        <w:rPr>
          <w:rFonts w:ascii="Arial" w:hAnsi="Arial" w:cs="Arial"/>
          <w:b/>
        </w:rPr>
        <w:t>?</w:t>
      </w:r>
    </w:p>
    <w:p w:rsidR="007513FD" w:rsidRDefault="007513FD" w:rsidP="00735C7A">
      <w:pPr>
        <w:rPr>
          <w:rFonts w:ascii="Arial" w:hAnsi="Arial" w:cs="Arial"/>
        </w:rPr>
      </w:pPr>
    </w:p>
    <w:p w:rsidR="00735C7A" w:rsidRPr="007513FD" w:rsidRDefault="00735C7A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3 Sturen op planttemperatuur lijkt betrouwbaarder. Aan welke voorwaarden moet wel voldaan worden om deze meting betrouwbaar te  maken</w:t>
      </w:r>
      <w:r w:rsidR="007513FD" w:rsidRPr="007513FD">
        <w:rPr>
          <w:rFonts w:ascii="Arial" w:hAnsi="Arial" w:cs="Arial"/>
          <w:b/>
        </w:rPr>
        <w:t>?</w:t>
      </w:r>
    </w:p>
    <w:p w:rsidR="00786B99" w:rsidRDefault="00786B99" w:rsidP="00735C7A">
      <w:pPr>
        <w:rPr>
          <w:rFonts w:ascii="Arial" w:hAnsi="Arial" w:cs="Arial"/>
        </w:rPr>
      </w:pPr>
    </w:p>
    <w:p w:rsidR="00786B99" w:rsidRPr="00735C7A" w:rsidRDefault="00786B99" w:rsidP="00735C7A">
      <w:pPr>
        <w:rPr>
          <w:rFonts w:ascii="Arial" w:hAnsi="Arial" w:cs="Arial"/>
        </w:rPr>
      </w:pPr>
    </w:p>
    <w:p w:rsidR="00735C7A" w:rsidRPr="00735C7A" w:rsidRDefault="00735C7A" w:rsidP="00735C7A">
      <w:pPr>
        <w:rPr>
          <w:rFonts w:ascii="Arial" w:hAnsi="Arial" w:cs="Arial"/>
        </w:rPr>
      </w:pPr>
    </w:p>
    <w:p w:rsidR="00735C7A" w:rsidRPr="007513FD" w:rsidRDefault="00735C7A" w:rsidP="00735C7A">
      <w:pPr>
        <w:rPr>
          <w:rFonts w:ascii="Arial" w:hAnsi="Arial" w:cs="Arial"/>
        </w:rPr>
      </w:pPr>
      <w:r w:rsidRPr="007513FD">
        <w:rPr>
          <w:rFonts w:ascii="Arial" w:hAnsi="Arial" w:cs="Arial"/>
        </w:rPr>
        <w:t xml:space="preserve">Sturen op </w:t>
      </w:r>
      <w:proofErr w:type="spellStart"/>
      <w:r w:rsidRPr="007513FD">
        <w:rPr>
          <w:rFonts w:ascii="Arial" w:hAnsi="Arial" w:cs="Arial"/>
        </w:rPr>
        <w:t>Dif</w:t>
      </w:r>
      <w:proofErr w:type="spellEnd"/>
    </w:p>
    <w:p w:rsidR="00735C7A" w:rsidRDefault="00735C7A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 xml:space="preserve">1 Wat wordt bedoeld met </w:t>
      </w:r>
      <w:proofErr w:type="spellStart"/>
      <w:r w:rsidRPr="007513FD">
        <w:rPr>
          <w:rFonts w:ascii="Arial" w:hAnsi="Arial" w:cs="Arial"/>
          <w:b/>
        </w:rPr>
        <w:t>Dif</w:t>
      </w:r>
      <w:proofErr w:type="spellEnd"/>
      <w:r w:rsidRPr="007513FD">
        <w:rPr>
          <w:rFonts w:ascii="Arial" w:hAnsi="Arial" w:cs="Arial"/>
          <w:b/>
        </w:rPr>
        <w:t>?</w:t>
      </w:r>
    </w:p>
    <w:p w:rsidR="007513FD" w:rsidRPr="007513FD" w:rsidRDefault="007513FD" w:rsidP="00735C7A">
      <w:pPr>
        <w:rPr>
          <w:rFonts w:ascii="Arial" w:hAnsi="Arial" w:cs="Arial"/>
          <w:b/>
        </w:rPr>
      </w:pPr>
    </w:p>
    <w:p w:rsidR="00735C7A" w:rsidRDefault="00735C7A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2 Wat voor een hormoon maakt de plant aan bij een hogere dagtemperatuur en een lagere</w:t>
      </w:r>
      <w:r w:rsidR="007513FD" w:rsidRPr="007513FD">
        <w:rPr>
          <w:rFonts w:ascii="Arial" w:hAnsi="Arial" w:cs="Arial"/>
          <w:b/>
        </w:rPr>
        <w:t xml:space="preserve"> na</w:t>
      </w:r>
      <w:r w:rsidRPr="007513FD">
        <w:rPr>
          <w:rFonts w:ascii="Arial" w:hAnsi="Arial" w:cs="Arial"/>
          <w:b/>
        </w:rPr>
        <w:t>chttemperatuur</w:t>
      </w:r>
      <w:r w:rsidR="007513FD" w:rsidRPr="007513FD">
        <w:rPr>
          <w:rFonts w:ascii="Arial" w:hAnsi="Arial" w:cs="Arial"/>
          <w:b/>
        </w:rPr>
        <w:t>?</w:t>
      </w:r>
    </w:p>
    <w:p w:rsidR="007513FD" w:rsidRPr="007513FD" w:rsidRDefault="007513FD" w:rsidP="00735C7A">
      <w:pPr>
        <w:rPr>
          <w:rFonts w:ascii="Arial" w:hAnsi="Arial" w:cs="Arial"/>
          <w:b/>
        </w:rPr>
      </w:pPr>
    </w:p>
    <w:p w:rsidR="00735C7A" w:rsidRPr="007513FD" w:rsidRDefault="00735C7A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3 Leg het begrip DIF uit</w:t>
      </w:r>
    </w:p>
    <w:p w:rsidR="00325A3E" w:rsidRDefault="00325A3E" w:rsidP="00735C7A">
      <w:pPr>
        <w:rPr>
          <w:rFonts w:ascii="Arial" w:hAnsi="Arial" w:cs="Arial"/>
        </w:rPr>
      </w:pPr>
    </w:p>
    <w:p w:rsidR="00325A3E" w:rsidRDefault="00325A3E" w:rsidP="00735C7A">
      <w:pPr>
        <w:rPr>
          <w:rFonts w:ascii="Arial" w:hAnsi="Arial" w:cs="Arial"/>
        </w:rPr>
      </w:pPr>
      <w:r>
        <w:rPr>
          <w:rFonts w:ascii="Arial" w:hAnsi="Arial" w:cs="Arial"/>
        </w:rPr>
        <w:t>Sturen met DROP</w:t>
      </w:r>
    </w:p>
    <w:p w:rsidR="00325A3E" w:rsidRDefault="00325A3E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1 Wat is DROP?</w:t>
      </w:r>
    </w:p>
    <w:p w:rsidR="007513FD" w:rsidRPr="007513FD" w:rsidRDefault="007513FD" w:rsidP="00735C7A">
      <w:pPr>
        <w:rPr>
          <w:rFonts w:ascii="Arial" w:hAnsi="Arial" w:cs="Arial"/>
          <w:b/>
        </w:rPr>
      </w:pPr>
    </w:p>
    <w:p w:rsidR="00325A3E" w:rsidRPr="007513FD" w:rsidRDefault="00325A3E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2 Bij welke gewassen wordt dit toegepast.</w:t>
      </w:r>
    </w:p>
    <w:p w:rsidR="007513FD" w:rsidRDefault="007513FD" w:rsidP="00735C7A">
      <w:pPr>
        <w:rPr>
          <w:rFonts w:ascii="Arial" w:hAnsi="Arial" w:cs="Arial"/>
        </w:rPr>
      </w:pPr>
    </w:p>
    <w:p w:rsidR="00325A3E" w:rsidRPr="007513FD" w:rsidRDefault="007513FD" w:rsidP="00735C7A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 xml:space="preserve">3 </w:t>
      </w:r>
      <w:r w:rsidR="00325A3E" w:rsidRPr="007513FD">
        <w:rPr>
          <w:rFonts w:ascii="Arial" w:hAnsi="Arial" w:cs="Arial"/>
          <w:b/>
        </w:rPr>
        <w:t>Welke effect heeft DROP op het gewas?</w:t>
      </w:r>
    </w:p>
    <w:p w:rsidR="00325A3E" w:rsidRPr="00735C7A" w:rsidRDefault="00325A3E" w:rsidP="00735C7A">
      <w:pPr>
        <w:rPr>
          <w:rFonts w:ascii="Arial" w:hAnsi="Arial" w:cs="Arial"/>
        </w:rPr>
      </w:pPr>
    </w:p>
    <w:p w:rsidR="00735C7A" w:rsidRPr="00735C7A" w:rsidRDefault="00735C7A" w:rsidP="00735C7A">
      <w:pPr>
        <w:rPr>
          <w:rFonts w:ascii="Arial" w:hAnsi="Arial" w:cs="Arial"/>
        </w:rPr>
      </w:pPr>
    </w:p>
    <w:p w:rsidR="00786B99" w:rsidRDefault="00786B99" w:rsidP="00786B99">
      <w:pPr>
        <w:rPr>
          <w:rFonts w:ascii="Arial" w:hAnsi="Arial" w:cs="Arial"/>
        </w:rPr>
      </w:pPr>
      <w:r w:rsidRPr="007513FD">
        <w:rPr>
          <w:rFonts w:ascii="Arial" w:hAnsi="Arial" w:cs="Arial"/>
        </w:rPr>
        <w:t>Nieuwe koelsystemen</w:t>
      </w:r>
    </w:p>
    <w:p w:rsidR="007513FD" w:rsidRPr="007513FD" w:rsidRDefault="007513FD" w:rsidP="00786B99">
      <w:pPr>
        <w:rPr>
          <w:rFonts w:ascii="Arial" w:hAnsi="Arial" w:cs="Arial"/>
        </w:rPr>
      </w:pPr>
    </w:p>
    <w:p w:rsidR="00786B99" w:rsidRPr="007513FD" w:rsidRDefault="00786B99" w:rsidP="00786B99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1 Bij welke gewassen kunnen temperatuurverschillen groot zijn en bij welke minder?</w:t>
      </w:r>
    </w:p>
    <w:p w:rsidR="007513FD" w:rsidRPr="00786B99" w:rsidRDefault="007513FD" w:rsidP="00786B99">
      <w:pPr>
        <w:rPr>
          <w:rFonts w:ascii="Arial" w:hAnsi="Arial" w:cs="Arial"/>
        </w:rPr>
      </w:pPr>
    </w:p>
    <w:p w:rsidR="001B5526" w:rsidRPr="007513FD" w:rsidRDefault="00786B99" w:rsidP="00786B99">
      <w:pPr>
        <w:rPr>
          <w:rFonts w:ascii="Arial" w:hAnsi="Arial" w:cs="Arial"/>
          <w:b/>
        </w:rPr>
      </w:pPr>
      <w:r w:rsidRPr="007513FD">
        <w:rPr>
          <w:rFonts w:ascii="Arial" w:hAnsi="Arial" w:cs="Arial"/>
          <w:b/>
        </w:rPr>
        <w:t>2 Leg uit hoe dat zit bij geconditioneerde koelsystemen</w:t>
      </w:r>
    </w:p>
    <w:sectPr w:rsidR="001B5526" w:rsidRPr="00751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C7A"/>
    <w:rsid w:val="001B5526"/>
    <w:rsid w:val="00325A3E"/>
    <w:rsid w:val="004E4622"/>
    <w:rsid w:val="00735C7A"/>
    <w:rsid w:val="007513FD"/>
    <w:rsid w:val="00786B99"/>
    <w:rsid w:val="008C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4E66F-6111-4D0E-9305-3253CC2F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35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735C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google.nl/url?sa=i&amp;rct=j&amp;q=&amp;esrc=s&amp;source=images&amp;cd=&amp;cad=rja&amp;uact=8&amp;ved=0ahUKEwinmO_y4ffWAhUjJcAKHb85CisQjRwIBw&amp;url=https://fotografie54.wordpress.com/2011/04/04/kom-in-de-kas/&amp;psig=AOvVaw3qGAyXyiODnE0ELq8HRRtu&amp;ust=150833339063869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www.google.nl/url?sa=i&amp;rct=j&amp;q=&amp;esrc=s&amp;source=images&amp;cd=&amp;cad=rja&amp;uact=8&amp;ved=0ahUKEwiXqN7M4PfWAhVaF8AKHeCQDOwQjRwIBw&amp;url=https://hortinext.nl/tag/tomaat/&amp;psig=AOvVaw0MCWGe8YWbPiBnxE_FIU0S&amp;ust=1508333023439777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gif"/><Relationship Id="rId9" Type="http://schemas.openxmlformats.org/officeDocument/2006/relationships/hyperlink" Target="https://www.google.nl/url?sa=i&amp;rct=j&amp;q=&amp;esrc=s&amp;source=images&amp;cd=&amp;cad=rja&amp;uact=8&amp;ved=0ahUKEwiTmenk4vfWAhWOfFAKHW4gA48QjRwIBw&amp;url=https://www.anthura.nl/growing-advise/meten-is-weten/&amp;psig=AOvVaw1mo9zSQUGxpbRziL9KzpjM&amp;ust=150833362831578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1091F49</Template>
  <TotalTime>0</TotalTime>
  <Pages>3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2017-10-17T13:49:00Z</dcterms:created>
  <dcterms:modified xsi:type="dcterms:W3CDTF">2017-10-17T13:49:00Z</dcterms:modified>
</cp:coreProperties>
</file>