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27F" w:rsidRPr="00CF327F" w:rsidRDefault="00CF327F">
      <w:pPr>
        <w:rPr>
          <w:sz w:val="24"/>
          <w:szCs w:val="24"/>
        </w:rPr>
      </w:pPr>
      <w:r w:rsidRPr="00CF327F">
        <w:rPr>
          <w:sz w:val="24"/>
          <w:szCs w:val="24"/>
        </w:rPr>
        <w:t>Verwerkingsvragen:</w:t>
      </w:r>
    </w:p>
    <w:p w:rsidR="001B5526" w:rsidRDefault="00CF327F">
      <w:pPr>
        <w:rPr>
          <w:sz w:val="24"/>
          <w:szCs w:val="24"/>
        </w:rPr>
      </w:pPr>
      <w:r w:rsidRPr="00CF327F">
        <w:rPr>
          <w:sz w:val="24"/>
          <w:szCs w:val="24"/>
        </w:rPr>
        <w:t xml:space="preserve">Temperatuur en </w:t>
      </w:r>
      <w:r w:rsidR="005A0E39">
        <w:rPr>
          <w:sz w:val="24"/>
          <w:szCs w:val="24"/>
        </w:rPr>
        <w:t>licht.</w:t>
      </w:r>
    </w:p>
    <w:p w:rsidR="005A0E39" w:rsidRDefault="00DF711C">
      <w:pPr>
        <w:rPr>
          <w:sz w:val="24"/>
          <w:szCs w:val="24"/>
        </w:rPr>
      </w:pPr>
      <w:r w:rsidRPr="00DF711C">
        <w:rPr>
          <w:sz w:val="24"/>
          <w:szCs w:val="24"/>
        </w:rPr>
        <w:drawing>
          <wp:inline distT="0" distB="0" distL="0" distR="0">
            <wp:extent cx="2314575" cy="1981200"/>
            <wp:effectExtent l="0" t="0" r="9525" b="0"/>
            <wp:docPr id="1" name="Afbeelding 1" descr="Afbeeldingsresultaat voor zon en temperatuur in de teelt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zon en temperatuur in de teelt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327F" w:rsidRDefault="00CF327F">
      <w:bookmarkStart w:id="0" w:name="_GoBack"/>
      <w:bookmarkEnd w:id="0"/>
    </w:p>
    <w:p w:rsidR="00CF327F" w:rsidRDefault="00CF327F" w:rsidP="00CF327F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  <w:r w:rsidRPr="00CF327F">
        <w:rPr>
          <w:rFonts w:cs="Arial"/>
          <w:b/>
          <w:bCs/>
          <w:sz w:val="24"/>
          <w:szCs w:val="24"/>
        </w:rPr>
        <w:t>Vrage</w:t>
      </w:r>
      <w:r>
        <w:rPr>
          <w:rFonts w:cs="Arial"/>
          <w:b/>
          <w:bCs/>
          <w:sz w:val="24"/>
          <w:szCs w:val="24"/>
        </w:rPr>
        <w:t>n</w:t>
      </w:r>
    </w:p>
    <w:p w:rsidR="00020ECC" w:rsidRDefault="00020ECC" w:rsidP="00CF327F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>Er is een relatie tussen licht en temperatuur waar men rekening mee moet houden bij het kweken van planten</w:t>
      </w:r>
    </w:p>
    <w:p w:rsidR="00020ECC" w:rsidRPr="00020ECC" w:rsidRDefault="00020ECC" w:rsidP="00CF327F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4"/>
          <w:szCs w:val="24"/>
        </w:rPr>
      </w:pPr>
    </w:p>
    <w:p w:rsidR="00DE54FD" w:rsidRDefault="00DE54FD" w:rsidP="00DE54FD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Waarom mag de temperatuur</w:t>
      </w:r>
      <w:r w:rsidR="00020ECC">
        <w:rPr>
          <w:rFonts w:cs="Arial"/>
          <w:b/>
          <w:bCs/>
          <w:sz w:val="24"/>
          <w:szCs w:val="24"/>
        </w:rPr>
        <w:t xml:space="preserve"> in een kas hoger zijn als er meer licht in de kas valt?</w:t>
      </w:r>
    </w:p>
    <w:p w:rsidR="00020ECC" w:rsidRDefault="00020ECC" w:rsidP="00020ECC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</w:p>
    <w:p w:rsidR="00020ECC" w:rsidRDefault="00020ECC" w:rsidP="00020ECC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</w:p>
    <w:p w:rsidR="00020ECC" w:rsidRDefault="00020ECC" w:rsidP="00020ECC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</w:p>
    <w:p w:rsidR="00020ECC" w:rsidRDefault="00020ECC" w:rsidP="00020EC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Boven de 30 graden stopt de assimilatie. Waardoor zou dit proces stoppen?</w:t>
      </w:r>
    </w:p>
    <w:p w:rsidR="005A0E39" w:rsidRDefault="005A0E39" w:rsidP="005A0E39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</w:p>
    <w:p w:rsidR="005A0E39" w:rsidRDefault="005A0E39" w:rsidP="005A0E39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</w:p>
    <w:p w:rsidR="005A0E39" w:rsidRDefault="005A0E39" w:rsidP="005A0E39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</w:p>
    <w:p w:rsidR="005A0E39" w:rsidRDefault="005A0E39" w:rsidP="005A0E39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Wat is voor de meeste land- en tuinbouwgewassen de optimum groeitemperatuur?</w:t>
      </w:r>
    </w:p>
    <w:p w:rsidR="00617AF8" w:rsidRDefault="00617AF8" w:rsidP="00617AF8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</w:p>
    <w:p w:rsidR="00617AF8" w:rsidRDefault="00617AF8" w:rsidP="00617AF8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</w:p>
    <w:p w:rsidR="00617AF8" w:rsidRDefault="00617AF8" w:rsidP="00617AF8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</w:p>
    <w:p w:rsidR="00617AF8" w:rsidRDefault="00617AF8" w:rsidP="00617AF8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Bij een hoge temperatuur verloopt het dissimilatie proces sneller.</w:t>
      </w:r>
    </w:p>
    <w:p w:rsidR="00617AF8" w:rsidRPr="00617AF8" w:rsidRDefault="00617AF8" w:rsidP="00617AF8">
      <w:pPr>
        <w:pStyle w:val="Lijstalinea"/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Leg uit waarom.</w:t>
      </w:r>
    </w:p>
    <w:p w:rsidR="005A0E39" w:rsidRPr="005A0E39" w:rsidRDefault="005A0E39" w:rsidP="005A0E39">
      <w:pPr>
        <w:pStyle w:val="Lijstalinea"/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</w:p>
    <w:p w:rsidR="00020ECC" w:rsidRPr="00020ECC" w:rsidRDefault="00020ECC" w:rsidP="00020ECC">
      <w:pPr>
        <w:pStyle w:val="Lijstalinea"/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</w:p>
    <w:p w:rsidR="00CF327F" w:rsidRDefault="00CF327F" w:rsidP="005A0E39"/>
    <w:sectPr w:rsidR="00CF32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4E71C4"/>
    <w:multiLevelType w:val="hybridMultilevel"/>
    <w:tmpl w:val="8EA4C30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27F"/>
    <w:rsid w:val="00020ECC"/>
    <w:rsid w:val="001B5526"/>
    <w:rsid w:val="005A0E39"/>
    <w:rsid w:val="00617AF8"/>
    <w:rsid w:val="00A23F1A"/>
    <w:rsid w:val="00CF327F"/>
    <w:rsid w:val="00DE54FD"/>
    <w:rsid w:val="00DF7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4BDB7"/>
  <w15:chartTrackingRefBased/>
  <w15:docId w15:val="{7F77896E-77D7-4325-A638-E183DC482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E54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google.nl/imgres?imgurl=http%3A%2F%2Fwww.melkvee.nl%2Fupload%2Fnieuws%2Flightbox%2F374b35684.jpg&amp;imgrefurl=http%3A%2F%2Fwww.melkvee.nl%2Feconomie%2Fnieuws%2F3564%2Fwerken-bij-warm-weer-in-de-zon&amp;docid=t4XK0Edxu7eAkM&amp;tbnid=blQDV4rdFTLz7M%3A&amp;vet=10ahUKEwiy8Z6AyvfWAhWDnBoKHVGJDz4QMwhQKCEwIQ..i&amp;w=800&amp;h=685&amp;bih=747&amp;biw=1264&amp;q=zon%20en%20temperatuur%20in%20de%20teelt&amp;ved=0ahUKEwiy8Z6AyvfWAhWDnBoKHVGJDz4QMwhQKCEwIQ&amp;iact=mrc&amp;uact=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3208FD69</Template>
  <TotalTime>3</TotalTime>
  <Pages>1</Pages>
  <Words>74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Rutters</dc:creator>
  <cp:keywords/>
  <dc:description/>
  <cp:lastModifiedBy>Thijs Rutters</cp:lastModifiedBy>
  <cp:revision>4</cp:revision>
  <dcterms:created xsi:type="dcterms:W3CDTF">2017-10-16T12:36:00Z</dcterms:created>
  <dcterms:modified xsi:type="dcterms:W3CDTF">2017-10-17T11:43:00Z</dcterms:modified>
</cp:coreProperties>
</file>