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CBD" w:rsidRDefault="00D81CBD">
      <w:pPr>
        <w:rPr>
          <w:b/>
          <w:sz w:val="36"/>
          <w:szCs w:val="32"/>
        </w:rPr>
      </w:pPr>
      <w:bookmarkStart w:id="0" w:name="_GoBack"/>
      <w:bookmarkEnd w:id="0"/>
    </w:p>
    <w:p w:rsidR="00F10809" w:rsidRPr="00FE2968" w:rsidRDefault="00D81CBD">
      <w:pPr>
        <w:rPr>
          <w:b/>
          <w:sz w:val="32"/>
          <w:szCs w:val="32"/>
        </w:rPr>
      </w:pPr>
      <w:r>
        <w:rPr>
          <w:b/>
          <w:sz w:val="36"/>
          <w:szCs w:val="32"/>
        </w:rPr>
        <w:t>HET PROJECT :</w:t>
      </w:r>
      <w:r>
        <w:rPr>
          <w:b/>
          <w:sz w:val="36"/>
          <w:szCs w:val="32"/>
        </w:rPr>
        <w:tab/>
        <w:t>De FL krant voor nieuwe studenten</w:t>
      </w:r>
      <w:r w:rsidR="008B1CB2">
        <w:rPr>
          <w:b/>
          <w:sz w:val="36"/>
          <w:szCs w:val="32"/>
        </w:rPr>
        <w:tab/>
      </w:r>
      <w:r w:rsidR="008B1CB2">
        <w:rPr>
          <w:b/>
          <w:sz w:val="36"/>
          <w:szCs w:val="32"/>
        </w:rPr>
        <w:tab/>
      </w:r>
    </w:p>
    <w:p w:rsidR="00D81CBD" w:rsidRDefault="00D81CBD">
      <w:pPr>
        <w:rPr>
          <w:b/>
          <w:sz w:val="32"/>
          <w:szCs w:val="32"/>
        </w:rPr>
      </w:pPr>
    </w:p>
    <w:p w:rsidR="00D81CBD" w:rsidRDefault="00D81CBD">
      <w:r>
        <w:t>INLEIDING</w:t>
      </w:r>
    </w:p>
    <w:p w:rsidR="005A22F9" w:rsidRDefault="005A22F9"/>
    <w:p w:rsidR="00D81CBD" w:rsidRDefault="00D81CBD">
      <w:r>
        <w:t>Een aantal van jullie is bezig met voorlichting aan toekomende studenten en andere belanghebbenden, denk hierbij ook aan decanen van middelbare scholen. In mijn lespraktijk merk ik vaak, hoor ik vaak dat studenten een hele andere voorstelling van de opleiding hebben. Gerichte en eerlijke informatie geven is niet altijd gemakkelijk. Als toekomend facilitair lei</w:t>
      </w:r>
      <w:r w:rsidR="005A22F9">
        <w:t>dinggevende en ook al tijdens jullie</w:t>
      </w:r>
      <w:r>
        <w:t xml:space="preserve"> opleiding </w:t>
      </w:r>
      <w:r w:rsidR="005A22F9">
        <w:t>hier hebben jullie hier</w:t>
      </w:r>
      <w:r>
        <w:t xml:space="preserve"> mee te maken. </w:t>
      </w:r>
      <w:r w:rsidR="005A22F9">
        <w:t>Een groot aantal vaardigheden om mondeling en schriftelijk informatie te kunnen vragen en geven wordt in de methode NU Nederlands beschreven. Jullie hebben de opdrachten uit het boek gemaakt. Nu gaan we die vaardigheden in de praktijk brengen.</w:t>
      </w:r>
    </w:p>
    <w:p w:rsidR="00D81CBD" w:rsidRDefault="00D81CBD">
      <w:r>
        <w:t>Vandaar dit project.</w:t>
      </w:r>
    </w:p>
    <w:p w:rsidR="00D81CBD" w:rsidRDefault="00D81CBD"/>
    <w:p w:rsidR="00D81CBD" w:rsidRDefault="005A22F9">
      <w:r>
        <w:t>WAT LEREN JULLIE</w:t>
      </w:r>
      <w:r w:rsidR="00D81CBD">
        <w:t>:</w:t>
      </w:r>
    </w:p>
    <w:p w:rsidR="005A22F9" w:rsidRDefault="005A22F9" w:rsidP="005A22F9">
      <w:pPr>
        <w:pStyle w:val="Lijstalinea"/>
        <w:numPr>
          <w:ilvl w:val="0"/>
          <w:numId w:val="8"/>
        </w:numPr>
      </w:pPr>
      <w:r>
        <w:t>Wat een interview is. Welke verschillen zijn er?</w:t>
      </w:r>
    </w:p>
    <w:p w:rsidR="005A22F9" w:rsidRDefault="005A22F9" w:rsidP="005A22F9">
      <w:pPr>
        <w:pStyle w:val="Lijstalinea"/>
        <w:numPr>
          <w:ilvl w:val="0"/>
          <w:numId w:val="8"/>
        </w:numPr>
      </w:pPr>
      <w:r>
        <w:t xml:space="preserve">Welke verschillende vragen er zijn om informatie te krijgen. </w:t>
      </w:r>
    </w:p>
    <w:p w:rsidR="005A22F9" w:rsidRDefault="005A22F9" w:rsidP="005A22F9">
      <w:pPr>
        <w:pStyle w:val="Lijstalinea"/>
        <w:numPr>
          <w:ilvl w:val="0"/>
          <w:numId w:val="8"/>
        </w:numPr>
      </w:pPr>
      <w:r>
        <w:t>Hoe kies je een onderwerp voor een interview</w:t>
      </w:r>
    </w:p>
    <w:p w:rsidR="005A22F9" w:rsidRDefault="005A22F9" w:rsidP="005A22F9">
      <w:pPr>
        <w:pStyle w:val="Lijstalinea"/>
        <w:numPr>
          <w:ilvl w:val="0"/>
          <w:numId w:val="8"/>
        </w:numPr>
      </w:pPr>
      <w:r>
        <w:t>Hoe bereid je een interview voor?</w:t>
      </w:r>
    </w:p>
    <w:p w:rsidR="005A22F9" w:rsidRDefault="005A22F9" w:rsidP="005A22F9">
      <w:pPr>
        <w:pStyle w:val="Lijstalinea"/>
        <w:numPr>
          <w:ilvl w:val="0"/>
          <w:numId w:val="8"/>
        </w:numPr>
      </w:pPr>
      <w:r>
        <w:t>Hoe voer je een interview uit? EN: Hoe rapporteer</w:t>
      </w:r>
      <w:r w:rsidR="00F94D74">
        <w:t xml:space="preserve"> of notuleer </w:t>
      </w:r>
      <w:r>
        <w:t xml:space="preserve"> ik tijdens een interview?</w:t>
      </w:r>
    </w:p>
    <w:p w:rsidR="005A22F9" w:rsidRDefault="005A22F9" w:rsidP="005A22F9">
      <w:pPr>
        <w:pStyle w:val="Lijstalinea"/>
        <w:numPr>
          <w:ilvl w:val="0"/>
          <w:numId w:val="8"/>
        </w:numPr>
      </w:pPr>
      <w:r>
        <w:t>Wat is een artikel?:</w:t>
      </w:r>
    </w:p>
    <w:p w:rsidR="005A22F9" w:rsidRDefault="005A22F9" w:rsidP="005A22F9">
      <w:pPr>
        <w:pStyle w:val="Lijstalinea"/>
        <w:numPr>
          <w:ilvl w:val="0"/>
          <w:numId w:val="9"/>
        </w:numPr>
      </w:pPr>
      <w:r>
        <w:t>Welk schrijfdoel ?</w:t>
      </w:r>
    </w:p>
    <w:p w:rsidR="005A22F9" w:rsidRDefault="005A22F9" w:rsidP="005A22F9">
      <w:pPr>
        <w:pStyle w:val="Lijstalinea"/>
        <w:numPr>
          <w:ilvl w:val="0"/>
          <w:numId w:val="9"/>
        </w:numPr>
      </w:pPr>
      <w:r>
        <w:t>Voor welke doelgroep?</w:t>
      </w:r>
    </w:p>
    <w:p w:rsidR="005A22F9" w:rsidRDefault="005A22F9" w:rsidP="005A22F9">
      <w:pPr>
        <w:pStyle w:val="Lijstalinea"/>
        <w:numPr>
          <w:ilvl w:val="0"/>
          <w:numId w:val="8"/>
        </w:numPr>
      </w:pPr>
      <w:r>
        <w:t>Hoe verwerk ik de informatie uit mijn rapportage in een leuk een aansprekend artikel?</w:t>
      </w:r>
    </w:p>
    <w:p w:rsidR="005A22F9" w:rsidRDefault="005A22F9" w:rsidP="005A22F9">
      <w:pPr>
        <w:pStyle w:val="Lijstalinea"/>
        <w:numPr>
          <w:ilvl w:val="0"/>
          <w:numId w:val="8"/>
        </w:numPr>
      </w:pPr>
      <w:r>
        <w:t>Foutloos schrijven: spellen en stellen (stijl)</w:t>
      </w:r>
    </w:p>
    <w:p w:rsidR="00D81CBD" w:rsidRDefault="00D81CBD"/>
    <w:p w:rsidR="00D81CBD" w:rsidRDefault="00D81CBD">
      <w:r>
        <w:t>LESSENSERIE</w:t>
      </w:r>
      <w:r w:rsidR="005A22F9">
        <w:t xml:space="preserve"> tijdens de blokuren Nederlands</w:t>
      </w:r>
      <w:r>
        <w:t>:</w:t>
      </w:r>
    </w:p>
    <w:p w:rsidR="005A22F9" w:rsidRDefault="005A22F9"/>
    <w:p w:rsidR="00D81CBD" w:rsidRDefault="00D81CBD">
      <w:r>
        <w:t>Les 1:</w:t>
      </w:r>
      <w:r>
        <w:tab/>
        <w:t>Een interview afnemen, de voorbereiding</w:t>
      </w:r>
    </w:p>
    <w:p w:rsidR="005A22F9" w:rsidRDefault="00D81CBD">
      <w:r>
        <w:t>Les 2:  Een interview afnemen, de uitvoering</w:t>
      </w:r>
    </w:p>
    <w:p w:rsidR="005A22F9" w:rsidRDefault="005A22F9"/>
    <w:p w:rsidR="005A22F9" w:rsidRDefault="005A22F9">
      <w:r>
        <w:t>Les 3:</w:t>
      </w:r>
      <w:r>
        <w:tab/>
        <w:t>Een artikel schrijven over het interview: de voorbereiding en uitvoering</w:t>
      </w:r>
    </w:p>
    <w:p w:rsidR="00D81CBD" w:rsidRDefault="005A22F9">
      <w:pPr>
        <w:rPr>
          <w:b/>
          <w:sz w:val="32"/>
          <w:szCs w:val="32"/>
        </w:rPr>
      </w:pPr>
      <w:r>
        <w:t>Les 4:</w:t>
      </w:r>
      <w:r>
        <w:tab/>
        <w:t>Het artikel over het interview, de uiteindelijke afwerking.</w:t>
      </w:r>
      <w:r w:rsidR="00D81CBD">
        <w:rPr>
          <w:b/>
          <w:sz w:val="32"/>
          <w:szCs w:val="32"/>
        </w:rPr>
        <w:br w:type="page"/>
      </w:r>
    </w:p>
    <w:p w:rsidR="00FE2968" w:rsidRDefault="00FE2968">
      <w:pPr>
        <w:rPr>
          <w:b/>
          <w:sz w:val="32"/>
          <w:szCs w:val="32"/>
        </w:rPr>
      </w:pPr>
      <w:r w:rsidRPr="00FE2968">
        <w:rPr>
          <w:b/>
          <w:sz w:val="32"/>
          <w:szCs w:val="32"/>
        </w:rPr>
        <w:lastRenderedPageBreak/>
        <w:t xml:space="preserve">Lesonderdeel: </w:t>
      </w:r>
      <w:r w:rsidR="005A22F9">
        <w:rPr>
          <w:b/>
          <w:sz w:val="32"/>
          <w:szCs w:val="32"/>
        </w:rPr>
        <w:t>EEN INTERVIEW VOORBEREIDEN</w:t>
      </w:r>
    </w:p>
    <w:p w:rsidR="00BA73C0" w:rsidRPr="00FE2968" w:rsidRDefault="00BA73C0">
      <w:pPr>
        <w:rPr>
          <w:b/>
          <w:sz w:val="32"/>
          <w:szCs w:val="32"/>
        </w:rPr>
      </w:pPr>
      <w:r>
        <w:rPr>
          <w:b/>
          <w:sz w:val="32"/>
          <w:szCs w:val="32"/>
        </w:rPr>
        <w:t>HET STAPPENPLAN</w:t>
      </w:r>
    </w:p>
    <w:p w:rsidR="00FE2968" w:rsidRDefault="00FE2968"/>
    <w:tbl>
      <w:tblPr>
        <w:tblW w:w="9782" w:type="dxa"/>
        <w:tblCellMar>
          <w:left w:w="0" w:type="dxa"/>
          <w:right w:w="0" w:type="dxa"/>
        </w:tblCellMar>
        <w:tblLook w:val="0600" w:firstRow="0" w:lastRow="0" w:firstColumn="0" w:lastColumn="0" w:noHBand="1" w:noVBand="1"/>
      </w:tblPr>
      <w:tblGrid>
        <w:gridCol w:w="2553"/>
        <w:gridCol w:w="7229"/>
      </w:tblGrid>
      <w:tr w:rsidR="00FE2968" w:rsidRPr="00FE2968" w:rsidTr="00F12C43">
        <w:trPr>
          <w:trHeight w:val="907"/>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FE2968" w:rsidP="00D81CBD">
            <w:pPr>
              <w:rPr>
                <w:sz w:val="32"/>
                <w:szCs w:val="32"/>
              </w:rPr>
            </w:pPr>
            <w:r w:rsidRPr="00FE2968">
              <w:rPr>
                <w:b/>
                <w:bCs/>
                <w:sz w:val="32"/>
                <w:szCs w:val="32"/>
                <w:lang w:val="en-US"/>
              </w:rPr>
              <w:t xml:space="preserve">Wat </w:t>
            </w:r>
            <w:proofErr w:type="spellStart"/>
            <w:r w:rsidRPr="00FE2968">
              <w:rPr>
                <w:b/>
                <w:bCs/>
                <w:sz w:val="32"/>
                <w:szCs w:val="32"/>
                <w:lang w:val="en-US"/>
              </w:rPr>
              <w:t>ga</w:t>
            </w:r>
            <w:proofErr w:type="spellEnd"/>
            <w:r w:rsidRPr="00FE2968">
              <w:rPr>
                <w:b/>
                <w:bCs/>
                <w:sz w:val="32"/>
                <w:szCs w:val="32"/>
                <w:lang w:val="en-US"/>
              </w:rPr>
              <w:t xml:space="preserve"> je </w:t>
            </w:r>
            <w:proofErr w:type="spellStart"/>
            <w:r w:rsidRPr="00FE2968">
              <w:rPr>
                <w:b/>
                <w:bCs/>
                <w:sz w:val="32"/>
                <w:szCs w:val="32"/>
                <w:lang w:val="en-US"/>
              </w:rPr>
              <w:t>doen</w:t>
            </w:r>
            <w:proofErr w:type="spellEnd"/>
            <w:r w:rsidRPr="00FE2968">
              <w:rPr>
                <w:b/>
                <w:bCs/>
                <w:sz w:val="32"/>
                <w:szCs w:val="32"/>
                <w:lang w:val="en-US"/>
              </w:rPr>
              <w:t>?</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9D1D9E" w:rsidRDefault="00C96C24" w:rsidP="009D1D9E">
            <w:r>
              <w:t>Je gaat de voorbereiding op het uitvoeren van het interview doen:</w:t>
            </w:r>
          </w:p>
          <w:p w:rsidR="00C96C24" w:rsidRDefault="00C96C24" w:rsidP="00CB50BF">
            <w:pPr>
              <w:pStyle w:val="Lijstalinea"/>
              <w:numPr>
                <w:ilvl w:val="0"/>
                <w:numId w:val="8"/>
              </w:numPr>
            </w:pPr>
            <w:r>
              <w:t>Voorbereidingsopdrachten</w:t>
            </w:r>
          </w:p>
          <w:p w:rsidR="00C96C24" w:rsidRDefault="00C96C24" w:rsidP="00CB50BF">
            <w:pPr>
              <w:pStyle w:val="Lijstalinea"/>
              <w:numPr>
                <w:ilvl w:val="0"/>
                <w:numId w:val="8"/>
              </w:numPr>
            </w:pPr>
            <w:r>
              <w:t>We bespreken de</w:t>
            </w:r>
            <w:r w:rsidR="00CB50BF">
              <w:t xml:space="preserve"> uitvoering van de voorbereidings-</w:t>
            </w:r>
            <w:r>
              <w:t xml:space="preserve"> opdrachten.</w:t>
            </w:r>
          </w:p>
          <w:p w:rsidR="00C96C24" w:rsidRDefault="00C96C24" w:rsidP="00C96C24">
            <w:pPr>
              <w:pStyle w:val="Lijstalinea"/>
              <w:numPr>
                <w:ilvl w:val="0"/>
                <w:numId w:val="8"/>
              </w:numPr>
            </w:pPr>
            <w:r>
              <w:t xml:space="preserve">We bepalen samen welke onderwerpen er zijn voor de interviews. </w:t>
            </w:r>
          </w:p>
          <w:p w:rsidR="00C96C24" w:rsidRDefault="00C96C24" w:rsidP="00C96C24">
            <w:pPr>
              <w:pStyle w:val="Lijstalinea"/>
              <w:numPr>
                <w:ilvl w:val="0"/>
                <w:numId w:val="8"/>
              </w:numPr>
            </w:pPr>
            <w:r>
              <w:t>Jullie kiezen een samenwerkingspartner. De interviews worden in duo’s uitgevoerd.</w:t>
            </w:r>
          </w:p>
          <w:p w:rsidR="00C96C24" w:rsidRDefault="00C96C24" w:rsidP="00C96C24">
            <w:pPr>
              <w:pStyle w:val="Lijstalinea"/>
              <w:numPr>
                <w:ilvl w:val="0"/>
                <w:numId w:val="8"/>
              </w:numPr>
            </w:pPr>
            <w:r>
              <w:t xml:space="preserve">De duo’s kiezen </w:t>
            </w:r>
            <w:r w:rsidR="00CB50BF">
              <w:t>een onderwerp en je bedenkt wie je interviewt.</w:t>
            </w:r>
          </w:p>
          <w:p w:rsidR="00C96C24" w:rsidRDefault="00C96C24" w:rsidP="00C96C24">
            <w:pPr>
              <w:pStyle w:val="Lijstalinea"/>
              <w:numPr>
                <w:ilvl w:val="0"/>
                <w:numId w:val="8"/>
              </w:numPr>
            </w:pPr>
            <w:r>
              <w:t xml:space="preserve">De duo’s bereiden </w:t>
            </w:r>
            <w:r w:rsidR="00CB50BF">
              <w:t>de interview</w:t>
            </w:r>
            <w:r>
              <w:t>vragen voor.</w:t>
            </w:r>
          </w:p>
          <w:p w:rsidR="00C96C24" w:rsidRPr="00FE2968" w:rsidRDefault="00365938" w:rsidP="009D1D9E">
            <w:r>
              <w:t>Uitleg: 5-10 minuten en vragenronde…..</w:t>
            </w:r>
          </w:p>
        </w:tc>
      </w:tr>
      <w:tr w:rsidR="00FE2968" w:rsidRPr="00FE2968" w:rsidTr="00F12C43">
        <w:trPr>
          <w:trHeight w:val="907"/>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5A22F9" w:rsidRDefault="00C96C24" w:rsidP="00D81CBD">
            <w:pPr>
              <w:rPr>
                <w:b/>
                <w:bCs/>
                <w:sz w:val="32"/>
                <w:szCs w:val="32"/>
                <w:lang w:val="de-DE"/>
              </w:rPr>
            </w:pPr>
            <w:proofErr w:type="spellStart"/>
            <w:r>
              <w:rPr>
                <w:b/>
                <w:bCs/>
                <w:sz w:val="32"/>
                <w:szCs w:val="32"/>
                <w:lang w:val="de-DE"/>
              </w:rPr>
              <w:t>Voorbereiding</w:t>
            </w:r>
            <w:proofErr w:type="spellEnd"/>
          </w:p>
          <w:p w:rsidR="00C96C24" w:rsidRDefault="00C96C24" w:rsidP="00D81CBD">
            <w:pPr>
              <w:rPr>
                <w:b/>
                <w:bCs/>
                <w:sz w:val="32"/>
                <w:szCs w:val="32"/>
                <w:lang w:val="de-DE"/>
              </w:rPr>
            </w:pPr>
            <w:proofErr w:type="spellStart"/>
            <w:r>
              <w:rPr>
                <w:b/>
                <w:bCs/>
                <w:sz w:val="32"/>
                <w:szCs w:val="32"/>
                <w:lang w:val="de-DE"/>
              </w:rPr>
              <w:t>Oriëntatie</w:t>
            </w:r>
            <w:proofErr w:type="spellEnd"/>
          </w:p>
          <w:p w:rsidR="00152904" w:rsidRDefault="00152904" w:rsidP="00D81CBD">
            <w:pPr>
              <w:rPr>
                <w:b/>
                <w:bCs/>
                <w:sz w:val="32"/>
                <w:szCs w:val="32"/>
                <w:lang w:val="de-DE"/>
              </w:rPr>
            </w:pPr>
          </w:p>
          <w:p w:rsidR="00152904" w:rsidRPr="00FE2968" w:rsidRDefault="00152904" w:rsidP="00D81CBD">
            <w:pPr>
              <w:rPr>
                <w:sz w:val="32"/>
                <w:szCs w:val="32"/>
              </w:rPr>
            </w:pPr>
            <w:proofErr w:type="spellStart"/>
            <w:r>
              <w:rPr>
                <w:b/>
                <w:bCs/>
                <w:sz w:val="32"/>
                <w:szCs w:val="32"/>
                <w:lang w:val="de-DE"/>
              </w:rPr>
              <w:t>Opdrachten</w:t>
            </w:r>
            <w:proofErr w:type="spellEnd"/>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8A3F7A" w:rsidRDefault="00C96C24" w:rsidP="00FE2968">
            <w:r>
              <w:t>In deze fase voeren jullie 1 van de 2 opdrachten uit.</w:t>
            </w:r>
            <w:r w:rsidR="00152904">
              <w:t xml:space="preserve"> (15 minuten)</w:t>
            </w:r>
          </w:p>
          <w:p w:rsidR="00C96C24" w:rsidRDefault="00C96C24" w:rsidP="00C96C24">
            <w:pPr>
              <w:pStyle w:val="Lijstalinea"/>
            </w:pPr>
            <w:r>
              <w:t xml:space="preserve">Je hebt in de voorbereiding keuze uit twee opdrachten: </w:t>
            </w:r>
          </w:p>
          <w:p w:rsidR="00C96C24" w:rsidRDefault="00CB50BF" w:rsidP="00C96C24">
            <w:pPr>
              <w:pStyle w:val="Lijstalinea"/>
            </w:pPr>
            <w:r>
              <w:t xml:space="preserve">Je werkt in drietallen </w:t>
            </w:r>
          </w:p>
          <w:p w:rsidR="00C96C24" w:rsidRDefault="00C96C24" w:rsidP="00C96C24">
            <w:pPr>
              <w:pStyle w:val="Lijstalinea"/>
            </w:pPr>
            <w:r>
              <w:t xml:space="preserve">1.je zoekt op internet een interview dat je analyseert. </w:t>
            </w:r>
            <w:r w:rsidR="00CB50BF">
              <w:t xml:space="preserve">Gebruik hiervoor het formulier </w:t>
            </w:r>
          </w:p>
          <w:p w:rsidR="00C96C24" w:rsidRDefault="00C96C24" w:rsidP="00C96C24">
            <w:pPr>
              <w:pStyle w:val="Lijstalinea"/>
            </w:pPr>
            <w:r>
              <w:t>2.OF je doet het rollenspel en je interviewt een studiegenoot.</w:t>
            </w:r>
          </w:p>
          <w:p w:rsidR="00C96C24" w:rsidRDefault="00C96C24" w:rsidP="00FE2968"/>
          <w:p w:rsidR="00152904" w:rsidRDefault="00152904" w:rsidP="00FE2968">
            <w:r>
              <w:t>We bespreken de opdrachten (5 minuten)</w:t>
            </w:r>
          </w:p>
          <w:p w:rsidR="00365938" w:rsidRPr="00FE2968" w:rsidRDefault="00365938" w:rsidP="00FE2968">
            <w:r>
              <w:t>Totale duur opdrachten 20 minuten.</w:t>
            </w:r>
          </w:p>
        </w:tc>
      </w:tr>
      <w:tr w:rsidR="00FE2968" w:rsidRPr="00FE2968" w:rsidTr="00F12C43">
        <w:trPr>
          <w:trHeight w:val="2155"/>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152904" w:rsidP="00D81CBD">
            <w:pPr>
              <w:rPr>
                <w:sz w:val="32"/>
                <w:szCs w:val="32"/>
              </w:rPr>
            </w:pPr>
            <w:r>
              <w:rPr>
                <w:b/>
                <w:bCs/>
                <w:sz w:val="32"/>
                <w:szCs w:val="32"/>
              </w:rPr>
              <w:t>Welke onderwerpen?</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1A65FE" w:rsidRDefault="008A3F7A" w:rsidP="001A65FE">
            <w:pPr>
              <w:pStyle w:val="Lijstalinea"/>
              <w:numPr>
                <w:ilvl w:val="0"/>
                <w:numId w:val="3"/>
              </w:numPr>
            </w:pPr>
            <w:r>
              <w:t xml:space="preserve">Jullie werken in </w:t>
            </w:r>
            <w:r w:rsidR="00152904">
              <w:t>groepen van minimaal 3 personen.</w:t>
            </w:r>
          </w:p>
          <w:p w:rsidR="008A3F7A" w:rsidRDefault="00152904" w:rsidP="001A65FE">
            <w:pPr>
              <w:pStyle w:val="Lijstalinea"/>
              <w:numPr>
                <w:ilvl w:val="0"/>
                <w:numId w:val="3"/>
              </w:numPr>
            </w:pPr>
            <w:r>
              <w:t>Jullie bedenken welke onderwerpen interessant zijn voor de doelgroep.</w:t>
            </w:r>
          </w:p>
          <w:p w:rsidR="008A3F7A" w:rsidRDefault="00152904" w:rsidP="001A65FE">
            <w:pPr>
              <w:pStyle w:val="Lijstalinea"/>
              <w:numPr>
                <w:ilvl w:val="0"/>
                <w:numId w:val="3"/>
              </w:numPr>
            </w:pPr>
            <w:r>
              <w:t>Schrijf de onderwerpen op een post-</w:t>
            </w:r>
            <w:proofErr w:type="spellStart"/>
            <w:r>
              <w:t>it</w:t>
            </w:r>
            <w:proofErr w:type="spellEnd"/>
            <w:r>
              <w:t xml:space="preserve"> en plak de post-</w:t>
            </w:r>
            <w:proofErr w:type="spellStart"/>
            <w:r>
              <w:t>it</w:t>
            </w:r>
            <w:proofErr w:type="spellEnd"/>
            <w:r>
              <w:t xml:space="preserve"> op het bord (1 persoon).</w:t>
            </w:r>
          </w:p>
          <w:p w:rsidR="00152904" w:rsidRDefault="00152904" w:rsidP="001A65FE">
            <w:pPr>
              <w:pStyle w:val="Lijstalinea"/>
              <w:numPr>
                <w:ilvl w:val="0"/>
                <w:numId w:val="3"/>
              </w:numPr>
            </w:pPr>
            <w:r>
              <w:t>Als je onderwerp al op het bord staat, plak je je post-</w:t>
            </w:r>
            <w:proofErr w:type="spellStart"/>
            <w:r>
              <w:t>it</w:t>
            </w:r>
            <w:proofErr w:type="spellEnd"/>
            <w:r>
              <w:t xml:space="preserve"> eroverheen!</w:t>
            </w:r>
          </w:p>
          <w:p w:rsidR="00365938" w:rsidRDefault="00365938" w:rsidP="008A3F7A">
            <w:pPr>
              <w:pStyle w:val="Lijstalinea"/>
            </w:pPr>
            <w:r>
              <w:t xml:space="preserve">         </w:t>
            </w:r>
          </w:p>
          <w:p w:rsidR="008A3F7A" w:rsidRDefault="00365938" w:rsidP="008A3F7A">
            <w:pPr>
              <w:pStyle w:val="Lijstalinea"/>
            </w:pPr>
            <w:r>
              <w:t>We bespreken de onderwerpen, bedenk alvast voor jezelf welk onderwerp jou het meest aanspreekt.</w:t>
            </w:r>
          </w:p>
          <w:p w:rsidR="002E5517" w:rsidRPr="00625F38" w:rsidRDefault="00365938" w:rsidP="001D370B">
            <w:pPr>
              <w:pStyle w:val="Lijstalinea"/>
            </w:pPr>
            <w:r>
              <w:t>Duur totale opdracht: 20 minuten.</w:t>
            </w:r>
          </w:p>
        </w:tc>
      </w:tr>
      <w:tr w:rsidR="00FE2968" w:rsidRPr="00FE2968" w:rsidTr="00F12C43">
        <w:trPr>
          <w:trHeight w:val="906"/>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365938" w:rsidP="00D81CBD">
            <w:pPr>
              <w:rPr>
                <w:sz w:val="32"/>
                <w:szCs w:val="32"/>
              </w:rPr>
            </w:pPr>
            <w:r>
              <w:rPr>
                <w:b/>
                <w:bCs/>
                <w:sz w:val="32"/>
                <w:szCs w:val="32"/>
              </w:rPr>
              <w:t xml:space="preserve"> Samenwerken</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365938" w:rsidRDefault="00365938" w:rsidP="00D81CBD">
            <w:r>
              <w:t>We lassen een pauze van 10 minuten in. Na de pauze hebben jullie bepaald met wie je samenwerkt.</w:t>
            </w:r>
          </w:p>
          <w:p w:rsidR="00E45CA9" w:rsidRDefault="00365938" w:rsidP="00D81CBD">
            <w:r>
              <w:t xml:space="preserve">Vorm de duo’s in de klas. </w:t>
            </w:r>
          </w:p>
          <w:p w:rsidR="00365938" w:rsidRPr="00FE2968" w:rsidRDefault="00365938" w:rsidP="00D81CBD">
            <w:r>
              <w:t>Bepaal welk onderwerp jullie willen behandelen. De stickers met de onderwerpen hangen op het bord. Haal 1 onderwerp van het bord.</w:t>
            </w:r>
          </w:p>
        </w:tc>
      </w:tr>
      <w:tr w:rsidR="00FE2968" w:rsidRPr="00FE2968" w:rsidTr="00F12C43">
        <w:trPr>
          <w:trHeight w:val="812"/>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F94D74" w:rsidP="00D81CBD">
            <w:pPr>
              <w:rPr>
                <w:sz w:val="32"/>
                <w:szCs w:val="32"/>
              </w:rPr>
            </w:pPr>
            <w:r>
              <w:rPr>
                <w:sz w:val="32"/>
                <w:szCs w:val="32"/>
              </w:rPr>
              <w:t>Voorbereiden interview</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F94D74" w:rsidRDefault="00F94D74" w:rsidP="00151982">
            <w:r>
              <w:t>Jullie hebben het onderwerp voor het interview.</w:t>
            </w:r>
          </w:p>
          <w:p w:rsidR="00F94D74" w:rsidRDefault="00F94D74" w:rsidP="00151982">
            <w:r>
              <w:t>Bedenk wie je hierover gaat interviewen.</w:t>
            </w:r>
          </w:p>
          <w:p w:rsidR="00F94D74" w:rsidRPr="00FE2968" w:rsidRDefault="00F94D74" w:rsidP="00151982">
            <w:r>
              <w:t>Nu ga je de vragen voorbereiden. Bij het voorbereiden van de vragen houd je al rekening met de doelgroep en met je schrijfdoel.</w:t>
            </w:r>
          </w:p>
        </w:tc>
      </w:tr>
      <w:tr w:rsidR="00FE2968" w:rsidRPr="00FE2968" w:rsidTr="00F12C43">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F94D74" w:rsidP="00D81CBD">
            <w:pPr>
              <w:rPr>
                <w:sz w:val="32"/>
                <w:szCs w:val="32"/>
              </w:rPr>
            </w:pPr>
            <w:r>
              <w:rPr>
                <w:sz w:val="32"/>
                <w:szCs w:val="32"/>
              </w:rPr>
              <w:lastRenderedPageBreak/>
              <w:t>Schrijfdoelen</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2E5517" w:rsidRDefault="00F94D74" w:rsidP="00C25658">
            <w:r>
              <w:t>Mogelijke schrijfdoelen:</w:t>
            </w:r>
          </w:p>
          <w:p w:rsidR="00F94D74" w:rsidRDefault="00F94D74" w:rsidP="00F94D74">
            <w:pPr>
              <w:pStyle w:val="Lijstalinea"/>
              <w:numPr>
                <w:ilvl w:val="0"/>
                <w:numId w:val="10"/>
              </w:numPr>
            </w:pPr>
            <w:r>
              <w:t>Informeren</w:t>
            </w:r>
          </w:p>
          <w:p w:rsidR="00F94D74" w:rsidRDefault="00F94D74" w:rsidP="00F94D74">
            <w:pPr>
              <w:pStyle w:val="Lijstalinea"/>
              <w:numPr>
                <w:ilvl w:val="0"/>
                <w:numId w:val="10"/>
              </w:numPr>
            </w:pPr>
            <w:r>
              <w:t>Overtuigen</w:t>
            </w:r>
          </w:p>
          <w:p w:rsidR="00F94D74" w:rsidRPr="00FE2968" w:rsidRDefault="00F94D74" w:rsidP="00F94D74">
            <w:pPr>
              <w:pStyle w:val="Lijstalinea"/>
              <w:numPr>
                <w:ilvl w:val="0"/>
                <w:numId w:val="10"/>
              </w:numPr>
            </w:pPr>
            <w:r>
              <w:t>Amuseren</w:t>
            </w:r>
          </w:p>
        </w:tc>
      </w:tr>
      <w:tr w:rsidR="00FE2968" w:rsidRPr="00FE2968" w:rsidTr="00F12C43">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2E5517" w:rsidRPr="00FE2968" w:rsidRDefault="00F94D74" w:rsidP="00D81CBD">
            <w:pPr>
              <w:rPr>
                <w:sz w:val="32"/>
                <w:szCs w:val="32"/>
              </w:rPr>
            </w:pPr>
            <w:r>
              <w:rPr>
                <w:sz w:val="32"/>
                <w:szCs w:val="32"/>
              </w:rPr>
              <w:t xml:space="preserve"> De vragenlijst</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7F4A76" w:rsidRDefault="00F94D74" w:rsidP="002E5517">
            <w:r>
              <w:t xml:space="preserve">Bereid nu samen je vragen voor. </w:t>
            </w:r>
          </w:p>
          <w:p w:rsidR="00F94D74" w:rsidRDefault="00F94D74" w:rsidP="002E5517">
            <w:r>
              <w:t>30 minuten</w:t>
            </w:r>
          </w:p>
          <w:p w:rsidR="00F94D74" w:rsidRDefault="00F94D74" w:rsidP="002E5517"/>
          <w:p w:rsidR="00F94D74" w:rsidRDefault="00F94D74" w:rsidP="002E5517">
            <w:r>
              <w:t>Hulp: bij elkaar en bij je docente! Natuurlijk kun je ook internet raadplegen.</w:t>
            </w:r>
          </w:p>
          <w:p w:rsidR="00F94D74" w:rsidRPr="00FE2968" w:rsidRDefault="00F94D74" w:rsidP="002E5517">
            <w:r>
              <w:t xml:space="preserve">Totale duur opdracht: 40 </w:t>
            </w:r>
            <w:proofErr w:type="spellStart"/>
            <w:r>
              <w:t>mintuen</w:t>
            </w:r>
            <w:proofErr w:type="spellEnd"/>
          </w:p>
        </w:tc>
      </w:tr>
      <w:tr w:rsidR="00C25658" w:rsidRPr="00FE2968" w:rsidTr="00F12C43">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tcPr>
          <w:p w:rsidR="003134EB" w:rsidRPr="00FE2968" w:rsidRDefault="00F94D74" w:rsidP="00D81CBD">
            <w:pPr>
              <w:rPr>
                <w:b/>
                <w:bCs/>
                <w:sz w:val="32"/>
                <w:szCs w:val="32"/>
              </w:rPr>
            </w:pPr>
            <w:r>
              <w:rPr>
                <w:b/>
                <w:bCs/>
                <w:sz w:val="32"/>
                <w:szCs w:val="32"/>
              </w:rPr>
              <w:t>Bespreken vragen</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tcPr>
          <w:p w:rsidR="00C25658" w:rsidRDefault="00F94D74" w:rsidP="00D81CBD">
            <w:r>
              <w:t xml:space="preserve">Sluit aan bij een ander groepje en bespreek met elkaar de vragen die jullie bij jullie onderwerp bedacht hebben. </w:t>
            </w:r>
          </w:p>
          <w:p w:rsidR="00F94D74" w:rsidRDefault="00F94D74" w:rsidP="00D81CBD">
            <w:r>
              <w:t>Geef elkaar minimaal 1 tip en 1 top!</w:t>
            </w:r>
          </w:p>
          <w:p w:rsidR="00F94D74" w:rsidRDefault="00F94D74" w:rsidP="00D81CBD">
            <w:r>
              <w:t>Duur: 10 minuten.</w:t>
            </w:r>
          </w:p>
        </w:tc>
      </w:tr>
      <w:tr w:rsidR="00C25658" w:rsidRPr="00FE2968" w:rsidTr="008A030E">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tcPr>
          <w:p w:rsidR="00C25658" w:rsidRDefault="00C25658" w:rsidP="00D81CBD">
            <w:pPr>
              <w:rPr>
                <w:b/>
                <w:bCs/>
                <w:sz w:val="32"/>
                <w:szCs w:val="32"/>
              </w:rPr>
            </w:pPr>
          </w:p>
          <w:p w:rsidR="001D370B" w:rsidRDefault="00BA73C0" w:rsidP="00D81CBD">
            <w:pPr>
              <w:rPr>
                <w:b/>
                <w:bCs/>
                <w:sz w:val="32"/>
                <w:szCs w:val="32"/>
              </w:rPr>
            </w:pPr>
            <w:r>
              <w:rPr>
                <w:b/>
                <w:bCs/>
                <w:sz w:val="32"/>
                <w:szCs w:val="32"/>
              </w:rPr>
              <w:t>EVALUATIE</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tcPr>
          <w:p w:rsidR="001D370B" w:rsidRDefault="00BA73C0" w:rsidP="00D81CBD">
            <w:r>
              <w:t>Welke tips en tops hebben wij elkaar gegeven?</w:t>
            </w:r>
          </w:p>
          <w:p w:rsidR="00BA73C0" w:rsidRDefault="00BA73C0" w:rsidP="00D81CBD">
            <w:r>
              <w:t>Hoe verliep de les?</w:t>
            </w:r>
          </w:p>
          <w:p w:rsidR="00BA73C0" w:rsidRDefault="00BA73C0" w:rsidP="00D81CBD">
            <w:r>
              <w:t>Wat gaan we volgende week doen?</w:t>
            </w:r>
          </w:p>
        </w:tc>
      </w:tr>
    </w:tbl>
    <w:p w:rsidR="001D370B" w:rsidRPr="001D370B" w:rsidRDefault="001D370B">
      <w:pPr>
        <w:rPr>
          <w:sz w:val="28"/>
          <w:szCs w:val="28"/>
        </w:rPr>
      </w:pPr>
    </w:p>
    <w:sectPr w:rsidR="001D370B" w:rsidRPr="001D370B" w:rsidSect="008B1CB2">
      <w:head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3C0" w:rsidRDefault="00BA73C0" w:rsidP="00625F38">
      <w:r>
        <w:separator/>
      </w:r>
    </w:p>
  </w:endnote>
  <w:endnote w:type="continuationSeparator" w:id="0">
    <w:p w:rsidR="00BA73C0" w:rsidRDefault="00BA73C0" w:rsidP="0062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3C0" w:rsidRDefault="00BA73C0" w:rsidP="00625F38">
      <w:r>
        <w:separator/>
      </w:r>
    </w:p>
  </w:footnote>
  <w:footnote w:type="continuationSeparator" w:id="0">
    <w:p w:rsidR="00BA73C0" w:rsidRDefault="00BA73C0" w:rsidP="00625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3C0" w:rsidRDefault="00BA73C0">
    <w:pPr>
      <w:pStyle w:val="Koptekst"/>
    </w:pPr>
    <w:r>
      <w:t xml:space="preserve">Nederlands leerjaar 2 </w:t>
    </w:r>
  </w:p>
  <w:p w:rsidR="00BA73C0" w:rsidRDefault="00B0029E">
    <w:pPr>
      <w:pStyle w:val="Koptekst"/>
    </w:pPr>
    <w:r>
      <w:t>Klas 6AFVA/klas 6AFVB</w:t>
    </w:r>
  </w:p>
  <w:p w:rsidR="00BA73C0" w:rsidRDefault="00BA73C0">
    <w:pPr>
      <w:pStyle w:val="Koptekst"/>
    </w:pPr>
    <w:r>
      <w:t>Lessenserie een interview afnemen en een artikel schrijven</w:t>
    </w:r>
  </w:p>
  <w:p w:rsidR="00BA73C0" w:rsidRDefault="00BA73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B691E"/>
    <w:multiLevelType w:val="hybridMultilevel"/>
    <w:tmpl w:val="EC9481C2"/>
    <w:lvl w:ilvl="0" w:tplc="1D3009F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19A035D2"/>
    <w:multiLevelType w:val="hybridMultilevel"/>
    <w:tmpl w:val="841ED9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CF81A7E"/>
    <w:multiLevelType w:val="hybridMultilevel"/>
    <w:tmpl w:val="B5FC2A0C"/>
    <w:lvl w:ilvl="0" w:tplc="3288DDCE">
      <w:start w:val="1"/>
      <w:numFmt w:val="bullet"/>
      <w:lvlText w:val="-"/>
      <w:lvlJc w:val="left"/>
      <w:pPr>
        <w:ind w:left="720" w:hanging="360"/>
      </w:pPr>
      <w:rPr>
        <w:rFonts w:ascii="Corbel" w:eastAsiaTheme="minorEastAsia" w:hAnsi="Corbe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CD668F"/>
    <w:multiLevelType w:val="hybridMultilevel"/>
    <w:tmpl w:val="DED2DF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1A13676"/>
    <w:multiLevelType w:val="hybridMultilevel"/>
    <w:tmpl w:val="B5B0C5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14E0158"/>
    <w:multiLevelType w:val="hybridMultilevel"/>
    <w:tmpl w:val="A7B8C2F6"/>
    <w:lvl w:ilvl="0" w:tplc="9DAEA5F2">
      <w:numFmt w:val="bullet"/>
      <w:lvlText w:val="-"/>
      <w:lvlJc w:val="left"/>
      <w:pPr>
        <w:ind w:left="1080" w:hanging="360"/>
      </w:pPr>
      <w:rPr>
        <w:rFonts w:ascii="Corbel" w:eastAsiaTheme="minorEastAsia" w:hAnsi="Corbe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4388779D"/>
    <w:multiLevelType w:val="hybridMultilevel"/>
    <w:tmpl w:val="206631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72441A5"/>
    <w:multiLevelType w:val="hybridMultilevel"/>
    <w:tmpl w:val="39B4141C"/>
    <w:lvl w:ilvl="0" w:tplc="E95621E6">
      <w:start w:val="1"/>
      <w:numFmt w:val="decimal"/>
      <w:lvlText w:val="%1."/>
      <w:lvlJc w:val="left"/>
      <w:pPr>
        <w:tabs>
          <w:tab w:val="num" w:pos="720"/>
        </w:tabs>
        <w:ind w:left="720" w:hanging="360"/>
      </w:pPr>
    </w:lvl>
    <w:lvl w:ilvl="1" w:tplc="DA22C850" w:tentative="1">
      <w:start w:val="1"/>
      <w:numFmt w:val="decimal"/>
      <w:lvlText w:val="%2."/>
      <w:lvlJc w:val="left"/>
      <w:pPr>
        <w:tabs>
          <w:tab w:val="num" w:pos="1440"/>
        </w:tabs>
        <w:ind w:left="1440" w:hanging="360"/>
      </w:pPr>
    </w:lvl>
    <w:lvl w:ilvl="2" w:tplc="447A522C" w:tentative="1">
      <w:start w:val="1"/>
      <w:numFmt w:val="decimal"/>
      <w:lvlText w:val="%3."/>
      <w:lvlJc w:val="left"/>
      <w:pPr>
        <w:tabs>
          <w:tab w:val="num" w:pos="2160"/>
        </w:tabs>
        <w:ind w:left="2160" w:hanging="360"/>
      </w:pPr>
    </w:lvl>
    <w:lvl w:ilvl="3" w:tplc="BD0AA880" w:tentative="1">
      <w:start w:val="1"/>
      <w:numFmt w:val="decimal"/>
      <w:lvlText w:val="%4."/>
      <w:lvlJc w:val="left"/>
      <w:pPr>
        <w:tabs>
          <w:tab w:val="num" w:pos="2880"/>
        </w:tabs>
        <w:ind w:left="2880" w:hanging="360"/>
      </w:pPr>
    </w:lvl>
    <w:lvl w:ilvl="4" w:tplc="A5CCFAAC" w:tentative="1">
      <w:start w:val="1"/>
      <w:numFmt w:val="decimal"/>
      <w:lvlText w:val="%5."/>
      <w:lvlJc w:val="left"/>
      <w:pPr>
        <w:tabs>
          <w:tab w:val="num" w:pos="3600"/>
        </w:tabs>
        <w:ind w:left="3600" w:hanging="360"/>
      </w:pPr>
    </w:lvl>
    <w:lvl w:ilvl="5" w:tplc="4B847B66" w:tentative="1">
      <w:start w:val="1"/>
      <w:numFmt w:val="decimal"/>
      <w:lvlText w:val="%6."/>
      <w:lvlJc w:val="left"/>
      <w:pPr>
        <w:tabs>
          <w:tab w:val="num" w:pos="4320"/>
        </w:tabs>
        <w:ind w:left="4320" w:hanging="360"/>
      </w:pPr>
    </w:lvl>
    <w:lvl w:ilvl="6" w:tplc="8034D36A" w:tentative="1">
      <w:start w:val="1"/>
      <w:numFmt w:val="decimal"/>
      <w:lvlText w:val="%7."/>
      <w:lvlJc w:val="left"/>
      <w:pPr>
        <w:tabs>
          <w:tab w:val="num" w:pos="5040"/>
        </w:tabs>
        <w:ind w:left="5040" w:hanging="360"/>
      </w:pPr>
    </w:lvl>
    <w:lvl w:ilvl="7" w:tplc="44642994" w:tentative="1">
      <w:start w:val="1"/>
      <w:numFmt w:val="decimal"/>
      <w:lvlText w:val="%8."/>
      <w:lvlJc w:val="left"/>
      <w:pPr>
        <w:tabs>
          <w:tab w:val="num" w:pos="5760"/>
        </w:tabs>
        <w:ind w:left="5760" w:hanging="360"/>
      </w:pPr>
    </w:lvl>
    <w:lvl w:ilvl="8" w:tplc="590C831E" w:tentative="1">
      <w:start w:val="1"/>
      <w:numFmt w:val="decimal"/>
      <w:lvlText w:val="%9."/>
      <w:lvlJc w:val="left"/>
      <w:pPr>
        <w:tabs>
          <w:tab w:val="num" w:pos="6480"/>
        </w:tabs>
        <w:ind w:left="6480" w:hanging="360"/>
      </w:pPr>
    </w:lvl>
  </w:abstractNum>
  <w:abstractNum w:abstractNumId="8" w15:restartNumberingAfterBreak="0">
    <w:nsid w:val="6A145370"/>
    <w:multiLevelType w:val="hybridMultilevel"/>
    <w:tmpl w:val="684CBF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581716"/>
    <w:multiLevelType w:val="hybridMultilevel"/>
    <w:tmpl w:val="E87C95BA"/>
    <w:lvl w:ilvl="0" w:tplc="19BA64EA">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6"/>
  </w:num>
  <w:num w:numId="5">
    <w:abstractNumId w:val="8"/>
  </w:num>
  <w:num w:numId="6">
    <w:abstractNumId w:val="2"/>
  </w:num>
  <w:num w:numId="7">
    <w:abstractNumId w:val="0"/>
  </w:num>
  <w:num w:numId="8">
    <w:abstractNumId w:val="9"/>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2968"/>
    <w:rsid w:val="00021471"/>
    <w:rsid w:val="0005327F"/>
    <w:rsid w:val="00081928"/>
    <w:rsid w:val="00142E0F"/>
    <w:rsid w:val="00151982"/>
    <w:rsid w:val="00152904"/>
    <w:rsid w:val="00177B3B"/>
    <w:rsid w:val="001A65FE"/>
    <w:rsid w:val="001D370B"/>
    <w:rsid w:val="002E5517"/>
    <w:rsid w:val="003134EB"/>
    <w:rsid w:val="00355B6D"/>
    <w:rsid w:val="00365938"/>
    <w:rsid w:val="0049057C"/>
    <w:rsid w:val="004D070E"/>
    <w:rsid w:val="005703DC"/>
    <w:rsid w:val="005A22F9"/>
    <w:rsid w:val="00625F38"/>
    <w:rsid w:val="006E4AEA"/>
    <w:rsid w:val="006E7751"/>
    <w:rsid w:val="00740AA6"/>
    <w:rsid w:val="007A516D"/>
    <w:rsid w:val="007D6447"/>
    <w:rsid w:val="007F4A76"/>
    <w:rsid w:val="008850C7"/>
    <w:rsid w:val="008A030E"/>
    <w:rsid w:val="008A3F7A"/>
    <w:rsid w:val="008B1CB2"/>
    <w:rsid w:val="008C446C"/>
    <w:rsid w:val="008D4CD8"/>
    <w:rsid w:val="0092382E"/>
    <w:rsid w:val="009757A0"/>
    <w:rsid w:val="009766E3"/>
    <w:rsid w:val="009D1D9E"/>
    <w:rsid w:val="009D6172"/>
    <w:rsid w:val="00A939E6"/>
    <w:rsid w:val="00AD606A"/>
    <w:rsid w:val="00B0029E"/>
    <w:rsid w:val="00B04622"/>
    <w:rsid w:val="00B156BD"/>
    <w:rsid w:val="00B45D1E"/>
    <w:rsid w:val="00B758CD"/>
    <w:rsid w:val="00BA73C0"/>
    <w:rsid w:val="00C25658"/>
    <w:rsid w:val="00C35F09"/>
    <w:rsid w:val="00C96C24"/>
    <w:rsid w:val="00CB50BF"/>
    <w:rsid w:val="00CF4EA8"/>
    <w:rsid w:val="00D65D26"/>
    <w:rsid w:val="00D81CBD"/>
    <w:rsid w:val="00DA1E67"/>
    <w:rsid w:val="00DE1381"/>
    <w:rsid w:val="00E27162"/>
    <w:rsid w:val="00E45CA9"/>
    <w:rsid w:val="00E70968"/>
    <w:rsid w:val="00E93DE7"/>
    <w:rsid w:val="00ED42D7"/>
    <w:rsid w:val="00F10809"/>
    <w:rsid w:val="00F12C43"/>
    <w:rsid w:val="00F37313"/>
    <w:rsid w:val="00F406B0"/>
    <w:rsid w:val="00F54E81"/>
    <w:rsid w:val="00F94D74"/>
    <w:rsid w:val="00FE29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0A44E8"/>
  <w15:docId w15:val="{B81B9C7C-1BF8-4A66-9538-9231D677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bel" w:eastAsiaTheme="minorEastAsia" w:hAnsi="Corbel" w:cstheme="minorBidi"/>
        <w:sz w:val="24"/>
        <w:szCs w:val="24"/>
        <w:lang w:val="en-GB"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21471"/>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D6172"/>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9D6172"/>
    <w:rPr>
      <w:rFonts w:ascii="Lucida Grande" w:hAnsi="Lucida Grande" w:cs="Lucida Grande"/>
      <w:sz w:val="18"/>
      <w:szCs w:val="18"/>
      <w:lang w:val="nl-NL"/>
    </w:rPr>
  </w:style>
  <w:style w:type="paragraph" w:styleId="Koptekst">
    <w:name w:val="header"/>
    <w:basedOn w:val="Standaard"/>
    <w:link w:val="KoptekstChar"/>
    <w:uiPriority w:val="99"/>
    <w:unhideWhenUsed/>
    <w:rsid w:val="00625F38"/>
    <w:pPr>
      <w:tabs>
        <w:tab w:val="center" w:pos="4536"/>
        <w:tab w:val="right" w:pos="9072"/>
      </w:tabs>
    </w:pPr>
  </w:style>
  <w:style w:type="character" w:customStyle="1" w:styleId="KoptekstChar">
    <w:name w:val="Koptekst Char"/>
    <w:basedOn w:val="Standaardalinea-lettertype"/>
    <w:link w:val="Koptekst"/>
    <w:uiPriority w:val="99"/>
    <w:rsid w:val="00625F38"/>
    <w:rPr>
      <w:lang w:val="nl-NL"/>
    </w:rPr>
  </w:style>
  <w:style w:type="paragraph" w:styleId="Voettekst">
    <w:name w:val="footer"/>
    <w:basedOn w:val="Standaard"/>
    <w:link w:val="VoettekstChar"/>
    <w:uiPriority w:val="99"/>
    <w:unhideWhenUsed/>
    <w:rsid w:val="00625F38"/>
    <w:pPr>
      <w:tabs>
        <w:tab w:val="center" w:pos="4536"/>
        <w:tab w:val="right" w:pos="9072"/>
      </w:tabs>
    </w:pPr>
  </w:style>
  <w:style w:type="character" w:customStyle="1" w:styleId="VoettekstChar">
    <w:name w:val="Voettekst Char"/>
    <w:basedOn w:val="Standaardalinea-lettertype"/>
    <w:link w:val="Voettekst"/>
    <w:uiPriority w:val="99"/>
    <w:rsid w:val="00625F38"/>
    <w:rPr>
      <w:lang w:val="nl-NL"/>
    </w:rPr>
  </w:style>
  <w:style w:type="paragraph" w:styleId="Lijstalinea">
    <w:name w:val="List Paragraph"/>
    <w:basedOn w:val="Standaard"/>
    <w:uiPriority w:val="34"/>
    <w:qFormat/>
    <w:rsid w:val="001A65FE"/>
    <w:pPr>
      <w:ind w:left="720"/>
      <w:contextualSpacing/>
    </w:pPr>
  </w:style>
  <w:style w:type="table" w:styleId="Tabelraster">
    <w:name w:val="Table Grid"/>
    <w:basedOn w:val="Standaardtabel"/>
    <w:uiPriority w:val="59"/>
    <w:rsid w:val="009D1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13805">
      <w:bodyDiv w:val="1"/>
      <w:marLeft w:val="0"/>
      <w:marRight w:val="0"/>
      <w:marTop w:val="0"/>
      <w:marBottom w:val="0"/>
      <w:divBdr>
        <w:top w:val="none" w:sz="0" w:space="0" w:color="auto"/>
        <w:left w:val="none" w:sz="0" w:space="0" w:color="auto"/>
        <w:bottom w:val="none" w:sz="0" w:space="0" w:color="auto"/>
        <w:right w:val="none" w:sz="0" w:space="0" w:color="auto"/>
      </w:divBdr>
      <w:divsChild>
        <w:div w:id="1925987325">
          <w:marLeft w:val="547"/>
          <w:marRight w:val="0"/>
          <w:marTop w:val="0"/>
          <w:marBottom w:val="0"/>
          <w:divBdr>
            <w:top w:val="none" w:sz="0" w:space="0" w:color="auto"/>
            <w:left w:val="none" w:sz="0" w:space="0" w:color="auto"/>
            <w:bottom w:val="none" w:sz="0" w:space="0" w:color="auto"/>
            <w:right w:val="none" w:sz="0" w:space="0" w:color="auto"/>
          </w:divBdr>
        </w:div>
        <w:div w:id="1996371741">
          <w:marLeft w:val="547"/>
          <w:marRight w:val="0"/>
          <w:marTop w:val="0"/>
          <w:marBottom w:val="0"/>
          <w:divBdr>
            <w:top w:val="none" w:sz="0" w:space="0" w:color="auto"/>
            <w:left w:val="none" w:sz="0" w:space="0" w:color="auto"/>
            <w:bottom w:val="none" w:sz="0" w:space="0" w:color="auto"/>
            <w:right w:val="none" w:sz="0" w:space="0" w:color="auto"/>
          </w:divBdr>
        </w:div>
        <w:div w:id="677464752">
          <w:marLeft w:val="547"/>
          <w:marRight w:val="0"/>
          <w:marTop w:val="0"/>
          <w:marBottom w:val="0"/>
          <w:divBdr>
            <w:top w:val="none" w:sz="0" w:space="0" w:color="auto"/>
            <w:left w:val="none" w:sz="0" w:space="0" w:color="auto"/>
            <w:bottom w:val="none" w:sz="0" w:space="0" w:color="auto"/>
            <w:right w:val="none" w:sz="0" w:space="0" w:color="auto"/>
          </w:divBdr>
        </w:div>
        <w:div w:id="2081097675">
          <w:marLeft w:val="547"/>
          <w:marRight w:val="0"/>
          <w:marTop w:val="0"/>
          <w:marBottom w:val="0"/>
          <w:divBdr>
            <w:top w:val="none" w:sz="0" w:space="0" w:color="auto"/>
            <w:left w:val="none" w:sz="0" w:space="0" w:color="auto"/>
            <w:bottom w:val="none" w:sz="0" w:space="0" w:color="auto"/>
            <w:right w:val="none" w:sz="0" w:space="0" w:color="auto"/>
          </w:divBdr>
        </w:div>
        <w:div w:id="841551777">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4A785-EEC8-49C8-9990-94C9490A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4CAC1FFA</Template>
  <TotalTime>2</TotalTime>
  <Pages>3</Pages>
  <Words>610</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aps</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Kitty de Vries</dc:creator>
  <cp:lastModifiedBy>ket02</cp:lastModifiedBy>
  <cp:revision>3</cp:revision>
  <cp:lastPrinted>2017-09-15T11:57:00Z</cp:lastPrinted>
  <dcterms:created xsi:type="dcterms:W3CDTF">2016-12-08T12:56:00Z</dcterms:created>
  <dcterms:modified xsi:type="dcterms:W3CDTF">2017-09-15T11:58:00Z</dcterms:modified>
</cp:coreProperties>
</file>