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5FE" w:rsidRPr="002E65FE" w:rsidRDefault="002E65FE" w:rsidP="00CF24AA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2E65FE">
        <w:rPr>
          <w:rFonts w:ascii="Arial" w:eastAsia="Times New Roman" w:hAnsi="Arial" w:cs="Arial"/>
          <w:b/>
          <w:sz w:val="28"/>
          <w:szCs w:val="28"/>
          <w:lang w:eastAsia="nl-NL"/>
        </w:rPr>
        <w:t xml:space="preserve">1 op de 9 leraren durft niet elk onderwerp te bespreken in de klas. </w:t>
      </w:r>
    </w:p>
    <w:p w:rsidR="002E65FE" w:rsidRDefault="002E65FE" w:rsidP="00CF24AA">
      <w:pPr>
        <w:spacing w:after="0" w:line="240" w:lineRule="auto"/>
        <w:rPr>
          <w:rFonts w:ascii="Arial" w:eastAsia="Times New Roman" w:hAnsi="Arial" w:cs="Arial"/>
          <w:b/>
          <w:color w:val="333333"/>
          <w:sz w:val="33"/>
          <w:szCs w:val="33"/>
          <w:lang w:eastAsia="nl-NL"/>
        </w:rPr>
      </w:pPr>
    </w:p>
    <w:p w:rsidR="00CF24AA" w:rsidRDefault="005F70B1" w:rsidP="00CF24AA">
      <w:pPr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</w:pPr>
      <w:r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>e</w:t>
      </w:r>
      <w:r w:rsidR="00CF24AA" w:rsidRPr="00CF24AA"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>en op de negen leraren op middelbare scholen durft 'moeilijke' onderwerpen, zoals homoseksualiteit en terrorisme, niet</w:t>
      </w:r>
      <w:r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 xml:space="preserve"> meer te bespreken in de klas. d</w:t>
      </w:r>
      <w:r w:rsidR="00CF24AA" w:rsidRPr="00CF24AA"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  <w:t>at zou komen doordat een deel van de allochtone scholieren zich te weinig aanpast aan de westerse cultuur.</w:t>
      </w:r>
    </w:p>
    <w:p w:rsidR="002E65FE" w:rsidRPr="00CF24AA" w:rsidRDefault="002E65FE" w:rsidP="00CF24AA">
      <w:pPr>
        <w:spacing w:after="0" w:line="240" w:lineRule="auto"/>
        <w:rPr>
          <w:rFonts w:ascii="Arial" w:eastAsia="Times New Roman" w:hAnsi="Arial" w:cs="Arial"/>
          <w:b/>
          <w:color w:val="333333"/>
          <w:sz w:val="28"/>
          <w:szCs w:val="28"/>
          <w:lang w:eastAsia="nl-NL"/>
        </w:rPr>
      </w:pPr>
    </w:p>
    <w:p w:rsidR="00CF24AA" w:rsidRPr="00CF24AA" w:rsidRDefault="005F70B1" w:rsidP="00CF24AA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an de basisschoolmeesters en -juffen geeft maar vier procent van de ondervraagden aan zulke onderwerpen te vermijden. Dat blijkt vandaag uit een</w:t>
      </w:r>
      <w:r w:rsidR="00CF24AA" w:rsidRPr="002E65F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  <w:r w:rsidR="00CF24AA" w:rsidRPr="002E65FE">
        <w:rPr>
          <w:rFonts w:ascii="Arial" w:eastAsia="Times New Roman" w:hAnsi="Arial" w:cs="Arial"/>
          <w:color w:val="3B3838" w:themeColor="background2" w:themeShade="40"/>
          <w:sz w:val="24"/>
          <w:szCs w:val="24"/>
          <w:lang w:eastAsia="nl-NL"/>
        </w:rPr>
        <w:t>rapport</w:t>
      </w:r>
      <w:r w:rsidR="00CF24AA" w:rsidRPr="00CF24AA">
        <w:rPr>
          <w:rFonts w:ascii="Arial" w:eastAsia="Times New Roman" w:hAnsi="Arial" w:cs="Arial"/>
          <w:color w:val="3B3838" w:themeColor="background2" w:themeShade="40"/>
          <w:sz w:val="24"/>
          <w:szCs w:val="24"/>
          <w:lang w:eastAsia="nl-NL"/>
        </w:rPr>
        <w:t> 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van duo o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nderwijsonderzoek en het </w:t>
      </w:r>
      <w:r>
        <w:rPr>
          <w:rFonts w:ascii="Arial" w:eastAsia="Times New Roman" w:hAnsi="Arial" w:cs="Arial"/>
          <w:i/>
          <w:iCs/>
          <w:color w:val="333333"/>
          <w:sz w:val="24"/>
          <w:szCs w:val="24"/>
          <w:lang w:eastAsia="nl-NL"/>
        </w:rPr>
        <w:t>ad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. h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et onderzoeksbureau ondervroeg ruim 2.200 lerare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n en schooldirecteuren in heel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ederland</w:t>
      </w:r>
      <w:proofErr w:type="spellEnd"/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.</w:t>
      </w:r>
    </w:p>
    <w:p w:rsidR="00CF24AA" w:rsidRPr="00CF24AA" w:rsidRDefault="005F70B1" w:rsidP="00CF24AA">
      <w:pPr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s</w:t>
      </w:r>
      <w:r w:rsidR="00CF24AA" w:rsidRPr="00CF24AA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cheiding van culturen</w:t>
      </w:r>
    </w:p>
    <w:p w:rsidR="00CF24AA" w:rsidRPr="00CF24AA" w:rsidRDefault="005F70B1" w:rsidP="00CF24AA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v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olgens ongeveer de helft van de ondervraagden is er op scholen sprake van een toenemende scheid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ing van culturen (segregatie). s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cholieren met verschillende culturele achtergronden gaan we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inig met elkaar om, merken ze. o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ok is er volgens de ondervraagden 'steeds minder respect richti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ng elkaar en elkaars afkomst'. o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p basisscholen is de scheiding vooral zichtbaar onder ouders: allochtone en autochtone ouders trekken niet veel met elkaar op, waarna de kinderen dat voorbeeld volgen.</w:t>
      </w:r>
    </w:p>
    <w:p w:rsidR="00CF24AA" w:rsidRPr="00CF24AA" w:rsidRDefault="005F70B1" w:rsidP="00CF24AA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m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et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name in de vier grote steden (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amsterdam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, den haag,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rotterdam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en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u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trecht</w:t>
      </w:r>
      <w:proofErr w:type="spellEnd"/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) merken leerkrachten dat. 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zo is 56 procent van de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h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aagse</w:t>
      </w:r>
      <w:proofErr w:type="spellEnd"/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scholen het eens met de stelling dat er sprake is van 'mislukte inte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gratie', terwijl dit buiten de r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andstad ‘maar’ 30 procent is.</w:t>
      </w:r>
    </w:p>
    <w:p w:rsidR="00CF24AA" w:rsidRPr="00CF24AA" w:rsidRDefault="005F70B1" w:rsidP="00CF24AA">
      <w:pPr>
        <w:spacing w:after="100" w:afterAutospacing="1" w:line="240" w:lineRule="auto"/>
        <w:outlineLvl w:val="2"/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'n</w:t>
      </w:r>
      <w:r w:rsidR="00CF24AA" w:rsidRPr="00CF24AA">
        <w:rPr>
          <w:rFonts w:ascii="Arial" w:eastAsia="Times New Roman" w:hAnsi="Arial" w:cs="Arial"/>
          <w:b/>
          <w:bCs/>
          <w:color w:val="333333"/>
          <w:sz w:val="24"/>
          <w:szCs w:val="24"/>
          <w:lang w:eastAsia="nl-NL"/>
        </w:rPr>
        <w:t>iet normaal'</w:t>
      </w:r>
    </w:p>
    <w:p w:rsidR="00CF24AA" w:rsidRPr="00CF24AA" w:rsidRDefault="005F70B1" w:rsidP="00CF24AA">
      <w:pPr>
        <w:spacing w:after="240"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de oorzaak? d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e meeste scholen zeggen dat de toenemende segregatie komt doordat westerse normen en waarden verschillen van d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ie van niet-westerse culturen. o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ok wordt in het onderzoek genoemd dat allochtone leerlingen én hun 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ouders niet willen integreren. d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ie ouders hebben volgens de scholen sowieso een grote verantwoordelijkheid: 58% zegt dat de ouders van allochtone scholieren de integratieproblemen op moeten lossen.</w:t>
      </w:r>
    </w:p>
    <w:p w:rsidR="00CF24AA" w:rsidRPr="002E65FE" w:rsidRDefault="005F70B1" w:rsidP="00CF24AA">
      <w:pPr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staatssecretaris </w:t>
      </w:r>
      <w:proofErr w:type="spellStart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sander</w:t>
      </w:r>
      <w:proofErr w:type="spellEnd"/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 dekker van o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nderwijs noemt het in een</w:t>
      </w:r>
      <w:r w:rsidR="00CF24AA" w:rsidRPr="002E65F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 </w:t>
      </w:r>
      <w:r w:rsidR="00CF24AA" w:rsidRPr="005F70B1">
        <w:rPr>
          <w:rFonts w:ascii="Arial" w:eastAsia="Times New Roman" w:hAnsi="Arial" w:cs="Arial"/>
          <w:color w:val="3B3838" w:themeColor="background2" w:themeShade="40"/>
          <w:sz w:val="24"/>
          <w:szCs w:val="24"/>
          <w:lang w:eastAsia="nl-NL"/>
        </w:rPr>
        <w:t>reactie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 xml:space="preserve"> 'niet normaal' als een leraar niet durft te vertellen dat hij homo is, of bepaalde onderwerpen 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niet kan bespreken in de klas. hij wijst erop dat de o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nderwijsinspectie onderzoek heeft gedaan naar de lessen burgerschap die scholen si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nds enkele jaren moeten geven. d</w:t>
      </w:r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at rapport w</w:t>
      </w:r>
      <w:r>
        <w:rPr>
          <w:rFonts w:ascii="Arial" w:eastAsia="Times New Roman" w:hAnsi="Arial" w:cs="Arial"/>
          <w:color w:val="333333"/>
          <w:sz w:val="24"/>
          <w:szCs w:val="24"/>
          <w:lang w:eastAsia="nl-NL"/>
        </w:rPr>
        <w:t>ordt 'zeer binnenkort' naar de tweede k</w:t>
      </w:r>
      <w:bookmarkStart w:id="0" w:name="_GoBack"/>
      <w:bookmarkEnd w:id="0"/>
      <w:r w:rsidR="00CF24AA" w:rsidRPr="00CF24AA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amer gestuurd, aldus de staatssecretaris.</w:t>
      </w:r>
    </w:p>
    <w:p w:rsidR="00CF24AA" w:rsidRPr="002E65FE" w:rsidRDefault="00CF24AA" w:rsidP="00CF24AA">
      <w:pPr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</w:p>
    <w:p w:rsidR="00CF24AA" w:rsidRPr="00CF24AA" w:rsidRDefault="00CF24AA" w:rsidP="00CF24AA">
      <w:pPr>
        <w:spacing w:line="240" w:lineRule="auto"/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 w:rsidRPr="002E65FE">
        <w:rPr>
          <w:rFonts w:ascii="Arial" w:eastAsia="Times New Roman" w:hAnsi="Arial" w:cs="Arial"/>
          <w:color w:val="333333"/>
          <w:sz w:val="24"/>
          <w:szCs w:val="24"/>
          <w:lang w:eastAsia="nl-NL"/>
        </w:rPr>
        <w:t>Naar: sevendays.nl</w:t>
      </w:r>
    </w:p>
    <w:p w:rsidR="0027737C" w:rsidRDefault="0027737C"/>
    <w:sectPr w:rsidR="00277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4AA"/>
    <w:rsid w:val="0027737C"/>
    <w:rsid w:val="002E65FE"/>
    <w:rsid w:val="005F70B1"/>
    <w:rsid w:val="00CF2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11A3"/>
  <w15:chartTrackingRefBased/>
  <w15:docId w15:val="{5D69CB39-B3A2-4F79-95AA-27719C165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F24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3">
    <w:name w:val="heading 3"/>
    <w:basedOn w:val="Standaard"/>
    <w:link w:val="Kop3Char"/>
    <w:uiPriority w:val="9"/>
    <w:qFormat/>
    <w:rsid w:val="00CF2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CF24AA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F2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apple-converted-space">
    <w:name w:val="apple-converted-space"/>
    <w:basedOn w:val="Standaardalinea-lettertype"/>
    <w:rsid w:val="00CF24AA"/>
  </w:style>
  <w:style w:type="character" w:styleId="Hyperlink">
    <w:name w:val="Hyperlink"/>
    <w:basedOn w:val="Standaardalinea-lettertype"/>
    <w:uiPriority w:val="99"/>
    <w:semiHidden/>
    <w:unhideWhenUsed/>
    <w:rsid w:val="00CF24AA"/>
    <w:rPr>
      <w:color w:val="0000FF"/>
      <w:u w:val="single"/>
    </w:rPr>
  </w:style>
  <w:style w:type="character" w:styleId="Nadruk">
    <w:name w:val="Emphasis"/>
    <w:basedOn w:val="Standaardalinea-lettertype"/>
    <w:uiPriority w:val="20"/>
    <w:qFormat/>
    <w:rsid w:val="00CF24AA"/>
    <w:rPr>
      <w:i/>
      <w:iCs/>
    </w:rPr>
  </w:style>
  <w:style w:type="character" w:customStyle="1" w:styleId="Kop1Char">
    <w:name w:val="Kop 1 Char"/>
    <w:basedOn w:val="Standaardalinea-lettertype"/>
    <w:link w:val="Kop1"/>
    <w:uiPriority w:val="9"/>
    <w:rsid w:val="00CF24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9505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32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D9F533DC</Template>
  <TotalTime>1</TotalTime>
  <Pages>1</Pages>
  <Words>348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Mariëlle Strik (stk)</dc:creator>
  <cp:keywords/>
  <dc:description/>
  <cp:lastModifiedBy>Mariëlle Strik (stk)</cp:lastModifiedBy>
  <cp:revision>2</cp:revision>
  <dcterms:created xsi:type="dcterms:W3CDTF">2017-02-02T10:29:00Z</dcterms:created>
  <dcterms:modified xsi:type="dcterms:W3CDTF">2017-02-02T10:29:00Z</dcterms:modified>
</cp:coreProperties>
</file>