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B2" w:rsidRPr="001F3331" w:rsidRDefault="009D24B2" w:rsidP="009D24B2">
      <w:pPr>
        <w:pStyle w:val="k3"/>
        <w:spacing w:line="360" w:lineRule="auto"/>
        <w:rPr>
          <w:b/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EA096C" wp14:editId="2A782FE1">
                <wp:simplePos x="0" y="0"/>
                <wp:positionH relativeFrom="column">
                  <wp:posOffset>27305</wp:posOffset>
                </wp:positionH>
                <wp:positionV relativeFrom="paragraph">
                  <wp:posOffset>307340</wp:posOffset>
                </wp:positionV>
                <wp:extent cx="5715000" cy="0"/>
                <wp:effectExtent l="0" t="0" r="0" b="0"/>
                <wp:wrapNone/>
                <wp:docPr id="1454" name="Line 1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24.2pt" to="452.1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88LFgIAAC4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5NMdI&#10;kQ5U2grFUZZn89Cf3rgCwiq1s6FCelYvZqvpd4eUrlqiDjzyfL0YyMxCRvImJWycgVv2/WfNIIYc&#10;vY7NOje2C5DQBnSOmlzumvCzRxQOp0/ZNE1BOjr4ElIMicY6/4nrDgWjxBJoR2By2jofiJBiCAn3&#10;KL0RUkbJpUJ9iRfTyTQmOC0FC84Q5uxhX0mLTiQMTfxiVeB5DLP6qFgEazlh65vtiZBXGy6XKuBB&#10;KUDnZl2n4sciXazn63k+yiez9ShP63r0cVPlo9kme5rWH+qqqrOfgVqWF61gjKvAbpjQLP+7Cbi9&#10;lets3Wf03obkLXrsF5Ad/pF01DLIdx2EvWaXnR00hqGMwbcHFKb+cQ/24zNf/QIAAP//AwBQSwME&#10;FAAGAAgAAAAhALwwvZraAAAABwEAAA8AAABkcnMvZG93bnJldi54bWxMjk1PwzAMhu9I/IfISFwm&#10;lrBNaJSmEwJ648IAcfUa01Y0TtdkW+HX42kHOFnvh14/+Wr0ndrTENvAFq6nBhRxFVzLtYW31/Jq&#10;CSomZIddYLLwTRFWxflZjpkLB36h/TrVSkY4ZmihSanPtI5VQx7jNPTEkn2GwWMSOdTaDXiQcd/p&#10;mTE32mPL8qHBnh4aqr7WO28hlu+0LX8m1cR8zOtAs+3j8xNae3kx3t+BSjSmvzIc8QUdCmHahB27&#10;qDoLi7kU5SwXoCS+NUdjczJ0kev//MUvAAAA//8DAFBLAQItABQABgAIAAAAIQC2gziS/gAAAOEB&#10;AAATAAAAAAAAAAAAAAAAAAAAAABbQ29udGVudF9UeXBlc10ueG1sUEsBAi0AFAAGAAgAAAAhADj9&#10;If/WAAAAlAEAAAsAAAAAAAAAAAAAAAAALwEAAF9yZWxzLy5yZWxzUEsBAi0AFAAGAAgAAAAhAK3j&#10;zwsWAgAALgQAAA4AAAAAAAAAAAAAAAAALgIAAGRycy9lMm9Eb2MueG1sUEsBAi0AFAAGAAgAAAAh&#10;ALwwvZraAAAABwEAAA8AAAAAAAAAAAAAAAAAcAQAAGRycy9kb3ducmV2LnhtbFBLBQYAAAAABAAE&#10;APMAAAB3BQAAAAA=&#10;"/>
            </w:pict>
          </mc:Fallback>
        </mc:AlternateContent>
      </w:r>
      <w:r>
        <w:rPr>
          <w:b/>
          <w:color w:val="000000"/>
        </w:rPr>
        <w:t>Formules met wortels</w:t>
      </w:r>
    </w:p>
    <w:p w:rsidR="009D24B2" w:rsidRDefault="009D24B2" w:rsidP="009D24B2">
      <w:pPr>
        <w:spacing w:line="360" w:lineRule="auto"/>
      </w:pP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ab/>
      </w:r>
      <w:r w:rsidRPr="00013AF2">
        <w:rPr>
          <w:rFonts w:ascii="Arial" w:hAnsi="Arial" w:cs="Arial"/>
          <w:sz w:val="26"/>
          <w:szCs w:val="26"/>
        </w:rPr>
        <w:t xml:space="preserve">Bij een verrekijker hoort een schemerindex. Hoe hoger de schemerindex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13AF2">
        <w:rPr>
          <w:rFonts w:ascii="Arial" w:hAnsi="Arial" w:cs="Arial"/>
          <w:sz w:val="26"/>
          <w:szCs w:val="26"/>
        </w:rPr>
        <w:t>hoe beter je er in de schemering mee kunt kijken.</w:t>
      </w:r>
    </w:p>
    <w:p w:rsidR="009D24B2" w:rsidRPr="00013AF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13AF2">
        <w:rPr>
          <w:rFonts w:ascii="Arial" w:hAnsi="Arial" w:cs="Arial"/>
          <w:sz w:val="26"/>
          <w:szCs w:val="26"/>
        </w:rPr>
        <w:t>Die schemerindex kun je berekenen met een formule.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54DA985B" wp14:editId="6113CC46">
            <wp:simplePos x="0" y="0"/>
            <wp:positionH relativeFrom="column">
              <wp:posOffset>4481830</wp:posOffset>
            </wp:positionH>
            <wp:positionV relativeFrom="paragraph">
              <wp:posOffset>-328295</wp:posOffset>
            </wp:positionV>
            <wp:extent cx="1504950" cy="1304925"/>
            <wp:effectExtent l="0" t="0" r="0" b="9525"/>
            <wp:wrapTight wrapText="bothSides">
              <wp:wrapPolygon edited="0">
                <wp:start x="9023" y="0"/>
                <wp:lineTo x="0" y="1261"/>
                <wp:lineTo x="0" y="11352"/>
                <wp:lineTo x="1641" y="15451"/>
                <wp:lineTo x="1641" y="17658"/>
                <wp:lineTo x="4375" y="20496"/>
                <wp:lineTo x="6289" y="21442"/>
                <wp:lineTo x="7382" y="21442"/>
                <wp:lineTo x="21327" y="14820"/>
                <wp:lineTo x="21327" y="13874"/>
                <wp:lineTo x="19686" y="10406"/>
                <wp:lineTo x="17772" y="5045"/>
                <wp:lineTo x="13397" y="946"/>
                <wp:lineTo x="12030" y="0"/>
                <wp:lineTo x="9023" y="0"/>
              </wp:wrapPolygon>
            </wp:wrapTight>
            <wp:docPr id="1235" name="Afbeelding 1" descr="C:\Users\1\AppData\Local\Microsoft\Windows\Temporary Internet Files\Content.IE5\Q42UJ1UZ\MCj029608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C:\Users\1\AppData\Local\Microsoft\Windows\Temporary Internet Files\Content.IE5\Q42UJ1UZ\MCj0296087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13AF2">
        <w:rPr>
          <w:rFonts w:ascii="Arial" w:hAnsi="Arial" w:cs="Arial"/>
          <w:sz w:val="26"/>
          <w:szCs w:val="26"/>
        </w:rPr>
        <w:t xml:space="preserve">Voor een verrekijker met lenzen van </w:t>
      </w:r>
      <w:smartTag w:uri="urn:schemas-microsoft-com:office:smarttags" w:element="metricconverter">
        <w:smartTagPr>
          <w:attr w:name="ProductID" w:val="50 mm"/>
        </w:smartTagPr>
        <w:r w:rsidRPr="00013AF2">
          <w:rPr>
            <w:rFonts w:ascii="Arial" w:hAnsi="Arial" w:cs="Arial"/>
            <w:sz w:val="26"/>
            <w:szCs w:val="26"/>
          </w:rPr>
          <w:t>50 mm</w:t>
        </w:r>
      </w:smartTag>
      <w:r w:rsidRPr="00013AF2">
        <w:rPr>
          <w:rFonts w:ascii="Arial" w:hAnsi="Arial" w:cs="Arial"/>
          <w:sz w:val="26"/>
          <w:szCs w:val="26"/>
        </w:rPr>
        <w:t xml:space="preserve"> is de </w:t>
      </w:r>
    </w:p>
    <w:p w:rsidR="009D24B2" w:rsidRPr="00013AF2" w:rsidRDefault="009D24B2" w:rsidP="009D24B2">
      <w:pPr>
        <w:spacing w:line="36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13AF2">
        <w:rPr>
          <w:rFonts w:ascii="Arial" w:hAnsi="Arial" w:cs="Arial"/>
          <w:sz w:val="26"/>
          <w:szCs w:val="26"/>
        </w:rPr>
        <w:t>formule:</w:t>
      </w:r>
      <w:r>
        <w:rPr>
          <w:rFonts w:ascii="Arial" w:hAnsi="Arial" w:cs="Arial"/>
          <w:sz w:val="26"/>
          <w:szCs w:val="26"/>
        </w:rPr>
        <w:t xml:space="preserve"> </w:t>
      </w:r>
      <w:r w:rsidRPr="00013AF2">
        <w:rPr>
          <w:rFonts w:ascii="Arial" w:hAnsi="Arial" w:cs="Arial"/>
          <w:b/>
          <w:sz w:val="26"/>
          <w:szCs w:val="26"/>
        </w:rPr>
        <w:t xml:space="preserve">schemerindex = </w:t>
      </w:r>
      <w:r w:rsidRPr="00013AF2">
        <w:rPr>
          <w:rFonts w:ascii="Arial" w:hAnsi="Arial" w:cs="Arial"/>
          <w:b/>
          <w:position w:val="-12"/>
          <w:sz w:val="26"/>
          <w:szCs w:val="26"/>
        </w:rPr>
        <w:object w:dxaOrig="22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20.25pt" o:ole="">
            <v:imagedata r:id="rId6" o:title=""/>
          </v:shape>
          <o:OLEObject Type="Embed" ProgID="Equation.DSMT4" ShapeID="_x0000_i1025" DrawAspect="Content" ObjectID="_1518613966" r:id="rId7"/>
        </w:object>
      </w:r>
      <w:r w:rsidRPr="00013AF2">
        <w:rPr>
          <w:rFonts w:ascii="Arial" w:hAnsi="Arial" w:cs="Arial"/>
          <w:b/>
          <w:sz w:val="26"/>
          <w:szCs w:val="26"/>
        </w:rPr>
        <w:t>.</w:t>
      </w:r>
    </w:p>
    <w:p w:rsidR="009D24B2" w:rsidRPr="00013AF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13AF2">
        <w:rPr>
          <w:rFonts w:ascii="Arial" w:hAnsi="Arial" w:cs="Arial"/>
          <w:sz w:val="26"/>
          <w:szCs w:val="26"/>
        </w:rPr>
        <w:t>Een schemerindex rond je af op één decimaal.</w:t>
      </w:r>
    </w:p>
    <w:p w:rsidR="009D24B2" w:rsidRDefault="009D24B2" w:rsidP="009D24B2">
      <w:pPr>
        <w:pStyle w:val="vraag"/>
        <w:tabs>
          <w:tab w:val="clear" w:pos="0"/>
          <w:tab w:val="clear" w:pos="540"/>
        </w:tabs>
        <w:spacing w:line="360" w:lineRule="auto"/>
        <w:ind w:left="0" w:right="586" w:firstLine="0"/>
        <w:rPr>
          <w:rFonts w:ascii="Arial" w:hAnsi="Arial" w:cs="Arial"/>
          <w:sz w:val="26"/>
          <w:szCs w:val="26"/>
        </w:rPr>
      </w:pPr>
      <w:r w:rsidRPr="00013AF2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a. </w:t>
      </w:r>
      <w:r w:rsidRPr="00013AF2">
        <w:rPr>
          <w:rFonts w:ascii="Arial" w:hAnsi="Arial" w:cs="Arial"/>
          <w:sz w:val="26"/>
          <w:szCs w:val="26"/>
        </w:rPr>
        <w:t>Jason koopt een verrekijker met vergrotingsfactor 12.</w:t>
      </w:r>
    </w:p>
    <w:p w:rsidR="009D24B2" w:rsidRDefault="009D24B2" w:rsidP="009D24B2">
      <w:pPr>
        <w:pStyle w:val="vraag"/>
        <w:tabs>
          <w:tab w:val="clear" w:pos="0"/>
          <w:tab w:val="clear" w:pos="540"/>
        </w:tabs>
        <w:spacing w:line="360" w:lineRule="auto"/>
        <w:ind w:left="0" w:right="-2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13AF2">
        <w:rPr>
          <w:rFonts w:ascii="Arial" w:hAnsi="Arial" w:cs="Arial"/>
          <w:sz w:val="26"/>
          <w:szCs w:val="26"/>
        </w:rPr>
        <w:t>Bereken de schemerindex.</w:t>
      </w:r>
      <w:r>
        <w:rPr>
          <w:rFonts w:ascii="Arial" w:hAnsi="Arial" w:cs="Arial"/>
          <w:sz w:val="26"/>
          <w:szCs w:val="26"/>
        </w:rPr>
        <w:t xml:space="preserve">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pStyle w:val="vraag"/>
        <w:tabs>
          <w:tab w:val="clear" w:pos="540"/>
        </w:tabs>
        <w:spacing w:line="360" w:lineRule="auto"/>
        <w:ind w:left="0" w:right="-2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b. </w:t>
      </w:r>
      <w:r w:rsidRPr="00013AF2">
        <w:rPr>
          <w:rFonts w:ascii="Arial" w:hAnsi="Arial" w:cs="Arial"/>
          <w:sz w:val="26"/>
          <w:szCs w:val="26"/>
        </w:rPr>
        <w:t>Tessie koopt een verrekijker met vergrotingsfactor 24.</w:t>
      </w:r>
      <w:r>
        <w:rPr>
          <w:rFonts w:ascii="Arial" w:hAnsi="Arial" w:cs="Arial"/>
          <w:sz w:val="26"/>
          <w:szCs w:val="26"/>
        </w:rPr>
        <w:t xml:space="preserve"> </w:t>
      </w:r>
      <w:r w:rsidRPr="00013AF2">
        <w:rPr>
          <w:rFonts w:ascii="Arial" w:hAnsi="Arial" w:cs="Arial"/>
          <w:sz w:val="26"/>
          <w:szCs w:val="26"/>
        </w:rPr>
        <w:t xml:space="preserve">Is de </w:t>
      </w:r>
    </w:p>
    <w:p w:rsidR="009D24B2" w:rsidRDefault="009D24B2" w:rsidP="009D24B2">
      <w:pPr>
        <w:pStyle w:val="vraag"/>
        <w:tabs>
          <w:tab w:val="clear" w:pos="540"/>
        </w:tabs>
        <w:spacing w:line="360" w:lineRule="auto"/>
        <w:ind w:left="708" w:right="-2" w:firstLine="0"/>
        <w:rPr>
          <w:rFonts w:ascii="Arial" w:hAnsi="Arial" w:cs="Arial"/>
          <w:sz w:val="26"/>
          <w:szCs w:val="26"/>
        </w:rPr>
      </w:pPr>
      <w:r w:rsidRPr="00013AF2">
        <w:rPr>
          <w:rFonts w:ascii="Arial" w:hAnsi="Arial" w:cs="Arial"/>
          <w:sz w:val="26"/>
          <w:szCs w:val="26"/>
        </w:rPr>
        <w:t>schemerindex van haar verrekijker twee keer zo groot als die van Jason?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Pr="00013AF2" w:rsidRDefault="009D24B2" w:rsidP="009D24B2">
      <w:pPr>
        <w:pStyle w:val="vraag"/>
        <w:tabs>
          <w:tab w:val="clear" w:pos="540"/>
        </w:tabs>
        <w:spacing w:line="360" w:lineRule="auto"/>
        <w:ind w:left="0" w:right="-2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c. Vul de tabel in.</w:t>
      </w:r>
    </w:p>
    <w:tbl>
      <w:tblPr>
        <w:tblpPr w:leftFromText="141" w:rightFromText="141" w:vertAnchor="page" w:horzAnchor="margin" w:tblpXSpec="center" w:tblpY="9421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1"/>
        <w:gridCol w:w="903"/>
        <w:gridCol w:w="903"/>
        <w:gridCol w:w="904"/>
        <w:gridCol w:w="903"/>
        <w:gridCol w:w="903"/>
        <w:gridCol w:w="904"/>
      </w:tblGrid>
      <w:tr w:rsidR="009D24B2" w:rsidRPr="00013AF2" w:rsidTr="00087413">
        <w:tc>
          <w:tcPr>
            <w:tcW w:w="2201" w:type="dxa"/>
            <w:tcBorders>
              <w:top w:val="nil"/>
              <w:left w:val="nil"/>
              <w:right w:val="double" w:sz="4" w:space="0" w:color="auto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 w:rsidRPr="00013AF2">
              <w:rPr>
                <w:rFonts w:ascii="Arial" w:hAnsi="Arial" w:cs="Arial"/>
                <w:sz w:val="26"/>
                <w:szCs w:val="26"/>
              </w:rPr>
              <w:t>vergrotingsfactor</w:t>
            </w:r>
          </w:p>
        </w:tc>
        <w:tc>
          <w:tcPr>
            <w:tcW w:w="903" w:type="dxa"/>
            <w:tcBorders>
              <w:top w:val="nil"/>
              <w:left w:val="double" w:sz="4" w:space="0" w:color="auto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 w:rsidRPr="00013AF2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 w:rsidRPr="00013AF2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904" w:type="dxa"/>
            <w:tcBorders>
              <w:top w:val="nil"/>
              <w:left w:val="nil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 w:rsidRPr="00013AF2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 w:rsidRPr="00013AF2"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 w:rsidRPr="00013AF2">
              <w:rPr>
                <w:rFonts w:ascii="Arial" w:hAnsi="Arial" w:cs="Arial"/>
                <w:sz w:val="26"/>
                <w:szCs w:val="26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 w:rsidRPr="00013AF2">
              <w:rPr>
                <w:rFonts w:ascii="Arial" w:hAnsi="Arial" w:cs="Arial"/>
                <w:sz w:val="26"/>
                <w:szCs w:val="26"/>
              </w:rPr>
              <w:t>35</w:t>
            </w:r>
          </w:p>
        </w:tc>
      </w:tr>
      <w:tr w:rsidR="009D24B2" w:rsidRPr="00013AF2" w:rsidTr="00087413">
        <w:tc>
          <w:tcPr>
            <w:tcW w:w="2201" w:type="dxa"/>
            <w:tcBorders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  <w:r w:rsidRPr="00013AF2">
              <w:rPr>
                <w:rFonts w:ascii="Arial" w:hAnsi="Arial" w:cs="Arial"/>
                <w:sz w:val="26"/>
                <w:szCs w:val="26"/>
              </w:rPr>
              <w:t>schemerindex</w:t>
            </w:r>
          </w:p>
        </w:tc>
        <w:tc>
          <w:tcPr>
            <w:tcW w:w="903" w:type="dxa"/>
            <w:tcBorders>
              <w:left w:val="double" w:sz="4" w:space="0" w:color="auto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4" w:type="dxa"/>
            <w:tcBorders>
              <w:left w:val="nil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9D24B2" w:rsidRPr="00013AF2" w:rsidRDefault="009D24B2" w:rsidP="009D24B2">
      <w:pPr>
        <w:pStyle w:val="vraag"/>
        <w:tabs>
          <w:tab w:val="clear" w:pos="540"/>
        </w:tabs>
        <w:spacing w:line="360" w:lineRule="auto"/>
        <w:ind w:left="0" w:right="-2" w:firstLine="0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tabs>
          <w:tab w:val="clear" w:pos="540"/>
        </w:tabs>
        <w:spacing w:line="360" w:lineRule="auto"/>
        <w:ind w:left="0" w:right="-2" w:firstLine="0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tabs>
          <w:tab w:val="clear" w:pos="540"/>
        </w:tabs>
        <w:spacing w:line="360" w:lineRule="auto"/>
        <w:ind w:left="0" w:right="-2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9D24B2" w:rsidRDefault="009D24B2" w:rsidP="009D24B2">
      <w:pPr>
        <w:pStyle w:val="vraag"/>
        <w:tabs>
          <w:tab w:val="clear" w:pos="540"/>
        </w:tabs>
        <w:spacing w:line="360" w:lineRule="auto"/>
        <w:ind w:left="0" w:right="-2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9D24B2" w:rsidRDefault="009D24B2" w:rsidP="009D24B2">
      <w:r>
        <w:br w:type="page"/>
      </w:r>
    </w:p>
    <w:p w:rsidR="009D24B2" w:rsidRPr="00013AF2" w:rsidRDefault="009D24B2" w:rsidP="009D24B2">
      <w:pPr>
        <w:pStyle w:val="vraag"/>
        <w:tabs>
          <w:tab w:val="clear" w:pos="540"/>
        </w:tabs>
        <w:spacing w:line="360" w:lineRule="auto"/>
        <w:ind w:left="0" w:right="-2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ab/>
        <w:t>d. Teken de grafiek.</w:t>
      </w:r>
    </w:p>
    <w:p w:rsidR="009D24B2" w:rsidRPr="00013AF2" w:rsidRDefault="009D24B2" w:rsidP="009D24B2">
      <w:pPr>
        <w:pStyle w:val="vraag"/>
        <w:tabs>
          <w:tab w:val="left" w:pos="4095"/>
        </w:tabs>
        <w:spacing w:line="360" w:lineRule="auto"/>
        <w:ind w:right="58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F909057" wp14:editId="77FE3D8F">
                <wp:simplePos x="0" y="0"/>
                <wp:positionH relativeFrom="column">
                  <wp:posOffset>614045</wp:posOffset>
                </wp:positionH>
                <wp:positionV relativeFrom="paragraph">
                  <wp:posOffset>-3810</wp:posOffset>
                </wp:positionV>
                <wp:extent cx="4085590" cy="6296025"/>
                <wp:effectExtent l="0" t="0" r="0" b="0"/>
                <wp:wrapNone/>
                <wp:docPr id="8" name="Group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590" cy="6296025"/>
                          <a:chOff x="2742" y="3462"/>
                          <a:chExt cx="4802" cy="8628"/>
                        </a:xfrm>
                      </wpg:grpSpPr>
                      <wpg:grpSp>
                        <wpg:cNvPr id="10" name="Group 1289"/>
                        <wpg:cNvGrpSpPr>
                          <a:grpSpLocks/>
                        </wpg:cNvGrpSpPr>
                        <wpg:grpSpPr bwMode="auto">
                          <a:xfrm>
                            <a:off x="2742" y="3462"/>
                            <a:ext cx="4802" cy="8628"/>
                            <a:chOff x="2472" y="4737"/>
                            <a:chExt cx="4802" cy="8628"/>
                          </a:xfrm>
                        </wpg:grpSpPr>
                        <wpg:grpSp>
                          <wpg:cNvPr id="11" name="Group 1290"/>
                          <wpg:cNvGrpSpPr>
                            <a:grpSpLocks/>
                          </wpg:cNvGrpSpPr>
                          <wpg:grpSpPr bwMode="auto">
                            <a:xfrm>
                              <a:off x="2472" y="4965"/>
                              <a:ext cx="4802" cy="8400"/>
                              <a:chOff x="2517" y="2775"/>
                              <a:chExt cx="4802" cy="8400"/>
                            </a:xfrm>
                          </wpg:grpSpPr>
                          <wpg:grpSp>
                            <wpg:cNvPr id="12" name="Group 129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17" y="2957"/>
                                <a:ext cx="4802" cy="8218"/>
                                <a:chOff x="2517" y="2957"/>
                                <a:chExt cx="4802" cy="8218"/>
                              </a:xfrm>
                            </wpg:grpSpPr>
                            <wpg:grpSp>
                              <wpg:cNvPr id="13" name="Group 129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17" y="2957"/>
                                  <a:ext cx="4802" cy="8115"/>
                                  <a:chOff x="2517" y="2957"/>
                                  <a:chExt cx="4802" cy="8115"/>
                                </a:xfrm>
                              </wpg:grpSpPr>
                              <wpg:grpSp>
                                <wpg:cNvPr id="14" name="Group 129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517" y="3118"/>
                                    <a:ext cx="4802" cy="7954"/>
                                    <a:chOff x="2517" y="3118"/>
                                    <a:chExt cx="4802" cy="7954"/>
                                  </a:xfrm>
                                </wpg:grpSpPr>
                                <wpg:grpSp>
                                  <wpg:cNvPr id="15" name="Group 129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71" y="3118"/>
                                      <a:ext cx="4348" cy="7954"/>
                                      <a:chOff x="2971" y="3118"/>
                                      <a:chExt cx="4348" cy="7954"/>
                                    </a:xfrm>
                                  </wpg:grpSpPr>
                                  <wpg:grpSp>
                                    <wpg:cNvPr id="16" name="Group 129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971" y="3118"/>
                                        <a:ext cx="4116" cy="7387"/>
                                        <a:chOff x="2971" y="3118"/>
                                        <a:chExt cx="4116" cy="7387"/>
                                      </a:xfrm>
                                    </wpg:grpSpPr>
                                    <wps:wsp>
                                      <wps:cNvPr id="17" name="Line 1296"/>
                                      <wps:cNvCnPr/>
                                      <wps:spPr bwMode="auto">
                                        <a:xfrm>
                                          <a:off x="3118" y="3118"/>
                                          <a:ext cx="0" cy="680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" name="Line 1297"/>
                                      <wps:cNvCnPr/>
                                      <wps:spPr bwMode="auto">
                                        <a:xfrm>
                                          <a:off x="3118" y="10489"/>
                                          <a:ext cx="3969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g:grpSp>
                                      <wpg:cNvPr id="20" name="Group 129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2971" y="9937"/>
                                          <a:ext cx="283" cy="568"/>
                                          <a:chOff x="2698" y="12780"/>
                                          <a:chExt cx="426" cy="568"/>
                                        </a:xfrm>
                                      </wpg:grpSpPr>
                                      <wps:wsp>
                                        <wps:cNvPr id="21" name="Line 1299"/>
                                        <wps:cNvCnPr/>
                                        <wps:spPr bwMode="auto">
                                          <a:xfrm flipH="1" flipV="1">
                                            <a:off x="2698" y="13159"/>
                                            <a:ext cx="213" cy="9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2" name="Line 1300"/>
                                        <wps:cNvCnPr/>
                                        <wps:spPr bwMode="auto">
                                          <a:xfrm flipV="1">
                                            <a:off x="2698" y="13064"/>
                                            <a:ext cx="426" cy="9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3" name="Line 1301"/>
                                        <wps:cNvCnPr/>
                                        <wps:spPr bwMode="auto">
                                          <a:xfrm flipH="1" flipV="1">
                                            <a:off x="2911" y="12969"/>
                                            <a:ext cx="213" cy="9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4" name="Line 1302"/>
                                        <wps:cNvCnPr/>
                                        <wps:spPr bwMode="auto">
                                          <a:xfrm flipV="1">
                                            <a:off x="2911" y="12780"/>
                                            <a:ext cx="0" cy="189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5" name="Line 1303"/>
                                        <wps:cNvCnPr/>
                                        <wps:spPr bwMode="auto">
                                          <a:xfrm flipV="1">
                                            <a:off x="2911" y="13253"/>
                                            <a:ext cx="0" cy="9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26" name="Group 1304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3118" y="3118"/>
                                          <a:ext cx="3969" cy="7371"/>
                                          <a:chOff x="3118" y="3118"/>
                                          <a:chExt cx="3969" cy="7371"/>
                                        </a:xfrm>
                                      </wpg:grpSpPr>
                                      <wps:wsp>
                                        <wps:cNvPr id="27" name="Line 1305"/>
                                        <wps:cNvCnPr/>
                                        <wps:spPr bwMode="auto">
                                          <a:xfrm>
                                            <a:off x="3685" y="3118"/>
                                            <a:ext cx="0" cy="73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80808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8" name="Line 1306"/>
                                        <wps:cNvCnPr/>
                                        <wps:spPr bwMode="auto">
                                          <a:xfrm>
                                            <a:off x="4252" y="3118"/>
                                            <a:ext cx="0" cy="73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80808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9" name="Line 1307"/>
                                        <wps:cNvCnPr/>
                                        <wps:spPr bwMode="auto">
                                          <a:xfrm>
                                            <a:off x="4819" y="3118"/>
                                            <a:ext cx="0" cy="73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80808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30" name="Line 1308"/>
                                        <wps:cNvCnPr/>
                                        <wps:spPr bwMode="auto">
                                          <a:xfrm>
                                            <a:off x="5386" y="3118"/>
                                            <a:ext cx="0" cy="73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80808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31" name="Line 1309"/>
                                        <wps:cNvCnPr/>
                                        <wps:spPr bwMode="auto">
                                          <a:xfrm>
                                            <a:off x="5953" y="3118"/>
                                            <a:ext cx="0" cy="73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80808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408" name="Line 1310"/>
                                        <wps:cNvCnPr/>
                                        <wps:spPr bwMode="auto">
                                          <a:xfrm>
                                            <a:off x="6520" y="3118"/>
                                            <a:ext cx="0" cy="73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80808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409" name="Line 1311"/>
                                        <wps:cNvCnPr/>
                                        <wps:spPr bwMode="auto">
                                          <a:xfrm>
                                            <a:off x="7087" y="3118"/>
                                            <a:ext cx="0" cy="737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80808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g:grpSp>
                                        <wpg:cNvPr id="1410" name="Group 131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3118" y="3118"/>
                                            <a:ext cx="3969" cy="6804"/>
                                            <a:chOff x="3118" y="3118"/>
                                            <a:chExt cx="3969" cy="6804"/>
                                          </a:xfrm>
                                        </wpg:grpSpPr>
                                        <wpg:grpSp>
                                          <wpg:cNvPr id="1411" name="Group 1313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3118" y="3118"/>
                                              <a:ext cx="3969" cy="6804"/>
                                              <a:chOff x="3118" y="3118"/>
                                              <a:chExt cx="3969" cy="6804"/>
                                            </a:xfrm>
                                          </wpg:grpSpPr>
                                          <wps:wsp>
                                            <wps:cNvPr id="1412" name="Line 1314"/>
                                            <wps:cNvCnPr/>
                                            <wps:spPr bwMode="auto">
                                              <a:xfrm>
                                                <a:off x="3118" y="3118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13" name="Line 1315"/>
                                            <wps:cNvCnPr/>
                                            <wps:spPr bwMode="auto">
                                              <a:xfrm>
                                                <a:off x="3118" y="3685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14" name="Line 1316"/>
                                            <wps:cNvCnPr/>
                                            <wps:spPr bwMode="auto">
                                              <a:xfrm>
                                                <a:off x="3118" y="4252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15" name="Line 1317"/>
                                            <wps:cNvCnPr/>
                                            <wps:spPr bwMode="auto">
                                              <a:xfrm>
                                                <a:off x="3118" y="4819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16" name="Line 1318"/>
                                            <wps:cNvCnPr/>
                                            <wps:spPr bwMode="auto">
                                              <a:xfrm>
                                                <a:off x="3118" y="5386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17" name="Line 1319"/>
                                            <wps:cNvCnPr/>
                                            <wps:spPr bwMode="auto">
                                              <a:xfrm>
                                                <a:off x="3118" y="6520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18" name="Line 1320"/>
                                            <wps:cNvCnPr/>
                                            <wps:spPr bwMode="auto">
                                              <a:xfrm>
                                                <a:off x="3118" y="7087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19" name="Line 1321"/>
                                            <wps:cNvCnPr/>
                                            <wps:spPr bwMode="auto">
                                              <a:xfrm>
                                                <a:off x="3118" y="7654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20" name="Line 1322"/>
                                            <wps:cNvCnPr/>
                                            <wps:spPr bwMode="auto">
                                              <a:xfrm>
                                                <a:off x="3118" y="8221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21" name="Line 1323"/>
                                            <wps:cNvCnPr/>
                                            <wps:spPr bwMode="auto">
                                              <a:xfrm>
                                                <a:off x="3118" y="8788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22" name="Line 1324"/>
                                            <wps:cNvCnPr/>
                                            <wps:spPr bwMode="auto">
                                              <a:xfrm>
                                                <a:off x="3118" y="9355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423" name="Line 1325"/>
                                            <wps:cNvCnPr/>
                                            <wps:spPr bwMode="auto">
                                              <a:xfrm>
                                                <a:off x="3118" y="9922"/>
                                                <a:ext cx="396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80808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1424" name="Line 1326"/>
                                          <wps:cNvCnPr/>
                                          <wps:spPr bwMode="auto">
                                            <a:xfrm>
                                              <a:off x="3118" y="5953"/>
                                              <a:ext cx="396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80808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</wpg:grpSp>
                                  <wpg:grpSp>
                                    <wpg:cNvPr id="1425" name="Group 132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349" y="10504"/>
                                        <a:ext cx="3970" cy="568"/>
                                        <a:chOff x="1984" y="8554"/>
                                        <a:chExt cx="3970" cy="568"/>
                                      </a:xfrm>
                                    </wpg:grpSpPr>
                                    <wps:wsp>
                                      <wps:cNvPr id="1426" name="Text Box 1328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984" y="8554"/>
                                          <a:ext cx="568" cy="56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center"/>
                                            </w:pPr>
                                            <w:r>
                                              <w:t>5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360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28" name="Text Box 1329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551" y="8554"/>
                                          <a:ext cx="568" cy="56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center"/>
                                            </w:pPr>
                                            <w:r>
                                              <w:t>10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360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29" name="Text Box 1330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118" y="8554"/>
                                          <a:ext cx="568" cy="56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center"/>
                                            </w:pPr>
                                            <w:r>
                                              <w:t>15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360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30" name="Text Box 1331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685" y="8554"/>
                                          <a:ext cx="568" cy="56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center"/>
                                            </w:pPr>
                                            <w:r>
                                              <w:t>20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360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31" name="Text Box 133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252" y="8554"/>
                                          <a:ext cx="568" cy="56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center"/>
                                            </w:pPr>
                                            <w:r>
                                              <w:t>25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360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32" name="Text Box 1333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819" y="8554"/>
                                          <a:ext cx="568" cy="56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center"/>
                                            </w:pPr>
                                            <w:r>
                                              <w:t>30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360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33" name="Text Box 1334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386" y="8554"/>
                                          <a:ext cx="568" cy="56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center"/>
                                            </w:pPr>
                                            <w:r>
                                              <w:t>35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360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1434" name="Group 133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517" y="4097"/>
                                      <a:ext cx="568" cy="6124"/>
                                      <a:chOff x="1077" y="2657"/>
                                      <a:chExt cx="568" cy="6124"/>
                                    </a:xfrm>
                                  </wpg:grpSpPr>
                                  <wpg:grpSp>
                                    <wpg:cNvPr id="1435" name="Group 133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77" y="3791"/>
                                        <a:ext cx="568" cy="4990"/>
                                        <a:chOff x="1077" y="3791"/>
                                        <a:chExt cx="568" cy="4990"/>
                                      </a:xfrm>
                                    </wpg:grpSpPr>
                                    <wps:wsp>
                                      <wps:cNvPr id="1436" name="Text Box 1337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77" y="8327"/>
                                          <a:ext cx="568" cy="45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right"/>
                                            </w:pPr>
                                            <w:r>
                                              <w:t>18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360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37" name="Text Box 1338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77" y="7760"/>
                                          <a:ext cx="568" cy="45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right"/>
                                            </w:pPr>
                                            <w:r>
                                              <w:t>20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360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38" name="Text Box 1339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77" y="7193"/>
                                          <a:ext cx="568" cy="45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right"/>
                                            </w:pPr>
                                            <w:r>
                                              <w:t>22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360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39" name="Text Box 1340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77" y="6626"/>
                                          <a:ext cx="568" cy="45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right"/>
                                            </w:pPr>
                                            <w:r>
                                              <w:t>24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360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40" name="Text Box 1341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77" y="6059"/>
                                          <a:ext cx="568" cy="45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right"/>
                                            </w:pPr>
                                            <w:r>
                                              <w:t>26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360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41" name="Text Box 134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77" y="5492"/>
                                          <a:ext cx="568" cy="45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right"/>
                                            </w:pPr>
                                            <w:r>
                                              <w:t>28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360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42" name="Text Box 1343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77" y="4925"/>
                                          <a:ext cx="568" cy="45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right"/>
                                            </w:pPr>
                                            <w:r>
                                              <w:t>30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360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43" name="Text Box 1344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77" y="4358"/>
                                          <a:ext cx="568" cy="45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right"/>
                                            </w:pPr>
                                            <w:r>
                                              <w:t>32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360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44" name="Text Box 1345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077" y="3791"/>
                                          <a:ext cx="568" cy="45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9D24B2" w:rsidRDefault="009D24B2" w:rsidP="009D24B2">
                                            <w:pPr>
                                              <w:jc w:val="right"/>
                                            </w:pPr>
                                            <w:r>
                                              <w:t>34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360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445" name="Text Box 134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77" y="3224"/>
                                        <a:ext cx="568" cy="45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9D24B2" w:rsidRDefault="009D24B2" w:rsidP="009D24B2">
                                          <w:pPr>
                                            <w:jc w:val="right"/>
                                          </w:pPr>
                                          <w:r>
                                            <w:t>36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360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46" name="Text Box 134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77" y="2657"/>
                                        <a:ext cx="568" cy="45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9D24B2" w:rsidRDefault="009D24B2" w:rsidP="009D24B2">
                                          <w:pPr>
                                            <w:jc w:val="right"/>
                                          </w:pPr>
                                          <w:r>
                                            <w:t>38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360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1447" name="Group 134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547" y="2957"/>
                                    <a:ext cx="568" cy="1021"/>
                                    <a:chOff x="1077" y="2657"/>
                                    <a:chExt cx="568" cy="1021"/>
                                  </a:xfrm>
                                </wpg:grpSpPr>
                                <wps:wsp>
                                  <wps:cNvPr id="1448" name="Text Box 134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77" y="3224"/>
                                      <a:ext cx="568" cy="45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9D24B2" w:rsidRDefault="009D24B2" w:rsidP="009D24B2">
                                        <w:pPr>
                                          <w:jc w:val="right"/>
                                        </w:pPr>
                                        <w:r>
                                          <w:t>40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360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49" name="Text Box 135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77" y="2657"/>
                                      <a:ext cx="568" cy="45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9D24B2" w:rsidRDefault="009D24B2" w:rsidP="009D24B2">
                                        <w:pPr>
                                          <w:jc w:val="right"/>
                                        </w:pPr>
                                        <w:r>
                                          <w:t>42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360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450" name="Text Box 13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0" y="10680"/>
                                  <a:ext cx="1800" cy="4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D24B2" w:rsidRPr="00E764BB" w:rsidRDefault="009D24B2" w:rsidP="009D24B2">
                                    <w:pPr>
                                      <w:jc w:val="right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592EF0">
                                      <w:rPr>
                                        <w:rFonts w:ascii="Arial" w:hAnsi="Arial" w:cs="Arial"/>
                                        <w:sz w:val="20"/>
                                      </w:rPr>
                                      <w:t>vergrotingsfactor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451" name="Text Box 13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15" y="2775"/>
                                <a:ext cx="1575" cy="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D24B2" w:rsidRPr="00E764BB" w:rsidRDefault="009D24B2" w:rsidP="009D24B2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92EF0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schemerindex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452" name="Text Box 13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0" y="4737"/>
                              <a:ext cx="1500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24B2" w:rsidRPr="00592EF0" w:rsidRDefault="009D24B2" w:rsidP="009D24B2">
                                <w:pPr>
                                  <w:rPr>
                                    <w:rFonts w:ascii="Arial" w:hAnsi="Arial" w:cs="Arial"/>
                                    <w:smallCaps/>
                                    <w:sz w:val="20"/>
                                  </w:rPr>
                                </w:pPr>
                                <w:r w:rsidRPr="00592EF0">
                                  <w:rPr>
                                    <w:rFonts w:ascii="Arial" w:hAnsi="Arial" w:cs="Arial"/>
                                    <w:smallCaps/>
                                    <w:sz w:val="20"/>
                                  </w:rPr>
                                  <w:t>verrekijker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53" name="Text Box 1354"/>
                        <wps:cNvSpPr txBox="1">
                          <a:spLocks noChangeArrowheads="1"/>
                        </wps:cNvSpPr>
                        <wps:spPr bwMode="auto">
                          <a:xfrm>
                            <a:off x="3150" y="11355"/>
                            <a:ext cx="465" cy="3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4B2" w:rsidRDefault="009D24B2" w:rsidP="009D24B2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8" o:spid="_x0000_s1026" style="position:absolute;left:0;text-align:left;margin-left:48.35pt;margin-top:-.3pt;width:321.7pt;height:495.75pt;z-index:251660288" coordorigin="2742,3462" coordsize="4802,8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19HHgwAAOmsAAAOAAAAZHJzL2Uyb0RvYy54bWzsXdmO28oRfQ+QfyD0PhabbG6Cxxf2LE4A&#10;J9fAXd45EiURkUiFpK1xgvx7qrdic5E9Go0oa9Q2YFNLU+ziOdXVtfHtL4/rlfU1Kco0z65H5I09&#10;spJsms/SbHE9+uP3+6twZJVVnM3iVZ4l16NvSTn65d1f//J2u5kkTr7MV7OksOAkWTnZbq5Hy6ra&#10;TMbjcrpM1nH5Jt8kGXw4z4t1XMHLYjGeFfEWzr5ejR3b9sfbvJhtinyalCW8eys+HL3j55/Pk2n1&#10;63xeJpW1uh7BtVX834L/+8D+Hb97G08WRbxZplN5GfEzrmIdpxn8KJ7qNq5i60uRdk61TqdFXubz&#10;6s00X4/z+TydJnwOMBtit2bzsci/bPhcFpPtYoNiAtG25PTs007/+fVzYaWz6xHcqCxewy3iv2oR&#10;JwyZdLabxQS+9LHY/Lb5XIgpwuGnfPqvEj4etz9nrxfiy9bD9h/5DM4Yf6lyLp3HebFmp4B5W4/8&#10;JnzDm5A8VtYU3qR26HkR3KspfOY7kW87nrhN0yXcSzbOCagzsuBjl/qO+uxOjQ9t+JANDn2HT2Ec&#10;T8QP84uVFydmxl/gJKUkCPx4SxTRsUXRMyUUSGdC8aQWBQ2EKGjgBkcQBWmLAu7MkVHh4JQiX975&#10;HlFQW5K3FoVHAo4KJwgQMT2okCP3RgXIuYmKiBxdFDilyJN3t0cUDuEw11HRHTdd9ohCjtxbFG5H&#10;FJyGbV3A1OFL6QqnO6UeURCCd17piu64XlHIkXuLgnZE4Q6GCpeoO98VRRB5VOmDtijqcX2iUCP3&#10;FoXXEQW/gqOiIgpAQ7GVoCsKl8KSxtYBNSGdIN1xmig6I/cWhd8RBcflqURBCFwQF4Ub4iqhUPFd&#10;UXRG7hQF2G9lbaKUh5kovy3jTcItn5JZH2phBv0uVPCnNEvARIl8wTX+pZvsc8GXpnJSgqnyQ+uD&#10;Q6YfO8r6CG2OYJxzPNkUZfUxydcWO7gereA6uGUTf/1UVsweqr/CDJ0sv09XK3g/nqwya3s9ijyw&#10;ZtjLMl+lM/Yhf1EsHm5WhfU1ZmYq/8MmBidrfA3MwWzGT7ZM4tmdPK7idCWO4furjJ0P1AFcjjwS&#10;duh/Izu6C+9CekUd/+6K2re3V+/vb+iVf08C79a9vbm5Jf9jl0boZJnOZknGrk7ZxIQ+7YZK61xY&#10;s2gVoxjGzbPzKcLFqv/5RYOVJu4gs8vKyUM++8ZvLH8fMCbePj7Y0CBWYOPMYZcEiHw22IhNQ25N&#10;8rvELV438iNBT27SGLQBSH4qtMkdTXuf4HT2CdHRt0yO0tZRpOx9tfY7IZhlTMl7fsce9OHKmKoj&#10;ThCi3XyndkyOXB3kQARge780gIp3cMOhWCe3Xk9nnTVfpZu/wVxH/OhPdsRUYS43jygLl3gtJjpE&#10;ijAyep+7ZH42Jg6BQNznCQS6YqO5j97/Ee5sX5rmirqwJAvqRtxMRALWxoSxN970+rhej73h4KZa&#10;4U66F15O80VEbJaY4bxT8xkEXqzmQ1+GQqD06uyJwM6KW+MOrQ+l+eROiwib2Ci+S1xw0W+kYCc9&#10;aC8GO9fx+CnrLZeEnVluReTt50Jdve0QO67eIA2zmBrueFf4ao7pYvuOx6jew0Mchi/cmrexZ1zt&#10;beyORC1YC4JF3pgFenSvh9Nysbm2dFw+nYzaXsv1QyB3r3tWMlBJC+c8iMkb2uyvcbFJVJ3KxQbh&#10;2YY/17UP8edSxxOh0G4swIDN+HMd8LHqwQPXPsSfS0MC5zOazQQPeiNVLmicJtikZ/hZy6jnhmDt&#10;GLAZsPWDreUzd+29feaazeZFsFkyYDNh0R0xeMjPa+k2yJeDoPQ+DnINbr7HwmhGtxnd1qvbCAVl&#10;1lxKwYn9fLgFNiTAGLidpXbbEYYntJOw65Kj5yP2+HSUT7v26PgygWh/X5AaiX6Rti9otzDQGpCJ&#10;3C4EtTlhjpfIfWphDOAYA5S1A8NEpjc+y6Z/ksiUi0rlzQ+QfWZcYz9H9hllqSiNLaRIbX6mmVXD&#10;jblkeQ5hV10ZuF1q6Be0Wzv4CynDzzezEG7cKWvgZnJrRdqsSuSmoMxa2u0Qb2wNN+aWNXAzcGvD&#10;DaPFMsdAFM4cuphyx6yBm4FbG27tKLrQSofCjfvKDNwM3Npwa3tkwaUKMDkUbtxXZuBm4NaGW9sj&#10;C0UbLwE3X1Wsmp0pBEhMGR5vS0FoXWYlbTdn77RkLd6EW4XQEbCtk0Jrv61xhFyuIwRQ0dyZQmHG&#10;C2i3MBD9VAzcTJGxVtFOQZm14PYiUYXI9Yyb19S0qz0A+t06VWaiudKhW4UoEouy0W5not3qcPJA&#10;hQVgx7UjDFDC8QILK89XM7vU89ml6tDbdcyqeHrLfgBGGDlQ+Q1Qs8JxdMT8BpeKbG9ie6LMSFd0&#10;gSwv6PZdIFEIoIfkNmhpJ0u+9cKf1sCduR6DpDfUBVW/s/33h/zRIq5ooCdXB9YA0Koe4RPVUqEU&#10;fQCtLL9ZxtkieV8U+Zb1poH2P9wnAPeXZ0eI3oHsxZNa8/TITfkEmJD1LhcotE7hUAHNH3njhx29&#10;eRqtdUq9A889/yPGrjbLWPblYSiDn5Nf7bbnEb13tF433+vGQxxqf3Ciq3s/DK7oPfWuIvC3Xdkk&#10;+gAtD2lEb++bSwnf/B5crndwD6J1WkHDzlW6BlBjo6J4sqshEXox2OWrNj/q/752P9Xjw6NcFURZ&#10;klXk0GgJKAZdRuFgmRf/GVlb6Nh5PSr//SUukpG1+nsGgIsIpfC1ir9wfWjbYBX6Bw/8BfUC5lCI&#10;symc6XpUqcObSnQF/bIp0sUSfkg0Dcny99C8cp7y3k4Mv+KiYAbsxYDdiGhdLKXzU8/0Ho6fjueJ&#10;TgK1XjP8ZC3JLoOfwjGnjDdD08Z+Hp3jGk2hHEjqNPjqcDStfZ1ofhiaXhhN0VduaKrTtC7Q02mq&#10;x7EGpKmqkjeracNcvKTVFGMMhqYNmmIwRqcp6rRBV1PsL2BoerE0xdiMoWmDphjE0mmKOm1YmqrO&#10;DIamF0tT7FlkaNqgKZYU6TRFnTYoTbGnhaHpxdIU439nQtNnRKtcDHqqaJUrldPxolX4qBSoneeh&#10;sTpYhdETH+IPzCelVSYTOxCl8Y6vHjZTB6s6AzHuUgtFNKnbGbiDictMFxSFBMDxRIFzcgPxtJ4e&#10;UdBIPNOoTxT1sB5RqIE7RTFI3M7F0hZdqevVVMN5MlDcoSuCsn3iFpFQFJqJ23UfCNftan0WcTse&#10;F0DkHaLUZZROxO9ELO/Mw3fwtAap/XSa6l3BTkDTIPB5ZMLQNLug8Lp83OMLRNlfIU2xlEqn6Wmi&#10;7LiaBiTivhRD04ujKSLPrKYNT0ZflB2yf04RZUea+r7IaDU0vTia1i0QDU91nrKEPNHESFtO6WnC&#10;7DVP7fZzv9C7Qc3mVH/8+hMfuXQ+m9O6d6ThaYOnfXF2eMj6SddTj0b8Csx6ennrKULP8LTB075A&#10;Oz1NoB3XU6Bpq9bUrKfl5IBnKp3ReorQMzxt8LQv0k5PE2mveep68sHAnSxwY/dWr9vuRegZnjZ4&#10;iuF5fX+K6UPw1RNEZeqgs+HphVVr1D2ez4SndfbHYH0EKOaR6JzFXKITcdZR+TSGs5fGWYTemXBW&#10;Vi7L8hp4BVXV1Y/tn21ezMaOTewxO9oU+TQpyzRb7HpOEO1LTKKYHnIanta5bYanl8ZThN6Z8FRf&#10;W/Xj7zRHAXq1ciypTDE6Xo6l47FfhSYnTqTyRjvcIrZqtjhd/jqfW6yDyJPSTdVATBesBTHYM5Gh&#10;r0RfVgi0hDmpe9w1JgedLFP2ZNtLS96qu9efiSobyuToSwvxTpwWYkyOiy1wqdv+nwlP69WVdzjS&#10;ajkGqWUAqnbTRaDV0CnWWY+yDlJg1hAbHsbHLqGOQxNofSW6kNGIOwvRPDHVDK+rmqF+ksKLMVj2&#10;KTtWPYNO4YGWXdYMrJPl5WEIf9CdvmuzR0ux3UgQtKLSxIN3eO9AKghtWLtM1nH55tWleYnNJkO/&#10;Ye1O/xwQtIe1GNAfmLVysaUBFEo111oP11qhjA1rXytrccUwrN3N2r7MEpG1zPTdsKwlzGBnJjLp&#10;PG6A+nKtdUV1tWHta2UtrhhnxdrtYsPbEC+gk/Aynd7GVay/5tvfSeLky3w1S4p3/wcAAP//AwBQ&#10;SwMEFAAGAAgAAAAhAJu26DjgAAAACAEAAA8AAABkcnMvZG93bnJldi54bWxMj81qwzAQhO+FvoPY&#10;Qm+J5P44sWs5hND2FApNCqG3jb2xTayVsRTbefuqp/Y4O8PMt9lqMq0YqHeNZQ3RXIEgLmzZcKXh&#10;a/82W4JwHrnE1jJpuJKDVX57k2Fa2pE/adj5SoQSdilqqL3vUildUZNBN7cdcfBOtjfog+wrWfY4&#10;hnLTygelYmmw4bBQY0ebmorz7mI0vI84rh+j12F7Pm2u3/vnj8M2Iq3v76b1CwhPk/8Lwy9+QIc8&#10;MB3thUsnWg1JvAhJDbMYRLAXTyoCcQz3RCUg80z+fyD/AQAA//8DAFBLAQItABQABgAIAAAAIQC2&#10;gziS/gAAAOEBAAATAAAAAAAAAAAAAAAAAAAAAABbQ29udGVudF9UeXBlc10ueG1sUEsBAi0AFAAG&#10;AAgAAAAhADj9If/WAAAAlAEAAAsAAAAAAAAAAAAAAAAALwEAAF9yZWxzLy5yZWxzUEsBAi0AFAAG&#10;AAgAAAAhAMAXX0ceDAAA6awAAA4AAAAAAAAAAAAAAAAALgIAAGRycy9lMm9Eb2MueG1sUEsBAi0A&#10;FAAGAAgAAAAhAJu26DjgAAAACAEAAA8AAAAAAAAAAAAAAAAAeA4AAGRycy9kb3ducmV2LnhtbFBL&#10;BQYAAAAABAAEAPMAAACFDwAAAAA=&#10;">
                <v:group id="Group 1289" o:spid="_x0000_s1027" style="position:absolute;left:2742;top:3462;width:4802;height:8628" coordorigin="2472,4737" coordsize="4802,8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290" o:spid="_x0000_s1028" style="position:absolute;left:2472;top:4965;width:4802;height:8400" coordorigin="2517,2775" coordsize="4802,8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group id="Group 1291" o:spid="_x0000_s1029" style="position:absolute;left:2517;top:2957;width:4802;height:8218" coordorigin="2517,2957" coordsize="4802,82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group id="Group 1292" o:spid="_x0000_s1030" style="position:absolute;left:2517;top:2957;width:4802;height:8115" coordorigin="2517,2957" coordsize="4802,81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group id="Group 1293" o:spid="_x0000_s1031" style="position:absolute;left:2517;top:3118;width:4802;height:7954" coordorigin="2517,3118" coordsize="4802,7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v:group id="Group 1294" o:spid="_x0000_s1032" style="position:absolute;left:2971;top:3118;width:4348;height:7954" coordorigin="2971,3118" coordsize="4348,7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<v:group id="Group 1295" o:spid="_x0000_s1033" style="position:absolute;left:2971;top:3118;width:4116;height:7387" coordorigin="2971,3118" coordsize="4116,7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    <v:line id="Line 1296" o:spid="_x0000_s1034" style="position:absolute;visibility:visible;mso-wrap-style:square" from="3118,3118" to="3118,9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        <v:line id="Line 1297" o:spid="_x0000_s1035" style="position:absolute;visibility:visible;mso-wrap-style:square" from="3118,10489" to="7087,10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        <v:group id="Group 1298" o:spid="_x0000_s1036" style="position:absolute;left:2971;top:9937;width:283;height:568" coordorigin="2698,12780" coordsize="426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  <v:line id="Line 1299" o:spid="_x0000_s1037" style="position:absolute;flip:x y;visibility:visible;mso-wrap-style:square" from="2698,13159" to="2911,13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3vrsIAAADbAAAADwAAAGRycy9kb3ducmV2LnhtbESPQYvCMBSE7wv+h/AEL8uati4iXaOI&#10;oHhSVl32+miebbF5KU201V9vBMHjMDPfMNN5ZypxpcaVlhXEwwgEcWZ1ybmC42H1NQHhPLLGyjIp&#10;uJGD+az3McVU25Z/6br3uQgQdikqKLyvUyldVpBBN7Q1cfBOtjHog2xyqRtsA9xUMomisTRYclgo&#10;sKZlQdl5fzEKkLf30aSN6Vuu6d8l293n4u+k1KDfLX5AeOr8O/xqb7SCJIbnl/AD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3vrsIAAADbAAAADwAAAAAAAAAAAAAA&#10;AAChAgAAZHJzL2Rvd25yZXYueG1sUEsFBgAAAAAEAAQA+QAAAJADAAAAAA==&#10;"/>
                                <v:line id="Line 1300" o:spid="_x0000_s1038" style="position:absolute;flip:y;visibility:visible;mso-wrap-style:square" from="2698,13064" to="3124,13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                <v:line id="Line 1301" o:spid="_x0000_s1039" style="position:absolute;flip:x y;visibility:visible;mso-wrap-style:square" from="2911,12969" to="3124,13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PUQsMAAADbAAAADwAAAGRycy9kb3ducmV2LnhtbESPT4vCMBTE74LfITxhL7KmVpFSjSKC&#10;sifFf+z10TzbYvNSmmi7++nNwoLHYWZ+wyxWnanEkxpXWlYwHkUgiDOrS84VXM7bzwSE88gaK8uk&#10;4IccrJb93gJTbVs+0vPkcxEg7FJUUHhfp1K6rCCDbmRr4uDdbGPQB9nkUjfYBripZBxFM2mw5LBQ&#10;YE2bgrL76WEUIO9/J0k7pqnc0beL94fh+npT6mPQrecgPHX+Hf5vf2kF8QT+vo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z1ELDAAAA2wAAAA8AAAAAAAAAAAAA&#10;AAAAoQIAAGRycy9kb3ducmV2LnhtbFBLBQYAAAAABAAEAPkAAACRAwAAAAA=&#10;"/>
                                <v:line id="Line 1302" o:spid="_x0000_s1040" style="position:absolute;flip:y;visibility:visible;mso-wrap-style:square" from="2911,12780" to="2911,12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                  <v:line id="Line 1303" o:spid="_x0000_s1041" style="position:absolute;flip:y;visibility:visible;mso-wrap-style:square" from="2911,13253" to="2911,13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                  </v:group>
                              <v:group id="Group 1304" o:spid="_x0000_s1042" style="position:absolute;left:3118;top:3118;width:3969;height:7371" coordorigin="3118,3118" coordsize="3969,73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<v:line id="Line 1305" o:spid="_x0000_s1043" style="position:absolute;visibility:visible;mso-wrap-style:square" from="3685,3118" to="3685,10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LKRL4AAADbAAAADwAAAGRycy9kb3ducmV2LnhtbESPS4vCMBSF9wP+h3AFdzbVhY9qFBGE&#10;2foC3V2ba1tsbkqSsfXfG0GY5eE8Ps5y3ZlaPMn5yrKCUZKCIM6trrhQcDruhjMQPiBrrC2Tghd5&#10;WK96P0vMtG15T89DKEQcYZ+hgjKEJpPS5yUZ9IltiKN3t85giNIVUjts47ip5ThNJ9JgxZFQYkPb&#10;kvLH4c8owE6f29v2lV7m9c1gETlXx0oN+t1mASJQF/7D3/avVjCewudL/AFy9Q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gspEvgAAANsAAAAPAAAAAAAAAAAAAAAAAKEC&#10;AABkcnMvZG93bnJldi54bWxQSwUGAAAAAAQABAD5AAAAjAMAAAAA&#10;" strokecolor="gray"/>
                                <v:line id="Line 1306" o:spid="_x0000_s1044" style="position:absolute;visibility:visible;mso-wrap-style:square" from="4252,3118" to="4252,10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1eNrwAAADbAAAADwAAAGRycy9kb3ducmV2LnhtbERPS4vCMBC+L/gfwgje1lQPotUoIgh7&#10;9QV6G5uxLTaTkmRt/ffOYWGPH997teldo14UYu3ZwGScgSIuvK25NHA+7b/noGJCtth4JgNvirBZ&#10;D75WmFvf8YFex1QqCeGYo4EqpTbXOhYVOYxj3xIL9/DBYRIYSm0DdhLuGj3Nspl2WLM0VNjSrqLi&#10;efx1BrC3l+6+e2fXRXN3WErPLbAxo2G/XYJK1Kd/8Z/7xxqYylj5Ij9Arz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3B1eNrwAAADbAAAADwAAAAAAAAAAAAAAAAChAgAA&#10;ZHJzL2Rvd25yZXYueG1sUEsFBgAAAAAEAAQA+QAAAIoDAAAAAA==&#10;" strokecolor="gray"/>
                                <v:line id="Line 1307" o:spid="_x0000_s1045" style="position:absolute;visibility:visible;mso-wrap-style:square" from="4819,3118" to="4819,10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H7rbwAAADbAAAADwAAAGRycy9kb3ducmV2LnhtbESPywrCMBBF94L/EEZwp6kuRKtRRBDc&#10;+gLdjc3YFptJSaKtf28EweXlPg53sWpNJV7kfGlZwWiYgCDOrC45V3A6bgdTED4ga6wsk4I3eVgt&#10;u50Fpto2vKfXIeQijrBPUUERQp1K6bOCDPqhrYmjd7fOYIjS5VI7bOK4qeQ4SSbSYMmRUGBNm4Ky&#10;x+FpFGCrz81t804us+pmMI+cq2Ol+r12PQcRqA3/8K+90wrGM/h+iT9ALj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s1H7rbwAAADbAAAADwAAAAAAAAAAAAAAAAChAgAA&#10;ZHJzL2Rvd25yZXYueG1sUEsFBgAAAAAEAAQA+QAAAIoDAAAAAA==&#10;" strokecolor="gray"/>
                                <v:line id="Line 1308" o:spid="_x0000_s1046" style="position:absolute;visibility:visible;mso-wrap-style:square" from="5386,3118" to="5386,10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LE7bwAAADbAAAADwAAAGRycy9kb3ducmV2LnhtbERPTYvCMBC9C/sfwix403QVRKtRRFjY&#10;67oKehubsS02k5JEW//9zkHw+Hjfq03vGvWgEGvPBr7GGSjiwtuaSwOHv+/RHFRMyBYbz2TgSRE2&#10;64/BCnPrO/6lxz6VSkI45migSqnNtY5FRQ7j2LfEwl19cJgEhlLbgJ2Eu0ZPsmymHdYsDRW2tKuo&#10;uO3vzgD29thdds/stGguDkvpOQc2ZvjZb5egEvXpLX65f6yBqayXL/ID9Po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7LE7bwAAADbAAAADwAAAAAAAAAAAAAAAAChAgAA&#10;ZHJzL2Rvd25yZXYueG1sUEsFBgAAAAAEAAQA+QAAAIoDAAAAAA==&#10;" strokecolor="gray"/>
                                <v:line id="Line 1309" o:spid="_x0000_s1047" style="position:absolute;visibility:visible;mso-wrap-style:square" from="5953,3118" to="5953,10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5hdr8AAADbAAAADwAAAGRycy9kb3ducmV2LnhtbESPS4vCMBSF9wP+h3AFd2OqgozVtIgg&#10;uPUxoLtrc22LzU1Joq3/3gwIszycx8dZ5b1pxJOcry0rmIwTEMSF1TWXCk7H7fcPCB+QNTaWScGL&#10;POTZ4GuFqbYd7+l5CKWII+xTVFCF0KZS+qIig35sW+Lo3awzGKJ0pdQOuzhuGjlNkrk0WHMkVNjS&#10;pqLifngYBdjr3+66eSXnRXM1WEbOxbFSo2G/XoII1If/8Ke90wpmE/j7En+AzN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P5hdr8AAADbAAAADwAAAAAAAAAAAAAAAACh&#10;AgAAZHJzL2Rvd25yZXYueG1sUEsFBgAAAAAEAAQA+QAAAI0DAAAAAA==&#10;" strokecolor="gray"/>
                                <v:line id="Line 1310" o:spid="_x0000_s1048" style="position:absolute;visibility:visible;mso-wrap-style:square" from="6520,3118" to="6520,10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zeo8EAAADdAAAADwAAAGRycy9kb3ducmV2LnhtbESPTWsCMRCG7wX/Qxiht5pYSqmrUUQQ&#10;vKot6G3cjLuLm8mSpO76751DobcZ5v14ZrEafKvuFFMT2MJ0YkARl8E1XFn4Pm7fvkCljOywDUwW&#10;HpRgtRy9LLBwoec93Q+5UhLCqUALdc5doXUqa/KYJqEjlts1RI9Z1lhpF7GXcN/qd2M+tceGpaHG&#10;jjY1lbfDr7eAg/vpL5uHOc3ai8dKes6RrX0dD+s5qExD/hf/uXdO8D+M4Mo3MoJe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N6jwQAAAN0AAAAPAAAAAAAAAAAAAAAA&#10;AKECAABkcnMvZG93bnJldi54bWxQSwUGAAAAAAQABAD5AAAAjwMAAAAA&#10;" strokecolor="gray"/>
                                <v:line id="Line 1311" o:spid="_x0000_s1049" style="position:absolute;visibility:visible;mso-wrap-style:square" from="7087,3118" to="7087,10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B7OMMAAADdAAAADwAAAGRycy9kb3ducmV2LnhtbESPT2sCMRDF74LfIYzQW00spXRXo4hQ&#10;6LW2gt5mN+Pu4mayJOn++faNUPA2w3vzfm82u9G2oicfGscaVksFgrh0puFKw8/3x/M7iBCRDbaO&#10;ScNEAXbb+WyDuXEDf1F/jJVIIRxy1FDH2OVShrImi2HpOuKkXZ23GNPqK2k8DinctvJFqTdpseFE&#10;qLGjQ03l7fhrNeBoTkNxmNQ5awuLVeJcPGv9tBj3axCRxvgw/19/mlT/VWVw/yaN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QezjDAAAA3QAAAA8AAAAAAAAAAAAA&#10;AAAAoQIAAGRycy9kb3ducmV2LnhtbFBLBQYAAAAABAAEAPkAAACRAwAAAAA=&#10;" strokecolor="gray"/>
                                <v:group id="Group 1312" o:spid="_x0000_s1050" style="position:absolute;left:3118;top:3118;width:3969;height:6804" coordorigin="3118,3118" coordsize="3969,6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cxTp8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p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cxTp8cAAADd&#10;AAAADwAAAAAAAAAAAAAAAACqAgAAZHJzL2Rvd25yZXYueG1sUEsFBgAAAAAEAAQA+gAAAJ4DAAAA&#10;AA==&#10;">
                                  <v:group id="Group 1313" o:spid="_x0000_s1051" style="position:absolute;left:3118;top:3118;width:3969;height:6804" coordorigin="3118,3118" coordsize="3969,6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                      <v:line id="Line 1314" o:spid="_x0000_s1052" style="position:absolute;visibility:visible;mso-wrap-style:square" from="3118,3118" to="7087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1/lMEAAADdAAAADwAAAGRycy9kb3ducmV2LnhtbESPQYvCMBCF74L/IYzgTVNFFq2mRQTB&#10;q+4Ku7exGdtiMylJtPXfG2HB2wzvzfvebPLeNOJBzteWFcymCQjiwuqaSwU/3/vJEoQPyBoby6Tg&#10;SR7ybDjYYKptx0d6nEIpYgj7FBVUIbSplL6oyKCf2pY4alfrDIa4ulJqh10MN42cJ8mXNFhzJFTY&#10;0q6i4na6GwXY63N32T2T31VzMVhGzp9jpcajfrsGEagPH/P/9UHH+ovZHN7fxBFk9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LX+UwQAAAN0AAAAPAAAAAAAAAAAAAAAA&#10;AKECAABkcnMvZG93bnJldi54bWxQSwUGAAAAAAQABAD5AAAAjwMAAAAA&#10;" strokecolor="gray"/>
                                    <v:line id="Line 1315" o:spid="_x0000_s1053" style="position:absolute;visibility:visible;mso-wrap-style:square" from="3118,3685" to="7087,3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HaD8MAAADdAAAADwAAAGRycy9kb3ducmV2LnhtbESPQWvDMAyF74P9B6NBb4vTrYw1jVNG&#10;obBr0w22mxKrSWgsB9ttkn9fDwa9Sbyn9z3l28n04krOd5YVLJMUBHFtdceNgq/j/vkdhA/IGnvL&#10;pGAmD9vi8SHHTNuRD3QtQyNiCPsMFbQhDJmUvm7JoE/sQBy1k3UGQ1xdI7XDMYabXr6k6Zs02HEk&#10;tDjQrqX6XF6MApz091jt5vRn3VcGm8j5dazU4mn62IAINIW7+f/6U8f6q+Ur/H0TR5D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h2g/DAAAA3QAAAA8AAAAAAAAAAAAA&#10;AAAAoQIAAGRycy9kb3ducmV2LnhtbFBLBQYAAAAABAAEAPkAAACRAwAAAAA=&#10;" strokecolor="gray"/>
                                    <v:line id="Line 1316" o:spid="_x0000_s1054" style="position:absolute;visibility:visible;mso-wrap-style:square" from="3118,4252" to="7087,4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hCe8EAAADdAAAADwAAAGRycy9kb3ducmV2LnhtbESPzarCMBCF9xd8hzCCu9tUEblWo4gg&#10;uPUPdDc2Y1tsJiWJtr69EYS7m+GcOd+Z+bIztXiS85VlBcMkBUGcW11xoeB42Pz+gfABWWNtmRS8&#10;yMNy0fuZY6Ztyzt67kMhYgj7DBWUITSZlD4vyaBPbEMctZt1BkNcXSG1wzaGm1qO0nQiDVYcCSU2&#10;tC4pv+8fRgF2+tRe16/0PK2vBovIuThWatDvVjMQgbrwb/5eb3WsPx6O4fNNHEE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iEJ7wQAAAN0AAAAPAAAAAAAAAAAAAAAA&#10;AKECAABkcnMvZG93bnJldi54bWxQSwUGAAAAAAQABAD5AAAAjwMAAAAA&#10;" strokecolor="gray"/>
                                    <v:line id="Line 1317" o:spid="_x0000_s1055" style="position:absolute;visibility:visible;mso-wrap-style:square" from="3118,4819" to="7087,4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Tn4MMAAADdAAAADwAAAGRycy9kb3ducmV2LnhtbESPQWvDMAyF74P9B6NBb4vTsY41jVNG&#10;obBr0w22mxKrSWgsB9ttkn9fDwa9Sbyn9z3l28n04krOd5YVLJMUBHFtdceNgq/j/vkdhA/IGnvL&#10;pGAmD9vi8SHHTNuRD3QtQyNiCPsMFbQhDJmUvm7JoE/sQBy1k3UGQ1xdI7XDMYabXr6k6Zs02HEk&#10;tDjQrqX6XF6MApz091jt5vRn3VcGm8j5dazU4mn62IAINIW7+f/6U8f6r8sV/H0TR5D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E5+DDAAAA3QAAAA8AAAAAAAAAAAAA&#10;AAAAoQIAAGRycy9kb3ducmV2LnhtbFBLBQYAAAAABAAEAPkAAACRAwAAAAA=&#10;" strokecolor="gray"/>
                                    <v:line id="Line 1318" o:spid="_x0000_s1056" style="position:absolute;visibility:visible;mso-wrap-style:square" from="3118,5386" to="7087,5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Z5l8IAAADdAAAADwAAAGRycy9kb3ducmV2LnhtbESPQYvCMBCF7wv+hzCCN5u6iGg1LSII&#10;XtVd2L2NzdgWm0lJsrb+eyMIe5vhvXnfm00xmFbcyfnGsoJZkoIgLq1uuFLwdd5PlyB8QNbYWiYF&#10;D/JQ5KOPDWba9nyk+ylUIoawz1BBHUKXSenLmgz6xHbEUbtaZzDE1VVSO+xjuGnlZ5oupMGGI6HG&#10;jnY1lbfTn1GAg/7uL7tH+rNqLwaryPl1rNRkPGzXIAIN4d/8vj7oWH8+W8DrmziCz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BZ5l8IAAADdAAAADwAAAAAAAAAAAAAA&#10;AAChAgAAZHJzL2Rvd25yZXYueG1sUEsFBgAAAAAEAAQA+QAAAJADAAAAAA==&#10;" strokecolor="gray"/>
                                    <v:line id="Line 1319" o:spid="_x0000_s1057" style="position:absolute;visibility:visible;mso-wrap-style:square" from="3118,6520" to="7087,6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rcDMMAAADdAAAADwAAAGRycy9kb3ducmV2LnhtbESPQWvDMAyF74P9B6NBb4vTMbo1jVNG&#10;obBr0w22mxKrSWgsB9ttkn9fDwa9Sbyn9z3l28n04krOd5YVLJMUBHFtdceNgq/j/vkdhA/IGnvL&#10;pGAmD9vi8SHHTNuRD3QtQyNiCPsMFbQhDJmUvm7JoE/sQBy1k3UGQ1xdI7XDMYabXr6k6Uoa7DgS&#10;Whxo11J9Li9GAU76e6x2c/qz7iuDTeT8OlZq8TR9bEAEmsLd/H/9qWP91+Ub/H0TR5D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a3AzDAAAA3QAAAA8AAAAAAAAAAAAA&#10;AAAAoQIAAGRycy9kb3ducmV2LnhtbFBLBQYAAAAABAAEAPkAAACRAwAAAAA=&#10;" strokecolor="gray"/>
                                    <v:line id="Line 1320" o:spid="_x0000_s1058" style="position:absolute;visibility:visible;mso-wrap-style:square" from="3118,7087" to="7087,7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VIfsIAAADdAAAADwAAAGRycy9kb3ducmV2LnhtbESPTWvDMAyG74X9B6PBbq3TMsaW1S0j&#10;MNh12QbtTY3VJDSWg+3m499Ph0JvEno/Hm33k+vUQCG2ng2sVxko4srblmsDvz+fy1dQMSFb7DyT&#10;gZki7HcPiy3m1o/8TUOZaiUhHHM00KTU51rHqiGHceV7YrmdfXCYZA21tgFHCXed3mTZi3bYsjQ0&#10;2FPRUHUpr84ATvZvPBVzdnjrTg5r6TkGNubpcfp4B5VoSnfxzf1lBf95LbjyjYygd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sVIfsIAAADdAAAADwAAAAAAAAAAAAAA&#10;AAChAgAAZHJzL2Rvd25yZXYueG1sUEsFBgAAAAAEAAQA+QAAAJADAAAAAA==&#10;" strokecolor="gray"/>
                                    <v:line id="Line 1321" o:spid="_x0000_s1059" style="position:absolute;visibility:visible;mso-wrap-style:square" from="3118,7654" to="7087,7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nt5cEAAADdAAAADwAAAGRycy9kb3ducmV2LnhtbESPQYvCMBCF74L/IYzgTdOKiFZjEUHw&#10;qu7C7m1sxrbYTEoSbf33ZmHB2wzvzfvebPLeNOJJzteWFaTTBARxYXXNpYKvy2GyBOEDssbGMil4&#10;kYd8OxxsMNO24xM9z6EUMYR9hgqqENpMSl9UZNBPbUsctZt1BkNcXSm1wy6Gm0bOkmQhDdYcCRW2&#10;tK+ouJ8fRgH2+ru77l/Jz6q5Giwj59exUuNRv1uDCNSHj/n/+qhj/Xm6gr9v4ghy+w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ie3lwQAAAN0AAAAPAAAAAAAAAAAAAAAA&#10;AKECAABkcnMvZG93bnJldi54bWxQSwUGAAAAAAQABAD5AAAAjwMAAAAA&#10;" strokecolor="gray"/>
                                    <v:line id="Line 1322" o:spid="_x0000_s1060" style="position:absolute;visibility:visible;mso-wrap-style:square" from="3118,8221" to="7087,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+OxcIAAADdAAAADwAAAGRycy9kb3ducmV2LnhtbESPTWvDMAyG74P+B6NCb6uzUMaW1S2j&#10;UNh16QbbTY3VJDSWg+3m499Xh8FuEno/Hm33k+vUQCG2ng08rTNQxJW3LdcGvk7HxxdQMSFb7DyT&#10;gZki7HeLhy0W1o/8SUOZaiUhHAs00KTUF1rHqiGHce17YrldfHCYZA21tgFHCXedzrPsWTtsWRoa&#10;7OnQUHUtb84ATvZ7PB/m7Oe1Ozuspec3sDGr5fT+BirRlP7Ff+4PK/ibXPjlGxlB7+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+OxcIAAADdAAAADwAAAAAAAAAAAAAA&#10;AAChAgAAZHJzL2Rvd25yZXYueG1sUEsFBgAAAAAEAAQA+QAAAJADAAAAAA==&#10;" strokecolor="gray"/>
                                    <v:line id="Line 1323" o:spid="_x0000_s1061" style="position:absolute;visibility:visible;mso-wrap-style:square" from="3118,8788" to="7087,8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MrXsEAAADdAAAADwAAAGRycy9kb3ducmV2LnhtbESPQYvCMBCF74L/IYzgTVNFFq2mRQTB&#10;q+4Ku7exGdtiMylJtPXfG2HB2wzvzfvebPLeNOJBzteWFcymCQjiwuqaSwU/3/vJEoQPyBoby6Tg&#10;SR7ybDjYYKptx0d6nEIpYgj7FBVUIbSplL6oyKCf2pY4alfrDIa4ulJqh10MN42cJ8mXNFhzJFTY&#10;0q6i4na6GwXY63N32T2T31VzMVhGzp9jpcajfrsGEagPH/P/9UHH+ov5DN7fxBFk9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kytewQAAAN0AAAAPAAAAAAAAAAAAAAAA&#10;AKECAABkcnMvZG93bnJldi54bWxQSwUGAAAAAAQABAD5AAAAjwMAAAAA&#10;" strokecolor="gray"/>
                                    <v:line id="Line 1324" o:spid="_x0000_s1062" style="position:absolute;visibility:visible;mso-wrap-style:square" from="3118,9355" to="7087,9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G1KcMAAADdAAAADwAAAGRycy9kb3ducmV2LnhtbESPzWrDMBCE74G8g9hAb4kcU0rqRjHB&#10;EOi1aQvpbWNtLRNrZSTVP29fFQq57TKz883uy8l2YiAfWscKtpsMBHHtdMuNgo/303oHIkRkjZ1j&#10;UjBTgPKwXOyx0G7kNxrOsREphEOBCkyMfSFlqA1ZDBvXEyft23mLMa2+kdrjmMJtJ/Mse5IWW04E&#10;gz1Vhurb+ccqwEl/jtdqzi7P3dVikzhfnpV6WE3HFxCRpng3/1+/6lT/Mc/h75s0gj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BtSnDAAAA3QAAAA8AAAAAAAAAAAAA&#10;AAAAoQIAAGRycy9kb3ducmV2LnhtbFBLBQYAAAAABAAEAPkAAACRAwAAAAA=&#10;" strokecolor="gray"/>
                                    <v:line id="Line 1325" o:spid="_x0000_s1063" style="position:absolute;visibility:visible;mso-wrap-style:square" from="3118,9922" to="7087,9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0QssIAAADdAAAADwAAAGRycy9kb3ducmV2LnhtbESPT4vCMBDF78J+hzAL3jTdrshajWUR&#10;hL36D9zb2IxtsZmUJNr67Y0geJvhvXm/N4u8N424kfO1ZQVf4wQEcWF1zaWC/W49+gHhA7LGxjIp&#10;uJOHfPkxWGCmbccbum1DKWII+wwVVCG0mZS+qMigH9uWOGpn6wyGuLpSaoddDDeNTJNkKg3WHAkV&#10;trSqqLhsr0YB9vrQnVb35DhrTgbLyPl3rNTws/+dgwjUh7f5df2nY/1J+g3Pb+II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g0QssIAAADdAAAADwAAAAAAAAAAAAAA&#10;AAChAgAAZHJzL2Rvd25yZXYueG1sUEsFBgAAAAAEAAQA+QAAAJADAAAAAA==&#10;" strokecolor="gray"/>
                                  </v:group>
                                  <v:line id="Line 1326" o:spid="_x0000_s1064" style="position:absolute;visibility:visible;mso-wrap-style:square" from="3118,5953" to="7087,5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SIxsIAAADdAAAADwAAAGRycy9kb3ducmV2LnhtbESPQYvCMBCF78L+hzAL3myqyOJ2TYsI&#10;C151FfQ2NmNbbCYlydr6740geJvhvXnfm2UxmFbcyPnGsoJpkoIgLq1uuFKw//udLED4gKyxtUwK&#10;7uShyD9GS8y07XlLt12oRAxhn6GCOoQuk9KXNRn0ie2Io3axzmCIq6ukdtjHcNPKWZp+SYMNR0KN&#10;Ha1rKq+7f6MAB33oz+t7evxuzwaryDk5Vmr8Oax+QAQawtv8ut7oWH8+m8PzmziCzB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eSIxsIAAADdAAAADwAAAAAAAAAAAAAA&#10;AAChAgAAZHJzL2Rvd25yZXYueG1sUEsFBgAAAAAEAAQA+QAAAJADAAAAAA==&#10;" strokecolor="gray"/>
                                </v:group>
                              </v:group>
                            </v:group>
                            <v:group id="Group 1327" o:spid="_x0000_s1065" style="position:absolute;left:3349;top:10504;width:3970;height:568" coordorigin="1984,8554" coordsize="3970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                <v:shapetype id="_x0000_t202" coordsize="21600,21600" o:spt="202" path="m,l,21600r21600,l21600,xe">
                                <v:stroke joinstyle="miter"/>
                                <v:path gradientshapeok="t" o:connecttype="rect"/>
                              </v:shapetype>
                              <v:shape id="Text Box 1328" o:spid="_x0000_s1066" type="#_x0000_t202" style="position:absolute;left:1984;top:8554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NQ6sQA&#10;AADdAAAADwAAAGRycy9kb3ducmV2LnhtbERPS2vCQBC+F/wPywje6kaR0KZZRYVKofTQ1JIeh+yY&#10;BLOzIbvN4993BaG3+fiek+5G04ieOldbVrBaRiCIC6trLhWcv14fn0A4j6yxsUwKJnKw284eUky0&#10;HfiT+syXIoSwS1BB5X2bSOmKigy6pW2JA3exnUEfYFdK3eEQwk0j11EUS4M1h4YKWzpWVFyzX6Og&#10;Lq75j/l4fv+Oz9OUU5MdNqejUov5uH8B4Wn0/+K7+02H+Zt1DLdvwgl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DUOrEAAAA3QAAAA8AAAAAAAAAAAAAAAAAmAIAAGRycy9k&#10;b3ducmV2LnhtbFBLBQYAAAAABAAEAPUAAACJAwAAAAA=&#10;" stroked="f">
                                <v:fill opacity="0"/>
                                <v:textbox inset=",.1mm">
                                  <w:txbxContent>
                                    <w:p w:rsidR="009D24B2" w:rsidRDefault="009D24B2" w:rsidP="009D24B2">
                                      <w:pPr>
                                        <w:jc w:val="center"/>
                                      </w:pPr>
                                      <w:r>
                                        <w:t>5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29" o:spid="_x0000_s1067" type="#_x0000_t202" style="position:absolute;left:2551;top:8554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hA8YA&#10;AADdAAAADwAAAGRycy9kb3ducmV2LnhtbESPQWvCQBCF70L/wzJCb7pRRGzqKq1gKRQPRos9Dtlp&#10;EszOhuyqyb93DoK3Gd6b975ZrjtXqyu1ofJsYDJOQBHn3lZcGDgetqMFqBCRLdaeyUBPAdarl8ES&#10;U+tvvKdrFgslIRxSNFDG2KRah7wkh2HsG2LR/n3rMMraFtq2eJNwV+tpksy1w4qlocSGNiXl5+zi&#10;DFT5+fTndm8/v/Nj35+ozj5nXxtjXofdxzuoSF18mh/X31bwZ1PBlW9kBL2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BhA8YAAADdAAAADwAAAAAAAAAAAAAAAACYAgAAZHJz&#10;L2Rvd25yZXYueG1sUEsFBgAAAAAEAAQA9QAAAIsDAAAAAA==&#10;" stroked="f">
                                <v:fill opacity="0"/>
                                <v:textbox inset=",.1mm">
                                  <w:txbxContent>
                                    <w:p w:rsidR="009D24B2" w:rsidRDefault="009D24B2" w:rsidP="009D24B2">
                                      <w:pPr>
                                        <w:jc w:val="center"/>
                                      </w:pPr>
                                      <w:r>
                                        <w:t>10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30" o:spid="_x0000_s1068" type="#_x0000_t202" style="position:absolute;left:3118;top:8554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EmMMA&#10;AADdAAAADwAAAGRycy9kb3ducmV2LnhtbERPTYvCMBC9C/sfwgjeNFVEbNcorqAIsge7Lu5xaMa2&#10;2ExKE7X99xtB8DaP9zmLVWsqcafGlZYVjEcRCOLM6pJzBaef7XAOwnlkjZVlUtCRg9Xyo7fARNsH&#10;H+me+lyEEHYJKii8rxMpXVaQQTeyNXHgLrYx6ANscqkbfIRwU8lJFM2kwZJDQ4E1bQrKrunNKCiz&#10;6/nPfMeH39mp685UpV/T3UapQb9df4Lw1Pq3+OXe6zB/Oonh+U04QS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zEmMMAAADdAAAADwAAAAAAAAAAAAAAAACYAgAAZHJzL2Rv&#10;d25yZXYueG1sUEsFBgAAAAAEAAQA9QAAAIgDAAAAAA==&#10;" stroked="f">
                                <v:fill opacity="0"/>
                                <v:textbox inset=",.1mm">
                                  <w:txbxContent>
                                    <w:p w:rsidR="009D24B2" w:rsidRDefault="009D24B2" w:rsidP="009D24B2">
                                      <w:pPr>
                                        <w:jc w:val="center"/>
                                      </w:pPr>
                                      <w:r>
                                        <w:t>15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31" o:spid="_x0000_s1069" type="#_x0000_t202" style="position:absolute;left:3685;top:8554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/72McA&#10;AADdAAAADwAAAGRycy9kb3ducmV2LnhtbESPQWvCQBCF7wX/wzJCb3VTK1Kjq6hgKUgPpooeh+w0&#10;CWZnQ3aryb/vHITeZnhv3vtmsepcrW7UhsqzgddRAoo497biwsDxe/fyDipEZIu1ZzLQU4DVcvC0&#10;wNT6Ox/olsVCSQiHFA2UMTap1iEvyWEY+YZYtB/fOoyytoW2Ld4l3NV6nCRT7bBiaSixoW1J+TX7&#10;dQaq/Hq+uK/Z/jQ99v2Z6mwz+dga8zzs1nNQkbr4b35cf1rBn7wJv3wjI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/+9jHAAAA3QAAAA8AAAAAAAAAAAAAAAAAmAIAAGRy&#10;cy9kb3ducmV2LnhtbFBLBQYAAAAABAAEAPUAAACMAwAAAAA=&#10;" stroked="f">
                                <v:fill opacity="0"/>
                                <v:textbox inset=",.1mm">
                                  <w:txbxContent>
                                    <w:p w:rsidR="009D24B2" w:rsidRDefault="009D24B2" w:rsidP="009D24B2">
                                      <w:pPr>
                                        <w:jc w:val="center"/>
                                      </w:pPr>
                                      <w:r>
                                        <w:t>20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32" o:spid="_x0000_s1070" type="#_x0000_t202" style="position:absolute;left:4252;top:8554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NeQ8UA&#10;AADdAAAADwAAAGRycy9kb3ducmV2LnhtbERPTWvCQBC9C/0PyxR6002qSBtdQxtQhNKDqUWPQ3aa&#10;BLOzIbuNyb/vFgRv83ifs04H04ieOldbVhDPIhDEhdU1lwqOX9vpCwjnkTU2lknBSA7SzcNkjYm2&#10;Vz5Qn/tShBB2CSqovG8TKV1RkUE3sy1x4H5sZ9AH2JVSd3gN4aaRz1G0lAZrDg0VtpRVVFzyX6Og&#10;Li6ns/l8/fheHsfxRE3+vthlSj09Dm8rEJ4Gfxff3Hsd5i/mMfx/E06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815DxQAAAN0AAAAPAAAAAAAAAAAAAAAAAJgCAABkcnMv&#10;ZG93bnJldi54bWxQSwUGAAAAAAQABAD1AAAAigMAAAAA&#10;" stroked="f">
                                <v:fill opacity="0"/>
                                <v:textbox inset=",.1mm">
                                  <w:txbxContent>
                                    <w:p w:rsidR="009D24B2" w:rsidRDefault="009D24B2" w:rsidP="009D24B2">
                                      <w:pPr>
                                        <w:jc w:val="center"/>
                                      </w:pPr>
                                      <w:r>
                                        <w:t>25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33" o:spid="_x0000_s1071" type="#_x0000_t202" style="position:absolute;left:4819;top:8554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ANMMA&#10;AADdAAAADwAAAGRycy9kb3ducmV2LnhtbERPTYvCMBC9L/gfwgje1lRXRKtRVFgRFg9WRY9DM7bF&#10;ZlKaqO2/3wgLe5vH+5z5sjGleFLtCssKBv0IBHFqdcGZgtPx+3MCwnlkjaVlUtCSg+Wi8zHHWNsX&#10;H+iZ+EyEEHYxKsi9r2IpXZqTQde3FXHgbrY26AOsM6lrfIVwU8phFI2lwYJDQ44VbXJK78nDKCjS&#10;++Vq9tOf8/jUthcqk/Vou1Gq121WMxCeGv8v/nPvdJg/+hrC+5twgl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HANMMAAADdAAAADwAAAAAAAAAAAAAAAACYAgAAZHJzL2Rv&#10;d25yZXYueG1sUEsFBgAAAAAEAAQA9QAAAIgDAAAAAA==&#10;" stroked="f">
                                <v:fill opacity="0"/>
                                <v:textbox inset=",.1mm">
                                  <w:txbxContent>
                                    <w:p w:rsidR="009D24B2" w:rsidRDefault="009D24B2" w:rsidP="009D24B2">
                                      <w:pPr>
                                        <w:jc w:val="center"/>
                                      </w:pPr>
                                      <w:r>
                                        <w:t>30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34" o:spid="_x0000_s1072" type="#_x0000_t202" style="position:absolute;left:5386;top:8554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1lr8MA&#10;AADdAAAADwAAAGRycy9kb3ducmV2LnhtbERPTYvCMBC9C/sfwix403RVZK1G2RUUQTzYVfQ4NLNt&#10;sZmUJmr7740geJvH+5zZojGluFHtCssKvvoRCOLU6oIzBYe/Ve8bhPPIGkvLpKAlB4v5R2eGsbZ3&#10;3tMt8ZkIIexiVJB7X8VSujQng65vK+LA/dvaoA+wzqSu8R7CTSkHUTSWBgsODTlWtMwpvSRXo6BI&#10;L6ez2U22x/GhbU9UJr+j9VKp7mfzMwXhqfFv8cu90WH+aDiE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1lr8MAAADdAAAADwAAAAAAAAAAAAAAAACYAgAAZHJzL2Rv&#10;d25yZXYueG1sUEsFBgAAAAAEAAQA9QAAAIgDAAAAAA==&#10;" stroked="f">
                                <v:fill opacity="0"/>
                                <v:textbox inset=",.1mm">
                                  <w:txbxContent>
                                    <w:p w:rsidR="009D24B2" w:rsidRDefault="009D24B2" w:rsidP="009D24B2">
                                      <w:pPr>
                                        <w:jc w:val="center"/>
                                      </w:pPr>
                                      <w:r>
                                        <w:t>35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group id="Group 1335" o:spid="_x0000_s1073" style="position:absolute;left:2517;top:4097;width:568;height:6124" coordorigin="1077,2657" coordsize="568,6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IJxMUAAADdAAAADwAAAGRycy9kb3ducmV2LnhtbERPTWvCQBC9F/wPyxS8&#10;NZtoWiTNKiJVPIRCVSi9DdkxCWZnQ3abxH/fLRR6m8f7nHwzmVYM1LvGsoIkikEQl1Y3XCm4nPdP&#10;KxDOI2tsLZOCOznYrGcPOWbajvxBw8lXIoSwy1BB7X2XSenKmgy6yHbEgbva3qAPsK+k7nEM4aaV&#10;izh+kQYbDg01drSrqbydvo2Cw4jjdpm8DcXturt/nZ/fP4uElJo/TttXEJ4m/y/+cx91mJ8u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VCCcTFAAAA3QAA&#10;AA8AAAAAAAAAAAAAAAAAqgIAAGRycy9kb3ducmV2LnhtbFBLBQYAAAAABAAEAPoAAACcAwAAAAA=&#10;">
                            <v:group id="Group 1336" o:spid="_x0000_s1074" style="position:absolute;left:1077;top:3791;width:568;height:4990" coordorigin="1077,3791" coordsize="568,4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g6sX8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8v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oOrF/FAAAA3QAA&#10;AA8AAAAAAAAAAAAAAAAAqgIAAGRycy9kb3ducmV2LnhtbFBLBQYAAAAABAAEAPoAAACcAwAAAAA=&#10;">
                              <v:shape id="Text Box 1337" o:spid="_x0000_s1075" type="#_x0000_t202" style="position:absolute;left:1077;top:8327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wuZsIA&#10;AADdAAAADwAAAGRycy9kb3ducmV2LnhtbERPS4vCMBC+L/gfwgh7WTRdFZFqFHFx0eNWEY9DM31o&#10;MylNrPXfG2HB23x8z1msOlOJlhpXWlbwPYxAEKdWl5wrOB62gxkI55E1VpZJwYMcrJa9jwXG2t75&#10;j9rE5yKEsItRQeF9HUvp0oIMuqGtiQOX2cagD7DJpW7wHsJNJUdRNJUGSw4NBda0KSi9JjejwB+y&#10;62VSflXb828y259c9tO6VqnPfreeg/DU+bf4373TYf5kPIXXN+EE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fC5mwgAAAN0AAAAPAAAAAAAAAAAAAAAAAJgCAABkcnMvZG93&#10;bnJldi54bWxQSwUGAAAAAAQABAD1AAAAhwMAAAAA&#10;" stroked="f">
                                <v:fill opacity="0"/>
                                <v:textbox inset=",,.1mm">
                                  <w:txbxContent>
                                    <w:p w:rsidR="009D24B2" w:rsidRDefault="009D24B2" w:rsidP="009D24B2">
                                      <w:pPr>
                                        <w:jc w:val="right"/>
                                      </w:pPr>
                                      <w:r>
                                        <w:t>18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38" o:spid="_x0000_s1076" type="#_x0000_t202" style="position:absolute;left:1077;top:7760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CL/cMA&#10;AADdAAAADwAAAGRycy9kb3ducmV2LnhtbERPS2vCQBC+C/0PyxR6Ed20SpXoKqXFokeTIh6H7OSh&#10;2dmQ3cb4711B8DYf33OW697UoqPWVZYVvI8jEMSZ1RUXCv7SzWgOwnlkjbVlUnAlB+vVy2CJsbYX&#10;3lOX+EKEEHYxKii9b2IpXVaSQTe2DXHgctsa9AG2hdQtXkK4qeVHFH1KgxWHhhIb+i4pOyf/RoFP&#10;8/NpWg3rzfE3me8OLv/pXKfU22v/tQDhqfdP8cO91WH+dDKD+zfhB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CL/cMAAADdAAAADwAAAAAAAAAAAAAAAACYAgAAZHJzL2Rv&#10;d25yZXYueG1sUEsFBgAAAAAEAAQA9QAAAIgDAAAAAA==&#10;" stroked="f">
                                <v:fill opacity="0"/>
                                <v:textbox inset=",,.1mm">
                                  <w:txbxContent>
                                    <w:p w:rsidR="009D24B2" w:rsidRDefault="009D24B2" w:rsidP="009D24B2">
                                      <w:pPr>
                                        <w:jc w:val="right"/>
                                      </w:pPr>
                                      <w:r>
                                        <w:t>20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39" o:spid="_x0000_s1077" type="#_x0000_t202" style="position:absolute;left:1077;top:7193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8fj8YA&#10;AADdAAAADwAAAGRycy9kb3ducmV2LnhtbESPT2vCQBDF7wW/wzKCl1I3WhFJXUUUpT02ivQ4ZCd/&#10;anY2ZNeYfvvOodDbDO/Ne79ZbwfXqJ66UHs2MJsmoIhzb2suDVzOx5cVqBCRLTaeycAPBdhuRk9r&#10;TK1/8Cf1WSyVhHBI0UAVY5tqHfKKHIapb4lFK3znMMraldp2+JBw1+h5kiy1w5qlocKW9hXlt+zu&#10;DMRzcfte1M/N8euUrT6uoTj0oTdmMh52b6AiDfHf/Hf9bgV/8Sq4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8fj8YAAADdAAAADwAAAAAAAAAAAAAAAACYAgAAZHJz&#10;L2Rvd25yZXYueG1sUEsFBgAAAAAEAAQA9QAAAIsDAAAAAA==&#10;" stroked="f">
                                <v:fill opacity="0"/>
                                <v:textbox inset=",,.1mm">
                                  <w:txbxContent>
                                    <w:p w:rsidR="009D24B2" w:rsidRDefault="009D24B2" w:rsidP="009D24B2">
                                      <w:pPr>
                                        <w:jc w:val="right"/>
                                      </w:pPr>
                                      <w:r>
                                        <w:t>22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40" o:spid="_x0000_s1078" type="#_x0000_t202" style="position:absolute;left:1077;top:6626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O6FMMA&#10;AADdAAAADwAAAGRycy9kb3ducmV2LnhtbERPS2vCQBC+C/0PyxR6Ed20StHoKqXFokeTIh6H7OSh&#10;2dmQ3cb4711B8DYf33OW697UoqPWVZYVvI8jEMSZ1RUXCv7SzWgGwnlkjbVlUnAlB+vVy2CJsbYX&#10;3lOX+EKEEHYxKii9b2IpXVaSQTe2DXHgctsa9AG2hdQtXkK4qeVHFH1KgxWHhhIb+i4pOyf/RoFP&#10;8/NpWg3rzfE3me0OLv/pXKfU22v/tQDhqfdP8cO91WH+dDKH+zfhB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O6FMMAAADdAAAADwAAAAAAAAAAAAAAAACYAgAAZHJzL2Rv&#10;d25yZXYueG1sUEsFBgAAAAAEAAQA9QAAAIgDAAAAAA==&#10;" stroked="f">
                                <v:fill opacity="0"/>
                                <v:textbox inset=",,.1mm">
                                  <w:txbxContent>
                                    <w:p w:rsidR="009D24B2" w:rsidRDefault="009D24B2" w:rsidP="009D24B2">
                                      <w:pPr>
                                        <w:jc w:val="right"/>
                                      </w:pPr>
                                      <w:r>
                                        <w:t>24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41" o:spid="_x0000_s1079" type="#_x0000_t202" style="position:absolute;left:1077;top:6059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9g9MYA&#10;AADdAAAADwAAAGRycy9kb3ducmV2LnhtbESPT2vCQBDF7wW/wzKCl6KbSigSXUUsSntsLMXjkJ38&#10;0exsyK4x/fadQ6G3Gd6b936z2Y2uVQP1ofFs4GWRgCIuvG24MvB1Ps5XoEJEtth6JgM/FGC3nTxt&#10;MLP+wZ805LFSEsIhQwN1jF2mdShqchgWviMWrfS9wyhrX2nb40PCXauXSfKqHTYsDTV2dKipuOV3&#10;ZyCey9s1bZ7b4+WUrz6+Q/k2hMGY2XTcr0FFGuO/+e/63Qp+mgq/fCMj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9g9MYAAADdAAAADwAAAAAAAAAAAAAAAACYAgAAZHJz&#10;L2Rvd25yZXYueG1sUEsFBgAAAAAEAAQA9QAAAIsDAAAAAA==&#10;" stroked="f">
                                <v:fill opacity="0"/>
                                <v:textbox inset=",,.1mm">
                                  <w:txbxContent>
                                    <w:p w:rsidR="009D24B2" w:rsidRDefault="009D24B2" w:rsidP="009D24B2">
                                      <w:pPr>
                                        <w:jc w:val="right"/>
                                      </w:pPr>
                                      <w:r>
                                        <w:t>26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42" o:spid="_x0000_s1080" type="#_x0000_t202" style="position:absolute;left:1077;top:5492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PFb8IA&#10;AADdAAAADwAAAGRycy9kb3ducmV2LnhtbERPS4vCMBC+C/6HMMJeRFOlLFKNIi7KerQui8ehmT60&#10;mZQmW+u/N4Kwt/n4nrPa9KYWHbWusqxgNo1AEGdWV1wo+DnvJwsQziNrrC2Tggc52KyHgxUm2t75&#10;RF3qCxFC2CWooPS+SaR0WUkG3dQ2xIHLbWvQB9gWUrd4D+GmlvMo+pQGKw4NJTa0Kym7pX9GgT/n&#10;t2tcjev95ZAujr8u/+pcp9THqN8uQXjq/b/47f7WYX4cz+D1TThB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k8VvwgAAAN0AAAAPAAAAAAAAAAAAAAAAAJgCAABkcnMvZG93&#10;bnJldi54bWxQSwUGAAAAAAQABAD1AAAAhwMAAAAA&#10;" stroked="f">
                                <v:fill opacity="0"/>
                                <v:textbox inset=",,.1mm">
                                  <w:txbxContent>
                                    <w:p w:rsidR="009D24B2" w:rsidRDefault="009D24B2" w:rsidP="009D24B2">
                                      <w:pPr>
                                        <w:jc w:val="right"/>
                                      </w:pPr>
                                      <w:r>
                                        <w:t>28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43" o:spid="_x0000_s1081" type="#_x0000_t202" style="position:absolute;left:1077;top:4925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FbGMIA&#10;AADdAAAADwAAAGRycy9kb3ducmV2LnhtbERPS4vCMBC+C/6HMIIX0XSlLFKNIi4uerSKeBya6UOb&#10;SWmytfvvN4Kwt/n4nrPa9KYWHbWusqzgYxaBIM6srrhQcDnvpwsQziNrrC2Tgl9ysFkPBytMtH3y&#10;ibrUFyKEsEtQQel9k0jpspIMupltiAOX29agD7AtpG7xGcJNLedR9CkNVhwaSmxoV1L2SH+MAn/O&#10;H/e4mtT723e6OF5d/tW5TqnxqN8uQXjq/b/47T7oMD+O5/D6Jpw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VsYwgAAAN0AAAAPAAAAAAAAAAAAAAAAAJgCAABkcnMvZG93&#10;bnJldi54bWxQSwUGAAAAAAQABAD1AAAAhwMAAAAA&#10;" stroked="f">
                                <v:fill opacity="0"/>
                                <v:textbox inset=",,.1mm">
                                  <w:txbxContent>
                                    <w:p w:rsidR="009D24B2" w:rsidRDefault="009D24B2" w:rsidP="009D24B2">
                                      <w:pPr>
                                        <w:jc w:val="right"/>
                                      </w:pPr>
                                      <w:r>
                                        <w:t>30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44" o:spid="_x0000_s1082" type="#_x0000_t202" style="position:absolute;left:1077;top:4358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3+g8MA&#10;AADdAAAADwAAAGRycy9kb3ducmV2LnhtbERPS2vCQBC+C/0PyxS8iG6sQSR1lVJR6tGkFI9DdvKo&#10;2dmQ3cb037uC4G0+vuest4NpRE+dqy0rmM8iEMS51TWXCr6z/XQFwnlkjY1lUvBPDrabl9EaE22v&#10;fKI+9aUIIewSVFB53yZSurwig25mW+LAFbYz6APsSqk7vIZw08i3KFpKgzWHhgpb+qwov6R/RoHP&#10;istvXE+a/fmQro4/rtj1rldq/Dp8vIPwNPin+OH+0mF+HC/g/k04QW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3+g8MAAADdAAAADwAAAAAAAAAAAAAAAACYAgAAZHJzL2Rv&#10;d25yZXYueG1sUEsFBgAAAAAEAAQA9QAAAIgDAAAAAA==&#10;" stroked="f">
                                <v:fill opacity="0"/>
                                <v:textbox inset=",,.1mm">
                                  <w:txbxContent>
                                    <w:p w:rsidR="009D24B2" w:rsidRDefault="009D24B2" w:rsidP="009D24B2">
                                      <w:pPr>
                                        <w:jc w:val="right"/>
                                      </w:pPr>
                                      <w:r>
                                        <w:t>32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1345" o:spid="_x0000_s1083" type="#_x0000_t202" style="position:absolute;left:1077;top:3791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Rm98MA&#10;AADdAAAADwAAAGRycy9kb3ducmV2LnhtbERPS2vCQBC+F/wPywi9FN20hBKiq4iS0h6biHgcspOH&#10;yc6G7Dam/75bKPQ2H99ztvvZ9GKi0bWWFTyvIxDEpdUt1wrORbZKQDiPrLG3TAq+ycF+t3jYYqrt&#10;nT9pyn0tQgi7FBU03g+plK5syKBb24E4cJUdDfoAx1rqEe8h3PTyJYpepcGWQ0ODAx0bKrv8yyjw&#10;RdXd4vapz65vefJxcdVpcpNSj8v5sAHhafb/4j/3uw7z4ziG32/CC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Rm98MAAADdAAAADwAAAAAAAAAAAAAAAACYAgAAZHJzL2Rv&#10;d25yZXYueG1sUEsFBgAAAAAEAAQA9QAAAIgDAAAAAA==&#10;" stroked="f">
                                <v:fill opacity="0"/>
                                <v:textbox inset=",,.1mm">
                                  <w:txbxContent>
                                    <w:p w:rsidR="009D24B2" w:rsidRDefault="009D24B2" w:rsidP="009D24B2">
                                      <w:pPr>
                                        <w:jc w:val="right"/>
                                      </w:pPr>
                                      <w:r>
                                        <w:t>34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1346" o:spid="_x0000_s1084" type="#_x0000_t202" style="position:absolute;left:1077;top:3224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jDbMMA&#10;AADdAAAADwAAAGRycy9kb3ducmV2LnhtbERPS2vCQBC+C/0PyxS8iG4sUSR1lVJR6tGkFI9DdvKo&#10;2dmQ3cb037uC4G0+vuest4NpRE+dqy0rmM8iEMS51TWXCr6z/XQFwnlkjY1lUvBPDrabl9EaE22v&#10;fKI+9aUIIewSVFB53yZSurwig25mW+LAFbYz6APsSqk7vIZw08i3KFpKgzWHhgpb+qwov6R/RoHP&#10;istvXE+a/fmQro4/rtj1rldq/Dp8vIPwNPin+OH+0mF+HC/g/k04QW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jDbMMAAADdAAAADwAAAAAAAAAAAAAAAACYAgAAZHJzL2Rv&#10;d25yZXYueG1sUEsFBgAAAAAEAAQA9QAAAIgDAAAAAA==&#10;" stroked="f">
                              <v:fill opacity="0"/>
                              <v:textbox inset=",,.1mm">
                                <w:txbxContent>
                                  <w:p w:rsidR="009D24B2" w:rsidRDefault="009D24B2" w:rsidP="009D24B2">
                                    <w:pPr>
                                      <w:jc w:val="right"/>
                                    </w:pPr>
                                    <w:r>
                                      <w:t>36</w:t>
                                    </w:r>
                                  </w:p>
                                </w:txbxContent>
                              </v:textbox>
                            </v:shape>
                            <v:shape id="Text Box 1347" o:spid="_x0000_s1085" type="#_x0000_t202" style="position:absolute;left:1077;top:2657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pdG8IA&#10;AADdAAAADwAAAGRycy9kb3ducmV2LnhtbERPS4vCMBC+L/gfwgheFk1Xikg1irgo7tG6LB6HZvrQ&#10;ZlKaWOu/3wiCt/n4nrNc96YWHbWusqzgaxKBIM6srrhQ8HvajecgnEfWWFsmBQ9ysF4NPpaYaHvn&#10;I3WpL0QIYZeggtL7JpHSZSUZdBPbEAcut61BH2BbSN3iPYSbWk6jaCYNVhwaSmxoW1J2TW9GgT/l&#10;10tcfda78z6d//y5/LtznVKjYb9ZgPDU+7f45T7oMD+OZ/D8Jpw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el0bwgAAAN0AAAAPAAAAAAAAAAAAAAAAAJgCAABkcnMvZG93&#10;bnJldi54bWxQSwUGAAAAAAQABAD1AAAAhwMAAAAA&#10;" stroked="f">
                              <v:fill opacity="0"/>
                              <v:textbox inset=",,.1mm">
                                <w:txbxContent>
                                  <w:p w:rsidR="009D24B2" w:rsidRDefault="009D24B2" w:rsidP="009D24B2">
                                    <w:pPr>
                                      <w:jc w:val="right"/>
                                    </w:pPr>
                                    <w:r>
                                      <w:t>38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group id="Group 1348" o:spid="_x0000_s1086" style="position:absolute;left:2547;top:2957;width:568;height:1021" coordorigin="1077,2657" coordsize="568,1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            <v:shape id="Text Box 1349" o:spid="_x0000_s1087" type="#_x0000_t202" style="position:absolute;left:1077;top:3224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ls8sYA&#10;AADdAAAADwAAAGRycy9kb3ducmV2LnhtbESPT2vCQBDF7wW/wzKCl6KbSigSXUUsSntsLMXjkJ38&#10;0exsyK4x/fadQ6G3Gd6b936z2Y2uVQP1ofFs4GWRgCIuvG24MvB1Ps5XoEJEtth6JgM/FGC3nTxt&#10;MLP+wZ805LFSEsIhQwN1jF2mdShqchgWviMWrfS9wyhrX2nb40PCXauXSfKqHTYsDTV2dKipuOV3&#10;ZyCey9s1bZ7b4+WUrz6+Q/k2hMGY2XTcr0FFGuO/+e/63Qp+mgqufCMj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ls8sYAAADdAAAADwAAAAAAAAAAAAAAAACYAgAAZHJz&#10;L2Rvd25yZXYueG1sUEsFBgAAAAAEAAQA9QAAAIsDAAAAAA==&#10;" stroked="f">
                            <v:fill opacity="0"/>
                            <v:textbox inset=",,.1mm">
                              <w:txbxContent>
                                <w:p w:rsidR="009D24B2" w:rsidRDefault="009D24B2" w:rsidP="009D24B2">
                                  <w:pPr>
                                    <w:jc w:val="right"/>
                                  </w:pPr>
                                  <w:r>
                                    <w:t>40</w:t>
                                  </w:r>
                                </w:p>
                              </w:txbxContent>
                            </v:textbox>
                          </v:shape>
                          <v:shape id="Text Box 1350" o:spid="_x0000_s1088" type="#_x0000_t202" style="position:absolute;left:1077;top:2657;width:568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XJacMA&#10;AADdAAAADwAAAGRycy9kb3ducmV2LnhtbERPS2vCQBC+F/wPywi9FN1UQtGYjYjFYo+NRTwO2clD&#10;s7Mhu8b477uFQm/z8T0n3YymFQP1rrGs4HUegSAurG64UvB93M+WIJxH1thaJgUPcrDJJk8pJtre&#10;+YuG3FcihLBLUEHtfZdI6YqaDLq57YgDV9reoA+wr6Tu8R7CTSsXUfQmDTYcGmrsaFdTcc1vRoE/&#10;ltdL3Ly0+/NHvvw8ufJ9cINSz9NxuwbhafT/4j/3QYf5cbyC32/CC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+XJacMAAADdAAAADwAAAAAAAAAAAAAAAACYAgAAZHJzL2Rv&#10;d25yZXYueG1sUEsFBgAAAAAEAAQA9QAAAIgDAAAAAA==&#10;" stroked="f">
                            <v:fill opacity="0"/>
                            <v:textbox inset=",,.1mm">
                              <w:txbxContent>
                                <w:p w:rsidR="009D24B2" w:rsidRDefault="009D24B2" w:rsidP="009D24B2">
                                  <w:pPr>
                                    <w:jc w:val="right"/>
                                  </w:pPr>
                                  <w:r>
                                    <w:t>42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Text Box 1351" o:spid="_x0000_s1089" type="#_x0000_t202" style="position:absolute;left:5400;top:10680;width:18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N64cUA&#10;AADdAAAADwAAAGRycy9kb3ducmV2LnhtbESPTWvCQBCG7wX/wzKFXkrdKFZCdBWRFhRsobHex+w0&#10;iWZnQ3ar8d87h0JvM8z78cx82btGXagLtWcDo2ECirjwtubSwPf+/SUFFSKyxcYzGbhRgOVi8DDH&#10;zPorf9Elj6WSEA4ZGqhibDOtQ1GRwzD0LbHcfnznMMraldp2eJVw1+hxkky1w5qlocKW1hUV5/zX&#10;Se9bn7aH42592ubPx9P4k+uPlI15euxXM1CR+vgv/nNvrOBPXoVfvpER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w3rhxQAAAN0AAAAPAAAAAAAAAAAAAAAAAJgCAABkcnMv&#10;ZG93bnJldi54bWxQSwUGAAAAAAQABAD1AAAAigMAAAAA&#10;" stroked="f">
                        <v:fill opacity="0"/>
                        <v:textbox>
                          <w:txbxContent>
                            <w:p w:rsidR="009D24B2" w:rsidRPr="00E764BB" w:rsidRDefault="009D24B2" w:rsidP="009D24B2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 w:rsidRPr="00592EF0">
                                <w:rPr>
                                  <w:rFonts w:ascii="Arial" w:hAnsi="Arial" w:cs="Arial"/>
                                  <w:sz w:val="20"/>
                                </w:rPr>
                                <w:t>vergrotingsfactor</w:t>
                              </w:r>
                            </w:p>
                          </w:txbxContent>
                        </v:textbox>
                      </v:shape>
                    </v:group>
                    <v:shape id="Text Box 1352" o:spid="_x0000_s1090" type="#_x0000_t202" style="position:absolute;left:3015;top:2775;width:157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/fescA&#10;AADdAAAADwAAAGRycy9kb3ducmV2LnhtbESP3WrCQBCF7wXfYZmCN6VulFpC6kaKVLBQBdP2fpKd&#10;5sfsbMiumr69KxS8m+GcOd+Z5WowrThT72rLCmbTCARxYXXNpYLvr81TDMJ5ZI2tZVLwRw5W6Xi0&#10;xETbCx/onPlShBB2CSqovO8SKV1RkUE3tR1x0H5tb9CHtS+l7vESwk0r51H0Ig3WHAgVdrSuqDhm&#10;JxO470Pc/eSf6+Yje8yb+Z7rXcxKTR6Gt1cQngZ/N/9fb3Wo/7yYwe2bMIJ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P33rHAAAA3QAAAA8AAAAAAAAAAAAAAAAAmAIAAGRy&#10;cy9kb3ducmV2LnhtbFBLBQYAAAAABAAEAPUAAACMAwAAAAA=&#10;" stroked="f">
                      <v:fill opacity="0"/>
                      <v:textbox>
                        <w:txbxContent>
                          <w:p w:rsidR="009D24B2" w:rsidRPr="00E764BB" w:rsidRDefault="009D24B2" w:rsidP="009D24B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92EF0">
                              <w:rPr>
                                <w:rFonts w:ascii="Arial" w:hAnsi="Arial" w:cs="Arial"/>
                                <w:sz w:val="20"/>
                              </w:rPr>
                              <w:t>schemerindex</w:t>
                            </w:r>
                          </w:p>
                        </w:txbxContent>
                      </v:textbox>
                    </v:shape>
                  </v:group>
                  <v:shape id="Text Box 1353" o:spid="_x0000_s1091" type="#_x0000_t202" style="position:absolute;left:3000;top:4737;width:150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1BDccA&#10;AADdAAAADwAAAGRycy9kb3ducmV2LnhtbESPQWvCQBCF7wX/wzKCF6mbhlZCmo2IVGihCqZ6H7PT&#10;JJqdDdmtpv/eLQi9zfDevO9NthhMKy7Uu8aygqdZBIK4tLrhSsH+a/2YgHAeWWNrmRT8koNFPnrI&#10;MNX2yju6FL4SIYRdigpq77tUSlfWZNDNbEcctG/bG/Rh7Supe7yGcNPKOIrm0mDDgVBjR6uaynPx&#10;YwL3bUi6w/FzdfoopsdTvOVmk7BSk/GwfAXhafD/5vv1uw71n19i+PsmjC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9dQQ3HAAAA3QAAAA8AAAAAAAAAAAAAAAAAmAIAAGRy&#10;cy9kb3ducmV2LnhtbFBLBQYAAAAABAAEAPUAAACMAwAAAAA=&#10;" stroked="f">
                    <v:fill opacity="0"/>
                    <v:textbox>
                      <w:txbxContent>
                        <w:p w:rsidR="009D24B2" w:rsidRPr="00592EF0" w:rsidRDefault="009D24B2" w:rsidP="009D24B2">
                          <w:pPr>
                            <w:rPr>
                              <w:rFonts w:ascii="Arial" w:hAnsi="Arial" w:cs="Arial"/>
                              <w:smallCaps/>
                              <w:sz w:val="20"/>
                            </w:rPr>
                          </w:pPr>
                          <w:r w:rsidRPr="00592EF0">
                            <w:rPr>
                              <w:rFonts w:ascii="Arial" w:hAnsi="Arial" w:cs="Arial"/>
                              <w:smallCaps/>
                              <w:sz w:val="20"/>
                            </w:rPr>
                            <w:t>verrekijker</w:t>
                          </w:r>
                        </w:p>
                      </w:txbxContent>
                    </v:textbox>
                  </v:shape>
                </v:group>
                <v:shape id="Text Box 1354" o:spid="_x0000_s1092" type="#_x0000_t202" style="position:absolute;left:3150;top:11355;width:46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klscA&#10;AADdAAAADwAAAGRycy9kb3ducmV2LnhtbESPQWvCQBCF7wX/wzKCl6Kb2iohZiNFLLRgC0a9j9kx&#10;iWZnQ3ar6b93C4XeZnhv3vcmXfamEVfqXG1ZwdMkAkFcWF1zqWC/exvHIJxH1thYJgU/5GCZDR5S&#10;TLS98ZauuS9FCGGXoILK+zaR0hUVGXQT2xIH7WQ7gz6sXSl1h7cQbho5jaK5NFhzIFTY0qqi4pJ/&#10;m8Bd93F7OG5W54/88XiefnH9GbNSo2H/ugDhqff/5r/rdx3qv8ye4febMILM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R5JbHAAAA3QAAAA8AAAAAAAAAAAAAAAAAmAIAAGRy&#10;cy9kb3ducmV2LnhtbFBLBQYAAAAABAAEAPUAAACMAwAAAAA=&#10;" stroked="f">
                  <v:fill opacity="0"/>
                  <v:textbox>
                    <w:txbxContent>
                      <w:p w:rsidR="009D24B2" w:rsidRDefault="009D24B2" w:rsidP="009D24B2">
                        <w: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D24B2" w:rsidRPr="00013AF2" w:rsidRDefault="009D24B2" w:rsidP="009D24B2">
      <w:pPr>
        <w:pStyle w:val="vraag"/>
        <w:tabs>
          <w:tab w:val="left" w:pos="4095"/>
        </w:tabs>
        <w:spacing w:line="360" w:lineRule="auto"/>
        <w:ind w:right="586"/>
        <w:rPr>
          <w:rFonts w:ascii="Arial" w:hAnsi="Arial" w:cs="Arial"/>
          <w:sz w:val="26"/>
          <w:szCs w:val="26"/>
        </w:rPr>
      </w:pPr>
    </w:p>
    <w:p w:rsidR="009D24B2" w:rsidRPr="00013AF2" w:rsidRDefault="009D24B2" w:rsidP="009D24B2">
      <w:pPr>
        <w:pStyle w:val="vraag"/>
        <w:tabs>
          <w:tab w:val="left" w:pos="4095"/>
        </w:tabs>
        <w:spacing w:line="360" w:lineRule="auto"/>
        <w:ind w:right="586"/>
        <w:rPr>
          <w:rFonts w:ascii="Arial" w:hAnsi="Arial" w:cs="Arial"/>
          <w:sz w:val="26"/>
          <w:szCs w:val="26"/>
        </w:rPr>
      </w:pPr>
    </w:p>
    <w:p w:rsidR="009D24B2" w:rsidRPr="00013AF2" w:rsidRDefault="009D24B2" w:rsidP="009D24B2">
      <w:pPr>
        <w:pStyle w:val="vraag"/>
        <w:tabs>
          <w:tab w:val="left" w:pos="4095"/>
        </w:tabs>
        <w:spacing w:line="360" w:lineRule="auto"/>
        <w:ind w:right="586"/>
        <w:rPr>
          <w:rFonts w:ascii="Arial" w:hAnsi="Arial" w:cs="Arial"/>
          <w:sz w:val="26"/>
          <w:szCs w:val="26"/>
        </w:rPr>
      </w:pPr>
    </w:p>
    <w:p w:rsidR="009D24B2" w:rsidRPr="00013AF2" w:rsidRDefault="009D24B2" w:rsidP="009D24B2">
      <w:pPr>
        <w:pStyle w:val="vraag"/>
        <w:tabs>
          <w:tab w:val="left" w:pos="4095"/>
        </w:tabs>
        <w:spacing w:line="360" w:lineRule="auto"/>
        <w:ind w:right="586"/>
        <w:rPr>
          <w:rFonts w:ascii="Arial" w:hAnsi="Arial" w:cs="Arial"/>
          <w:sz w:val="26"/>
          <w:szCs w:val="26"/>
        </w:rPr>
      </w:pPr>
    </w:p>
    <w:p w:rsidR="009D24B2" w:rsidRPr="00013AF2" w:rsidRDefault="009D24B2" w:rsidP="009D24B2">
      <w:pPr>
        <w:pStyle w:val="vraag"/>
        <w:tabs>
          <w:tab w:val="left" w:pos="4095"/>
        </w:tabs>
        <w:spacing w:line="360" w:lineRule="auto"/>
        <w:ind w:right="586"/>
        <w:rPr>
          <w:rFonts w:ascii="Arial" w:hAnsi="Arial" w:cs="Arial"/>
          <w:sz w:val="26"/>
          <w:szCs w:val="26"/>
        </w:rPr>
      </w:pPr>
    </w:p>
    <w:p w:rsidR="009D24B2" w:rsidRPr="00013AF2" w:rsidRDefault="009D24B2" w:rsidP="009D24B2">
      <w:pPr>
        <w:pStyle w:val="vraag"/>
        <w:tabs>
          <w:tab w:val="left" w:pos="4095"/>
        </w:tabs>
        <w:spacing w:line="360" w:lineRule="auto"/>
        <w:ind w:right="586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tabs>
          <w:tab w:val="clear" w:pos="0"/>
          <w:tab w:val="clear" w:pos="540"/>
        </w:tabs>
        <w:spacing w:line="360" w:lineRule="auto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9D24B2" w:rsidRDefault="009D24B2" w:rsidP="009D24B2">
      <w:pPr>
        <w:pStyle w:val="vraag"/>
        <w:tabs>
          <w:tab w:val="clear" w:pos="0"/>
          <w:tab w:val="clear" w:pos="540"/>
        </w:tabs>
        <w:spacing w:line="360" w:lineRule="auto"/>
        <w:ind w:left="0" w:firstLine="0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pStyle w:val="vraag"/>
        <w:tabs>
          <w:tab w:val="clear" w:pos="0"/>
          <w:tab w:val="clear" w:pos="540"/>
        </w:tabs>
        <w:spacing w:line="360" w:lineRule="auto"/>
        <w:ind w:left="0" w:firstLine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e. </w:t>
      </w:r>
      <w:r w:rsidRPr="00013AF2">
        <w:rPr>
          <w:rFonts w:ascii="Arial" w:hAnsi="Arial" w:cs="Arial"/>
          <w:sz w:val="26"/>
          <w:szCs w:val="26"/>
        </w:rPr>
        <w:t>Waarom staat de vergrotingsfactor 0 niet in de tabel denk je?</w:t>
      </w:r>
      <w:r>
        <w:rPr>
          <w:rFonts w:ascii="Arial" w:hAnsi="Arial" w:cs="Arial"/>
          <w:sz w:val="26"/>
          <w:szCs w:val="26"/>
        </w:rPr>
        <w:t xml:space="preserve"> _________</w:t>
      </w:r>
    </w:p>
    <w:p w:rsidR="009D24B2" w:rsidRDefault="009D24B2" w:rsidP="009D24B2">
      <w:pPr>
        <w:pStyle w:val="vraag"/>
        <w:tabs>
          <w:tab w:val="clear" w:pos="0"/>
          <w:tab w:val="clear" w:pos="540"/>
        </w:tabs>
        <w:spacing w:line="360" w:lineRule="auto"/>
        <w:ind w:left="0" w:firstLine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__________________________</w:t>
      </w:r>
      <w:r>
        <w:rPr>
          <w:rFonts w:ascii="Arial" w:hAnsi="Arial" w:cs="Arial"/>
          <w:sz w:val="26"/>
          <w:szCs w:val="26"/>
        </w:rPr>
        <w:t>______________________________</w:t>
      </w:r>
    </w:p>
    <w:p w:rsidR="009D24B2" w:rsidRDefault="009D24B2" w:rsidP="009D24B2">
      <w:pPr>
        <w:pStyle w:val="vraag"/>
        <w:tabs>
          <w:tab w:val="clear" w:pos="0"/>
          <w:tab w:val="clear" w:pos="540"/>
        </w:tabs>
        <w:spacing w:line="360" w:lineRule="auto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:rsidR="009D24B2" w:rsidRDefault="009D24B2" w:rsidP="009D24B2">
      <w:pPr>
        <w:tabs>
          <w:tab w:val="clear" w:pos="284"/>
          <w:tab w:val="clear" w:pos="567"/>
        </w:tabs>
        <w:autoSpaceDE/>
        <w:autoSpaceDN/>
        <w:adjustRightInd/>
        <w:spacing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2.   Als je een steen in een put gooit, duurt het even voor je de plons hoort.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ab/>
        <w:t xml:space="preserve">Hoe verder het water onder de rand staat, hoe langer het duurt. Hierbij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hoort een formule: </w:t>
      </w:r>
      <w:r>
        <w:rPr>
          <w:rFonts w:ascii="Arial" w:hAnsi="Arial" w:cs="Arial"/>
          <w:i/>
          <w:sz w:val="26"/>
          <w:szCs w:val="26"/>
        </w:rPr>
        <w:t xml:space="preserve"> </w:t>
      </w:r>
      <w:r w:rsidRPr="007E6DBE">
        <w:rPr>
          <w:rFonts w:ascii="Arial" w:hAnsi="Arial" w:cs="Arial"/>
          <w:b/>
          <w:sz w:val="26"/>
          <w:szCs w:val="26"/>
        </w:rPr>
        <w:t>tijd = 0,55 . √d</w:t>
      </w:r>
      <w:r w:rsidRPr="007E6DBE"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; met tijd in seconden en </w:t>
      </w:r>
    </w:p>
    <w:p w:rsidR="009D24B2" w:rsidRPr="0002618D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  </w:t>
      </w:r>
      <w:r>
        <w:rPr>
          <w:rFonts w:ascii="Arial" w:hAnsi="Arial" w:cs="Arial"/>
          <w:sz w:val="26"/>
          <w:szCs w:val="26"/>
        </w:rPr>
        <w:tab/>
        <w:t>d = diepte in meters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a. In een put staat het water 4 meter onder de rand. Piet gooit een steen in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de put. Na hoeveel seconden hoort Piet een plons?</w:t>
      </w:r>
      <w:r>
        <w:rPr>
          <w:rFonts w:ascii="Arial" w:hAnsi="Arial" w:cs="Arial"/>
          <w:sz w:val="26"/>
          <w:szCs w:val="26"/>
        </w:rPr>
        <w:tab/>
        <w:t xml:space="preserve">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ab/>
        <w:t xml:space="preserve">b. Op een heuvel staat een diepe put. Antje laat haar zonnebril erin vallen.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De afstand tot het water is 36 meter. Na hoeveel seconden hoort zij de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plons?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Als er na een auto-ongeluk remsporen moeten worden gemeten, dan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8C7CA0" wp14:editId="7B95F2B1">
                <wp:simplePos x="0" y="0"/>
                <wp:positionH relativeFrom="column">
                  <wp:posOffset>4232275</wp:posOffset>
                </wp:positionH>
                <wp:positionV relativeFrom="paragraph">
                  <wp:posOffset>35560</wp:posOffset>
                </wp:positionV>
                <wp:extent cx="371475" cy="9525"/>
                <wp:effectExtent l="0" t="0" r="0" b="0"/>
                <wp:wrapNone/>
                <wp:docPr id="6" name="AutoShape 1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14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19" o:spid="_x0000_s1026" type="#_x0000_t32" style="position:absolute;margin-left:333.25pt;margin-top:2.8pt;width:29.2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TYJQIAAEoEAAAOAAAAZHJzL2Uyb0RvYy54bWysVEuP2jAQvlfqf7B8hxA2vCLCapVAL9sW&#10;abe9G9shVh3bsg0BVf3vHZtAl/ZSVc3BmcnMfPP6nOXjqZXoyK0TWhU4HY4w4opqJtS+wF9eN4M5&#10;Rs4TxYjUihf4zB1+XL1/t+xMzse60ZJxiwBEubwzBW68N3mSONrwlrihNlyBsda2JR5Uu0+YJR2g&#10;tzIZj0bTpNOWGaspdw6+VhcjXkX8uubUf65rxz2SBYbafDxtPHfhTFZLku8tMY2gfRnkH6poiVCQ&#10;9AZVEU/QwYo/oFpBrXa69kOq20TXtaA89gDdpKPfunlpiOGxFxiOM7cxuf8HSz8dtxYJVuApRoq0&#10;sKKng9cxM0qzdBEm1BmXg2Optjb0SE/qxTxr+s0hpcuGqD2P/q9nA+FpiEjuQoLiDOTZdR81Ax8C&#10;KeK4TrVtUS2F+RoCAziMBJ3ifs63/fCTRxQ+PszSbDbBiIJpMRlPYiaSB5AQaqzzH7huURAK7Lwl&#10;Yt/4UisFPND2koAcn50PJf4KCMFKb4SUkQ5Soa5PECxOS8GCMSp2vyulRUcSCBWfvoo7N6sPikWw&#10;hhO27mVPhLzIkFyqgAetQTm9dGHM98VosZ6v59kgG0/Xg2xUVYOnTZkNppt0NqkeqrKs0h9hWGmW&#10;N4IxrkJ1V/am2d+xo79HF97d+HsbQ3KPHucFxV7fsei45bDYC0V2mp239rp9IGx07i9XuBFvdZDf&#10;/gJWPwEAAP//AwBQSwMEFAAGAAgAAAAhAIpf53ncAAAABwEAAA8AAABkcnMvZG93bnJldi54bWxM&#10;j8FOwzAQRO9I/IO1SNyo04q4VYhTISQQBxSJAnc33iYp8TrEbpL+PcuJ3mY1o5m3+XZ2nRhxCK0n&#10;DctFAgKp8ralWsPnx/PdBkSIhqzpPKGGMwbYFtdXucmsn+gdx12sBZdQyIyGJsY+kzJUDToTFr5H&#10;Yu/gB2cin0Mt7WAmLnedXCWJks60xAuN6fGpwep7d3Iafmh9/rqX4+ZYllG9vL7VhOWk9e3N/PgA&#10;IuIc/8Pwh8/oUDDT3p/IBtFpUEqlHNWQKhDsr1cp/7ZnsQRZ5PKSv/gFAAD//wMAUEsBAi0AFAAG&#10;AAgAAAAhALaDOJL+AAAA4QEAABMAAAAAAAAAAAAAAAAAAAAAAFtDb250ZW50X1R5cGVzXS54bWxQ&#10;SwECLQAUAAYACAAAACEAOP0h/9YAAACUAQAACwAAAAAAAAAAAAAAAAAvAQAAX3JlbHMvLnJlbHNQ&#10;SwECLQAUAAYACAAAACEAbIFE2CUCAABKBAAADgAAAAAAAAAAAAAAAAAuAgAAZHJzL2Uyb0RvYy54&#10;bWxQSwECLQAUAAYACAAAACEAil/nedwAAAAHAQAADwAAAAAAAAAAAAAAAAB/BAAAZHJzL2Rvd25y&#10;ZXYueG1sUEsFBgAAAAAEAAQA8wAAAIgFAAAAAA==&#10;"/>
            </w:pict>
          </mc:Fallback>
        </mc:AlternateConten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gebruikt de politie de volgende formule: </w:t>
      </w:r>
      <w:r>
        <w:rPr>
          <w:rFonts w:ascii="Arial" w:hAnsi="Arial" w:cs="Arial"/>
          <w:b/>
          <w:sz w:val="26"/>
          <w:szCs w:val="26"/>
        </w:rPr>
        <w:t>snelheid = √121r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snelheid in km/uur en r: remweg in meters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a. De politie meet een remweg van 60 meter. Hoeveel reed de auto? Rond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af op een geheel getal.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b. De politie meet een remweg van 32 meter. De automobilist zegt: “Ik reed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maar 50 km/uur”. Klopt dit? 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__________________________________________________________</w:t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c. Vul de tabel in.</w:t>
      </w:r>
    </w:p>
    <w:tbl>
      <w:tblPr>
        <w:tblpPr w:leftFromText="141" w:rightFromText="141" w:vertAnchor="page" w:horzAnchor="margin" w:tblpY="13351"/>
        <w:tblW w:w="8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1"/>
        <w:gridCol w:w="903"/>
        <w:gridCol w:w="903"/>
        <w:gridCol w:w="904"/>
        <w:gridCol w:w="903"/>
        <w:gridCol w:w="903"/>
        <w:gridCol w:w="904"/>
        <w:gridCol w:w="904"/>
      </w:tblGrid>
      <w:tr w:rsidR="009D24B2" w:rsidRPr="00013AF2" w:rsidTr="00087413">
        <w:tc>
          <w:tcPr>
            <w:tcW w:w="2201" w:type="dxa"/>
            <w:tcBorders>
              <w:top w:val="nil"/>
              <w:left w:val="nil"/>
              <w:right w:val="double" w:sz="4" w:space="0" w:color="auto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Remweg</w:t>
            </w:r>
          </w:p>
        </w:tc>
        <w:tc>
          <w:tcPr>
            <w:tcW w:w="903" w:type="dxa"/>
            <w:tcBorders>
              <w:top w:val="nil"/>
              <w:left w:val="double" w:sz="4" w:space="0" w:color="auto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 w:rsidRPr="00013AF2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904" w:type="dxa"/>
            <w:tcBorders>
              <w:top w:val="nil"/>
              <w:left w:val="nil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</w:t>
            </w:r>
          </w:p>
        </w:tc>
        <w:tc>
          <w:tcPr>
            <w:tcW w:w="9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D24B2" w:rsidRPr="00013AF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right w:val="nil"/>
            </w:tcBorders>
          </w:tcPr>
          <w:p w:rsidR="009D24B2" w:rsidRDefault="009D24B2" w:rsidP="00087413">
            <w:pPr>
              <w:pStyle w:val="ListParagraph"/>
              <w:spacing w:after="0" w:line="360" w:lineRule="auto"/>
              <w:ind w:left="0" w:right="-2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80</w:t>
            </w:r>
          </w:p>
        </w:tc>
      </w:tr>
      <w:tr w:rsidR="009D24B2" w:rsidRPr="00013AF2" w:rsidTr="00087413">
        <w:tc>
          <w:tcPr>
            <w:tcW w:w="2201" w:type="dxa"/>
            <w:tcBorders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Snelheid</w:t>
            </w:r>
          </w:p>
        </w:tc>
        <w:tc>
          <w:tcPr>
            <w:tcW w:w="903" w:type="dxa"/>
            <w:tcBorders>
              <w:left w:val="double" w:sz="4" w:space="0" w:color="auto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4" w:type="dxa"/>
            <w:tcBorders>
              <w:left w:val="nil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nil"/>
              <w:right w:val="nil"/>
            </w:tcBorders>
          </w:tcPr>
          <w:p w:rsidR="009D24B2" w:rsidRPr="00013AF2" w:rsidRDefault="009D24B2" w:rsidP="00087413">
            <w:pPr>
              <w:pStyle w:val="TechInit"/>
              <w:spacing w:line="360" w:lineRule="auto"/>
              <w:ind w:right="-2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</w:p>
    <w:p w:rsidR="009D24B2" w:rsidRDefault="009D24B2" w:rsidP="009D24B2">
      <w:pPr>
        <w:spacing w:line="360" w:lineRule="auto"/>
        <w:rPr>
          <w:rFonts w:ascii="Arial" w:hAnsi="Arial" w:cs="Arial"/>
          <w:sz w:val="26"/>
          <w:szCs w:val="26"/>
        </w:rPr>
      </w:pPr>
    </w:p>
    <w:p w:rsidR="005C2392" w:rsidRDefault="009D24B2" w:rsidP="009D24B2">
      <w:r>
        <w:rPr>
          <w:rFonts w:ascii="Arial" w:hAnsi="Arial" w:cs="Arial"/>
          <w:sz w:val="26"/>
          <w:szCs w:val="26"/>
        </w:rPr>
        <w:tab/>
        <w:t>d. Teken de grafiek in je uitwerkingenschrift.</w:t>
      </w:r>
      <w:r>
        <w:rPr>
          <w:rFonts w:ascii="Arial" w:hAnsi="Arial" w:cs="Arial"/>
          <w:sz w:val="26"/>
          <w:szCs w:val="26"/>
        </w:rPr>
        <w:tab/>
      </w:r>
    </w:p>
    <w:sectPr w:rsidR="005C2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B2"/>
    <w:rsid w:val="005C2392"/>
    <w:rsid w:val="009D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B2"/>
    <w:pPr>
      <w:tabs>
        <w:tab w:val="left" w:pos="284"/>
        <w:tab w:val="left" w:pos="567"/>
      </w:tabs>
      <w:autoSpaceDE w:val="0"/>
      <w:autoSpaceDN w:val="0"/>
      <w:adjustRightInd w:val="0"/>
      <w:spacing w:after="0" w:line="260" w:lineRule="atLeast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chInit">
    <w:name w:val="Tech Init"/>
    <w:basedOn w:val="Normal"/>
    <w:rsid w:val="009D24B2"/>
    <w:rPr>
      <w:rFonts w:ascii="CG Times" w:hAnsi="CG Times"/>
      <w:sz w:val="24"/>
      <w:szCs w:val="24"/>
    </w:rPr>
  </w:style>
  <w:style w:type="paragraph" w:customStyle="1" w:styleId="k3">
    <w:name w:val="k3"/>
    <w:basedOn w:val="Normal"/>
    <w:next w:val="Normal"/>
    <w:link w:val="k3Char"/>
    <w:rsid w:val="009D24B2"/>
    <w:pPr>
      <w:keepNext/>
      <w:tabs>
        <w:tab w:val="clear" w:pos="284"/>
        <w:tab w:val="clear" w:pos="567"/>
        <w:tab w:val="left" w:pos="425"/>
      </w:tabs>
      <w:spacing w:after="260"/>
      <w:ind w:left="425" w:hanging="425"/>
    </w:pPr>
    <w:rPr>
      <w:rFonts w:ascii="Arial" w:hAnsi="Arial" w:cs="Arial"/>
      <w:sz w:val="28"/>
      <w:szCs w:val="22"/>
    </w:rPr>
  </w:style>
  <w:style w:type="paragraph" w:customStyle="1" w:styleId="vraag">
    <w:name w:val="vraag"/>
    <w:basedOn w:val="Normal"/>
    <w:rsid w:val="009D24B2"/>
    <w:pPr>
      <w:tabs>
        <w:tab w:val="clear" w:pos="284"/>
        <w:tab w:val="clear" w:pos="567"/>
        <w:tab w:val="left" w:pos="0"/>
        <w:tab w:val="left" w:pos="540"/>
      </w:tabs>
      <w:autoSpaceDE/>
      <w:autoSpaceDN/>
      <w:adjustRightInd/>
      <w:spacing w:line="320" w:lineRule="atLeast"/>
      <w:ind w:left="538" w:hanging="1077"/>
    </w:pPr>
    <w:rPr>
      <w:sz w:val="23"/>
      <w:szCs w:val="24"/>
    </w:rPr>
  </w:style>
  <w:style w:type="character" w:customStyle="1" w:styleId="k3Char">
    <w:name w:val="k3 Char"/>
    <w:link w:val="k3"/>
    <w:rsid w:val="009D24B2"/>
    <w:rPr>
      <w:rFonts w:ascii="Arial" w:eastAsia="Times New Roman" w:hAnsi="Arial" w:cs="Arial"/>
      <w:sz w:val="28"/>
      <w:lang w:eastAsia="nl-NL"/>
    </w:rPr>
  </w:style>
  <w:style w:type="paragraph" w:styleId="ListParagraph">
    <w:name w:val="List Paragraph"/>
    <w:basedOn w:val="Normal"/>
    <w:qFormat/>
    <w:rsid w:val="009D24B2"/>
    <w:pPr>
      <w:tabs>
        <w:tab w:val="clear" w:pos="284"/>
        <w:tab w:val="clear" w:pos="567"/>
      </w:tabs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B2"/>
    <w:pPr>
      <w:tabs>
        <w:tab w:val="left" w:pos="284"/>
        <w:tab w:val="left" w:pos="567"/>
      </w:tabs>
      <w:autoSpaceDE w:val="0"/>
      <w:autoSpaceDN w:val="0"/>
      <w:adjustRightInd w:val="0"/>
      <w:spacing w:after="0" w:line="260" w:lineRule="atLeast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chInit">
    <w:name w:val="Tech Init"/>
    <w:basedOn w:val="Normal"/>
    <w:rsid w:val="009D24B2"/>
    <w:rPr>
      <w:rFonts w:ascii="CG Times" w:hAnsi="CG Times"/>
      <w:sz w:val="24"/>
      <w:szCs w:val="24"/>
    </w:rPr>
  </w:style>
  <w:style w:type="paragraph" w:customStyle="1" w:styleId="k3">
    <w:name w:val="k3"/>
    <w:basedOn w:val="Normal"/>
    <w:next w:val="Normal"/>
    <w:link w:val="k3Char"/>
    <w:rsid w:val="009D24B2"/>
    <w:pPr>
      <w:keepNext/>
      <w:tabs>
        <w:tab w:val="clear" w:pos="284"/>
        <w:tab w:val="clear" w:pos="567"/>
        <w:tab w:val="left" w:pos="425"/>
      </w:tabs>
      <w:spacing w:after="260"/>
      <w:ind w:left="425" w:hanging="425"/>
    </w:pPr>
    <w:rPr>
      <w:rFonts w:ascii="Arial" w:hAnsi="Arial" w:cs="Arial"/>
      <w:sz w:val="28"/>
      <w:szCs w:val="22"/>
    </w:rPr>
  </w:style>
  <w:style w:type="paragraph" w:customStyle="1" w:styleId="vraag">
    <w:name w:val="vraag"/>
    <w:basedOn w:val="Normal"/>
    <w:rsid w:val="009D24B2"/>
    <w:pPr>
      <w:tabs>
        <w:tab w:val="clear" w:pos="284"/>
        <w:tab w:val="clear" w:pos="567"/>
        <w:tab w:val="left" w:pos="0"/>
        <w:tab w:val="left" w:pos="540"/>
      </w:tabs>
      <w:autoSpaceDE/>
      <w:autoSpaceDN/>
      <w:adjustRightInd/>
      <w:spacing w:line="320" w:lineRule="atLeast"/>
      <w:ind w:left="538" w:hanging="1077"/>
    </w:pPr>
    <w:rPr>
      <w:sz w:val="23"/>
      <w:szCs w:val="24"/>
    </w:rPr>
  </w:style>
  <w:style w:type="character" w:customStyle="1" w:styleId="k3Char">
    <w:name w:val="k3 Char"/>
    <w:link w:val="k3"/>
    <w:rsid w:val="009D24B2"/>
    <w:rPr>
      <w:rFonts w:ascii="Arial" w:eastAsia="Times New Roman" w:hAnsi="Arial" w:cs="Arial"/>
      <w:sz w:val="28"/>
      <w:lang w:eastAsia="nl-NL"/>
    </w:rPr>
  </w:style>
  <w:style w:type="paragraph" w:styleId="ListParagraph">
    <w:name w:val="List Paragraph"/>
    <w:basedOn w:val="Normal"/>
    <w:qFormat/>
    <w:rsid w:val="009D24B2"/>
    <w:pPr>
      <w:tabs>
        <w:tab w:val="clear" w:pos="284"/>
        <w:tab w:val="clear" w:pos="567"/>
      </w:tabs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</dc:creator>
  <cp:lastModifiedBy>Ruud</cp:lastModifiedBy>
  <cp:revision>1</cp:revision>
  <dcterms:created xsi:type="dcterms:W3CDTF">2016-03-04T15:26:00Z</dcterms:created>
  <dcterms:modified xsi:type="dcterms:W3CDTF">2016-03-04T15:26:00Z</dcterms:modified>
</cp:coreProperties>
</file>