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1582" w14:textId="77777777" w:rsidR="00F47EB7" w:rsidRPr="00F47EB7" w:rsidRDefault="00F47EB7" w:rsidP="00431778">
      <w:pPr>
        <w:tabs>
          <w:tab w:val="left" w:pos="6237"/>
          <w:tab w:val="left" w:pos="7655"/>
        </w:tabs>
        <w:rPr>
          <w:rFonts w:ascii="Arial" w:hAnsi="Arial" w:cs="Arial"/>
          <w:sz w:val="24"/>
          <w:szCs w:val="24"/>
        </w:rPr>
      </w:pPr>
      <w:r w:rsidRPr="00F47EB7">
        <w:rPr>
          <w:rFonts w:ascii="Arial" w:hAnsi="Arial" w:cs="Arial"/>
          <w:sz w:val="24"/>
          <w:szCs w:val="24"/>
        </w:rPr>
        <w:t>Namen:</w:t>
      </w:r>
      <w:r w:rsidRPr="00F47EB7">
        <w:rPr>
          <w:rFonts w:ascii="Arial" w:hAnsi="Arial" w:cs="Arial"/>
          <w:sz w:val="24"/>
          <w:szCs w:val="24"/>
        </w:rPr>
        <w:tab/>
        <w:t>Klas:</w:t>
      </w:r>
      <w:r w:rsidRPr="00F47EB7">
        <w:rPr>
          <w:rFonts w:ascii="Arial" w:hAnsi="Arial" w:cs="Arial"/>
          <w:sz w:val="24"/>
          <w:szCs w:val="24"/>
        </w:rPr>
        <w:tab/>
        <w:t xml:space="preserve">Docent: </w:t>
      </w:r>
    </w:p>
    <w:tbl>
      <w:tblPr>
        <w:tblStyle w:val="Tabelraster"/>
        <w:tblW w:w="9640" w:type="dxa"/>
        <w:tblInd w:w="-5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3539"/>
        <w:gridCol w:w="6101"/>
      </w:tblGrid>
      <w:tr w:rsidR="00F47EB7" w:rsidRPr="00F47EB7" w14:paraId="773A98E1" w14:textId="77777777" w:rsidTr="00D745AD">
        <w:tc>
          <w:tcPr>
            <w:tcW w:w="9640" w:type="dxa"/>
            <w:gridSpan w:val="2"/>
          </w:tcPr>
          <w:p w14:paraId="0C5010BE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  <w:r w:rsidRPr="00F47EB7">
              <w:rPr>
                <w:rFonts w:ascii="Arial" w:hAnsi="Arial" w:cs="Arial"/>
                <w:sz w:val="24"/>
                <w:szCs w:val="24"/>
              </w:rPr>
              <w:t>Onderzoeksvraag</w:t>
            </w:r>
          </w:p>
          <w:p w14:paraId="769F0DE1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E46E2B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634429" w14:textId="77777777" w:rsidR="00F47EB7" w:rsidRP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1778" w:rsidRPr="00F47EB7" w14:paraId="32828277" w14:textId="77777777" w:rsidTr="00D745AD">
        <w:tc>
          <w:tcPr>
            <w:tcW w:w="3539" w:type="dxa"/>
          </w:tcPr>
          <w:p w14:paraId="1E07F497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Benodigdheden </w:t>
            </w:r>
          </w:p>
          <w:p w14:paraId="323EFA48" w14:textId="77777777" w:rsidR="00431778" w:rsidRDefault="00431778" w:rsidP="00F47EB7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35146330" w14:textId="77777777" w:rsidR="00431778" w:rsidRDefault="00431778" w:rsidP="00F47EB7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6A2E09C4" w14:textId="77777777" w:rsidR="00431778" w:rsidRDefault="00431778" w:rsidP="00F47EB7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0339A289" w14:textId="77777777" w:rsidR="00431778" w:rsidRDefault="00431778" w:rsidP="00F47EB7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551D1EAF" w14:textId="77777777" w:rsidR="00431778" w:rsidRDefault="00431778" w:rsidP="00F47EB7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592F1344" w14:textId="77777777" w:rsidR="00431778" w:rsidRDefault="00431778" w:rsidP="00F47EB7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7E02F390" w14:textId="77777777" w:rsidR="00431778" w:rsidRDefault="00431778" w:rsidP="00F47EB7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5246CFAD" w14:textId="77777777" w:rsidR="00431778" w:rsidRDefault="00431778" w:rsidP="00F47EB7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0199FD23" w14:textId="77777777" w:rsidR="00431778" w:rsidRDefault="00431778" w:rsidP="00F47EB7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0B90E0AA" w14:textId="77777777" w:rsidR="00431778" w:rsidRDefault="00431778" w:rsidP="00431778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50078F08" w14:textId="77777777" w:rsidR="00431778" w:rsidRDefault="00431778" w:rsidP="00431778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4D0710DE" w14:textId="77777777" w:rsidR="00431778" w:rsidRPr="00431778" w:rsidRDefault="00431778" w:rsidP="00431778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231EE679" w14:textId="77777777" w:rsidR="00431778" w:rsidRDefault="00431778" w:rsidP="00431778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72D6B236" w14:textId="77777777" w:rsidR="00431778" w:rsidRDefault="00431778" w:rsidP="00431778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737C70EB" w14:textId="317FB1DC" w:rsidR="000057BB" w:rsidRPr="00431778" w:rsidRDefault="000057BB" w:rsidP="00431778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</w:tc>
        <w:tc>
          <w:tcPr>
            <w:tcW w:w="6101" w:type="dxa"/>
            <w:vMerge w:val="restart"/>
          </w:tcPr>
          <w:p w14:paraId="0804D3B9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Werkwijze</w:t>
            </w:r>
          </w:p>
          <w:p w14:paraId="3C3B067F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 xml:space="preserve">…………………………………………………………... </w:t>
            </w:r>
          </w:p>
          <w:p w14:paraId="3F750902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 xml:space="preserve">……… </w:t>
            </w:r>
          </w:p>
          <w:p w14:paraId="07E76786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 xml:space="preserve">……… </w:t>
            </w:r>
          </w:p>
          <w:p w14:paraId="537B3255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 xml:space="preserve">……… </w:t>
            </w:r>
          </w:p>
          <w:p w14:paraId="3846B8A0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 xml:space="preserve">……… </w:t>
            </w:r>
          </w:p>
          <w:p w14:paraId="0C25B27C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 xml:space="preserve">……… </w:t>
            </w:r>
          </w:p>
          <w:p w14:paraId="1D3D0927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 xml:space="preserve">……… </w:t>
            </w:r>
          </w:p>
          <w:p w14:paraId="4994E94B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 xml:space="preserve">……… </w:t>
            </w:r>
          </w:p>
          <w:p w14:paraId="70C6D110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 xml:space="preserve">……… </w:t>
            </w:r>
          </w:p>
          <w:p w14:paraId="164F4575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>………</w:t>
            </w:r>
          </w:p>
          <w:p w14:paraId="7A2849AE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>……..</w:t>
            </w:r>
            <w:r w:rsidRPr="00960D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9F908B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>………</w:t>
            </w:r>
          </w:p>
          <w:p w14:paraId="627919E8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>………</w:t>
            </w:r>
          </w:p>
          <w:p w14:paraId="5AE3CB65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>………</w:t>
            </w:r>
          </w:p>
          <w:p w14:paraId="6FFED408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>………</w:t>
            </w:r>
          </w:p>
          <w:p w14:paraId="1E1917CA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  <w:r w:rsidRPr="00960DAE">
              <w:rPr>
                <w:rFonts w:ascii="Arial" w:hAnsi="Arial" w:cs="Arial"/>
                <w:sz w:val="24"/>
                <w:szCs w:val="24"/>
              </w:rPr>
              <w:t>………</w:t>
            </w:r>
          </w:p>
          <w:p w14:paraId="43B274FA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303E776F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6778A447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1A433886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1FDC2268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5B20AC52" w14:textId="77777777" w:rsidR="00431778" w:rsidRPr="00960DAE" w:rsidRDefault="00431778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342E3231" w14:textId="77777777" w:rsidR="00960DAE" w:rsidRPr="00960DAE" w:rsidRDefault="00960DAE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6B4841CA" w14:textId="77777777" w:rsidR="00960DAE" w:rsidRPr="00960DAE" w:rsidRDefault="00960DAE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4E10C0DE" w14:textId="77777777" w:rsidR="00960DAE" w:rsidRPr="00960DAE" w:rsidRDefault="00960DAE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73C3E06F" w14:textId="77777777" w:rsidR="00960DAE" w:rsidRPr="00960DAE" w:rsidRDefault="00960DAE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3C85EFB8" w14:textId="77777777" w:rsidR="00960DAE" w:rsidRPr="00960DAE" w:rsidRDefault="00960DAE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794A472C" w14:textId="77777777" w:rsidR="00960DAE" w:rsidRPr="00960DAE" w:rsidRDefault="00960DAE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960DAE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  <w:p w14:paraId="0F7FBD01" w14:textId="77777777" w:rsidR="00431778" w:rsidRPr="00F47EB7" w:rsidRDefault="00431778" w:rsidP="00960DAE">
            <w:pPr>
              <w:pStyle w:val="Lijstalinea"/>
              <w:spacing w:line="276" w:lineRule="auto"/>
              <w:ind w:left="32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1778" w:rsidRPr="00F47EB7" w14:paraId="40ECDA42" w14:textId="77777777" w:rsidTr="00D745AD">
        <w:tc>
          <w:tcPr>
            <w:tcW w:w="3539" w:type="dxa"/>
          </w:tcPr>
          <w:p w14:paraId="53D3E46C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Tekening opstelling</w:t>
            </w:r>
          </w:p>
          <w:p w14:paraId="02EEF13C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A930CA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C16C62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67C285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9E36C5" w14:textId="23848731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432F3B" w14:textId="6277A866" w:rsidR="00D457D1" w:rsidRDefault="00D457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843336" w14:textId="21AD7683" w:rsidR="00D457D1" w:rsidRDefault="00D457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A8358B" w14:textId="4E1AC094" w:rsidR="00D457D1" w:rsidRDefault="00D457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5AD89C" w14:textId="7F34D99F" w:rsidR="00D457D1" w:rsidRDefault="00D457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8D99D5" w14:textId="3853379A" w:rsidR="00D457D1" w:rsidRDefault="00D457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88E3C3" w14:textId="7D96A15A" w:rsidR="00D457D1" w:rsidRDefault="00D457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B90118" w14:textId="526BB1E3" w:rsidR="00D457D1" w:rsidRDefault="00D457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9425D6" w14:textId="5E64B339" w:rsidR="00D457D1" w:rsidRDefault="00D457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3C78BB" w14:textId="77777777" w:rsidR="00D457D1" w:rsidRDefault="00D457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A7DDDC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F726E6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9C2790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1" w:type="dxa"/>
            <w:vMerge/>
          </w:tcPr>
          <w:p w14:paraId="65A68944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EB7" w:rsidRPr="00F47EB7" w14:paraId="436292E8" w14:textId="77777777" w:rsidTr="00D745AD">
        <w:tc>
          <w:tcPr>
            <w:tcW w:w="9640" w:type="dxa"/>
            <w:gridSpan w:val="2"/>
          </w:tcPr>
          <w:p w14:paraId="597DE6AC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Afval en veiligheid</w:t>
            </w:r>
          </w:p>
          <w:p w14:paraId="4E074660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23AE50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E2F9F1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9B8C50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EB7" w:rsidRPr="00F47EB7" w14:paraId="2C17C878" w14:textId="77777777" w:rsidTr="00D745AD">
        <w:tc>
          <w:tcPr>
            <w:tcW w:w="9640" w:type="dxa"/>
            <w:gridSpan w:val="2"/>
          </w:tcPr>
          <w:p w14:paraId="37AAB0D0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Aantekeningen en opmerkingen</w:t>
            </w:r>
          </w:p>
          <w:p w14:paraId="2A4DEFEF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FA6B89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FC13BA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8D9FD0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38AEDA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98B531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6BE408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E40143" w14:textId="77777777" w:rsidR="00431778" w:rsidRDefault="004317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F1155A2" w14:textId="77777777" w:rsidR="00FE3A5B" w:rsidRDefault="00FE3A5B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498" w:type="dxa"/>
        <w:tblInd w:w="-5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4531"/>
        <w:gridCol w:w="4967"/>
      </w:tblGrid>
      <w:tr w:rsidR="006D52B7" w:rsidRPr="00F47EB7" w14:paraId="3F5F9A9D" w14:textId="77777777" w:rsidTr="00984E0A">
        <w:tc>
          <w:tcPr>
            <w:tcW w:w="9498" w:type="dxa"/>
            <w:gridSpan w:val="2"/>
          </w:tcPr>
          <w:p w14:paraId="60E08D9A" w14:textId="3E86D970" w:rsidR="006D52B7" w:rsidRDefault="00512752" w:rsidP="00F230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Herhaling o</w:t>
            </w:r>
            <w:r w:rsidR="006D52B7" w:rsidRPr="00F47EB7">
              <w:rPr>
                <w:rFonts w:ascii="Arial" w:hAnsi="Arial" w:cs="Arial"/>
                <w:sz w:val="24"/>
                <w:szCs w:val="24"/>
              </w:rPr>
              <w:t>nderzoeksvraag</w:t>
            </w:r>
          </w:p>
          <w:p w14:paraId="21A52E94" w14:textId="77777777" w:rsidR="006D52B7" w:rsidRDefault="006D52B7" w:rsidP="00F230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B46A51" w14:textId="77777777" w:rsidR="006D52B7" w:rsidRPr="00F47EB7" w:rsidRDefault="006D52B7" w:rsidP="00F230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EB7" w14:paraId="7CD53BE1" w14:textId="77777777" w:rsidTr="00984E0A">
        <w:tc>
          <w:tcPr>
            <w:tcW w:w="4531" w:type="dxa"/>
          </w:tcPr>
          <w:p w14:paraId="370F1014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Uitvoering en waarnemingen:</w:t>
            </w:r>
          </w:p>
          <w:p w14:paraId="57E89C24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BAF8DB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E9B2FD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846E0D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7EAFE8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2F202F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F2A128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1D85EE" w14:textId="30D1DA2B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AB737E" w14:textId="357A9ABE" w:rsidR="002620B6" w:rsidRDefault="002620B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8F2924" w14:textId="7E2A13CE" w:rsidR="002620B6" w:rsidRDefault="002620B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46BBD9" w14:textId="47A150F8" w:rsidR="002620B6" w:rsidRDefault="002620B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AC0B78" w14:textId="6D40B81C" w:rsidR="002620B6" w:rsidRDefault="002620B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E3E8E1" w14:textId="5069F05B" w:rsidR="002620B6" w:rsidRDefault="002620B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36AD20" w14:textId="4B9C64D7" w:rsidR="002620B6" w:rsidRDefault="002620B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D55922" w14:textId="18C93CB4" w:rsidR="002620B6" w:rsidRDefault="002620B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2A8693" w14:textId="2979B6A8" w:rsidR="002620B6" w:rsidRDefault="002620B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610B3F" w14:textId="77777777" w:rsidR="002620B6" w:rsidRDefault="002620B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087D21" w14:textId="43B52F95" w:rsidR="00C821B0" w:rsidRDefault="00C82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EF43BE" w14:textId="2E0696FB" w:rsidR="00C821B0" w:rsidRDefault="00C82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DAF58C" w14:textId="77777777" w:rsidR="00C821B0" w:rsidRDefault="00C82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A79B75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03A07D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30A2BD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E029DE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B2F121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7" w:type="dxa"/>
          </w:tcPr>
          <w:p w14:paraId="26D963C5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Relevante tekeningen en/of meetgegevens:</w:t>
            </w:r>
          </w:p>
        </w:tc>
      </w:tr>
      <w:tr w:rsidR="00431778" w14:paraId="443621AB" w14:textId="77777777" w:rsidTr="00984E0A">
        <w:tc>
          <w:tcPr>
            <w:tcW w:w="9498" w:type="dxa"/>
            <w:gridSpan w:val="2"/>
          </w:tcPr>
          <w:p w14:paraId="1B67133D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Conclusie </w:t>
            </w:r>
          </w:p>
          <w:p w14:paraId="5C59BF3C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0A43D9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D9E0FA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98CE7C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45D0" w14:paraId="5602032B" w14:textId="77777777" w:rsidTr="00984E0A">
        <w:tc>
          <w:tcPr>
            <w:tcW w:w="9498" w:type="dxa"/>
            <w:gridSpan w:val="2"/>
          </w:tcPr>
          <w:p w14:paraId="6BB686EB" w14:textId="60E371F5" w:rsidR="005C45D0" w:rsidRDefault="005C45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Betrouwbaarheid conclusie</w:t>
            </w:r>
            <w:r w:rsidR="00F0371B">
              <w:rPr>
                <w:rFonts w:ascii="Arial" w:hAnsi="Arial" w:cs="Arial"/>
                <w:sz w:val="24"/>
                <w:szCs w:val="24"/>
              </w:rPr>
              <w:t xml:space="preserve"> (en nauwkeurigheid)</w:t>
            </w:r>
          </w:p>
          <w:p w14:paraId="5462D17E" w14:textId="77777777" w:rsidR="005C45D0" w:rsidRDefault="005C45D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0BACCE" w14:textId="77777777" w:rsidR="005C45D0" w:rsidRDefault="005C45D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F15977" w14:textId="77777777" w:rsidR="005C45D0" w:rsidRDefault="005C45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1778" w14:paraId="2CA5BE2C" w14:textId="77777777" w:rsidTr="00984E0A">
        <w:tc>
          <w:tcPr>
            <w:tcW w:w="9498" w:type="dxa"/>
            <w:gridSpan w:val="2"/>
          </w:tcPr>
          <w:p w14:paraId="264079C4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Aanbevelingen voor verbetering:</w:t>
            </w:r>
          </w:p>
          <w:p w14:paraId="128C1252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A79D85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52C6F8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A7CECA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B50C26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9FF5CD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1778" w14:paraId="56A41214" w14:textId="77777777" w:rsidTr="00984E0A">
        <w:tc>
          <w:tcPr>
            <w:tcW w:w="9498" w:type="dxa"/>
            <w:gridSpan w:val="2"/>
          </w:tcPr>
          <w:p w14:paraId="6D7D6BD5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naar aanleiding van dit onderzoek:</w:t>
            </w:r>
          </w:p>
          <w:p w14:paraId="7F9EC003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393A30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7A0A19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E21F92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E2109D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E84BAF" w14:textId="77777777" w:rsidR="00F47EB7" w:rsidRPr="00F47EB7" w:rsidRDefault="00F47EB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47EB7" w:rsidRPr="00F47EB7" w:rsidSect="00D745AD">
      <w:pgSz w:w="11906" w:h="16838"/>
      <w:pgMar w:top="851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16D81"/>
    <w:multiLevelType w:val="hybridMultilevel"/>
    <w:tmpl w:val="A4D86562"/>
    <w:lvl w:ilvl="0" w:tplc="D0CA6E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3152A"/>
    <w:multiLevelType w:val="hybridMultilevel"/>
    <w:tmpl w:val="30B29B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86436"/>
    <w:multiLevelType w:val="hybridMultilevel"/>
    <w:tmpl w:val="62E45C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B7"/>
    <w:rsid w:val="000057BB"/>
    <w:rsid w:val="002620B6"/>
    <w:rsid w:val="00431778"/>
    <w:rsid w:val="00512752"/>
    <w:rsid w:val="00520667"/>
    <w:rsid w:val="005C45D0"/>
    <w:rsid w:val="006D52B7"/>
    <w:rsid w:val="00960DAE"/>
    <w:rsid w:val="00984E0A"/>
    <w:rsid w:val="00C821B0"/>
    <w:rsid w:val="00D457D1"/>
    <w:rsid w:val="00D745AD"/>
    <w:rsid w:val="00E01EF8"/>
    <w:rsid w:val="00F0371B"/>
    <w:rsid w:val="00F47EB7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6165"/>
  <w15:chartTrackingRefBased/>
  <w15:docId w15:val="{24F8C554-409D-421A-BCBF-DA71BCD1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4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47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28978169BA2A40B3EDBD2AB239FC6D" ma:contentTypeVersion="15" ma:contentTypeDescription="Een nieuw document maken." ma:contentTypeScope="" ma:versionID="f4587e21e1cfebd2ebdfa8f2430b6811">
  <xsd:schema xmlns:xsd="http://www.w3.org/2001/XMLSchema" xmlns:xs="http://www.w3.org/2001/XMLSchema" xmlns:p="http://schemas.microsoft.com/office/2006/metadata/properties" xmlns:ns3="a7d6eea0-3667-43a7-ae69-969f0801abba" xmlns:ns4="1e3e65fe-e930-4ae3-89d1-83cfef6b1ee8" targetNamespace="http://schemas.microsoft.com/office/2006/metadata/properties" ma:root="true" ma:fieldsID="d97fef55e81cb731b3f9c01556cdb0c4" ns3:_="" ns4:_="">
    <xsd:import namespace="a7d6eea0-3667-43a7-ae69-969f0801abba"/>
    <xsd:import namespace="1e3e65fe-e930-4ae3-89d1-83cfef6b1ee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6eea0-3667-43a7-ae69-969f0801ab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e65fe-e930-4ae3-89d1-83cfef6b1e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8F836F-7932-4B47-831E-6394A735A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d6eea0-3667-43a7-ae69-969f0801abba"/>
    <ds:schemaRef ds:uri="1e3e65fe-e930-4ae3-89d1-83cfef6b1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078961-38D9-43C8-A1F8-B05CC527D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D7259E-89C1-45CB-B67F-3C690ACA3799}">
  <ds:schemaRefs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1e3e65fe-e930-4ae3-89d1-83cfef6b1ee8"/>
    <ds:schemaRef ds:uri="a7d6eea0-3667-43a7-ae69-969f0801a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Harriët van den</dc:creator>
  <cp:keywords/>
  <dc:description/>
  <cp:lastModifiedBy>Berg, Harriët van den</cp:lastModifiedBy>
  <cp:revision>4</cp:revision>
  <dcterms:created xsi:type="dcterms:W3CDTF">2020-06-28T12:37:00Z</dcterms:created>
  <dcterms:modified xsi:type="dcterms:W3CDTF">2020-06-28T12:38:00Z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0x0101002328978169BA2A40B3EDBD2AB239FC6D</vt:lpwstr>
  </property>
</Properties>
</file>