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1894653026"/>
        <w:docPartObj>
          <w:docPartGallery w:val="Cover Pages"/>
          <w:docPartUnique/>
        </w:docPartObj>
      </w:sdtPr>
      <w:sdtEndPr/>
      <w:sdtContent>
        <w:p w:rsidR="002569C6" w:rsidRDefault="002569C6" w:rsidP="002569C6">
          <w:r w:rsidRPr="00A60AA5">
            <w:rPr>
              <w:rFonts w:cstheme="minorHAnsi"/>
              <w:b/>
              <w:noProof/>
              <w:color w:val="ED7D31" w:themeColor="accent2"/>
              <w:spacing w:val="60"/>
              <w:sz w:val="96"/>
              <w:lang w:eastAsia="nl-NL"/>
            </w:rPr>
            <w:drawing>
              <wp:anchor distT="0" distB="0" distL="114300" distR="114300" simplePos="0" relativeHeight="251660288" behindDoc="0" locked="0" layoutInCell="1" allowOverlap="1" wp14:anchorId="5FB044E1" wp14:editId="084F57F0">
                <wp:simplePos x="0" y="0"/>
                <wp:positionH relativeFrom="margin">
                  <wp:posOffset>2062480</wp:posOffset>
                </wp:positionH>
                <wp:positionV relativeFrom="paragraph">
                  <wp:posOffset>-4445</wp:posOffset>
                </wp:positionV>
                <wp:extent cx="2657515" cy="828675"/>
                <wp:effectExtent l="0" t="0" r="9525" b="0"/>
                <wp:wrapNone/>
                <wp:docPr id="2"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57515" cy="8286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nl-NL"/>
            </w:rPr>
            <mc:AlternateContent>
              <mc:Choice Requires="wps">
                <w:drawing>
                  <wp:anchor distT="0" distB="0" distL="114300" distR="114300" simplePos="0" relativeHeight="251659264" behindDoc="0" locked="0" layoutInCell="1" allowOverlap="1" wp14:anchorId="66ED50C0" wp14:editId="393FC94A">
                    <wp:simplePos x="0" y="0"/>
                    <wp:positionH relativeFrom="page">
                      <wp:align>center</wp:align>
                    </wp:positionH>
                    <wp:positionV relativeFrom="page">
                      <wp:align>center</wp:align>
                    </wp:positionV>
                    <wp:extent cx="1712890" cy="3840480"/>
                    <wp:effectExtent l="0" t="0" r="1270" b="0"/>
                    <wp:wrapNone/>
                    <wp:docPr id="138" name="Tekstvak 138"/>
                    <wp:cNvGraphicFramePr/>
                    <a:graphic xmlns:a="http://schemas.openxmlformats.org/drawingml/2006/main">
                      <a:graphicData uri="http://schemas.microsoft.com/office/word/2010/wordprocessingShape">
                        <wps:wsp>
                          <wps:cNvSpPr txBox="1"/>
                          <wps:spPr>
                            <a:xfrm>
                              <a:off x="0" y="0"/>
                              <a:ext cx="1712890" cy="38404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5000"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6420"/>
                                  <w:gridCol w:w="4772"/>
                                </w:tblGrid>
                                <w:tr w:rsidR="002569C6">
                                  <w:trPr>
                                    <w:jc w:val="center"/>
                                  </w:trPr>
                                  <w:tc>
                                    <w:tcPr>
                                      <w:tcW w:w="2568" w:type="pct"/>
                                      <w:vAlign w:val="center"/>
                                    </w:tcPr>
                                    <w:p w:rsidR="002569C6" w:rsidRDefault="002569C6">
                                      <w:pPr>
                                        <w:jc w:val="right"/>
                                      </w:pPr>
                                      <w:r w:rsidRPr="00C756D8">
                                        <w:rPr>
                                          <w:noProof/>
                                          <w:color w:val="0000FF"/>
                                          <w:lang w:eastAsia="nl-NL"/>
                                        </w:rPr>
                                        <w:drawing>
                                          <wp:inline distT="0" distB="0" distL="0" distR="0" wp14:anchorId="7E2736E4" wp14:editId="4171D29F">
                                            <wp:extent cx="3619500" cy="3619500"/>
                                            <wp:effectExtent l="0" t="0" r="0" b="0"/>
                                            <wp:docPr id="1" name="Afbeelding 1" descr="Afbeeldingsresultaat voor Take care modul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Take care modul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19500" cy="3619500"/>
                                                    </a:xfrm>
                                                    <a:prstGeom prst="rect">
                                                      <a:avLst/>
                                                    </a:prstGeom>
                                                    <a:noFill/>
                                                    <a:ln>
                                                      <a:noFill/>
                                                    </a:ln>
                                                  </pic:spPr>
                                                </pic:pic>
                                              </a:graphicData>
                                            </a:graphic>
                                          </wp:inline>
                                        </w:drawing>
                                      </w:r>
                                    </w:p>
                                    <w:sdt>
                                      <w:sdtPr>
                                        <w:rPr>
                                          <w:caps/>
                                          <w:color w:val="2F5496" w:themeColor="accent5" w:themeShade="BF"/>
                                          <w:sz w:val="96"/>
                                          <w:szCs w:val="72"/>
                                        </w:rPr>
                                        <w:alias w:val="Titel"/>
                                        <w:tag w:val=""/>
                                        <w:id w:val="-438379639"/>
                                        <w:dataBinding w:prefixMappings="xmlns:ns0='http://purl.org/dc/elements/1.1/' xmlns:ns1='http://schemas.openxmlformats.org/package/2006/metadata/core-properties' " w:xpath="/ns1:coreProperties[1]/ns0:title[1]" w:storeItemID="{6C3C8BC8-F283-45AE-878A-BAB7291924A1}"/>
                                        <w:text/>
                                      </w:sdtPr>
                                      <w:sdtEndPr/>
                                      <w:sdtContent>
                                        <w:p w:rsidR="002569C6" w:rsidRPr="00DC622E" w:rsidRDefault="002569C6">
                                          <w:pPr>
                                            <w:pStyle w:val="Geenafstand"/>
                                            <w:spacing w:line="312" w:lineRule="auto"/>
                                            <w:jc w:val="right"/>
                                            <w:rPr>
                                              <w:caps/>
                                              <w:color w:val="2F5496" w:themeColor="accent5" w:themeShade="BF"/>
                                              <w:sz w:val="96"/>
                                              <w:szCs w:val="72"/>
                                            </w:rPr>
                                          </w:pPr>
                                          <w:r>
                                            <w:rPr>
                                              <w:caps/>
                                              <w:color w:val="2F5496" w:themeColor="accent5" w:themeShade="BF"/>
                                              <w:sz w:val="96"/>
                                              <w:szCs w:val="72"/>
                                            </w:rPr>
                                            <w:t>STUDIEWIJZER</w:t>
                                          </w:r>
                                        </w:p>
                                      </w:sdtContent>
                                    </w:sdt>
                                    <w:sdt>
                                      <w:sdtPr>
                                        <w:rPr>
                                          <w:b/>
                                          <w:color w:val="C00000"/>
                                          <w:sz w:val="44"/>
                                          <w:szCs w:val="24"/>
                                        </w:rPr>
                                        <w:alias w:val="Ondertitel"/>
                                        <w:tag w:val=""/>
                                        <w:id w:val="1354072561"/>
                                        <w:dataBinding w:prefixMappings="xmlns:ns0='http://purl.org/dc/elements/1.1/' xmlns:ns1='http://schemas.openxmlformats.org/package/2006/metadata/core-properties' " w:xpath="/ns1:coreProperties[1]/ns0:subject[1]" w:storeItemID="{6C3C8BC8-F283-45AE-878A-BAB7291924A1}"/>
                                        <w:text/>
                                      </w:sdtPr>
                                      <w:sdtEndPr/>
                                      <w:sdtContent>
                                        <w:p w:rsidR="002569C6" w:rsidRDefault="00241EEA" w:rsidP="002569C6">
                                          <w:pPr>
                                            <w:jc w:val="right"/>
                                            <w:rPr>
                                              <w:sz w:val="24"/>
                                              <w:szCs w:val="24"/>
                                            </w:rPr>
                                          </w:pPr>
                                          <w:r>
                                            <w:rPr>
                                              <w:b/>
                                              <w:color w:val="C00000"/>
                                              <w:sz w:val="44"/>
                                              <w:szCs w:val="24"/>
                                            </w:rPr>
                                            <w:t>MODULE 8</w:t>
                                          </w:r>
                                        </w:p>
                                      </w:sdtContent>
                                    </w:sdt>
                                  </w:tc>
                                  <w:tc>
                                    <w:tcPr>
                                      <w:tcW w:w="2432" w:type="pct"/>
                                      <w:vAlign w:val="center"/>
                                    </w:tcPr>
                                    <w:sdt>
                                      <w:sdtPr>
                                        <w:rPr>
                                          <w:b/>
                                          <w:color w:val="C00000"/>
                                          <w:sz w:val="28"/>
                                        </w:rPr>
                                        <w:alias w:val="Samenvatting"/>
                                        <w:tag w:val=""/>
                                        <w:id w:val="-2036181933"/>
                                        <w:dataBinding w:prefixMappings="xmlns:ns0='http://schemas.microsoft.com/office/2006/coverPageProps' " w:xpath="/ns0:CoverPageProperties[1]/ns0:Abstract[1]" w:storeItemID="{55AF091B-3C7A-41E3-B477-F2FDAA23CFDA}"/>
                                        <w:text/>
                                      </w:sdtPr>
                                      <w:sdtEndPr>
                                        <w:rPr>
                                          <w:b w:val="0"/>
                                          <w:color w:val="000000" w:themeColor="text1"/>
                                        </w:rPr>
                                      </w:sdtEndPr>
                                      <w:sdtContent>
                                        <w:p w:rsidR="002569C6" w:rsidRPr="00DC622E" w:rsidRDefault="00241EEA">
                                          <w:pPr>
                                            <w:rPr>
                                              <w:color w:val="000000" w:themeColor="text1"/>
                                              <w:sz w:val="28"/>
                                            </w:rPr>
                                          </w:pPr>
                                          <w:r>
                                            <w:rPr>
                                              <w:b/>
                                              <w:color w:val="C00000"/>
                                              <w:sz w:val="28"/>
                                            </w:rPr>
                                            <w:t>MzVz</w:t>
                                          </w:r>
                                          <w:r w:rsidR="002569C6">
                                            <w:rPr>
                                              <w:b/>
                                              <w:color w:val="C00000"/>
                                              <w:sz w:val="28"/>
                                            </w:rPr>
                                            <w:t xml:space="preserve"> PERIODE </w:t>
                                          </w:r>
                                          <w:r>
                                            <w:rPr>
                                              <w:b/>
                                              <w:color w:val="C00000"/>
                                              <w:sz w:val="28"/>
                                            </w:rPr>
                                            <w:t>7</w:t>
                                          </w:r>
                                        </w:p>
                                      </w:sdtContent>
                                    </w:sdt>
                                    <w:sdt>
                                      <w:sdtPr>
                                        <w:rPr>
                                          <w:color w:val="2F5496" w:themeColor="accent5" w:themeShade="BF"/>
                                          <w:sz w:val="26"/>
                                          <w:szCs w:val="26"/>
                                        </w:rPr>
                                        <w:alias w:val="Auteur"/>
                                        <w:tag w:val=""/>
                                        <w:id w:val="-279026076"/>
                                        <w:dataBinding w:prefixMappings="xmlns:ns0='http://purl.org/dc/elements/1.1/' xmlns:ns1='http://schemas.openxmlformats.org/package/2006/metadata/core-properties' " w:xpath="/ns1:coreProperties[1]/ns0:creator[1]" w:storeItemID="{6C3C8BC8-F283-45AE-878A-BAB7291924A1}"/>
                                        <w:text/>
                                      </w:sdtPr>
                                      <w:sdtEndPr/>
                                      <w:sdtContent>
                                        <w:p w:rsidR="002569C6" w:rsidRPr="00DC622E" w:rsidRDefault="00241EEA">
                                          <w:pPr>
                                            <w:pStyle w:val="Geenafstand"/>
                                            <w:rPr>
                                              <w:color w:val="2F5496" w:themeColor="accent5" w:themeShade="BF"/>
                                              <w:sz w:val="26"/>
                                              <w:szCs w:val="26"/>
                                            </w:rPr>
                                          </w:pPr>
                                          <w:r>
                                            <w:rPr>
                                              <w:color w:val="2F5496" w:themeColor="accent5" w:themeShade="BF"/>
                                              <w:sz w:val="26"/>
                                              <w:szCs w:val="26"/>
                                            </w:rPr>
                                            <w:t>Petra Buist - Bijma</w:t>
                                          </w:r>
                                        </w:p>
                                      </w:sdtContent>
                                    </w:sdt>
                                    <w:p w:rsidR="002569C6" w:rsidRDefault="00241EEA" w:rsidP="006827A5">
                                      <w:pPr>
                                        <w:pStyle w:val="Geenafstand"/>
                                      </w:pPr>
                                      <w:sdt>
                                        <w:sdtPr>
                                          <w:rPr>
                                            <w:color w:val="44546A" w:themeColor="text2"/>
                                          </w:rPr>
                                          <w:alias w:val="Cursus"/>
                                          <w:tag w:val="Cursus"/>
                                          <w:id w:val="-710501431"/>
                                          <w:showingPlcHdr/>
                                          <w:dataBinding w:prefixMappings="xmlns:ns0='http://purl.org/dc/elements/1.1/' xmlns:ns1='http://schemas.openxmlformats.org/package/2006/metadata/core-properties' " w:xpath="/ns1:coreProperties[1]/ns1:category[1]" w:storeItemID="{6C3C8BC8-F283-45AE-878A-BAB7291924A1}"/>
                                          <w:text/>
                                        </w:sdtPr>
                                        <w:sdtEndPr/>
                                        <w:sdtContent>
                                          <w:r w:rsidR="002569C6">
                                            <w:rPr>
                                              <w:color w:val="44546A" w:themeColor="text2"/>
                                            </w:rPr>
                                            <w:t xml:space="preserve">     </w:t>
                                          </w:r>
                                        </w:sdtContent>
                                      </w:sdt>
                                    </w:p>
                                  </w:tc>
                                </w:tr>
                              </w:tbl>
                              <w:p w:rsidR="002569C6" w:rsidRDefault="002569C6" w:rsidP="002569C6"/>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type w14:anchorId="66ED50C0" id="_x0000_t202" coordsize="21600,21600" o:spt="202" path="m,l,21600r21600,l21600,xe">
                    <v:stroke joinstyle="miter"/>
                    <v:path gradientshapeok="t" o:connecttype="rect"/>
                  </v:shapetype>
                  <v:shape id="Tekstvak 138" o:spid="_x0000_s1026" type="#_x0000_t202" style="position:absolute;margin-left:0;margin-top:0;width:134.85pt;height:302.4pt;z-index:251659264;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" fillcolor="white [3201]" stroked="f" strokeweight=".5pt">
                    <v:textbox inset="0,0,0,0">
                      <w:txbxContent>
                        <w:tbl>
                          <w:tblPr>
                            <w:tblW w:w="5000"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6420"/>
                            <w:gridCol w:w="4772"/>
                          </w:tblGrid>
                          <w:tr w:rsidR="002569C6">
                            <w:trPr>
                              <w:jc w:val="center"/>
                            </w:trPr>
                            <w:tc>
                              <w:tcPr>
                                <w:tcW w:w="2568" w:type="pct"/>
                                <w:vAlign w:val="center"/>
                              </w:tcPr>
                              <w:p w:rsidR="002569C6" w:rsidRDefault="002569C6">
                                <w:pPr>
                                  <w:jc w:val="right"/>
                                </w:pPr>
                                <w:r w:rsidRPr="00C756D8">
                                  <w:rPr>
                                    <w:noProof/>
                                    <w:color w:val="0000FF"/>
                                    <w:lang w:eastAsia="nl-NL"/>
                                  </w:rPr>
                                  <w:drawing>
                                    <wp:inline distT="0" distB="0" distL="0" distR="0" wp14:anchorId="7E2736E4" wp14:editId="4171D29F">
                                      <wp:extent cx="3619500" cy="3619500"/>
                                      <wp:effectExtent l="0" t="0" r="0" b="0"/>
                                      <wp:docPr id="1" name="Afbeelding 1" descr="Afbeeldingsresultaat voor Take care modul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Take care modul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19500" cy="3619500"/>
                                              </a:xfrm>
                                              <a:prstGeom prst="rect">
                                                <a:avLst/>
                                              </a:prstGeom>
                                              <a:noFill/>
                                              <a:ln>
                                                <a:noFill/>
                                              </a:ln>
                                            </pic:spPr>
                                          </pic:pic>
                                        </a:graphicData>
                                      </a:graphic>
                                    </wp:inline>
                                  </w:drawing>
                                </w:r>
                              </w:p>
                              <w:sdt>
                                <w:sdtPr>
                                  <w:rPr>
                                    <w:caps/>
                                    <w:color w:val="2F5496" w:themeColor="accent5" w:themeShade="BF"/>
                                    <w:sz w:val="96"/>
                                    <w:szCs w:val="72"/>
                                  </w:rPr>
                                  <w:alias w:val="Titel"/>
                                  <w:tag w:val=""/>
                                  <w:id w:val="-438379639"/>
                                  <w:dataBinding w:prefixMappings="xmlns:ns0='http://purl.org/dc/elements/1.1/' xmlns:ns1='http://schemas.openxmlformats.org/package/2006/metadata/core-properties' " w:xpath="/ns1:coreProperties[1]/ns0:title[1]" w:storeItemID="{6C3C8BC8-F283-45AE-878A-BAB7291924A1}"/>
                                  <w:text/>
                                </w:sdtPr>
                                <w:sdtEndPr/>
                                <w:sdtContent>
                                  <w:p w:rsidR="002569C6" w:rsidRPr="00DC622E" w:rsidRDefault="002569C6">
                                    <w:pPr>
                                      <w:pStyle w:val="Geenafstand"/>
                                      <w:spacing w:line="312" w:lineRule="auto"/>
                                      <w:jc w:val="right"/>
                                      <w:rPr>
                                        <w:caps/>
                                        <w:color w:val="2F5496" w:themeColor="accent5" w:themeShade="BF"/>
                                        <w:sz w:val="96"/>
                                        <w:szCs w:val="72"/>
                                      </w:rPr>
                                    </w:pPr>
                                    <w:r>
                                      <w:rPr>
                                        <w:caps/>
                                        <w:color w:val="2F5496" w:themeColor="accent5" w:themeShade="BF"/>
                                        <w:sz w:val="96"/>
                                        <w:szCs w:val="72"/>
                                      </w:rPr>
                                      <w:t>STUDIEWIJZER</w:t>
                                    </w:r>
                                  </w:p>
                                </w:sdtContent>
                              </w:sdt>
                              <w:sdt>
                                <w:sdtPr>
                                  <w:rPr>
                                    <w:b/>
                                    <w:color w:val="C00000"/>
                                    <w:sz w:val="44"/>
                                    <w:szCs w:val="24"/>
                                  </w:rPr>
                                  <w:alias w:val="Ondertitel"/>
                                  <w:tag w:val=""/>
                                  <w:id w:val="1354072561"/>
                                  <w:dataBinding w:prefixMappings="xmlns:ns0='http://purl.org/dc/elements/1.1/' xmlns:ns1='http://schemas.openxmlformats.org/package/2006/metadata/core-properties' " w:xpath="/ns1:coreProperties[1]/ns0:subject[1]" w:storeItemID="{6C3C8BC8-F283-45AE-878A-BAB7291924A1}"/>
                                  <w:text/>
                                </w:sdtPr>
                                <w:sdtEndPr/>
                                <w:sdtContent>
                                  <w:p w:rsidR="002569C6" w:rsidRDefault="00241EEA" w:rsidP="002569C6">
                                    <w:pPr>
                                      <w:jc w:val="right"/>
                                      <w:rPr>
                                        <w:sz w:val="24"/>
                                        <w:szCs w:val="24"/>
                                      </w:rPr>
                                    </w:pPr>
                                    <w:r>
                                      <w:rPr>
                                        <w:b/>
                                        <w:color w:val="C00000"/>
                                        <w:sz w:val="44"/>
                                        <w:szCs w:val="24"/>
                                      </w:rPr>
                                      <w:t>MODULE 8</w:t>
                                    </w:r>
                                  </w:p>
                                </w:sdtContent>
                              </w:sdt>
                            </w:tc>
                            <w:tc>
                              <w:tcPr>
                                <w:tcW w:w="2432" w:type="pct"/>
                                <w:vAlign w:val="center"/>
                              </w:tcPr>
                              <w:sdt>
                                <w:sdtPr>
                                  <w:rPr>
                                    <w:b/>
                                    <w:color w:val="C00000"/>
                                    <w:sz w:val="28"/>
                                  </w:rPr>
                                  <w:alias w:val="Samenvatting"/>
                                  <w:tag w:val=""/>
                                  <w:id w:val="-2036181933"/>
                                  <w:dataBinding w:prefixMappings="xmlns:ns0='http://schemas.microsoft.com/office/2006/coverPageProps' " w:xpath="/ns0:CoverPageProperties[1]/ns0:Abstract[1]" w:storeItemID="{55AF091B-3C7A-41E3-B477-F2FDAA23CFDA}"/>
                                  <w:text/>
                                </w:sdtPr>
                                <w:sdtEndPr>
                                  <w:rPr>
                                    <w:b w:val="0"/>
                                    <w:color w:val="000000" w:themeColor="text1"/>
                                  </w:rPr>
                                </w:sdtEndPr>
                                <w:sdtContent>
                                  <w:p w:rsidR="002569C6" w:rsidRPr="00DC622E" w:rsidRDefault="00241EEA">
                                    <w:pPr>
                                      <w:rPr>
                                        <w:color w:val="000000" w:themeColor="text1"/>
                                        <w:sz w:val="28"/>
                                      </w:rPr>
                                    </w:pPr>
                                    <w:r>
                                      <w:rPr>
                                        <w:b/>
                                        <w:color w:val="C00000"/>
                                        <w:sz w:val="28"/>
                                      </w:rPr>
                                      <w:t>MzVz</w:t>
                                    </w:r>
                                    <w:r w:rsidR="002569C6">
                                      <w:rPr>
                                        <w:b/>
                                        <w:color w:val="C00000"/>
                                        <w:sz w:val="28"/>
                                      </w:rPr>
                                      <w:t xml:space="preserve"> PERIODE </w:t>
                                    </w:r>
                                    <w:r>
                                      <w:rPr>
                                        <w:b/>
                                        <w:color w:val="C00000"/>
                                        <w:sz w:val="28"/>
                                      </w:rPr>
                                      <w:t>7</w:t>
                                    </w:r>
                                  </w:p>
                                </w:sdtContent>
                              </w:sdt>
                              <w:sdt>
                                <w:sdtPr>
                                  <w:rPr>
                                    <w:color w:val="2F5496" w:themeColor="accent5" w:themeShade="BF"/>
                                    <w:sz w:val="26"/>
                                    <w:szCs w:val="26"/>
                                  </w:rPr>
                                  <w:alias w:val="Auteur"/>
                                  <w:tag w:val=""/>
                                  <w:id w:val="-279026076"/>
                                  <w:dataBinding w:prefixMappings="xmlns:ns0='http://purl.org/dc/elements/1.1/' xmlns:ns1='http://schemas.openxmlformats.org/package/2006/metadata/core-properties' " w:xpath="/ns1:coreProperties[1]/ns0:creator[1]" w:storeItemID="{6C3C8BC8-F283-45AE-878A-BAB7291924A1}"/>
                                  <w:text/>
                                </w:sdtPr>
                                <w:sdtEndPr/>
                                <w:sdtContent>
                                  <w:p w:rsidR="002569C6" w:rsidRPr="00DC622E" w:rsidRDefault="00241EEA">
                                    <w:pPr>
                                      <w:pStyle w:val="Geenafstand"/>
                                      <w:rPr>
                                        <w:color w:val="2F5496" w:themeColor="accent5" w:themeShade="BF"/>
                                        <w:sz w:val="26"/>
                                        <w:szCs w:val="26"/>
                                      </w:rPr>
                                    </w:pPr>
                                    <w:r>
                                      <w:rPr>
                                        <w:color w:val="2F5496" w:themeColor="accent5" w:themeShade="BF"/>
                                        <w:sz w:val="26"/>
                                        <w:szCs w:val="26"/>
                                      </w:rPr>
                                      <w:t>Petra Buist - Bijma</w:t>
                                    </w:r>
                                  </w:p>
                                </w:sdtContent>
                              </w:sdt>
                              <w:p w:rsidR="002569C6" w:rsidRDefault="00241EEA" w:rsidP="006827A5">
                                <w:pPr>
                                  <w:pStyle w:val="Geenafstand"/>
                                </w:pPr>
                                <w:sdt>
                                  <w:sdtPr>
                                    <w:rPr>
                                      <w:color w:val="44546A" w:themeColor="text2"/>
                                    </w:rPr>
                                    <w:alias w:val="Cursus"/>
                                    <w:tag w:val="Cursus"/>
                                    <w:id w:val="-710501431"/>
                                    <w:showingPlcHdr/>
                                    <w:dataBinding w:prefixMappings="xmlns:ns0='http://purl.org/dc/elements/1.1/' xmlns:ns1='http://schemas.openxmlformats.org/package/2006/metadata/core-properties' " w:xpath="/ns1:coreProperties[1]/ns1:category[1]" w:storeItemID="{6C3C8BC8-F283-45AE-878A-BAB7291924A1}"/>
                                    <w:text/>
                                  </w:sdtPr>
                                  <w:sdtEndPr/>
                                  <w:sdtContent>
                                    <w:r w:rsidR="002569C6">
                                      <w:rPr>
                                        <w:color w:val="44546A" w:themeColor="text2"/>
                                      </w:rPr>
                                      <w:t xml:space="preserve">     </w:t>
                                    </w:r>
                                  </w:sdtContent>
                                </w:sdt>
                              </w:p>
                            </w:tc>
                          </w:tr>
                        </w:tbl>
                        <w:p w:rsidR="002569C6" w:rsidRDefault="002569C6" w:rsidP="002569C6"/>
                      </w:txbxContent>
                    </v:textbox>
                    <w10:wrap anchorx="page" anchory="page"/>
                  </v:shape>
                </w:pict>
              </mc:Fallback>
            </mc:AlternateContent>
          </w:r>
          <w:r>
            <w:br w:type="page"/>
          </w:r>
        </w:p>
      </w:sdtContent>
    </w:sdt>
    <w:p w:rsidR="002569C6" w:rsidRPr="005E243A" w:rsidRDefault="00241EEA" w:rsidP="002569C6">
      <w:pPr>
        <w:pStyle w:val="Kop1"/>
        <w:rPr>
          <w:b/>
        </w:rPr>
      </w:pPr>
      <w:r>
        <w:rPr>
          <w:b/>
        </w:rPr>
        <w:lastRenderedPageBreak/>
        <w:t>Module 8</w:t>
      </w:r>
    </w:p>
    <w:p w:rsidR="002569C6" w:rsidRDefault="00241EEA" w:rsidP="002569C6">
      <w:pPr>
        <w:rPr>
          <w:i/>
        </w:rPr>
      </w:pPr>
      <w:r>
        <w:rPr>
          <w:i/>
        </w:rPr>
        <w:t>Deze module gaat over de zorg die je als kraamverzorgende gaat leveren. Je leert hoe je als kraamverzorgende zorg en ondersteuning kunt bieden aan de kraamvrouw, de pasgeborene en het gezin tijdens de prenatale, natale en postnatale fase.</w:t>
      </w:r>
    </w:p>
    <w:p w:rsidR="002569C6" w:rsidRPr="005E243A" w:rsidRDefault="002569C6" w:rsidP="002569C6">
      <w:pPr>
        <w:pStyle w:val="Kop1"/>
        <w:rPr>
          <w:b/>
        </w:rPr>
      </w:pPr>
      <w:r w:rsidRPr="005E243A">
        <w:rPr>
          <w:b/>
        </w:rPr>
        <w:t>Benodigdheden tijdens vak</w:t>
      </w:r>
    </w:p>
    <w:p w:rsidR="002569C6" w:rsidRDefault="002569C6" w:rsidP="002569C6">
      <w:pPr>
        <w:rPr>
          <w:i/>
        </w:rPr>
      </w:pPr>
      <w:r>
        <w:rPr>
          <w:i/>
        </w:rPr>
        <w:t xml:space="preserve">Bij module </w:t>
      </w:r>
      <w:r w:rsidR="00241EEA">
        <w:rPr>
          <w:i/>
        </w:rPr>
        <w:t>8</w:t>
      </w:r>
      <w:r w:rsidRPr="00E56680">
        <w:rPr>
          <w:i/>
        </w:rPr>
        <w:t xml:space="preserve"> wordt </w:t>
      </w:r>
      <w:r>
        <w:rPr>
          <w:i/>
        </w:rPr>
        <w:t>er gebruik gemaakt van boeken van de methode Take Care,  uitgegeven door Malmberg</w:t>
      </w:r>
      <w:r w:rsidRPr="00E56680">
        <w:rPr>
          <w:i/>
        </w:rPr>
        <w:t>.</w:t>
      </w:r>
      <w:r>
        <w:rPr>
          <w:i/>
        </w:rPr>
        <w:t xml:space="preserve"> Benodigdheden zijn het theorieboek en het opdrachtenboek. </w:t>
      </w:r>
      <w:r>
        <w:rPr>
          <w:i/>
        </w:rPr>
        <w:br/>
        <w:t>Zorg dat je deze boeken elke les bij je hebt.</w:t>
      </w:r>
      <w:r w:rsidRPr="00E56680">
        <w:rPr>
          <w:i/>
        </w:rPr>
        <w:t xml:space="preserve"> </w:t>
      </w:r>
      <w:r>
        <w:rPr>
          <w:i/>
        </w:rPr>
        <w:t xml:space="preserve">Ook wordt er gebruik gemaakt van de online methode van Take Care. </w:t>
      </w:r>
    </w:p>
    <w:p w:rsidR="00241EEA" w:rsidRDefault="00241EEA" w:rsidP="002569C6">
      <w:pPr>
        <w:rPr>
          <w:i/>
        </w:rPr>
      </w:pPr>
      <w:r>
        <w:rPr>
          <w:i/>
        </w:rPr>
        <w:t>Verder zijn er voor dit vak ook praktijklessen ingepland. Hiervoor heb je je uniform jasje wekelijks nodig.</w:t>
      </w:r>
    </w:p>
    <w:p w:rsidR="002569C6" w:rsidRPr="005E243A" w:rsidRDefault="002569C6" w:rsidP="002569C6">
      <w:pPr>
        <w:pStyle w:val="Kop1"/>
        <w:rPr>
          <w:b/>
        </w:rPr>
      </w:pPr>
      <w:r w:rsidRPr="005E243A">
        <w:rPr>
          <w:b/>
        </w:rPr>
        <w:t>Doelen</w:t>
      </w:r>
    </w:p>
    <w:p w:rsidR="002569C6" w:rsidRDefault="002569C6" w:rsidP="002569C6">
      <w:pPr>
        <w:rPr>
          <w:i/>
        </w:rPr>
      </w:pPr>
      <w:r w:rsidRPr="00E56680">
        <w:rPr>
          <w:i/>
        </w:rPr>
        <w:t>Tijdens deze periode zal er aan de volgende doelen gewerkt worden:</w:t>
      </w:r>
    </w:p>
    <w:p w:rsidR="002569C6" w:rsidRDefault="00241EEA" w:rsidP="002569C6">
      <w:pPr>
        <w:pStyle w:val="Lijstalinea"/>
        <w:numPr>
          <w:ilvl w:val="0"/>
          <w:numId w:val="1"/>
        </w:numPr>
        <w:rPr>
          <w:i/>
        </w:rPr>
      </w:pPr>
      <w:r>
        <w:rPr>
          <w:i/>
        </w:rPr>
        <w:t>Kennis over de zwangere, barende en pasgeborene</w:t>
      </w:r>
    </w:p>
    <w:p w:rsidR="004376BC" w:rsidRDefault="004376BC" w:rsidP="002569C6">
      <w:pPr>
        <w:pStyle w:val="Lijstalinea"/>
        <w:numPr>
          <w:ilvl w:val="0"/>
          <w:numId w:val="1"/>
        </w:numPr>
        <w:rPr>
          <w:i/>
        </w:rPr>
      </w:pPr>
      <w:r>
        <w:rPr>
          <w:i/>
        </w:rPr>
        <w:t>Je weet hoe je instru</w:t>
      </w:r>
      <w:r w:rsidR="00241EEA">
        <w:rPr>
          <w:i/>
        </w:rPr>
        <w:t>cties kunt geven aan de zorgvrager</w:t>
      </w:r>
    </w:p>
    <w:p w:rsidR="004376BC" w:rsidRDefault="00241EEA" w:rsidP="002569C6">
      <w:pPr>
        <w:pStyle w:val="Lijstalinea"/>
        <w:numPr>
          <w:ilvl w:val="0"/>
          <w:numId w:val="1"/>
        </w:numPr>
        <w:rPr>
          <w:i/>
        </w:rPr>
      </w:pPr>
      <w:r>
        <w:rPr>
          <w:i/>
        </w:rPr>
        <w:t xml:space="preserve">Je kunt vaardigheden in de kraamzorg toepassen </w:t>
      </w:r>
    </w:p>
    <w:p w:rsidR="004376BC" w:rsidRDefault="00241EEA" w:rsidP="002569C6">
      <w:pPr>
        <w:pStyle w:val="Lijstalinea"/>
        <w:numPr>
          <w:ilvl w:val="0"/>
          <w:numId w:val="1"/>
        </w:numPr>
        <w:rPr>
          <w:i/>
        </w:rPr>
      </w:pPr>
      <w:r>
        <w:rPr>
          <w:i/>
        </w:rPr>
        <w:t>Je weet wat de taken en verantwoordelijkheden van de kraamverzorgende zijn</w:t>
      </w:r>
    </w:p>
    <w:p w:rsidR="002569C6" w:rsidRPr="005E243A" w:rsidRDefault="002569C6" w:rsidP="002569C6">
      <w:pPr>
        <w:pStyle w:val="Kop1"/>
        <w:rPr>
          <w:b/>
        </w:rPr>
      </w:pPr>
      <w:r w:rsidRPr="005E243A">
        <w:rPr>
          <w:b/>
        </w:rPr>
        <w:t>Werkprocessen</w:t>
      </w:r>
    </w:p>
    <w:p w:rsidR="002569C6" w:rsidRDefault="002569C6" w:rsidP="002569C6">
      <w:pPr>
        <w:rPr>
          <w:i/>
        </w:rPr>
      </w:pPr>
      <w:r>
        <w:rPr>
          <w:i/>
        </w:rPr>
        <w:t>Deze doelen sluiten aan bij de volgende werkprocessen:</w:t>
      </w:r>
    </w:p>
    <w:p w:rsidR="002569C6" w:rsidRDefault="002569C6" w:rsidP="002569C6">
      <w:pPr>
        <w:rPr>
          <w:i/>
        </w:rPr>
      </w:pPr>
      <w:r>
        <w:rPr>
          <w:i/>
        </w:rPr>
        <w:t>Werkproces:</w:t>
      </w:r>
      <w:r>
        <w:rPr>
          <w:i/>
        </w:rPr>
        <w:br/>
      </w:r>
      <w:r w:rsidRPr="00241EEA">
        <w:rPr>
          <w:highlight w:val="yellow"/>
        </w:rPr>
        <w:t>VZ: B1K2W1, B1K2W4</w:t>
      </w:r>
      <w:r w:rsidRPr="00241EEA">
        <w:rPr>
          <w:highlight w:val="yellow"/>
        </w:rPr>
        <w:br/>
        <w:t>MZ: B1K2W1, B1K2W2, P1K1W4, P6K1B6</w:t>
      </w:r>
    </w:p>
    <w:p w:rsidR="002569C6" w:rsidRPr="005E243A" w:rsidRDefault="002569C6" w:rsidP="002569C6">
      <w:pPr>
        <w:pStyle w:val="Kop1"/>
        <w:rPr>
          <w:b/>
        </w:rPr>
      </w:pPr>
      <w:r>
        <w:rPr>
          <w:b/>
        </w:rPr>
        <w:t xml:space="preserve">Periode afgerond als: </w:t>
      </w:r>
    </w:p>
    <w:p w:rsidR="002569C6" w:rsidRDefault="002569C6" w:rsidP="00241EEA">
      <w:pPr>
        <w:spacing w:after="0"/>
        <w:rPr>
          <w:i/>
        </w:rPr>
      </w:pPr>
      <w:r w:rsidRPr="00D03BA3">
        <w:rPr>
          <w:i/>
        </w:rPr>
        <w:t xml:space="preserve">Je </w:t>
      </w:r>
      <w:r>
        <w:rPr>
          <w:i/>
        </w:rPr>
        <w:t>hebt deze periode afgerond</w:t>
      </w:r>
      <w:r w:rsidRPr="00D03BA3">
        <w:rPr>
          <w:i/>
        </w:rPr>
        <w:t xml:space="preserve"> als:</w:t>
      </w:r>
      <w:r>
        <w:rPr>
          <w:i/>
        </w:rPr>
        <w:t xml:space="preserve"> </w:t>
      </w:r>
    </w:p>
    <w:p w:rsidR="002569C6" w:rsidRDefault="002569C6" w:rsidP="00241EEA">
      <w:pPr>
        <w:spacing w:after="0"/>
      </w:pPr>
      <w:r>
        <w:t>Je hebt voldaan aan alle opgegeven opdrachten.</w:t>
      </w:r>
      <w:r>
        <w:br/>
        <w:t>Je hebt de opdrachten tijdig ingeleverd.</w:t>
      </w:r>
      <w:r>
        <w:br/>
        <w:t>Je bent minimaal 80% aanwezig tijdens de lessen.</w:t>
      </w:r>
    </w:p>
    <w:p w:rsidR="00241EEA" w:rsidRDefault="00241EEA" w:rsidP="00241EEA">
      <w:pPr>
        <w:spacing w:after="0"/>
      </w:pPr>
      <w:r>
        <w:t>Je een voldoende hebt gehaald op de toets</w:t>
      </w:r>
    </w:p>
    <w:p w:rsidR="002569C6" w:rsidRDefault="002569C6" w:rsidP="002569C6">
      <w:pPr>
        <w:pStyle w:val="Kop1"/>
        <w:rPr>
          <w:b/>
        </w:rPr>
      </w:pPr>
      <w:r>
        <w:rPr>
          <w:b/>
        </w:rPr>
        <w:t>U</w:t>
      </w:r>
      <w:r w:rsidRPr="005E243A">
        <w:rPr>
          <w:b/>
        </w:rPr>
        <w:t>itleg opdracht/ criteria verslag</w:t>
      </w:r>
    </w:p>
    <w:p w:rsidR="002569C6" w:rsidRDefault="00241EEA" w:rsidP="002569C6">
      <w:r w:rsidRPr="00241EEA">
        <w:rPr>
          <w:highlight w:val="yellow"/>
        </w:rPr>
        <w:t>De criteria voor de opdrachten staan in een bijlage in deze studiewijzer</w:t>
      </w:r>
    </w:p>
    <w:p w:rsidR="002569C6" w:rsidRPr="005E243A" w:rsidRDefault="002569C6" w:rsidP="002569C6">
      <w:pPr>
        <w:pStyle w:val="Kop1"/>
        <w:rPr>
          <w:b/>
        </w:rPr>
      </w:pPr>
      <w:r w:rsidRPr="005E243A">
        <w:rPr>
          <w:b/>
        </w:rPr>
        <w:t>Contactgegevens docent</w:t>
      </w:r>
    </w:p>
    <w:p w:rsidR="002569C6" w:rsidRDefault="002569C6" w:rsidP="002569C6">
      <w:r>
        <w:t xml:space="preserve">Naam docent: </w:t>
      </w:r>
      <w:r w:rsidR="00241EEA">
        <w:t>Petra Buist- Bijma</w:t>
      </w:r>
      <w:r>
        <w:br/>
        <w:t xml:space="preserve">Aanwezig op: </w:t>
      </w:r>
      <w:r w:rsidR="00241EEA">
        <w:t>dinsdag t/m vrijdag</w:t>
      </w:r>
      <w:r>
        <w:br/>
        <w:t xml:space="preserve">Emailadres: </w:t>
      </w:r>
      <w:hyperlink r:id="rId10" w:history="1">
        <w:r w:rsidR="00241EEA" w:rsidRPr="00132480">
          <w:rPr>
            <w:rStyle w:val="Hyperlink"/>
          </w:rPr>
          <w:t>fp.buist@rocmensoalting.nl</w:t>
        </w:r>
      </w:hyperlink>
    </w:p>
    <w:p w:rsidR="004C6E0E" w:rsidRDefault="00241EEA"/>
    <w:sectPr w:rsidR="004C6E0E" w:rsidSect="00DC622E">
      <w:headerReference w:type="default" r:id="rId11"/>
      <w:footerReference w:type="default" r:id="rId12"/>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241EEA">
      <w:pPr>
        <w:spacing w:after="0" w:line="240" w:lineRule="auto"/>
      </w:pPr>
      <w:r>
        <w:separator/>
      </w:r>
    </w:p>
  </w:endnote>
  <w:endnote w:type="continuationSeparator" w:id="0">
    <w:p w:rsidR="00000000" w:rsidRDefault="00241E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09958"/>
      <w:docPartObj>
        <w:docPartGallery w:val="Page Numbers (Bottom of Page)"/>
        <w:docPartUnique/>
      </w:docPartObj>
    </w:sdtPr>
    <w:sdtEndPr/>
    <w:sdtContent>
      <w:p w:rsidR="00832761" w:rsidRDefault="00241EEA">
        <w:pPr>
          <w:pStyle w:val="Voettekst"/>
          <w:jc w:val="center"/>
        </w:pPr>
        <w:r>
          <w:fldChar w:fldCharType="begin"/>
        </w:r>
        <w:r>
          <w:instrText>PAGE   \* MERGEFORMAT</w:instrText>
        </w:r>
        <w:r>
          <w:fldChar w:fldCharType="separate"/>
        </w:r>
        <w:r>
          <w:rPr>
            <w:noProof/>
          </w:rPr>
          <w:t>1</w:t>
        </w:r>
        <w:r>
          <w:fldChar w:fldCharType="end"/>
        </w:r>
      </w:p>
    </w:sdtContent>
  </w:sdt>
  <w:p w:rsidR="00832761" w:rsidRDefault="00241EEA">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241EEA">
      <w:pPr>
        <w:spacing w:after="0" w:line="240" w:lineRule="auto"/>
      </w:pPr>
      <w:r>
        <w:separator/>
      </w:r>
    </w:p>
  </w:footnote>
  <w:footnote w:type="continuationSeparator" w:id="0">
    <w:p w:rsidR="00000000" w:rsidRDefault="00241E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3BA3" w:rsidRDefault="00241EEA">
    <w:pPr>
      <w:pStyle w:val="Koptekst"/>
    </w:pPr>
    <w:r w:rsidRPr="00A60AA5">
      <w:rPr>
        <w:rFonts w:cstheme="minorHAnsi"/>
        <w:b/>
        <w:noProof/>
        <w:color w:val="ED7D31" w:themeColor="accent2"/>
        <w:spacing w:val="60"/>
        <w:sz w:val="96"/>
        <w:lang w:eastAsia="nl-NL"/>
      </w:rPr>
      <w:drawing>
        <wp:anchor distT="0" distB="0" distL="114300" distR="114300" simplePos="0" relativeHeight="251659264" behindDoc="0" locked="0" layoutInCell="1" allowOverlap="1" wp14:anchorId="7B6BAB23" wp14:editId="6C9144BD">
          <wp:simplePos x="0" y="0"/>
          <wp:positionH relativeFrom="margin">
            <wp:align>center</wp:align>
          </wp:positionH>
          <wp:positionV relativeFrom="paragraph">
            <wp:posOffset>-258445</wp:posOffset>
          </wp:positionV>
          <wp:extent cx="1676400" cy="522741"/>
          <wp:effectExtent l="0" t="0" r="0" b="0"/>
          <wp:wrapNone/>
          <wp:docPr id="5"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lum bright="70000" contrast="-70000"/>
                    <a:extLst>
                      <a:ext uri="{28A0092B-C50C-407E-A947-70E740481C1C}">
                        <a14:useLocalDpi xmlns:a14="http://schemas.microsoft.com/office/drawing/2010/main" val="0"/>
                      </a:ext>
                    </a:extLst>
                  </a:blip>
                  <a:srcRect/>
                  <a:stretch>
                    <a:fillRect/>
                  </a:stretch>
                </pic:blipFill>
                <pic:spPr bwMode="auto">
                  <a:xfrm>
                    <a:off x="0" y="0"/>
                    <a:ext cx="1676400" cy="522741"/>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CF0454"/>
    <w:multiLevelType w:val="hybridMultilevel"/>
    <w:tmpl w:val="589A611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55961E29"/>
    <w:multiLevelType w:val="hybridMultilevel"/>
    <w:tmpl w:val="8B8620F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69C6"/>
    <w:rsid w:val="00241EEA"/>
    <w:rsid w:val="002569C6"/>
    <w:rsid w:val="004376BC"/>
    <w:rsid w:val="006645EE"/>
    <w:rsid w:val="00AC563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773B3F"/>
  <w15:chartTrackingRefBased/>
  <w15:docId w15:val="{762CA556-227C-47B1-B762-4071A0760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569C6"/>
  </w:style>
  <w:style w:type="paragraph" w:styleId="Kop1">
    <w:name w:val="heading 1"/>
    <w:basedOn w:val="Standaard"/>
    <w:next w:val="Standaard"/>
    <w:link w:val="Kop1Char"/>
    <w:uiPriority w:val="9"/>
    <w:qFormat/>
    <w:rsid w:val="002569C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2569C6"/>
    <w:rPr>
      <w:rFonts w:asciiTheme="majorHAnsi" w:eastAsiaTheme="majorEastAsia" w:hAnsiTheme="majorHAnsi" w:cstheme="majorBidi"/>
      <w:color w:val="2E74B5" w:themeColor="accent1" w:themeShade="BF"/>
      <w:sz w:val="32"/>
      <w:szCs w:val="32"/>
    </w:rPr>
  </w:style>
  <w:style w:type="paragraph" w:styleId="Geenafstand">
    <w:name w:val="No Spacing"/>
    <w:link w:val="GeenafstandChar"/>
    <w:uiPriority w:val="1"/>
    <w:qFormat/>
    <w:rsid w:val="002569C6"/>
    <w:pPr>
      <w:spacing w:after="0" w:line="240" w:lineRule="auto"/>
    </w:pPr>
    <w:rPr>
      <w:rFonts w:eastAsiaTheme="minorEastAsia"/>
      <w:lang w:eastAsia="nl-NL"/>
    </w:rPr>
  </w:style>
  <w:style w:type="character" w:customStyle="1" w:styleId="GeenafstandChar">
    <w:name w:val="Geen afstand Char"/>
    <w:basedOn w:val="Standaardalinea-lettertype"/>
    <w:link w:val="Geenafstand"/>
    <w:uiPriority w:val="1"/>
    <w:rsid w:val="002569C6"/>
    <w:rPr>
      <w:rFonts w:eastAsiaTheme="minorEastAsia"/>
      <w:lang w:eastAsia="nl-NL"/>
    </w:rPr>
  </w:style>
  <w:style w:type="paragraph" w:styleId="Lijstalinea">
    <w:name w:val="List Paragraph"/>
    <w:basedOn w:val="Standaard"/>
    <w:uiPriority w:val="34"/>
    <w:qFormat/>
    <w:rsid w:val="002569C6"/>
    <w:pPr>
      <w:ind w:left="720"/>
      <w:contextualSpacing/>
    </w:pPr>
  </w:style>
  <w:style w:type="paragraph" w:styleId="Koptekst">
    <w:name w:val="header"/>
    <w:basedOn w:val="Standaard"/>
    <w:link w:val="KoptekstChar"/>
    <w:uiPriority w:val="99"/>
    <w:unhideWhenUsed/>
    <w:rsid w:val="002569C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569C6"/>
  </w:style>
  <w:style w:type="paragraph" w:styleId="Voettekst">
    <w:name w:val="footer"/>
    <w:basedOn w:val="Standaard"/>
    <w:link w:val="VoettekstChar"/>
    <w:uiPriority w:val="99"/>
    <w:unhideWhenUsed/>
    <w:rsid w:val="002569C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569C6"/>
  </w:style>
  <w:style w:type="character" w:styleId="Hyperlink">
    <w:name w:val="Hyperlink"/>
    <w:basedOn w:val="Standaardalinea-lettertype"/>
    <w:uiPriority w:val="99"/>
    <w:unhideWhenUsed/>
    <w:rsid w:val="002569C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fp.buist@rocmensoalting.nl"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MzVz PERIODE 7</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F93C133B</Template>
  <TotalTime>0</TotalTime>
  <Pages>2</Pages>
  <Words>249</Words>
  <Characters>1372</Characters>
  <Application>Microsoft Office Word</Application>
  <DocSecurity>4</DocSecurity>
  <Lines>11</Lines>
  <Paragraphs>3</Paragraphs>
  <ScaleCrop>false</ScaleCrop>
  <HeadingPairs>
    <vt:vector size="2" baseType="variant">
      <vt:variant>
        <vt:lpstr>Titel</vt:lpstr>
      </vt:variant>
      <vt:variant>
        <vt:i4>1</vt:i4>
      </vt:variant>
    </vt:vector>
  </HeadingPairs>
  <TitlesOfParts>
    <vt:vector size="1" baseType="lpstr">
      <vt:lpstr>STUDIEWIJZER</vt:lpstr>
    </vt:vector>
  </TitlesOfParts>
  <Company/>
  <LinksUpToDate>false</LinksUpToDate>
  <CharactersWithSpaces>1618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STUDIEWIJZER</dc:title>
  <dc:subject>MODULE 8</dc:subject>
  <dc:creator>Petra Buist - Bijma</dc:creator>
  <cp:keywords/>
  <dc:description/>
  <cp:lastModifiedBy>Buist - Bijma, F.P.</cp:lastModifiedBy>
  <cp:revision>2</cp:revision>
  <dcterms:created xsi:type="dcterms:W3CDTF">2017-10-18T11:51:00Z</dcterms:created>
  <dcterms:modified xsi:type="dcterms:W3CDTF">2017-10-18T11:51:00Z</dcterms:modified>
</cp:coreProperties>
</file>