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787842" w14:textId="77777777" w:rsidR="003C238D" w:rsidRDefault="003C238D" w:rsidP="003C238D">
      <w:pPr>
        <w:spacing w:after="0"/>
        <w:jc w:val="right"/>
        <w:rPr>
          <w:b/>
        </w:rPr>
      </w:pPr>
      <w:bookmarkStart w:id="0" w:name="_GoBack"/>
      <w:bookmarkEnd w:id="0"/>
      <w:r w:rsidRPr="003C238D">
        <w:rPr>
          <w:rFonts w:cs="Tahoma"/>
          <w:b/>
          <w:noProof/>
          <w:sz w:val="36"/>
          <w:szCs w:val="36"/>
          <w:lang w:eastAsia="nl-NL"/>
        </w:rPr>
        <w:drawing>
          <wp:anchor distT="0" distB="0" distL="114300" distR="114300" simplePos="0" relativeHeight="251659264" behindDoc="1" locked="1" layoutInCell="1" allowOverlap="0" wp14:anchorId="659A0BD1" wp14:editId="61C44B0F">
            <wp:simplePos x="0" y="0"/>
            <wp:positionH relativeFrom="page">
              <wp:posOffset>698500</wp:posOffset>
            </wp:positionH>
            <wp:positionV relativeFrom="page">
              <wp:posOffset>569595</wp:posOffset>
            </wp:positionV>
            <wp:extent cx="4188460" cy="1000125"/>
            <wp:effectExtent l="0" t="0" r="2540" b="9525"/>
            <wp:wrapNone/>
            <wp:docPr id="1" name="Afbeelding 1" descr="GW stre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W strepe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846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</w:t>
      </w:r>
    </w:p>
    <w:p w14:paraId="0AAA5020" w14:textId="77777777" w:rsidR="003C238D" w:rsidRDefault="003C238D" w:rsidP="003C238D">
      <w:pPr>
        <w:spacing w:after="0"/>
        <w:jc w:val="right"/>
        <w:rPr>
          <w:b/>
        </w:rPr>
      </w:pPr>
    </w:p>
    <w:p w14:paraId="42D08E6D" w14:textId="77777777" w:rsidR="003C238D" w:rsidRDefault="003C238D" w:rsidP="003C238D">
      <w:pPr>
        <w:spacing w:after="0"/>
        <w:jc w:val="right"/>
        <w:rPr>
          <w:b/>
        </w:rPr>
      </w:pPr>
    </w:p>
    <w:p w14:paraId="55F4CB48" w14:textId="77777777" w:rsidR="00C7087C" w:rsidRDefault="003C238D" w:rsidP="003C238D">
      <w:pPr>
        <w:spacing w:after="0"/>
        <w:jc w:val="right"/>
        <w:rPr>
          <w:b/>
        </w:rPr>
      </w:pPr>
      <w:r w:rsidRPr="003C238D">
        <w:rPr>
          <w:b/>
        </w:rPr>
        <w:t xml:space="preserve">Samenvatting </w:t>
      </w:r>
      <w:r w:rsidR="007C0E73">
        <w:rPr>
          <w:b/>
        </w:rPr>
        <w:t>instrueren</w:t>
      </w:r>
    </w:p>
    <w:p w14:paraId="2B276146" w14:textId="77777777" w:rsidR="003C238D" w:rsidRDefault="003C238D" w:rsidP="003C238D">
      <w:pPr>
        <w:spacing w:after="0"/>
        <w:jc w:val="right"/>
        <w:rPr>
          <w:b/>
        </w:rPr>
      </w:pPr>
    </w:p>
    <w:p w14:paraId="20CB8549" w14:textId="77777777" w:rsidR="003C238D" w:rsidRDefault="003C238D" w:rsidP="003C238D">
      <w:pPr>
        <w:spacing w:after="0"/>
        <w:jc w:val="right"/>
        <w:rPr>
          <w:b/>
          <w:sz w:val="28"/>
          <w:szCs w:val="28"/>
        </w:rPr>
      </w:pPr>
    </w:p>
    <w:p w14:paraId="3AC5069B" w14:textId="77777777" w:rsidR="003C238D" w:rsidRDefault="003C238D" w:rsidP="003C238D">
      <w:pPr>
        <w:spacing w:after="0"/>
        <w:rPr>
          <w:szCs w:val="20"/>
        </w:rPr>
      </w:pPr>
      <w:r w:rsidRPr="003C238D">
        <w:rPr>
          <w:b/>
          <w:szCs w:val="20"/>
        </w:rPr>
        <w:t>1</w:t>
      </w:r>
      <w:r>
        <w:rPr>
          <w:szCs w:val="20"/>
        </w:rPr>
        <w:t xml:space="preserve"> </w:t>
      </w:r>
      <w:r w:rsidR="000071E1">
        <w:rPr>
          <w:szCs w:val="20"/>
        </w:rPr>
        <w:t>Geef drie andere namen voor instrueren</w:t>
      </w:r>
    </w:p>
    <w:p w14:paraId="339B2DEB" w14:textId="77777777" w:rsidR="003C238D" w:rsidRDefault="003C238D" w:rsidP="003C238D">
      <w:pPr>
        <w:spacing w:after="0"/>
        <w:rPr>
          <w:szCs w:val="20"/>
        </w:rPr>
      </w:pPr>
    </w:p>
    <w:p w14:paraId="633D6065" w14:textId="77777777"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44A7DC3B" w14:textId="77777777"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76B89F98" w14:textId="77777777" w:rsidR="003C238D" w:rsidRDefault="003C238D" w:rsidP="003C238D">
      <w:pPr>
        <w:spacing w:after="0"/>
        <w:rPr>
          <w:szCs w:val="20"/>
        </w:rPr>
      </w:pPr>
    </w:p>
    <w:p w14:paraId="23CF7418" w14:textId="77777777" w:rsidR="003C238D" w:rsidRDefault="003C238D" w:rsidP="003C238D">
      <w:pPr>
        <w:spacing w:after="0"/>
        <w:rPr>
          <w:szCs w:val="20"/>
        </w:rPr>
      </w:pPr>
    </w:p>
    <w:p w14:paraId="68A58985" w14:textId="77777777" w:rsidR="003C238D" w:rsidRDefault="003C238D" w:rsidP="003C238D">
      <w:pPr>
        <w:spacing w:after="0"/>
        <w:rPr>
          <w:szCs w:val="20"/>
        </w:rPr>
      </w:pPr>
      <w:r w:rsidRPr="003C238D">
        <w:rPr>
          <w:b/>
          <w:szCs w:val="20"/>
        </w:rPr>
        <w:t>2</w:t>
      </w:r>
      <w:r>
        <w:rPr>
          <w:szCs w:val="20"/>
        </w:rPr>
        <w:t xml:space="preserve"> </w:t>
      </w:r>
      <w:r w:rsidR="000071E1">
        <w:rPr>
          <w:szCs w:val="20"/>
        </w:rPr>
        <w:t>Kennis en houding zijn twee van de drie doelen die je wilt bereiken. Welke hoort daar nog meer bij?</w:t>
      </w:r>
    </w:p>
    <w:p w14:paraId="31999420" w14:textId="77777777" w:rsidR="003C238D" w:rsidRDefault="003C238D" w:rsidP="003C238D">
      <w:pPr>
        <w:spacing w:after="0"/>
        <w:rPr>
          <w:szCs w:val="20"/>
        </w:rPr>
      </w:pPr>
    </w:p>
    <w:p w14:paraId="6BD45D2C" w14:textId="77777777"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4D07611C" w14:textId="77777777"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2F256064" w14:textId="77777777"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47EFA169" w14:textId="77777777" w:rsidR="003C238D" w:rsidRPr="003C238D" w:rsidRDefault="003C238D" w:rsidP="003C238D">
      <w:pPr>
        <w:spacing w:after="0"/>
        <w:rPr>
          <w:b/>
          <w:szCs w:val="20"/>
        </w:rPr>
      </w:pPr>
    </w:p>
    <w:p w14:paraId="4F10251E" w14:textId="77777777" w:rsidR="003C238D" w:rsidRDefault="003C238D" w:rsidP="003C238D">
      <w:pPr>
        <w:spacing w:after="0"/>
        <w:rPr>
          <w:szCs w:val="20"/>
        </w:rPr>
      </w:pPr>
      <w:r w:rsidRPr="003C238D">
        <w:rPr>
          <w:b/>
          <w:szCs w:val="20"/>
        </w:rPr>
        <w:t>3</w:t>
      </w:r>
      <w:r>
        <w:rPr>
          <w:szCs w:val="20"/>
        </w:rPr>
        <w:t xml:space="preserve"> </w:t>
      </w:r>
      <w:r w:rsidR="000071E1">
        <w:rPr>
          <w:szCs w:val="20"/>
        </w:rPr>
        <w:t>Welke twee stappen zijn er voor de te aan te leren vaardigheid?</w:t>
      </w:r>
    </w:p>
    <w:p w14:paraId="396CBFEC" w14:textId="77777777" w:rsidR="003C238D" w:rsidRDefault="003C238D" w:rsidP="003C238D">
      <w:pPr>
        <w:spacing w:after="0"/>
        <w:rPr>
          <w:szCs w:val="20"/>
        </w:rPr>
      </w:pPr>
    </w:p>
    <w:p w14:paraId="1C0B9A47" w14:textId="77777777"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042A4B98" w14:textId="77777777"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65A2C9BA" w14:textId="77777777" w:rsidR="003C238D" w:rsidRDefault="003C238D" w:rsidP="003C238D">
      <w:pPr>
        <w:spacing w:after="0"/>
        <w:rPr>
          <w:szCs w:val="20"/>
        </w:rPr>
      </w:pPr>
    </w:p>
    <w:p w14:paraId="3121D7A9" w14:textId="77777777" w:rsidR="003C238D" w:rsidRDefault="003C238D" w:rsidP="000071E1">
      <w:pPr>
        <w:spacing w:after="0"/>
        <w:rPr>
          <w:szCs w:val="20"/>
        </w:rPr>
      </w:pPr>
      <w:r w:rsidRPr="003C238D">
        <w:rPr>
          <w:b/>
          <w:szCs w:val="20"/>
        </w:rPr>
        <w:t>4</w:t>
      </w:r>
      <w:r>
        <w:rPr>
          <w:szCs w:val="20"/>
        </w:rPr>
        <w:t xml:space="preserve"> </w:t>
      </w:r>
      <w:r w:rsidR="000071E1">
        <w:rPr>
          <w:szCs w:val="20"/>
        </w:rPr>
        <w:t>Het geven en uitvoeren van de instructie kan op vier manieren;</w:t>
      </w:r>
    </w:p>
    <w:p w14:paraId="7A5B483B" w14:textId="77777777" w:rsidR="000071E1" w:rsidRDefault="000071E1" w:rsidP="000071E1">
      <w:pPr>
        <w:spacing w:after="0"/>
        <w:rPr>
          <w:szCs w:val="20"/>
        </w:rPr>
      </w:pPr>
      <w:r>
        <w:rPr>
          <w:szCs w:val="20"/>
        </w:rPr>
        <w:t xml:space="preserve">Instrueren </w:t>
      </w:r>
      <w:r>
        <w:rPr>
          <w:szCs w:val="20"/>
        </w:rPr>
        <w:tab/>
        <w:t>s1</w:t>
      </w:r>
    </w:p>
    <w:p w14:paraId="1AEEF779" w14:textId="77777777" w:rsidR="000071E1" w:rsidRDefault="000071E1" w:rsidP="000071E1">
      <w:pPr>
        <w:spacing w:after="0"/>
        <w:rPr>
          <w:szCs w:val="20"/>
        </w:rPr>
      </w:pPr>
      <w:r>
        <w:rPr>
          <w:szCs w:val="20"/>
        </w:rPr>
        <w:t>Overtuigen</w:t>
      </w:r>
      <w:r>
        <w:rPr>
          <w:szCs w:val="20"/>
        </w:rPr>
        <w:tab/>
        <w:t>s2</w:t>
      </w:r>
    </w:p>
    <w:p w14:paraId="5C989022" w14:textId="77777777" w:rsidR="000071E1" w:rsidRDefault="000071E1" w:rsidP="000071E1">
      <w:pPr>
        <w:spacing w:after="0"/>
        <w:rPr>
          <w:szCs w:val="20"/>
        </w:rPr>
      </w:pPr>
      <w:r>
        <w:rPr>
          <w:szCs w:val="20"/>
        </w:rPr>
        <w:t>Ondersteunen</w:t>
      </w:r>
      <w:r>
        <w:rPr>
          <w:szCs w:val="20"/>
        </w:rPr>
        <w:tab/>
        <w:t>s3</w:t>
      </w:r>
    </w:p>
    <w:p w14:paraId="63DE4483" w14:textId="77777777" w:rsidR="000071E1" w:rsidRDefault="000071E1" w:rsidP="000071E1">
      <w:pPr>
        <w:spacing w:after="0"/>
        <w:rPr>
          <w:szCs w:val="20"/>
        </w:rPr>
      </w:pPr>
      <w:r>
        <w:rPr>
          <w:szCs w:val="20"/>
        </w:rPr>
        <w:t>Delegeren</w:t>
      </w:r>
      <w:r>
        <w:rPr>
          <w:szCs w:val="20"/>
        </w:rPr>
        <w:tab/>
        <w:t>s4</w:t>
      </w:r>
    </w:p>
    <w:p w14:paraId="60F73F76" w14:textId="77777777" w:rsidR="000071E1" w:rsidRDefault="000071E1" w:rsidP="000071E1">
      <w:pPr>
        <w:spacing w:after="0"/>
        <w:rPr>
          <w:szCs w:val="20"/>
        </w:rPr>
      </w:pPr>
    </w:p>
    <w:p w14:paraId="084A84F6" w14:textId="77777777" w:rsidR="000071E1" w:rsidRDefault="000071E1" w:rsidP="000071E1">
      <w:pPr>
        <w:spacing w:after="0"/>
        <w:rPr>
          <w:szCs w:val="20"/>
        </w:rPr>
      </w:pPr>
      <w:r>
        <w:rPr>
          <w:szCs w:val="20"/>
        </w:rPr>
        <w:t xml:space="preserve">Zet de onderstaande valkuilen bij de juiste </w:t>
      </w:r>
      <w:r w:rsidRPr="009502D9">
        <w:rPr>
          <w:sz w:val="36"/>
          <w:szCs w:val="36"/>
        </w:rPr>
        <w:t>‘s’</w:t>
      </w:r>
    </w:p>
    <w:p w14:paraId="2DDB84D8" w14:textId="77777777" w:rsidR="000071E1" w:rsidRDefault="000071E1" w:rsidP="000071E1">
      <w:pPr>
        <w:spacing w:after="0"/>
        <w:rPr>
          <w:szCs w:val="20"/>
        </w:rPr>
      </w:pPr>
      <w:r>
        <w:rPr>
          <w:szCs w:val="20"/>
        </w:rPr>
        <w:t>Therapeutisch gedrag, autoritair gedrag, laissez-faire houding en betuttelen</w:t>
      </w:r>
    </w:p>
    <w:p w14:paraId="59842424" w14:textId="77777777" w:rsidR="000071E1" w:rsidRDefault="000071E1" w:rsidP="000071E1">
      <w:pPr>
        <w:spacing w:after="0"/>
        <w:rPr>
          <w:szCs w:val="20"/>
        </w:rPr>
      </w:pPr>
    </w:p>
    <w:p w14:paraId="3D6B5278" w14:textId="77777777" w:rsidR="000071E1" w:rsidRDefault="000071E1" w:rsidP="000071E1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594793D1" w14:textId="77777777" w:rsidR="000071E1" w:rsidRDefault="000071E1" w:rsidP="000071E1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29FEAB0B" w14:textId="77777777" w:rsidR="000071E1" w:rsidRDefault="000071E1" w:rsidP="000071E1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29F490FA" w14:textId="77777777" w:rsidR="000071E1" w:rsidRDefault="000071E1" w:rsidP="000071E1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266A8157" w14:textId="77777777" w:rsidR="000071E1" w:rsidRDefault="000071E1" w:rsidP="000071E1">
      <w:pPr>
        <w:spacing w:after="0"/>
        <w:rPr>
          <w:szCs w:val="20"/>
        </w:rPr>
      </w:pPr>
    </w:p>
    <w:p w14:paraId="5EF0BB1F" w14:textId="77777777" w:rsidR="000071E1" w:rsidRDefault="000071E1" w:rsidP="000071E1">
      <w:pPr>
        <w:spacing w:after="0"/>
        <w:rPr>
          <w:szCs w:val="20"/>
        </w:rPr>
      </w:pPr>
    </w:p>
    <w:p w14:paraId="54479044" w14:textId="77777777" w:rsidR="003C238D" w:rsidRDefault="003C238D" w:rsidP="000071E1">
      <w:pPr>
        <w:spacing w:after="0"/>
        <w:rPr>
          <w:szCs w:val="20"/>
        </w:rPr>
      </w:pPr>
      <w:r w:rsidRPr="003C238D">
        <w:rPr>
          <w:b/>
          <w:szCs w:val="20"/>
        </w:rPr>
        <w:t>5</w:t>
      </w:r>
      <w:r>
        <w:rPr>
          <w:szCs w:val="20"/>
        </w:rPr>
        <w:t xml:space="preserve"> </w:t>
      </w:r>
      <w:r w:rsidR="000071E1">
        <w:rPr>
          <w:szCs w:val="20"/>
        </w:rPr>
        <w:t>Wat betekent een ‘context</w:t>
      </w:r>
      <w:r w:rsidR="009502D9">
        <w:rPr>
          <w:szCs w:val="20"/>
        </w:rPr>
        <w:t xml:space="preserve"> </w:t>
      </w:r>
      <w:r w:rsidR="000071E1">
        <w:rPr>
          <w:szCs w:val="20"/>
        </w:rPr>
        <w:t>gebonden</w:t>
      </w:r>
      <w:r w:rsidR="009502D9">
        <w:rPr>
          <w:szCs w:val="20"/>
        </w:rPr>
        <w:t xml:space="preserve"> </w:t>
      </w:r>
      <w:r w:rsidR="000071E1">
        <w:rPr>
          <w:szCs w:val="20"/>
        </w:rPr>
        <w:t>situatie’</w:t>
      </w:r>
    </w:p>
    <w:p w14:paraId="58767225" w14:textId="77777777" w:rsidR="003C238D" w:rsidRDefault="003C238D" w:rsidP="003C238D">
      <w:pPr>
        <w:spacing w:after="0"/>
        <w:rPr>
          <w:szCs w:val="20"/>
        </w:rPr>
      </w:pPr>
    </w:p>
    <w:p w14:paraId="5305CF6E" w14:textId="77777777"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20F38E92" w14:textId="77777777" w:rsidR="000071E1" w:rsidRDefault="000071E1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3AB14830" w14:textId="77777777" w:rsidR="000071E1" w:rsidRDefault="000071E1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3E2B286A" w14:textId="77777777" w:rsidR="000071E1" w:rsidRDefault="000071E1" w:rsidP="003C238D">
      <w:pPr>
        <w:spacing w:after="0"/>
        <w:rPr>
          <w:szCs w:val="20"/>
        </w:rPr>
      </w:pPr>
    </w:p>
    <w:p w14:paraId="18BA2F38" w14:textId="77777777" w:rsidR="000071E1" w:rsidRDefault="000071E1" w:rsidP="003C238D">
      <w:pPr>
        <w:spacing w:after="0"/>
        <w:rPr>
          <w:szCs w:val="20"/>
        </w:rPr>
      </w:pPr>
    </w:p>
    <w:p w14:paraId="39B24079" w14:textId="77777777" w:rsidR="000071E1" w:rsidRDefault="000071E1" w:rsidP="003C238D">
      <w:pPr>
        <w:spacing w:after="0"/>
        <w:rPr>
          <w:szCs w:val="20"/>
        </w:rPr>
      </w:pPr>
    </w:p>
    <w:p w14:paraId="06604697" w14:textId="77777777" w:rsidR="003C238D" w:rsidRDefault="003C238D" w:rsidP="000071E1">
      <w:pPr>
        <w:spacing w:after="0"/>
        <w:rPr>
          <w:szCs w:val="20"/>
        </w:rPr>
      </w:pPr>
      <w:r w:rsidRPr="003C238D">
        <w:rPr>
          <w:b/>
          <w:szCs w:val="20"/>
        </w:rPr>
        <w:t>6</w:t>
      </w:r>
      <w:r>
        <w:rPr>
          <w:szCs w:val="20"/>
        </w:rPr>
        <w:t xml:space="preserve"> </w:t>
      </w:r>
      <w:r w:rsidR="000071E1">
        <w:rPr>
          <w:szCs w:val="20"/>
        </w:rPr>
        <w:t>Een stimulerende leeromgeving bestaan uit drie elementen die daarvoor zorgen.</w:t>
      </w:r>
    </w:p>
    <w:p w14:paraId="3680C029" w14:textId="77777777" w:rsidR="000071E1" w:rsidRDefault="000071E1" w:rsidP="000071E1">
      <w:pPr>
        <w:spacing w:after="0"/>
        <w:rPr>
          <w:szCs w:val="20"/>
        </w:rPr>
      </w:pPr>
      <w:r>
        <w:rPr>
          <w:szCs w:val="20"/>
        </w:rPr>
        <w:t>Welke drie?</w:t>
      </w:r>
    </w:p>
    <w:p w14:paraId="0458AC4E" w14:textId="77777777" w:rsidR="003C238D" w:rsidRDefault="003C238D" w:rsidP="003C238D">
      <w:pPr>
        <w:spacing w:after="0"/>
        <w:rPr>
          <w:szCs w:val="20"/>
        </w:rPr>
      </w:pPr>
    </w:p>
    <w:p w14:paraId="58D6E3C8" w14:textId="77777777" w:rsidR="003C238D" w:rsidRDefault="003C238D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46ED5961" w14:textId="77777777" w:rsidR="003C238D" w:rsidRDefault="003C238D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1A8AC365" w14:textId="77777777" w:rsidR="003C238D" w:rsidRDefault="003C238D" w:rsidP="003C238D">
      <w:pPr>
        <w:spacing w:after="0"/>
        <w:rPr>
          <w:szCs w:val="20"/>
        </w:rPr>
      </w:pPr>
    </w:p>
    <w:p w14:paraId="5876B568" w14:textId="77777777" w:rsidR="00134372" w:rsidRDefault="00134372" w:rsidP="003C238D">
      <w:pPr>
        <w:spacing w:after="0"/>
        <w:rPr>
          <w:szCs w:val="20"/>
        </w:rPr>
      </w:pPr>
      <w:r w:rsidRPr="00134372">
        <w:rPr>
          <w:b/>
          <w:szCs w:val="20"/>
        </w:rPr>
        <w:t>7</w:t>
      </w:r>
      <w:r>
        <w:rPr>
          <w:szCs w:val="20"/>
        </w:rPr>
        <w:t xml:space="preserve"> </w:t>
      </w:r>
      <w:r w:rsidR="000071E1">
        <w:rPr>
          <w:szCs w:val="20"/>
        </w:rPr>
        <w:t>Wat betekent ‘feedback geven’</w:t>
      </w:r>
    </w:p>
    <w:p w14:paraId="5D1A4E11" w14:textId="77777777" w:rsidR="00134372" w:rsidRDefault="00134372" w:rsidP="003C238D">
      <w:pPr>
        <w:spacing w:after="0"/>
        <w:rPr>
          <w:szCs w:val="20"/>
        </w:rPr>
      </w:pPr>
    </w:p>
    <w:p w14:paraId="5531C29C" w14:textId="77777777" w:rsidR="00134372" w:rsidRDefault="00134372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7103ABBE" w14:textId="77777777" w:rsidR="00134372" w:rsidRDefault="00134372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34E08665" w14:textId="77777777" w:rsidR="000071E1" w:rsidRDefault="000071E1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24909999" w14:textId="77777777" w:rsidR="000071E1" w:rsidRDefault="000071E1" w:rsidP="003C238D">
      <w:pPr>
        <w:spacing w:after="0"/>
        <w:rPr>
          <w:b/>
          <w:szCs w:val="20"/>
        </w:rPr>
      </w:pPr>
    </w:p>
    <w:p w14:paraId="5A61524E" w14:textId="77777777" w:rsidR="000071E1" w:rsidRDefault="000071E1" w:rsidP="003C238D">
      <w:pPr>
        <w:spacing w:after="0"/>
        <w:rPr>
          <w:b/>
          <w:szCs w:val="20"/>
        </w:rPr>
      </w:pPr>
    </w:p>
    <w:p w14:paraId="629F5E5D" w14:textId="77777777" w:rsidR="00134372" w:rsidRDefault="00134372" w:rsidP="003C238D">
      <w:pPr>
        <w:spacing w:after="0"/>
        <w:rPr>
          <w:szCs w:val="20"/>
        </w:rPr>
      </w:pPr>
      <w:r w:rsidRPr="00134372">
        <w:rPr>
          <w:b/>
          <w:szCs w:val="20"/>
        </w:rPr>
        <w:t>8</w:t>
      </w:r>
      <w:r>
        <w:rPr>
          <w:szCs w:val="20"/>
        </w:rPr>
        <w:t xml:space="preserve"> </w:t>
      </w:r>
      <w:r w:rsidR="000071E1">
        <w:rPr>
          <w:szCs w:val="20"/>
        </w:rPr>
        <w:t>wat is het doel van feedback geven</w:t>
      </w:r>
    </w:p>
    <w:p w14:paraId="16F4026F" w14:textId="77777777" w:rsidR="000071E1" w:rsidRDefault="000071E1" w:rsidP="003C238D">
      <w:pPr>
        <w:spacing w:after="0"/>
        <w:rPr>
          <w:szCs w:val="20"/>
        </w:rPr>
      </w:pPr>
    </w:p>
    <w:p w14:paraId="2A0E1E56" w14:textId="77777777" w:rsidR="00134372" w:rsidRDefault="00134372" w:rsidP="003C238D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7AAEA40D" w14:textId="77777777" w:rsidR="00134372" w:rsidRDefault="00134372" w:rsidP="003C238D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18D88C9F" w14:textId="77777777" w:rsidR="00134372" w:rsidRDefault="00134372" w:rsidP="003C238D">
      <w:pPr>
        <w:spacing w:after="0"/>
        <w:rPr>
          <w:szCs w:val="20"/>
        </w:rPr>
      </w:pPr>
    </w:p>
    <w:p w14:paraId="46977A04" w14:textId="77777777" w:rsidR="00134372" w:rsidRDefault="00E14B50" w:rsidP="000071E1">
      <w:pPr>
        <w:spacing w:after="0"/>
        <w:rPr>
          <w:szCs w:val="20"/>
        </w:rPr>
      </w:pPr>
      <w:r w:rsidRPr="00E14B50">
        <w:rPr>
          <w:b/>
          <w:szCs w:val="20"/>
        </w:rPr>
        <w:t>9</w:t>
      </w:r>
      <w:r>
        <w:rPr>
          <w:szCs w:val="20"/>
        </w:rPr>
        <w:t xml:space="preserve"> </w:t>
      </w:r>
      <w:r w:rsidR="000071E1">
        <w:rPr>
          <w:szCs w:val="20"/>
        </w:rPr>
        <w:t>Er zijn zes aandachtpunten waarbij je rekening moet houden voor het geven van feedback.</w:t>
      </w:r>
    </w:p>
    <w:p w14:paraId="3C30C584" w14:textId="77777777" w:rsidR="000071E1" w:rsidRDefault="000071E1" w:rsidP="000071E1">
      <w:pPr>
        <w:spacing w:after="0"/>
        <w:rPr>
          <w:szCs w:val="20"/>
        </w:rPr>
      </w:pPr>
      <w:r>
        <w:rPr>
          <w:szCs w:val="20"/>
        </w:rPr>
        <w:t>Noem er drie</w:t>
      </w:r>
    </w:p>
    <w:p w14:paraId="36163F88" w14:textId="77777777" w:rsidR="00134372" w:rsidRDefault="00134372" w:rsidP="00134372">
      <w:pPr>
        <w:spacing w:after="0"/>
        <w:rPr>
          <w:szCs w:val="20"/>
        </w:rPr>
      </w:pPr>
    </w:p>
    <w:p w14:paraId="0E901170" w14:textId="77777777" w:rsidR="00134372" w:rsidRDefault="00134372" w:rsidP="00134372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47F99EAC" w14:textId="77777777" w:rsidR="00134372" w:rsidRDefault="00134372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4E491409" w14:textId="77777777" w:rsidR="00134372" w:rsidRDefault="00134372" w:rsidP="00134372">
      <w:pPr>
        <w:spacing w:after="0"/>
        <w:rPr>
          <w:szCs w:val="20"/>
        </w:rPr>
      </w:pPr>
    </w:p>
    <w:p w14:paraId="64927828" w14:textId="77777777" w:rsidR="00E14B50" w:rsidRDefault="00E14B50" w:rsidP="009502D9">
      <w:pPr>
        <w:spacing w:after="0"/>
        <w:rPr>
          <w:szCs w:val="20"/>
        </w:rPr>
      </w:pPr>
      <w:r w:rsidRPr="00E14B50">
        <w:rPr>
          <w:b/>
          <w:szCs w:val="20"/>
        </w:rPr>
        <w:t>10</w:t>
      </w:r>
      <w:r>
        <w:rPr>
          <w:szCs w:val="20"/>
        </w:rPr>
        <w:t xml:space="preserve"> </w:t>
      </w:r>
      <w:r w:rsidR="009502D9">
        <w:rPr>
          <w:szCs w:val="20"/>
        </w:rPr>
        <w:t>Wat is leren.</w:t>
      </w:r>
    </w:p>
    <w:p w14:paraId="62187D08" w14:textId="77777777" w:rsidR="009502D9" w:rsidRDefault="009502D9" w:rsidP="009502D9">
      <w:pPr>
        <w:spacing w:after="0"/>
        <w:rPr>
          <w:szCs w:val="20"/>
        </w:rPr>
      </w:pPr>
      <w:r>
        <w:rPr>
          <w:szCs w:val="20"/>
        </w:rPr>
        <w:t>Benoem de twee definities.</w:t>
      </w:r>
    </w:p>
    <w:p w14:paraId="60818853" w14:textId="77777777" w:rsidR="00E14B50" w:rsidRDefault="00E14B50" w:rsidP="00134372">
      <w:pPr>
        <w:spacing w:after="0"/>
        <w:rPr>
          <w:szCs w:val="20"/>
        </w:rPr>
      </w:pPr>
    </w:p>
    <w:p w14:paraId="6457D1FC" w14:textId="77777777" w:rsidR="00E14B50" w:rsidRDefault="00E14B50" w:rsidP="00134372">
      <w:pPr>
        <w:pBdr>
          <w:top w:val="single" w:sz="6" w:space="1" w:color="auto"/>
          <w:bottom w:val="single" w:sz="6" w:space="1" w:color="auto"/>
        </w:pBdr>
        <w:spacing w:after="0"/>
        <w:rPr>
          <w:szCs w:val="20"/>
        </w:rPr>
      </w:pPr>
    </w:p>
    <w:p w14:paraId="181F97BA" w14:textId="77777777" w:rsidR="00E14B50" w:rsidRDefault="00E14B50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0F0C729F" w14:textId="77777777" w:rsidR="00E14B50" w:rsidRDefault="00E14B50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6B95EC24" w14:textId="77777777" w:rsidR="009502D9" w:rsidRDefault="009502D9" w:rsidP="00134372">
      <w:pPr>
        <w:pBdr>
          <w:bottom w:val="single" w:sz="6" w:space="1" w:color="auto"/>
          <w:between w:val="single" w:sz="6" w:space="1" w:color="auto"/>
        </w:pBdr>
        <w:spacing w:after="0"/>
        <w:rPr>
          <w:szCs w:val="20"/>
        </w:rPr>
      </w:pPr>
    </w:p>
    <w:p w14:paraId="71910BA0" w14:textId="77777777" w:rsidR="009502D9" w:rsidRDefault="009502D9" w:rsidP="00134372">
      <w:pPr>
        <w:spacing w:after="0"/>
        <w:rPr>
          <w:szCs w:val="20"/>
        </w:rPr>
      </w:pPr>
    </w:p>
    <w:p w14:paraId="6477DE5A" w14:textId="77777777" w:rsidR="009502D9" w:rsidRDefault="009502D9" w:rsidP="00134372">
      <w:pPr>
        <w:spacing w:after="0"/>
        <w:rPr>
          <w:szCs w:val="20"/>
        </w:rPr>
      </w:pPr>
    </w:p>
    <w:sectPr w:rsidR="009502D9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22149" w14:textId="77777777" w:rsidR="000071E1" w:rsidRDefault="000071E1" w:rsidP="0061398A">
      <w:pPr>
        <w:spacing w:after="0" w:line="240" w:lineRule="auto"/>
      </w:pPr>
      <w:r>
        <w:separator/>
      </w:r>
    </w:p>
  </w:endnote>
  <w:endnote w:type="continuationSeparator" w:id="0">
    <w:p w14:paraId="6A2B211F" w14:textId="77777777" w:rsidR="000071E1" w:rsidRDefault="000071E1" w:rsidP="006139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8604" w14:textId="77777777" w:rsidR="000071E1" w:rsidRPr="0061398A" w:rsidRDefault="005D78DF" w:rsidP="0061398A">
    <w:pPr>
      <w:spacing w:after="0"/>
      <w:jc w:val="center"/>
      <w:rPr>
        <w:b/>
        <w:sz w:val="22"/>
      </w:rPr>
    </w:pPr>
    <w:sdt>
      <w:sdtPr>
        <w:rPr>
          <w:b/>
          <w:sz w:val="22"/>
        </w:rPr>
        <w:alias w:val="Auteur"/>
        <w:id w:val="54214575"/>
        <w:placeholder>
          <w:docPart w:val="39C8592873FA4597BFF06903E7682318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EndPr/>
      <w:sdtContent>
        <w:r w:rsidR="000071E1" w:rsidRPr="0061398A">
          <w:rPr>
            <w:b/>
            <w:sz w:val="22"/>
          </w:rPr>
          <w:t>Praktijk opleiderscursus</w:t>
        </w:r>
      </w:sdtContent>
    </w:sdt>
    <w:r w:rsidR="000071E1" w:rsidRPr="0061398A">
      <w:rPr>
        <w:b/>
        <w:sz w:val="22"/>
      </w:rPr>
      <w:t xml:space="preserve"> </w:t>
    </w:r>
  </w:p>
  <w:p w14:paraId="3B5040B0" w14:textId="77777777" w:rsidR="000071E1" w:rsidRDefault="000071E1">
    <w:pPr>
      <w:pStyle w:val="Voettekst"/>
      <w:rPr>
        <w:color w:val="000000" w:themeColor="text1"/>
        <w:sz w:val="24"/>
        <w:szCs w:val="24"/>
      </w:rPr>
    </w:pPr>
  </w:p>
  <w:p w14:paraId="10CE75BC" w14:textId="77777777" w:rsidR="000071E1" w:rsidRDefault="000071E1">
    <w:pPr>
      <w:pStyle w:val="Voet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452989" wp14:editId="4A575D63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kstvak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485242E" w14:textId="4146B8C7" w:rsidR="000071E1" w:rsidRPr="0061398A" w:rsidRDefault="000071E1">
                          <w:pPr>
                            <w:pStyle w:val="Voettekst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</w:pPr>
                          <w:r w:rsidRPr="0061398A"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  <w:fldChar w:fldCharType="begin"/>
                          </w:r>
                          <w:r w:rsidRPr="0061398A"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  <w:instrText>PAGE  \* Arabic  \* MERGEFORMAT</w:instrText>
                          </w:r>
                          <w:r w:rsidRPr="0061398A"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  <w:fldChar w:fldCharType="separate"/>
                          </w:r>
                          <w:r w:rsidR="005D78DF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2"/>
                            </w:rPr>
                            <w:t>1</w:t>
                          </w:r>
                          <w:r w:rsidRPr="0061398A">
                            <w:rPr>
                              <w:rFonts w:asciiTheme="majorHAnsi" w:hAnsiTheme="majorHAnsi"/>
                              <w:color w:val="000000" w:themeColor="text1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A452989" id="_x0000_t202" coordsize="21600,21600" o:spt="202" path="m,l,21600r21600,l21600,xe">
              <v:stroke joinstyle="miter"/>
              <v:path gradientshapeok="t" o:connecttype="rect"/>
            </v:shapetype>
            <v:shape id="Tekstvak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id6gBzcCAABh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5485242E" w14:textId="4146B8C7" w:rsidR="000071E1" w:rsidRPr="0061398A" w:rsidRDefault="000071E1">
                    <w:pPr>
                      <w:pStyle w:val="Voettekst"/>
                      <w:jc w:val="right"/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</w:pPr>
                    <w:r w:rsidRPr="0061398A"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  <w:fldChar w:fldCharType="begin"/>
                    </w:r>
                    <w:r w:rsidRPr="0061398A"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  <w:instrText>PAGE  \* Arabic  \* MERGEFORMAT</w:instrText>
                    </w:r>
                    <w:r w:rsidRPr="0061398A"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  <w:fldChar w:fldCharType="separate"/>
                    </w:r>
                    <w:r w:rsidR="005D78DF">
                      <w:rPr>
                        <w:rFonts w:asciiTheme="majorHAnsi" w:hAnsiTheme="majorHAnsi"/>
                        <w:noProof/>
                        <w:color w:val="000000" w:themeColor="text1"/>
                        <w:sz w:val="22"/>
                      </w:rPr>
                      <w:t>1</w:t>
                    </w:r>
                    <w:r w:rsidRPr="0061398A">
                      <w:rPr>
                        <w:rFonts w:asciiTheme="majorHAnsi" w:hAnsiTheme="majorHAnsi"/>
                        <w:color w:val="000000" w:themeColor="text1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  <w:lang w:eastAsia="nl-NL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14A6791B" wp14:editId="5180C7FD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chthoek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78139D3" id="Rechthoek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05B23" w14:textId="77777777" w:rsidR="000071E1" w:rsidRDefault="000071E1" w:rsidP="0061398A">
      <w:pPr>
        <w:spacing w:after="0" w:line="240" w:lineRule="auto"/>
      </w:pPr>
      <w:r>
        <w:separator/>
      </w:r>
    </w:p>
  </w:footnote>
  <w:footnote w:type="continuationSeparator" w:id="0">
    <w:p w14:paraId="7D7238D1" w14:textId="77777777" w:rsidR="000071E1" w:rsidRDefault="000071E1" w:rsidP="006139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A3185"/>
    <w:multiLevelType w:val="hybridMultilevel"/>
    <w:tmpl w:val="FDE876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921F15"/>
    <w:multiLevelType w:val="hybridMultilevel"/>
    <w:tmpl w:val="5D804C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15CE5"/>
    <w:multiLevelType w:val="hybridMultilevel"/>
    <w:tmpl w:val="9A96F08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C159E6"/>
    <w:multiLevelType w:val="hybridMultilevel"/>
    <w:tmpl w:val="0C427B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38D"/>
    <w:rsid w:val="000071E1"/>
    <w:rsid w:val="00134372"/>
    <w:rsid w:val="003864F2"/>
    <w:rsid w:val="003C238D"/>
    <w:rsid w:val="005D78DF"/>
    <w:rsid w:val="0061398A"/>
    <w:rsid w:val="007C0E73"/>
    <w:rsid w:val="009502D9"/>
    <w:rsid w:val="009E2F79"/>
    <w:rsid w:val="00B24C80"/>
    <w:rsid w:val="00C7087C"/>
    <w:rsid w:val="00E14B50"/>
    <w:rsid w:val="00F0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534FB"/>
  <w15:docId w15:val="{2EBEAE4A-86F5-403F-815D-3B255B8C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theme="minorBidi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C238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1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398A"/>
  </w:style>
  <w:style w:type="paragraph" w:styleId="Voettekst">
    <w:name w:val="footer"/>
    <w:basedOn w:val="Standaard"/>
    <w:link w:val="VoettekstChar"/>
    <w:uiPriority w:val="99"/>
    <w:unhideWhenUsed/>
    <w:rsid w:val="006139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398A"/>
  </w:style>
  <w:style w:type="paragraph" w:customStyle="1" w:styleId="F9E977197262459AB16AE09F8A4F0155">
    <w:name w:val="F9E977197262459AB16AE09F8A4F0155"/>
    <w:rsid w:val="0061398A"/>
    <w:rPr>
      <w:rFonts w:asciiTheme="minorHAnsi" w:eastAsiaTheme="minorEastAsia" w:hAnsiTheme="minorHAnsi"/>
      <w:sz w:val="22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1398A"/>
    <w:pPr>
      <w:spacing w:after="0" w:line="240" w:lineRule="auto"/>
    </w:pPr>
    <w:rPr>
      <w:rFonts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398A"/>
    <w:rPr>
      <w:rFonts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9C8592873FA4597BFF06903E768231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000F1413-3459-419F-B205-9A088F7F1674}"/>
      </w:docPartPr>
      <w:docPartBody>
        <w:p w:rsidR="002821C1" w:rsidRDefault="002821C1" w:rsidP="002821C1">
          <w:pPr>
            <w:pStyle w:val="39C8592873FA4597BFF06903E7682318"/>
          </w:pPr>
          <w:r>
            <w:t>[Geef de naam van de auteur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1C1"/>
    <w:rsid w:val="002821C1"/>
    <w:rsid w:val="00CF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39C8592873FA4597BFF06903E7682318">
    <w:name w:val="39C8592873FA4597BFF06903E7682318"/>
    <w:rsid w:val="002821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C46ADCC2F05644B7D02251D0B05DD8" ma:contentTypeVersion="0" ma:contentTypeDescription="Een nieuw document maken." ma:contentTypeScope="" ma:versionID="48545e5bcbcfc831ec57747446726b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a6cb616ae9e357dc57dbe7ea9ea085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66E020-5C3C-4B82-8954-703AF36565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62C215-2C7A-40D9-B0A9-421F0E5D6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1A3BF5-71AF-49BD-92E1-2881CB561E7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68545979</Template>
  <TotalTime>0</TotalTime>
  <Pages>2</Pages>
  <Words>138</Words>
  <Characters>760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Praktijk opleiderscursus</dc:creator>
  <cp:lastModifiedBy>Piet Segers</cp:lastModifiedBy>
  <cp:revision>2</cp:revision>
  <cp:lastPrinted>2011-04-27T13:42:00Z</cp:lastPrinted>
  <dcterms:created xsi:type="dcterms:W3CDTF">2018-03-20T13:14:00Z</dcterms:created>
  <dcterms:modified xsi:type="dcterms:W3CDTF">2018-03-20T13:14:00Z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0x01010020C46ADCC2F05644B7D02251D0B05DD8</vt:lpwstr>
  </property>
</Properties>
</file>