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1256697" w14:textId="77777777" w:rsidR="00122A58" w:rsidRDefault="009753F6" w:rsidP="00D43608">
      <w:pPr>
        <w:rPr>
          <w:rFonts w:ascii="Atlanta" w:hAnsi="Atlanta"/>
        </w:rPr>
      </w:pPr>
      <w:r>
        <w:rPr>
          <w:rFonts w:ascii="Atlanta" w:hAnsi="Atlanta"/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200174" wp14:editId="40DAE3EF">
                <wp:simplePos x="0" y="0"/>
                <wp:positionH relativeFrom="column">
                  <wp:posOffset>3317240</wp:posOffset>
                </wp:positionH>
                <wp:positionV relativeFrom="paragraph">
                  <wp:posOffset>-318134</wp:posOffset>
                </wp:positionV>
                <wp:extent cx="3465830" cy="1181100"/>
                <wp:effectExtent l="0" t="0" r="1270" b="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5830" cy="118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56CAE1" w14:textId="5FC3445C" w:rsidR="005133EE" w:rsidRDefault="0085029A" w:rsidP="00122A58">
                            <w:pPr>
                              <w:spacing w:after="0"/>
                              <w:rPr>
                                <w:rFonts w:asciiTheme="majorHAnsi" w:hAnsiTheme="majorHAnsi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52"/>
                                <w:szCs w:val="52"/>
                              </w:rPr>
                              <w:t>Beoordelings</w:t>
                            </w:r>
                            <w:r w:rsidR="005133EE" w:rsidRPr="0073438B">
                              <w:rPr>
                                <w:rFonts w:asciiTheme="majorHAnsi" w:hAnsiTheme="majorHAnsi"/>
                                <w:sz w:val="52"/>
                                <w:szCs w:val="52"/>
                              </w:rPr>
                              <w:t>formulier</w:t>
                            </w:r>
                          </w:p>
                          <w:p w14:paraId="286718C0" w14:textId="27EC1F78" w:rsidR="0085029A" w:rsidRPr="0073438B" w:rsidRDefault="0085029A" w:rsidP="00122A58">
                            <w:pPr>
                              <w:spacing w:after="0"/>
                              <w:rPr>
                                <w:rFonts w:asciiTheme="majorHAnsi" w:hAnsiTheme="majorHAnsi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52"/>
                                <w:szCs w:val="52"/>
                              </w:rPr>
                              <w:t>Geven van instructie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200174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61.2pt;margin-top:-25.05pt;width:272.9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" fillcolor="white [3201]" stroked="f" strokeweight=".5pt">
                <v:textbox>
                  <w:txbxContent>
                    <w:p w14:paraId="5256CAE1" w14:textId="5FC3445C" w:rsidR="005133EE" w:rsidRDefault="0085029A" w:rsidP="00122A58">
                      <w:pPr>
                        <w:spacing w:after="0"/>
                        <w:rPr>
                          <w:rFonts w:asciiTheme="majorHAnsi" w:hAnsiTheme="majorHAnsi"/>
                          <w:sz w:val="52"/>
                          <w:szCs w:val="52"/>
                        </w:rPr>
                      </w:pPr>
                      <w:r>
                        <w:rPr>
                          <w:rFonts w:asciiTheme="majorHAnsi" w:hAnsiTheme="majorHAnsi"/>
                          <w:sz w:val="52"/>
                          <w:szCs w:val="52"/>
                        </w:rPr>
                        <w:t>Beoordelings</w:t>
                      </w:r>
                      <w:r w:rsidR="005133EE" w:rsidRPr="0073438B">
                        <w:rPr>
                          <w:rFonts w:asciiTheme="majorHAnsi" w:hAnsiTheme="majorHAnsi"/>
                          <w:sz w:val="52"/>
                          <w:szCs w:val="52"/>
                        </w:rPr>
                        <w:t>formulier</w:t>
                      </w:r>
                    </w:p>
                    <w:p w14:paraId="286718C0" w14:textId="27EC1F78" w:rsidR="0085029A" w:rsidRPr="0073438B" w:rsidRDefault="0085029A" w:rsidP="00122A58">
                      <w:pPr>
                        <w:spacing w:after="0"/>
                        <w:rPr>
                          <w:rFonts w:asciiTheme="majorHAnsi" w:hAnsiTheme="majorHAnsi"/>
                          <w:sz w:val="52"/>
                          <w:szCs w:val="52"/>
                        </w:rPr>
                      </w:pPr>
                      <w:r>
                        <w:rPr>
                          <w:rFonts w:asciiTheme="majorHAnsi" w:hAnsiTheme="majorHAnsi"/>
                          <w:sz w:val="52"/>
                          <w:szCs w:val="52"/>
                        </w:rPr>
                        <w:t>Geven van instructie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tlanta" w:hAnsi="Atlanta"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13266BD4" wp14:editId="44036C19">
            <wp:simplePos x="0" y="0"/>
            <wp:positionH relativeFrom="column">
              <wp:posOffset>-292735</wp:posOffset>
            </wp:positionH>
            <wp:positionV relativeFrom="paragraph">
              <wp:posOffset>-109220</wp:posOffset>
            </wp:positionV>
            <wp:extent cx="3886200" cy="952500"/>
            <wp:effectExtent l="0" t="0" r="0" b="0"/>
            <wp:wrapNone/>
            <wp:docPr id="1" name="Afbeelding 1" descr="Nieuw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ieuw logo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DD5BBC" w14:textId="77777777" w:rsidR="00363ED4" w:rsidRDefault="00363ED4" w:rsidP="00363ED4">
      <w:pPr>
        <w:spacing w:line="240" w:lineRule="auto"/>
        <w:rPr>
          <w:rFonts w:ascii="Atlanta" w:hAnsi="Atlanta"/>
        </w:rPr>
      </w:pPr>
    </w:p>
    <w:p w14:paraId="611533EE" w14:textId="77777777" w:rsidR="007065B0" w:rsidRDefault="007065B0" w:rsidP="00363ED4">
      <w:pPr>
        <w:spacing w:line="240" w:lineRule="auto"/>
        <w:rPr>
          <w:rFonts w:ascii="Atlanta" w:hAnsi="Atlanta"/>
        </w:rPr>
      </w:pPr>
    </w:p>
    <w:p w14:paraId="05761C3D" w14:textId="77777777" w:rsidR="00521307" w:rsidRDefault="00521307" w:rsidP="00363ED4">
      <w:pPr>
        <w:spacing w:line="240" w:lineRule="auto"/>
        <w:rPr>
          <w:rFonts w:ascii="Atlanta" w:hAnsi="Atlanta"/>
        </w:rPr>
      </w:pPr>
    </w:p>
    <w:p w14:paraId="1F25FD6B" w14:textId="7FE2EC79" w:rsidR="00363ED4" w:rsidRDefault="00363ED4" w:rsidP="00363ED4">
      <w:pPr>
        <w:pBdr>
          <w:bottom w:val="single" w:sz="12" w:space="1" w:color="auto"/>
        </w:pBdr>
        <w:spacing w:line="240" w:lineRule="auto"/>
        <w:rPr>
          <w:rFonts w:ascii="Atlanta" w:hAnsi="Atlanta"/>
        </w:rPr>
      </w:pPr>
      <w:r>
        <w:rPr>
          <w:rFonts w:ascii="Atlanta" w:hAnsi="Atlanta"/>
        </w:rPr>
        <w:t>Naam</w:t>
      </w:r>
      <w:r>
        <w:rPr>
          <w:rFonts w:ascii="Atlanta" w:hAnsi="Atlanta"/>
        </w:rPr>
        <w:tab/>
        <w:t>: ___________________</w:t>
      </w:r>
      <w:r w:rsidR="00126BE6">
        <w:rPr>
          <w:rFonts w:ascii="Atlanta" w:hAnsi="Atlanta"/>
        </w:rPr>
        <w:t xml:space="preserve">_____________________________  </w:t>
      </w:r>
      <w:r w:rsidR="00126BE6">
        <w:rPr>
          <w:rFonts w:ascii="Atlanta" w:hAnsi="Atlanta"/>
        </w:rPr>
        <w:tab/>
      </w:r>
      <w:r w:rsidR="00126BE6">
        <w:rPr>
          <w:rFonts w:ascii="Atlanta" w:hAnsi="Atlanta"/>
        </w:rPr>
        <w:tab/>
      </w:r>
      <w:r>
        <w:rPr>
          <w:rFonts w:ascii="Atlanta" w:hAnsi="Atlanta"/>
        </w:rPr>
        <w:t>Datum : ________________________</w:t>
      </w:r>
    </w:p>
    <w:p w14:paraId="0F77C0A0" w14:textId="77777777" w:rsidR="00363ED4" w:rsidRPr="00394B29" w:rsidRDefault="00363ED4" w:rsidP="00394B29">
      <w:pPr>
        <w:pBdr>
          <w:bottom w:val="single" w:sz="12" w:space="1" w:color="auto"/>
        </w:pBdr>
        <w:spacing w:line="240" w:lineRule="auto"/>
        <w:jc w:val="right"/>
        <w:rPr>
          <w:rFonts w:asciiTheme="minorHAnsi" w:hAnsiTheme="minorHAnsi" w:cstheme="minorHAnsi"/>
          <w:i/>
          <w:sz w:val="26"/>
          <w:szCs w:val="26"/>
          <w:vertAlign w:val="subscript"/>
        </w:rPr>
      </w:pPr>
    </w:p>
    <w:p w14:paraId="002569EF" w14:textId="6A603312" w:rsidR="007065B0" w:rsidRDefault="0085029A" w:rsidP="00344F70">
      <w:pPr>
        <w:spacing w:after="0"/>
        <w:rPr>
          <w:rFonts w:asciiTheme="majorHAnsi" w:hAnsiTheme="majorHAnsi"/>
          <w:b/>
          <w:color w:val="79B135"/>
          <w:sz w:val="28"/>
          <w:szCs w:val="28"/>
        </w:rPr>
      </w:pPr>
      <w:r>
        <w:rPr>
          <w:rFonts w:asciiTheme="majorHAnsi" w:hAnsiTheme="majorHAnsi"/>
          <w:b/>
          <w:color w:val="79B135"/>
          <w:sz w:val="28"/>
          <w:szCs w:val="28"/>
        </w:rPr>
        <w:t>A. Voorbereiding</w:t>
      </w:r>
    </w:p>
    <w:tbl>
      <w:tblPr>
        <w:tblStyle w:val="Tabelraster"/>
        <w:tblW w:w="10490" w:type="dxa"/>
        <w:tblInd w:w="108" w:type="dxa"/>
        <w:tblLook w:val="04A0" w:firstRow="1" w:lastRow="0" w:firstColumn="1" w:lastColumn="0" w:noHBand="0" w:noVBand="1"/>
      </w:tblPr>
      <w:tblGrid>
        <w:gridCol w:w="9072"/>
        <w:gridCol w:w="709"/>
        <w:gridCol w:w="709"/>
      </w:tblGrid>
      <w:tr w:rsidR="00394B29" w:rsidRPr="00D43608" w14:paraId="7B9A6D82" w14:textId="77777777" w:rsidTr="009D46E1">
        <w:tc>
          <w:tcPr>
            <w:tcW w:w="9072" w:type="dxa"/>
            <w:shd w:val="clear" w:color="auto" w:fill="79B135"/>
            <w:vAlign w:val="center"/>
          </w:tcPr>
          <w:p w14:paraId="365DA4F4" w14:textId="167A3C07" w:rsidR="00394B29" w:rsidRPr="000878C8" w:rsidRDefault="00D16FE2" w:rsidP="0085029A">
            <w:pPr>
              <w:rPr>
                <w:rFonts w:ascii="Atlanta" w:hAnsi="Atlanta"/>
                <w:color w:val="FFFFFF" w:themeColor="background1"/>
                <w:szCs w:val="20"/>
              </w:rPr>
            </w:pPr>
            <w:r w:rsidRPr="000878C8">
              <w:rPr>
                <w:rFonts w:ascii="Atlanta" w:hAnsi="Atlanta"/>
                <w:color w:val="FFFFFF" w:themeColor="background1"/>
                <w:szCs w:val="20"/>
              </w:rPr>
              <w:t xml:space="preserve">Geef aan in welke mate u tevreden bent over </w:t>
            </w:r>
            <w:r w:rsidR="0085029A">
              <w:rPr>
                <w:rFonts w:ascii="Atlanta" w:hAnsi="Atlanta"/>
                <w:color w:val="FFFFFF" w:themeColor="background1"/>
                <w:szCs w:val="20"/>
              </w:rPr>
              <w:t>de kwaliteit van de instructie</w:t>
            </w:r>
          </w:p>
        </w:tc>
        <w:tc>
          <w:tcPr>
            <w:tcW w:w="709" w:type="dxa"/>
            <w:shd w:val="clear" w:color="auto" w:fill="79B135"/>
            <w:vAlign w:val="center"/>
          </w:tcPr>
          <w:p w14:paraId="418E0826" w14:textId="77777777" w:rsidR="00394B29" w:rsidRPr="00C3441B" w:rsidRDefault="00394B29" w:rsidP="007065B0">
            <w:pPr>
              <w:jc w:val="center"/>
              <w:rPr>
                <w:rFonts w:ascii="Atlanta" w:hAnsi="Atlanta"/>
                <w:color w:val="FFFFFF" w:themeColor="background1"/>
                <w:sz w:val="40"/>
                <w:szCs w:val="40"/>
              </w:rPr>
            </w:pPr>
            <w:r w:rsidRPr="00C3441B">
              <w:rPr>
                <w:rFonts w:ascii="Atlanta" w:hAnsi="Atlanta"/>
                <w:color w:val="FFFFFF" w:themeColor="background1"/>
                <w:sz w:val="40"/>
                <w:szCs w:val="40"/>
              </w:rPr>
              <w:sym w:font="Wingdings" w:char="F04A"/>
            </w:r>
          </w:p>
        </w:tc>
        <w:tc>
          <w:tcPr>
            <w:tcW w:w="709" w:type="dxa"/>
            <w:shd w:val="clear" w:color="auto" w:fill="79B135"/>
            <w:vAlign w:val="center"/>
          </w:tcPr>
          <w:p w14:paraId="00DB6410" w14:textId="77777777" w:rsidR="00394B29" w:rsidRPr="00C3441B" w:rsidRDefault="00394B29" w:rsidP="007065B0">
            <w:pPr>
              <w:jc w:val="center"/>
              <w:rPr>
                <w:rFonts w:ascii="Atlanta" w:hAnsi="Atlanta"/>
                <w:color w:val="FFFFFF" w:themeColor="background1"/>
                <w:sz w:val="40"/>
                <w:szCs w:val="40"/>
              </w:rPr>
            </w:pPr>
            <w:r w:rsidRPr="00C3441B">
              <w:rPr>
                <w:rFonts w:ascii="Atlanta" w:hAnsi="Atlanta"/>
                <w:color w:val="FFFFFF" w:themeColor="background1"/>
                <w:sz w:val="40"/>
                <w:szCs w:val="40"/>
              </w:rPr>
              <w:sym w:font="Wingdings" w:char="F04C"/>
            </w:r>
          </w:p>
        </w:tc>
      </w:tr>
      <w:tr w:rsidR="00394B29" w14:paraId="4227D124" w14:textId="77777777" w:rsidTr="00521307">
        <w:tc>
          <w:tcPr>
            <w:tcW w:w="9072" w:type="dxa"/>
            <w:vAlign w:val="center"/>
          </w:tcPr>
          <w:p w14:paraId="6E68212A" w14:textId="1C71F500" w:rsidR="00394B29" w:rsidRPr="001068B9" w:rsidRDefault="0085029A" w:rsidP="00521307">
            <w:pPr>
              <w:widowControl w:val="0"/>
              <w:spacing w:line="276" w:lineRule="auto"/>
              <w:rPr>
                <w:rFonts w:cs="Tahoma"/>
              </w:rPr>
            </w:pPr>
            <w:r w:rsidRPr="001068B9">
              <w:rPr>
                <w:rFonts w:cs="Tahoma"/>
              </w:rPr>
              <w:t>Stap 1: voorbereiding</w:t>
            </w:r>
          </w:p>
        </w:tc>
        <w:tc>
          <w:tcPr>
            <w:tcW w:w="709" w:type="dxa"/>
          </w:tcPr>
          <w:p w14:paraId="2BCD4743" w14:textId="77777777" w:rsidR="00394B29" w:rsidRDefault="00394B29" w:rsidP="009753F6">
            <w:pPr>
              <w:widowControl w:val="0"/>
              <w:spacing w:before="120" w:line="360" w:lineRule="auto"/>
            </w:pPr>
          </w:p>
        </w:tc>
        <w:tc>
          <w:tcPr>
            <w:tcW w:w="709" w:type="dxa"/>
          </w:tcPr>
          <w:p w14:paraId="7D33AAAE" w14:textId="77777777" w:rsidR="00394B29" w:rsidRDefault="00394B29" w:rsidP="009753F6">
            <w:pPr>
              <w:widowControl w:val="0"/>
              <w:spacing w:before="120" w:line="360" w:lineRule="auto"/>
            </w:pPr>
          </w:p>
        </w:tc>
      </w:tr>
      <w:tr w:rsidR="00394B29" w14:paraId="6EA3267E" w14:textId="77777777" w:rsidTr="005133EE">
        <w:tc>
          <w:tcPr>
            <w:tcW w:w="9072" w:type="dxa"/>
            <w:vAlign w:val="center"/>
          </w:tcPr>
          <w:p w14:paraId="3E9C2EE5" w14:textId="5AD0B141" w:rsidR="00394B29" w:rsidRPr="001068B9" w:rsidRDefault="0085029A" w:rsidP="005133EE">
            <w:pPr>
              <w:widowControl w:val="0"/>
              <w:spacing w:line="276" w:lineRule="auto"/>
              <w:rPr>
                <w:rFonts w:cs="Tahoma"/>
              </w:rPr>
            </w:pPr>
            <w:r w:rsidRPr="001068B9">
              <w:rPr>
                <w:rFonts w:cs="Tahoma"/>
              </w:rPr>
              <w:t>Stap 2: uitleg</w:t>
            </w:r>
          </w:p>
        </w:tc>
        <w:tc>
          <w:tcPr>
            <w:tcW w:w="709" w:type="dxa"/>
          </w:tcPr>
          <w:p w14:paraId="08BFDCB0" w14:textId="77777777" w:rsidR="00394B29" w:rsidRDefault="00394B29" w:rsidP="009753F6">
            <w:pPr>
              <w:widowControl w:val="0"/>
              <w:spacing w:before="120" w:line="360" w:lineRule="auto"/>
            </w:pPr>
          </w:p>
        </w:tc>
        <w:tc>
          <w:tcPr>
            <w:tcW w:w="709" w:type="dxa"/>
          </w:tcPr>
          <w:p w14:paraId="43820914" w14:textId="77777777" w:rsidR="00394B29" w:rsidRDefault="00394B29" w:rsidP="009753F6">
            <w:pPr>
              <w:widowControl w:val="0"/>
              <w:spacing w:before="120" w:line="360" w:lineRule="auto"/>
            </w:pPr>
          </w:p>
        </w:tc>
      </w:tr>
      <w:tr w:rsidR="005133EE" w14:paraId="109688CB" w14:textId="77777777" w:rsidTr="005133EE">
        <w:tc>
          <w:tcPr>
            <w:tcW w:w="9072" w:type="dxa"/>
            <w:vAlign w:val="center"/>
          </w:tcPr>
          <w:p w14:paraId="748BC093" w14:textId="4B1EA770" w:rsidR="005133EE" w:rsidRPr="001068B9" w:rsidRDefault="0085029A" w:rsidP="003D26CF">
            <w:pPr>
              <w:widowControl w:val="0"/>
              <w:rPr>
                <w:rFonts w:cs="Tahoma"/>
              </w:rPr>
            </w:pPr>
            <w:r w:rsidRPr="001068B9">
              <w:rPr>
                <w:rFonts w:cs="Tahoma"/>
              </w:rPr>
              <w:t>Stap 3</w:t>
            </w:r>
            <w:r w:rsidR="00F524AB">
              <w:rPr>
                <w:rFonts w:cs="Tahoma"/>
              </w:rPr>
              <w:t>:</w:t>
            </w:r>
            <w:r w:rsidRPr="001068B9">
              <w:rPr>
                <w:rFonts w:cs="Tahoma"/>
              </w:rPr>
              <w:t xml:space="preserve"> demonstratie</w:t>
            </w:r>
          </w:p>
        </w:tc>
        <w:tc>
          <w:tcPr>
            <w:tcW w:w="709" w:type="dxa"/>
          </w:tcPr>
          <w:p w14:paraId="3067CCDA" w14:textId="77777777" w:rsidR="005133EE" w:rsidRDefault="005133EE" w:rsidP="009753F6">
            <w:pPr>
              <w:widowControl w:val="0"/>
              <w:spacing w:before="120" w:line="360" w:lineRule="auto"/>
            </w:pPr>
          </w:p>
        </w:tc>
        <w:tc>
          <w:tcPr>
            <w:tcW w:w="709" w:type="dxa"/>
          </w:tcPr>
          <w:p w14:paraId="192A8E01" w14:textId="77777777" w:rsidR="005133EE" w:rsidRDefault="005133EE" w:rsidP="009753F6">
            <w:pPr>
              <w:widowControl w:val="0"/>
              <w:spacing w:before="120" w:line="360" w:lineRule="auto"/>
            </w:pPr>
          </w:p>
        </w:tc>
      </w:tr>
      <w:tr w:rsidR="005133EE" w14:paraId="181EB062" w14:textId="77777777" w:rsidTr="005133EE">
        <w:trPr>
          <w:trHeight w:val="432"/>
        </w:trPr>
        <w:tc>
          <w:tcPr>
            <w:tcW w:w="9072" w:type="dxa"/>
            <w:vAlign w:val="center"/>
          </w:tcPr>
          <w:p w14:paraId="3CF6B679" w14:textId="1355515A" w:rsidR="005133EE" w:rsidRPr="001068B9" w:rsidRDefault="0085029A" w:rsidP="00F524AB">
            <w:pPr>
              <w:widowControl w:val="0"/>
              <w:spacing w:line="276" w:lineRule="auto"/>
              <w:rPr>
                <w:rFonts w:cs="Tahoma"/>
              </w:rPr>
            </w:pPr>
            <w:r w:rsidRPr="001068B9">
              <w:rPr>
                <w:rFonts w:cs="Tahoma"/>
              </w:rPr>
              <w:t xml:space="preserve">Stap 4: </w:t>
            </w:r>
            <w:r w:rsidR="00F524AB">
              <w:rPr>
                <w:rFonts w:cs="Tahoma"/>
              </w:rPr>
              <w:t>de uitvoering</w:t>
            </w:r>
          </w:p>
        </w:tc>
        <w:tc>
          <w:tcPr>
            <w:tcW w:w="709" w:type="dxa"/>
          </w:tcPr>
          <w:p w14:paraId="5FC303D8" w14:textId="77777777" w:rsidR="005133EE" w:rsidRDefault="005133EE" w:rsidP="009753F6">
            <w:pPr>
              <w:widowControl w:val="0"/>
              <w:spacing w:before="120" w:line="360" w:lineRule="auto"/>
            </w:pPr>
          </w:p>
        </w:tc>
        <w:tc>
          <w:tcPr>
            <w:tcW w:w="709" w:type="dxa"/>
          </w:tcPr>
          <w:p w14:paraId="577755AD" w14:textId="77777777" w:rsidR="005133EE" w:rsidRDefault="005133EE" w:rsidP="009753F6">
            <w:pPr>
              <w:widowControl w:val="0"/>
              <w:spacing w:before="120" w:line="360" w:lineRule="auto"/>
            </w:pPr>
          </w:p>
        </w:tc>
      </w:tr>
    </w:tbl>
    <w:p w14:paraId="366C59A2" w14:textId="77777777" w:rsidR="00C7087C" w:rsidRDefault="00C7087C" w:rsidP="007065B0">
      <w:pPr>
        <w:spacing w:after="0" w:line="240" w:lineRule="auto"/>
      </w:pPr>
    </w:p>
    <w:p w14:paraId="75B77C22" w14:textId="3BCCC9AB" w:rsidR="0070434E" w:rsidRDefault="0085029A" w:rsidP="00344F70">
      <w:pPr>
        <w:spacing w:after="0"/>
        <w:rPr>
          <w:rFonts w:asciiTheme="majorHAnsi" w:hAnsiTheme="majorHAnsi"/>
          <w:b/>
          <w:color w:val="79B135"/>
          <w:sz w:val="28"/>
          <w:szCs w:val="28"/>
        </w:rPr>
      </w:pPr>
      <w:r>
        <w:rPr>
          <w:rFonts w:asciiTheme="majorHAnsi" w:hAnsiTheme="majorHAnsi"/>
          <w:b/>
          <w:color w:val="79B135"/>
          <w:sz w:val="28"/>
          <w:szCs w:val="28"/>
        </w:rPr>
        <w:t>B. Uitvoering</w:t>
      </w:r>
    </w:p>
    <w:tbl>
      <w:tblPr>
        <w:tblStyle w:val="Tabelraster"/>
        <w:tblW w:w="10490" w:type="dxa"/>
        <w:tblInd w:w="108" w:type="dxa"/>
        <w:tblLook w:val="04A0" w:firstRow="1" w:lastRow="0" w:firstColumn="1" w:lastColumn="0" w:noHBand="0" w:noVBand="1"/>
      </w:tblPr>
      <w:tblGrid>
        <w:gridCol w:w="9072"/>
        <w:gridCol w:w="709"/>
        <w:gridCol w:w="709"/>
      </w:tblGrid>
      <w:tr w:rsidR="0070434E" w:rsidRPr="00D43608" w14:paraId="6C1DF4EF" w14:textId="77777777" w:rsidTr="0070434E">
        <w:tc>
          <w:tcPr>
            <w:tcW w:w="9072" w:type="dxa"/>
            <w:shd w:val="clear" w:color="auto" w:fill="79B135"/>
            <w:vAlign w:val="center"/>
          </w:tcPr>
          <w:p w14:paraId="1B220DDA" w14:textId="13FC9944" w:rsidR="0070434E" w:rsidRPr="000878C8" w:rsidRDefault="00ED672D" w:rsidP="0085029A">
            <w:pPr>
              <w:rPr>
                <w:rFonts w:ascii="Atlanta" w:hAnsi="Atlanta"/>
                <w:color w:val="FFFFFF" w:themeColor="background1"/>
                <w:szCs w:val="20"/>
              </w:rPr>
            </w:pPr>
            <w:r>
              <w:rPr>
                <w:rFonts w:ascii="Atlanta" w:hAnsi="Atlanta"/>
                <w:color w:val="FFFFFF" w:themeColor="background1"/>
                <w:szCs w:val="20"/>
              </w:rPr>
              <w:t xml:space="preserve">Geef aan in welke mate u tevreden bent over </w:t>
            </w:r>
            <w:r w:rsidR="00D16FE2" w:rsidRPr="000878C8">
              <w:rPr>
                <w:rFonts w:ascii="Atlanta" w:hAnsi="Atlanta"/>
                <w:color w:val="FFFFFF" w:themeColor="background1"/>
                <w:szCs w:val="20"/>
              </w:rPr>
              <w:t xml:space="preserve">de </w:t>
            </w:r>
            <w:r w:rsidR="0085029A">
              <w:rPr>
                <w:rFonts w:ascii="Atlanta" w:hAnsi="Atlanta"/>
                <w:color w:val="FFFFFF" w:themeColor="background1"/>
                <w:szCs w:val="20"/>
              </w:rPr>
              <w:t>uitvoering van de instructie</w:t>
            </w:r>
          </w:p>
        </w:tc>
        <w:tc>
          <w:tcPr>
            <w:tcW w:w="709" w:type="dxa"/>
            <w:shd w:val="clear" w:color="auto" w:fill="79B135"/>
            <w:vAlign w:val="center"/>
          </w:tcPr>
          <w:p w14:paraId="047A3473" w14:textId="77777777" w:rsidR="0070434E" w:rsidRPr="00C3441B" w:rsidRDefault="0070434E" w:rsidP="0070434E">
            <w:pPr>
              <w:jc w:val="center"/>
              <w:rPr>
                <w:rFonts w:ascii="Atlanta" w:hAnsi="Atlanta"/>
                <w:color w:val="FFFFFF" w:themeColor="background1"/>
                <w:sz w:val="40"/>
                <w:szCs w:val="40"/>
              </w:rPr>
            </w:pPr>
            <w:r w:rsidRPr="00C3441B">
              <w:rPr>
                <w:rFonts w:ascii="Atlanta" w:hAnsi="Atlanta"/>
                <w:color w:val="FFFFFF" w:themeColor="background1"/>
                <w:sz w:val="40"/>
                <w:szCs w:val="40"/>
              </w:rPr>
              <w:sym w:font="Wingdings" w:char="F04A"/>
            </w:r>
          </w:p>
        </w:tc>
        <w:tc>
          <w:tcPr>
            <w:tcW w:w="709" w:type="dxa"/>
            <w:shd w:val="clear" w:color="auto" w:fill="79B135"/>
            <w:vAlign w:val="center"/>
          </w:tcPr>
          <w:p w14:paraId="5F3AC17E" w14:textId="77777777" w:rsidR="0070434E" w:rsidRPr="00C3441B" w:rsidRDefault="0070434E" w:rsidP="0070434E">
            <w:pPr>
              <w:jc w:val="center"/>
              <w:rPr>
                <w:rFonts w:ascii="Atlanta" w:hAnsi="Atlanta"/>
                <w:color w:val="FFFFFF" w:themeColor="background1"/>
                <w:sz w:val="40"/>
                <w:szCs w:val="40"/>
              </w:rPr>
            </w:pPr>
            <w:r w:rsidRPr="00C3441B">
              <w:rPr>
                <w:rFonts w:ascii="Atlanta" w:hAnsi="Atlanta"/>
                <w:color w:val="FFFFFF" w:themeColor="background1"/>
                <w:sz w:val="40"/>
                <w:szCs w:val="40"/>
              </w:rPr>
              <w:sym w:font="Wingdings" w:char="F04C"/>
            </w:r>
          </w:p>
        </w:tc>
      </w:tr>
      <w:tr w:rsidR="0070434E" w14:paraId="4A77535B" w14:textId="77777777" w:rsidTr="005133EE">
        <w:tc>
          <w:tcPr>
            <w:tcW w:w="9072" w:type="dxa"/>
            <w:vAlign w:val="center"/>
          </w:tcPr>
          <w:p w14:paraId="544A5FD2" w14:textId="5C908F6E" w:rsidR="0070434E" w:rsidRPr="001068B9" w:rsidRDefault="0085029A" w:rsidP="009A36AD">
            <w:pPr>
              <w:widowControl w:val="0"/>
              <w:rPr>
                <w:rFonts w:cs="Tahoma"/>
              </w:rPr>
            </w:pPr>
            <w:r w:rsidRPr="001068B9">
              <w:rPr>
                <w:rFonts w:cs="Tahoma"/>
              </w:rPr>
              <w:t>Stap 5: Taak is duidelijk, resultaat is goed</w:t>
            </w:r>
          </w:p>
        </w:tc>
        <w:tc>
          <w:tcPr>
            <w:tcW w:w="709" w:type="dxa"/>
          </w:tcPr>
          <w:p w14:paraId="444AE3D0" w14:textId="77777777" w:rsidR="0070434E" w:rsidRDefault="0070434E" w:rsidP="0070434E">
            <w:pPr>
              <w:widowControl w:val="0"/>
              <w:spacing w:before="120" w:line="360" w:lineRule="auto"/>
            </w:pPr>
          </w:p>
        </w:tc>
        <w:tc>
          <w:tcPr>
            <w:tcW w:w="709" w:type="dxa"/>
          </w:tcPr>
          <w:p w14:paraId="08128B51" w14:textId="77777777" w:rsidR="0070434E" w:rsidRDefault="0070434E" w:rsidP="0070434E">
            <w:pPr>
              <w:widowControl w:val="0"/>
              <w:spacing w:before="120" w:line="360" w:lineRule="auto"/>
            </w:pPr>
          </w:p>
        </w:tc>
      </w:tr>
      <w:tr w:rsidR="0070434E" w14:paraId="4387968D" w14:textId="77777777" w:rsidTr="005133EE">
        <w:tc>
          <w:tcPr>
            <w:tcW w:w="9072" w:type="dxa"/>
            <w:vAlign w:val="center"/>
          </w:tcPr>
          <w:p w14:paraId="36E0BA38" w14:textId="13B83D4A" w:rsidR="0070434E" w:rsidRPr="001068B9" w:rsidRDefault="0085029A" w:rsidP="005133EE">
            <w:pPr>
              <w:widowControl w:val="0"/>
              <w:spacing w:line="276" w:lineRule="auto"/>
              <w:rPr>
                <w:rFonts w:cs="Tahoma"/>
              </w:rPr>
            </w:pPr>
            <w:r w:rsidRPr="001068B9">
              <w:rPr>
                <w:rFonts w:cs="Tahoma"/>
              </w:rPr>
              <w:t>Stap 6: beoordeling</w:t>
            </w:r>
            <w:r w:rsidR="00F524AB">
              <w:rPr>
                <w:rFonts w:cs="Tahoma"/>
              </w:rPr>
              <w:t>/evaluatie</w:t>
            </w:r>
            <w:r w:rsidRPr="001068B9">
              <w:rPr>
                <w:rFonts w:cs="Tahoma"/>
              </w:rPr>
              <w:t xml:space="preserve"> is helder en duidelijk</w:t>
            </w:r>
          </w:p>
        </w:tc>
        <w:tc>
          <w:tcPr>
            <w:tcW w:w="709" w:type="dxa"/>
          </w:tcPr>
          <w:p w14:paraId="6654C6BD" w14:textId="77777777" w:rsidR="0070434E" w:rsidRDefault="0070434E" w:rsidP="0070434E">
            <w:pPr>
              <w:widowControl w:val="0"/>
              <w:spacing w:before="120" w:line="360" w:lineRule="auto"/>
            </w:pPr>
          </w:p>
        </w:tc>
        <w:tc>
          <w:tcPr>
            <w:tcW w:w="709" w:type="dxa"/>
          </w:tcPr>
          <w:p w14:paraId="5D593D0A" w14:textId="77777777" w:rsidR="0070434E" w:rsidRDefault="0070434E" w:rsidP="0070434E">
            <w:pPr>
              <w:widowControl w:val="0"/>
              <w:spacing w:before="120" w:line="360" w:lineRule="auto"/>
            </w:pPr>
          </w:p>
        </w:tc>
      </w:tr>
      <w:tr w:rsidR="0070434E" w14:paraId="6CA73F74" w14:textId="77777777" w:rsidTr="005133EE">
        <w:tc>
          <w:tcPr>
            <w:tcW w:w="9072" w:type="dxa"/>
            <w:vAlign w:val="center"/>
          </w:tcPr>
          <w:p w14:paraId="2F60464E" w14:textId="42BD3217" w:rsidR="0070434E" w:rsidRPr="001068B9" w:rsidRDefault="0085029A" w:rsidP="005133EE">
            <w:pPr>
              <w:widowControl w:val="0"/>
              <w:spacing w:line="276" w:lineRule="auto"/>
              <w:rPr>
                <w:rFonts w:cs="Tahoma"/>
              </w:rPr>
            </w:pPr>
            <w:r w:rsidRPr="001068B9">
              <w:rPr>
                <w:rFonts w:cs="Tahoma"/>
              </w:rPr>
              <w:t xml:space="preserve">Stap 7: instructeur is </w:t>
            </w:r>
            <w:r w:rsidR="001068B9">
              <w:rPr>
                <w:rFonts w:cs="Tahoma"/>
              </w:rPr>
              <w:t>i</w:t>
            </w:r>
            <w:r w:rsidR="0070434E" w:rsidRPr="001068B9">
              <w:rPr>
                <w:rFonts w:cs="Tahoma"/>
              </w:rPr>
              <w:t>nhoudelijk deskundig</w:t>
            </w:r>
          </w:p>
        </w:tc>
        <w:tc>
          <w:tcPr>
            <w:tcW w:w="709" w:type="dxa"/>
          </w:tcPr>
          <w:p w14:paraId="1B75F960" w14:textId="77777777" w:rsidR="0070434E" w:rsidRDefault="0070434E" w:rsidP="0070434E">
            <w:pPr>
              <w:widowControl w:val="0"/>
              <w:spacing w:before="120" w:line="360" w:lineRule="auto"/>
            </w:pPr>
          </w:p>
        </w:tc>
        <w:tc>
          <w:tcPr>
            <w:tcW w:w="709" w:type="dxa"/>
          </w:tcPr>
          <w:p w14:paraId="17ECA5F4" w14:textId="77777777" w:rsidR="0070434E" w:rsidRDefault="0070434E" w:rsidP="0070434E">
            <w:pPr>
              <w:widowControl w:val="0"/>
              <w:spacing w:before="120" w:line="360" w:lineRule="auto"/>
            </w:pPr>
          </w:p>
        </w:tc>
      </w:tr>
      <w:tr w:rsidR="00521307" w14:paraId="7D152D7D" w14:textId="77777777" w:rsidTr="005133EE">
        <w:tc>
          <w:tcPr>
            <w:tcW w:w="9072" w:type="dxa"/>
            <w:vAlign w:val="center"/>
          </w:tcPr>
          <w:p w14:paraId="0DCDF12C" w14:textId="3BD86CD3" w:rsidR="00521307" w:rsidRPr="001068B9" w:rsidRDefault="001068B9" w:rsidP="00ED672D">
            <w:pPr>
              <w:widowControl w:val="0"/>
              <w:spacing w:line="276" w:lineRule="auto"/>
              <w:rPr>
                <w:rFonts w:cs="Tahoma"/>
              </w:rPr>
            </w:pPr>
            <w:r w:rsidRPr="001068B9">
              <w:rPr>
                <w:rFonts w:cs="Tahoma"/>
              </w:rPr>
              <w:t>Stap 8: instructeur is motiverend</w:t>
            </w:r>
          </w:p>
        </w:tc>
        <w:tc>
          <w:tcPr>
            <w:tcW w:w="709" w:type="dxa"/>
          </w:tcPr>
          <w:p w14:paraId="30A9D71D" w14:textId="77777777" w:rsidR="00521307" w:rsidRDefault="00521307" w:rsidP="0070434E">
            <w:pPr>
              <w:widowControl w:val="0"/>
              <w:spacing w:before="120" w:line="360" w:lineRule="auto"/>
            </w:pPr>
          </w:p>
        </w:tc>
        <w:tc>
          <w:tcPr>
            <w:tcW w:w="709" w:type="dxa"/>
          </w:tcPr>
          <w:p w14:paraId="7EAE3ADD" w14:textId="77777777" w:rsidR="00521307" w:rsidRDefault="00521307" w:rsidP="0070434E">
            <w:pPr>
              <w:widowControl w:val="0"/>
              <w:spacing w:before="120" w:line="360" w:lineRule="auto"/>
            </w:pPr>
          </w:p>
        </w:tc>
      </w:tr>
      <w:tr w:rsidR="00521307" w14:paraId="13893C57" w14:textId="77777777" w:rsidTr="0070434E">
        <w:tc>
          <w:tcPr>
            <w:tcW w:w="10490" w:type="dxa"/>
            <w:gridSpan w:val="3"/>
          </w:tcPr>
          <w:p w14:paraId="307F0255" w14:textId="77777777" w:rsidR="00521307" w:rsidRPr="001068B9" w:rsidRDefault="00521307" w:rsidP="0070434E">
            <w:pPr>
              <w:widowControl w:val="0"/>
              <w:spacing w:before="120" w:line="360" w:lineRule="auto"/>
              <w:rPr>
                <w:rFonts w:cs="Tahoma"/>
              </w:rPr>
            </w:pPr>
          </w:p>
        </w:tc>
      </w:tr>
      <w:tr w:rsidR="00521307" w14:paraId="7F862DD5" w14:textId="77777777" w:rsidTr="0070434E">
        <w:tc>
          <w:tcPr>
            <w:tcW w:w="10490" w:type="dxa"/>
            <w:gridSpan w:val="3"/>
          </w:tcPr>
          <w:p w14:paraId="4D84ED08" w14:textId="77777777" w:rsidR="00521307" w:rsidRDefault="00521307" w:rsidP="0070434E">
            <w:pPr>
              <w:widowControl w:val="0"/>
              <w:spacing w:before="120" w:line="360" w:lineRule="auto"/>
            </w:pPr>
          </w:p>
        </w:tc>
      </w:tr>
    </w:tbl>
    <w:p w14:paraId="6A3BDF2E" w14:textId="77777777" w:rsidR="003D26CF" w:rsidRDefault="003D26CF" w:rsidP="003D26CF">
      <w:pPr>
        <w:spacing w:after="0"/>
        <w:rPr>
          <w:rFonts w:asciiTheme="majorHAnsi" w:hAnsiTheme="majorHAnsi"/>
          <w:b/>
          <w:color w:val="79B135"/>
          <w:sz w:val="28"/>
          <w:szCs w:val="28"/>
        </w:rPr>
      </w:pPr>
    </w:p>
    <w:p w14:paraId="706CD50B" w14:textId="72DEC13E" w:rsidR="009F7E0D" w:rsidRPr="000878C8" w:rsidRDefault="001068B9" w:rsidP="001068B9">
      <w:pPr>
        <w:rPr>
          <w:rFonts w:asciiTheme="majorHAnsi" w:hAnsiTheme="majorHAnsi"/>
          <w:b/>
          <w:color w:val="79B135"/>
          <w:sz w:val="28"/>
          <w:szCs w:val="28"/>
        </w:rPr>
      </w:pPr>
      <w:r>
        <w:rPr>
          <w:rFonts w:asciiTheme="majorHAnsi" w:hAnsiTheme="majorHAnsi"/>
          <w:b/>
          <w:color w:val="79B135"/>
          <w:sz w:val="28"/>
          <w:szCs w:val="28"/>
        </w:rPr>
        <w:t>C</w:t>
      </w:r>
      <w:r w:rsidR="000878C8" w:rsidRPr="000878C8">
        <w:rPr>
          <w:rFonts w:asciiTheme="majorHAnsi" w:hAnsiTheme="majorHAnsi"/>
          <w:b/>
          <w:color w:val="79B135"/>
          <w:sz w:val="28"/>
          <w:szCs w:val="28"/>
        </w:rPr>
        <w:t xml:space="preserve">. </w:t>
      </w:r>
      <w:r>
        <w:rPr>
          <w:rFonts w:asciiTheme="majorHAnsi" w:hAnsiTheme="majorHAnsi"/>
          <w:b/>
          <w:color w:val="79B135"/>
          <w:sz w:val="28"/>
          <w:szCs w:val="28"/>
        </w:rPr>
        <w:t>Tips</w:t>
      </w:r>
    </w:p>
    <w:p w14:paraId="1A360A6C" w14:textId="64EB0463" w:rsidR="009F7E0D" w:rsidRPr="009F7E0D" w:rsidRDefault="009F7E0D" w:rsidP="009F7E0D">
      <w:pPr>
        <w:spacing w:after="0" w:line="28" w:lineRule="atLeast"/>
        <w:rPr>
          <w:rFonts w:ascii="Atlanta" w:hAnsi="Atlanta"/>
          <w:sz w:val="18"/>
          <w:szCs w:val="18"/>
        </w:rPr>
      </w:pPr>
      <w:r w:rsidRPr="009F7E0D">
        <w:rPr>
          <w:rFonts w:ascii="Atlanta" w:hAnsi="Atlanta"/>
          <w:sz w:val="18"/>
          <w:szCs w:val="18"/>
        </w:rPr>
        <w:t>1.</w:t>
      </w:r>
      <w:r>
        <w:rPr>
          <w:rFonts w:ascii="Atlanta" w:hAnsi="Atlanta"/>
          <w:sz w:val="18"/>
          <w:szCs w:val="18"/>
        </w:rPr>
        <w:t xml:space="preserve">  </w:t>
      </w:r>
      <w:r w:rsidR="000878C8" w:rsidRPr="009F7E0D">
        <w:rPr>
          <w:rFonts w:ascii="Atlanta" w:hAnsi="Atlanta"/>
          <w:sz w:val="18"/>
          <w:szCs w:val="18"/>
        </w:rPr>
        <w:t xml:space="preserve">Waar bent u </w:t>
      </w:r>
      <w:r w:rsidR="00ED672D" w:rsidRPr="009F7E0D">
        <w:rPr>
          <w:rFonts w:ascii="Atlanta" w:hAnsi="Atlanta"/>
          <w:sz w:val="18"/>
          <w:szCs w:val="18"/>
        </w:rPr>
        <w:t xml:space="preserve">bij deze </w:t>
      </w:r>
      <w:r w:rsidR="001068B9">
        <w:rPr>
          <w:rFonts w:ascii="Atlanta" w:hAnsi="Atlanta"/>
          <w:sz w:val="18"/>
          <w:szCs w:val="18"/>
        </w:rPr>
        <w:t>instructie</w:t>
      </w:r>
      <w:r w:rsidR="00ED672D" w:rsidRPr="009F7E0D">
        <w:rPr>
          <w:rFonts w:ascii="Atlanta" w:hAnsi="Atlanta"/>
          <w:sz w:val="18"/>
          <w:szCs w:val="18"/>
        </w:rPr>
        <w:t xml:space="preserve"> </w:t>
      </w:r>
      <w:r w:rsidR="000878C8" w:rsidRPr="009F7E0D">
        <w:rPr>
          <w:rFonts w:ascii="Atlanta" w:hAnsi="Atlanta"/>
          <w:sz w:val="18"/>
          <w:szCs w:val="18"/>
        </w:rPr>
        <w:t xml:space="preserve">het </w:t>
      </w:r>
      <w:r w:rsidR="000878C8" w:rsidRPr="001068B9">
        <w:rPr>
          <w:rFonts w:ascii="Atlanta" w:hAnsi="Atlanta"/>
          <w:b/>
          <w:i/>
          <w:sz w:val="18"/>
          <w:szCs w:val="18"/>
          <w:u w:val="single"/>
        </w:rPr>
        <w:t>meest</w:t>
      </w:r>
      <w:r w:rsidR="000878C8" w:rsidRPr="009F7E0D">
        <w:rPr>
          <w:rFonts w:ascii="Atlanta" w:hAnsi="Atlanta"/>
          <w:sz w:val="18"/>
          <w:szCs w:val="18"/>
        </w:rPr>
        <w:t xml:space="preserve"> </w:t>
      </w:r>
      <w:r w:rsidR="009A36AD" w:rsidRPr="009F7E0D">
        <w:rPr>
          <w:rFonts w:ascii="Atlanta" w:hAnsi="Atlanta"/>
          <w:sz w:val="18"/>
          <w:szCs w:val="18"/>
        </w:rPr>
        <w:t xml:space="preserve">en het </w:t>
      </w:r>
      <w:r w:rsidR="009A36AD" w:rsidRPr="001068B9">
        <w:rPr>
          <w:rFonts w:ascii="Atlanta" w:hAnsi="Atlanta"/>
          <w:b/>
          <w:i/>
          <w:sz w:val="18"/>
          <w:szCs w:val="18"/>
          <w:u w:val="single"/>
        </w:rPr>
        <w:t>minst</w:t>
      </w:r>
      <w:r w:rsidR="009A36AD" w:rsidRPr="009F7E0D">
        <w:rPr>
          <w:rFonts w:ascii="Atlanta" w:hAnsi="Atlanta"/>
          <w:sz w:val="18"/>
          <w:szCs w:val="18"/>
        </w:rPr>
        <w:t xml:space="preserve"> </w:t>
      </w:r>
      <w:r w:rsidR="00365C34" w:rsidRPr="009F7E0D">
        <w:rPr>
          <w:rFonts w:ascii="Atlanta" w:hAnsi="Atlanta"/>
          <w:sz w:val="18"/>
          <w:szCs w:val="18"/>
        </w:rPr>
        <w:t>tevreden over</w:t>
      </w:r>
      <w:r w:rsidR="00ED672D" w:rsidRPr="009F7E0D">
        <w:rPr>
          <w:rFonts w:ascii="Atlanta" w:hAnsi="Atlanta"/>
          <w:sz w:val="18"/>
          <w:szCs w:val="18"/>
        </w:rPr>
        <w:t xml:space="preserve"> </w:t>
      </w:r>
      <w:r w:rsidR="00365C34" w:rsidRPr="009F7E0D">
        <w:rPr>
          <w:rFonts w:ascii="Atlanta" w:hAnsi="Atlanta"/>
          <w:sz w:val="18"/>
          <w:szCs w:val="18"/>
        </w:rPr>
        <w:t xml:space="preserve"> en waarom?</w:t>
      </w:r>
    </w:p>
    <w:p w14:paraId="263A9BCA" w14:textId="77777777" w:rsidR="009F7E0D" w:rsidRPr="009F7E0D" w:rsidRDefault="009F7E0D" w:rsidP="009F7E0D"/>
    <w:p w14:paraId="317763F5" w14:textId="77777777" w:rsidR="009753F6" w:rsidRPr="009A36AD" w:rsidRDefault="009A36AD" w:rsidP="004F0F52">
      <w:pPr>
        <w:spacing w:after="0" w:line="360" w:lineRule="auto"/>
        <w:rPr>
          <w:rFonts w:ascii="Atlanta" w:hAnsi="Atlanta"/>
          <w:sz w:val="18"/>
          <w:szCs w:val="18"/>
        </w:rPr>
      </w:pPr>
      <w:r w:rsidRPr="009A36AD">
        <w:rPr>
          <w:rFonts w:ascii="Atlanta" w:hAnsi="Atlanta"/>
          <w:sz w:val="16"/>
          <w:szCs w:val="16"/>
        </w:rPr>
        <w:t>Meest tevreden over:</w:t>
      </w:r>
      <w:r w:rsidRPr="009A36AD">
        <w:rPr>
          <w:rFonts w:ascii="Atlanta" w:hAnsi="Atlanta"/>
          <w:sz w:val="18"/>
          <w:szCs w:val="18"/>
        </w:rPr>
        <w:t xml:space="preserve"> </w:t>
      </w:r>
      <w:r w:rsidR="009753F6" w:rsidRPr="009A36AD">
        <w:rPr>
          <w:rFonts w:ascii="Atlanta" w:hAnsi="Atlanta"/>
          <w:sz w:val="18"/>
          <w:szCs w:val="18"/>
        </w:rPr>
        <w:t>________________________________</w:t>
      </w:r>
      <w:r>
        <w:rPr>
          <w:rFonts w:ascii="Atlanta" w:hAnsi="Atlanta"/>
          <w:sz w:val="18"/>
          <w:szCs w:val="18"/>
        </w:rPr>
        <w:t>_____________</w:t>
      </w:r>
      <w:r w:rsidR="009753F6" w:rsidRPr="009A36AD">
        <w:rPr>
          <w:rFonts w:ascii="Atlanta" w:hAnsi="Atlanta"/>
          <w:sz w:val="18"/>
          <w:szCs w:val="18"/>
        </w:rPr>
        <w:t>___________________</w:t>
      </w:r>
      <w:r>
        <w:rPr>
          <w:rFonts w:ascii="Atlanta" w:hAnsi="Atlanta"/>
          <w:sz w:val="18"/>
          <w:szCs w:val="18"/>
        </w:rPr>
        <w:t>__</w:t>
      </w:r>
      <w:r w:rsidR="009753F6" w:rsidRPr="009A36AD">
        <w:rPr>
          <w:rFonts w:ascii="Atlanta" w:hAnsi="Atlanta"/>
          <w:sz w:val="18"/>
          <w:szCs w:val="18"/>
        </w:rPr>
        <w:t>_______________________________</w:t>
      </w:r>
    </w:p>
    <w:p w14:paraId="4C428419" w14:textId="77777777" w:rsidR="009F7E0D" w:rsidRDefault="009F7E0D" w:rsidP="004F0F52">
      <w:pPr>
        <w:spacing w:after="0" w:line="360" w:lineRule="auto"/>
        <w:rPr>
          <w:rFonts w:ascii="Atlanta" w:hAnsi="Atlanta"/>
          <w:sz w:val="16"/>
          <w:szCs w:val="16"/>
        </w:rPr>
      </w:pPr>
    </w:p>
    <w:p w14:paraId="2ED2819C" w14:textId="77777777" w:rsidR="009753F6" w:rsidRPr="009A36AD" w:rsidRDefault="009A36AD" w:rsidP="004F0F52">
      <w:pPr>
        <w:spacing w:after="0" w:line="360" w:lineRule="auto"/>
        <w:rPr>
          <w:rFonts w:ascii="Atlanta" w:hAnsi="Atlanta"/>
          <w:sz w:val="18"/>
          <w:szCs w:val="18"/>
        </w:rPr>
      </w:pPr>
      <w:r w:rsidRPr="009A36AD">
        <w:rPr>
          <w:rFonts w:ascii="Atlanta" w:hAnsi="Atlanta"/>
          <w:sz w:val="16"/>
          <w:szCs w:val="16"/>
        </w:rPr>
        <w:t>Minst tevreden over:</w:t>
      </w:r>
      <w:r w:rsidRPr="009A36AD">
        <w:rPr>
          <w:rFonts w:ascii="Atlanta" w:hAnsi="Atlanta"/>
          <w:sz w:val="18"/>
          <w:szCs w:val="18"/>
        </w:rPr>
        <w:t xml:space="preserve"> </w:t>
      </w:r>
      <w:r w:rsidR="009753F6" w:rsidRPr="009A36AD">
        <w:rPr>
          <w:rFonts w:ascii="Atlanta" w:hAnsi="Atlanta"/>
          <w:sz w:val="18"/>
          <w:szCs w:val="18"/>
        </w:rPr>
        <w:t>______________________________________________</w:t>
      </w:r>
      <w:r>
        <w:rPr>
          <w:rFonts w:ascii="Atlanta" w:hAnsi="Atlanta"/>
          <w:sz w:val="18"/>
          <w:szCs w:val="18"/>
        </w:rPr>
        <w:t>____________</w:t>
      </w:r>
      <w:r w:rsidR="009753F6" w:rsidRPr="009A36AD">
        <w:rPr>
          <w:rFonts w:ascii="Atlanta" w:hAnsi="Atlanta"/>
          <w:sz w:val="18"/>
          <w:szCs w:val="18"/>
        </w:rPr>
        <w:t>_________</w:t>
      </w:r>
      <w:r>
        <w:rPr>
          <w:rFonts w:ascii="Atlanta" w:hAnsi="Atlanta"/>
          <w:sz w:val="18"/>
          <w:szCs w:val="18"/>
        </w:rPr>
        <w:t>__</w:t>
      </w:r>
      <w:r w:rsidR="009753F6" w:rsidRPr="009A36AD">
        <w:rPr>
          <w:rFonts w:ascii="Atlanta" w:hAnsi="Atlanta"/>
          <w:sz w:val="18"/>
          <w:szCs w:val="18"/>
        </w:rPr>
        <w:t>_____________________________</w:t>
      </w:r>
    </w:p>
    <w:p w14:paraId="5CC2FEEF" w14:textId="77777777" w:rsidR="009753F6" w:rsidRPr="009A36AD" w:rsidRDefault="009753F6" w:rsidP="004F0F52">
      <w:pPr>
        <w:spacing w:after="0" w:line="28" w:lineRule="atLeast"/>
        <w:rPr>
          <w:rFonts w:ascii="Atlanta" w:hAnsi="Atlanta"/>
          <w:sz w:val="18"/>
          <w:szCs w:val="18"/>
        </w:rPr>
      </w:pPr>
    </w:p>
    <w:p w14:paraId="3FBAF8AE" w14:textId="77777777" w:rsidR="009F7E0D" w:rsidRDefault="009F7E0D" w:rsidP="004F0F52">
      <w:pPr>
        <w:spacing w:after="0" w:line="28" w:lineRule="atLeast"/>
        <w:rPr>
          <w:rFonts w:ascii="Atlanta" w:hAnsi="Atlanta"/>
          <w:sz w:val="18"/>
          <w:szCs w:val="18"/>
        </w:rPr>
      </w:pPr>
    </w:p>
    <w:p w14:paraId="02E30D99" w14:textId="77777777" w:rsidR="009753F6" w:rsidRPr="009A36AD" w:rsidRDefault="00ED672D" w:rsidP="004F0F52">
      <w:pPr>
        <w:spacing w:after="0" w:line="28" w:lineRule="atLeast"/>
        <w:rPr>
          <w:rFonts w:ascii="Atlanta" w:hAnsi="Atlanta"/>
          <w:sz w:val="18"/>
          <w:szCs w:val="18"/>
        </w:rPr>
      </w:pPr>
      <w:r>
        <w:rPr>
          <w:rFonts w:ascii="Atlanta" w:hAnsi="Atlanta"/>
          <w:sz w:val="18"/>
          <w:szCs w:val="18"/>
        </w:rPr>
        <w:t>2</w:t>
      </w:r>
      <w:r w:rsidR="009753F6" w:rsidRPr="009A36AD">
        <w:rPr>
          <w:rFonts w:ascii="Atlanta" w:hAnsi="Atlanta"/>
          <w:sz w:val="18"/>
          <w:szCs w:val="18"/>
        </w:rPr>
        <w:t xml:space="preserve">. </w:t>
      </w:r>
      <w:r w:rsidR="009F7E0D">
        <w:rPr>
          <w:rFonts w:ascii="Atlanta" w:hAnsi="Atlanta"/>
          <w:sz w:val="18"/>
          <w:szCs w:val="18"/>
        </w:rPr>
        <w:t xml:space="preserve"> </w:t>
      </w:r>
      <w:r w:rsidR="00521307" w:rsidRPr="009A36AD">
        <w:rPr>
          <w:rFonts w:ascii="Atlanta" w:hAnsi="Atlanta"/>
          <w:sz w:val="18"/>
          <w:szCs w:val="18"/>
        </w:rPr>
        <w:t>Wat kan er naar uw mening nog verbeterd worden?</w:t>
      </w:r>
    </w:p>
    <w:p w14:paraId="5B8D46A6" w14:textId="77777777" w:rsidR="009F7E0D" w:rsidRDefault="009F7E0D" w:rsidP="009A36AD">
      <w:pPr>
        <w:spacing w:after="0" w:line="360" w:lineRule="auto"/>
        <w:rPr>
          <w:rFonts w:ascii="Atlanta" w:hAnsi="Atlanta"/>
          <w:sz w:val="18"/>
          <w:szCs w:val="18"/>
        </w:rPr>
      </w:pPr>
    </w:p>
    <w:p w14:paraId="55DC449E" w14:textId="77777777" w:rsidR="009A36AD" w:rsidRPr="009A36AD" w:rsidRDefault="009A36AD" w:rsidP="009A36AD">
      <w:pPr>
        <w:spacing w:after="0" w:line="360" w:lineRule="auto"/>
        <w:rPr>
          <w:rFonts w:ascii="Atlanta" w:hAnsi="Atlanta"/>
          <w:sz w:val="18"/>
          <w:szCs w:val="18"/>
        </w:rPr>
      </w:pPr>
      <w:r w:rsidRPr="009A36AD">
        <w:rPr>
          <w:rFonts w:ascii="Atlanta" w:hAnsi="Atlanta"/>
          <w:sz w:val="18"/>
          <w:szCs w:val="18"/>
        </w:rPr>
        <w:t>______________________________________________________________________________</w:t>
      </w:r>
      <w:r>
        <w:rPr>
          <w:rFonts w:ascii="Atlanta" w:hAnsi="Atlanta"/>
          <w:sz w:val="18"/>
          <w:szCs w:val="18"/>
        </w:rPr>
        <w:t>____________</w:t>
      </w:r>
      <w:r w:rsidRPr="009A36AD">
        <w:rPr>
          <w:rFonts w:ascii="Atlanta" w:hAnsi="Atlanta"/>
          <w:sz w:val="18"/>
          <w:szCs w:val="18"/>
        </w:rPr>
        <w:t>__________________________</w:t>
      </w:r>
    </w:p>
    <w:p w14:paraId="7E414AF8" w14:textId="77777777" w:rsidR="009F7E0D" w:rsidRDefault="009F7E0D" w:rsidP="009A36AD">
      <w:pPr>
        <w:spacing w:after="0" w:line="360" w:lineRule="auto"/>
        <w:rPr>
          <w:rFonts w:ascii="Atlanta" w:hAnsi="Atlanta"/>
          <w:sz w:val="18"/>
          <w:szCs w:val="18"/>
        </w:rPr>
      </w:pPr>
    </w:p>
    <w:p w14:paraId="189DBB1D" w14:textId="271440CE" w:rsidR="00A86A65" w:rsidRPr="001068B9" w:rsidRDefault="009A36AD" w:rsidP="009A36AD">
      <w:pPr>
        <w:spacing w:after="0" w:line="360" w:lineRule="auto"/>
        <w:rPr>
          <w:rFonts w:ascii="Atlanta" w:hAnsi="Atlanta"/>
          <w:sz w:val="18"/>
          <w:szCs w:val="18"/>
        </w:rPr>
      </w:pPr>
      <w:r w:rsidRPr="009A36AD">
        <w:rPr>
          <w:rFonts w:ascii="Atlanta" w:hAnsi="Atlanta"/>
          <w:sz w:val="18"/>
          <w:szCs w:val="18"/>
        </w:rPr>
        <w:t>______________________________________________________________________________</w:t>
      </w:r>
      <w:r>
        <w:rPr>
          <w:rFonts w:ascii="Atlanta" w:hAnsi="Atlanta"/>
          <w:sz w:val="18"/>
          <w:szCs w:val="18"/>
        </w:rPr>
        <w:t>____________</w:t>
      </w:r>
      <w:r w:rsidRPr="009A36AD">
        <w:rPr>
          <w:rFonts w:ascii="Atlanta" w:hAnsi="Atlanta"/>
          <w:sz w:val="18"/>
          <w:szCs w:val="18"/>
        </w:rPr>
        <w:t>__________________________</w:t>
      </w:r>
    </w:p>
    <w:sectPr w:rsidR="00A86A65" w:rsidRPr="001068B9" w:rsidSect="007065B0">
      <w:pgSz w:w="11906" w:h="16838"/>
      <w:pgMar w:top="426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tlanta">
    <w:altName w:val="Century Gothic"/>
    <w:charset w:val="00"/>
    <w:family w:val="swiss"/>
    <w:pitch w:val="variable"/>
    <w:sig w:usb0="00000001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D4509"/>
    <w:multiLevelType w:val="hybridMultilevel"/>
    <w:tmpl w:val="25881E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FA2962"/>
    <w:multiLevelType w:val="hybridMultilevel"/>
    <w:tmpl w:val="0A04A8A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30656"/>
    <w:multiLevelType w:val="hybridMultilevel"/>
    <w:tmpl w:val="9EFC9E3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B42148"/>
    <w:multiLevelType w:val="hybridMultilevel"/>
    <w:tmpl w:val="E43EA1E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937F5A"/>
    <w:multiLevelType w:val="hybridMultilevel"/>
    <w:tmpl w:val="94224F6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0D1889"/>
    <w:multiLevelType w:val="hybridMultilevel"/>
    <w:tmpl w:val="C840FBE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93E"/>
    <w:rsid w:val="00054705"/>
    <w:rsid w:val="000878C8"/>
    <w:rsid w:val="001068B9"/>
    <w:rsid w:val="00122A58"/>
    <w:rsid w:val="00126BE6"/>
    <w:rsid w:val="001515E8"/>
    <w:rsid w:val="00173EA8"/>
    <w:rsid w:val="00344F70"/>
    <w:rsid w:val="00363ED4"/>
    <w:rsid w:val="00365C34"/>
    <w:rsid w:val="00394B29"/>
    <w:rsid w:val="003D26CF"/>
    <w:rsid w:val="004F0F52"/>
    <w:rsid w:val="005133EE"/>
    <w:rsid w:val="00521307"/>
    <w:rsid w:val="0070434E"/>
    <w:rsid w:val="007065B0"/>
    <w:rsid w:val="0073438B"/>
    <w:rsid w:val="0085029A"/>
    <w:rsid w:val="008D1878"/>
    <w:rsid w:val="008F4D34"/>
    <w:rsid w:val="0094593E"/>
    <w:rsid w:val="009753F6"/>
    <w:rsid w:val="009A36AD"/>
    <w:rsid w:val="009D46E1"/>
    <w:rsid w:val="009F7E0D"/>
    <w:rsid w:val="00A86A65"/>
    <w:rsid w:val="00A93D98"/>
    <w:rsid w:val="00B24C80"/>
    <w:rsid w:val="00C3441B"/>
    <w:rsid w:val="00C7087C"/>
    <w:rsid w:val="00D16FE2"/>
    <w:rsid w:val="00D43608"/>
    <w:rsid w:val="00ED672D"/>
    <w:rsid w:val="00F002CC"/>
    <w:rsid w:val="00F242B9"/>
    <w:rsid w:val="00F5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D5E07"/>
  <w15:docId w15:val="{384D78B1-DD15-4AB6-9E40-425A7DD3B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459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63E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C46ADCC2F05644B7D02251D0B05DD8" ma:contentTypeVersion="0" ma:contentTypeDescription="Een nieuw document maken." ma:contentTypeScope="" ma:versionID="48545e5bcbcfc831ec57747446726b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a6cb616ae9e357dc57dbe7ea9ea085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5EEB1-9604-4B5B-90C6-7629D73B5740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072C384-9281-4E56-871A-A285EFCF4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B40AD09-93A5-4B59-AE2A-7A0ABF11F4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958936-EFB5-4499-B9E9-752F5D8CA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441459A8</Template>
  <TotalTime>0</TotalTime>
  <Pages>1</Pages>
  <Words>184</Words>
  <Characters>1018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Groene Welle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Mariska Veerman</dc:creator>
  <cp:lastModifiedBy>Piet Segers</cp:lastModifiedBy>
  <cp:revision>2</cp:revision>
  <cp:lastPrinted>2011-09-23T08:34:00Z</cp:lastPrinted>
  <dcterms:created xsi:type="dcterms:W3CDTF">2018-03-20T13:16:00Z</dcterms:created>
  <dcterms:modified xsi:type="dcterms:W3CDTF">2018-03-20T13:16:00Z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0x01010020C46ADCC2F05644B7D02251D0B05DD8</vt:lpwstr>
  </property>
  <property fmtid="{D5CDD505-2E9C-101B-9397-08002B2CF9AE}" pid="3" name="IsMyDocuments">
    <vt:bool>true</vt:bool>
  </property>
</Properties>
</file>