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sdt>
      <w:sdtPr>
        <w:id w:val="-930815556"/>
        <w:docPartObj>
          <w:docPartGallery w:val="Cover Pages"/>
          <w:docPartUnique/>
        </w:docPartObj>
      </w:sdtPr>
      <w:sdtEndPr/>
      <w:sdtContent>
        <w:p w14:paraId="49F60A59" w14:textId="2EBF32E3" w:rsidR="00BB18E6" w:rsidRDefault="00BB18E6">
          <w:r>
            <w:rPr>
              <w:noProof/>
              <w:lang w:eastAsia="nl-NL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060FBF19" wp14:editId="0919DAD5">
                    <wp:simplePos x="0" y="0"/>
                    <wp:positionH relativeFrom="page">
                      <wp:posOffset>4162425</wp:posOffset>
                    </wp:positionH>
                    <wp:positionV relativeFrom="page">
                      <wp:posOffset>0</wp:posOffset>
                    </wp:positionV>
                    <wp:extent cx="3467966" cy="10058400"/>
                    <wp:effectExtent l="0" t="0" r="0" b="0"/>
                    <wp:wrapNone/>
                    <wp:docPr id="453" name="Groep 45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3467966" cy="10058400"/>
                              <a:chOff x="-371475" y="0"/>
                              <a:chExt cx="3467966" cy="10058400"/>
                            </a:xfrm>
                          </wpg:grpSpPr>
                          <wps:wsp>
                            <wps:cNvPr id="459" name="Rechthoek 459" descr="Light vertical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545" cy="10058400"/>
                              </a:xfrm>
                              <a:prstGeom prst="rect">
                                <a:avLst/>
                              </a:prstGeom>
                              <a:pattFill prst="dkVert">
                                <a:fgClr>
                                  <a:schemeClr val="accent6">
                                    <a:lumMod val="60000"/>
                                    <a:lumOff val="40000"/>
                                    <a:alpha val="80000"/>
                                  </a:schemeClr>
                                </a:fgClr>
                                <a:bgClr>
                                  <a:schemeClr val="bg1">
                                    <a:alpha val="80000"/>
                                  </a:schemeClr>
                                </a:bgClr>
                              </a:pattFill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60" name="Rechthoek 46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4691" y="0"/>
                                <a:ext cx="2971800" cy="10058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D8D8D8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1" name="Rechthoek 4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-371475" y="0"/>
                                <a:ext cx="3395345" cy="237744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alias w:val="Jaar"/>
                                    <w:id w:val="-1121369688"/>
                                    <w:showingPlcHdr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>
                                      <w:dateFormat w:val="yyyy"/>
                                      <w:lid w:val="nl-NL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14:paraId="2F047573" w14:textId="76E4A1DB" w:rsidR="00BB18E6" w:rsidRDefault="00BB18E6">
                                      <w:pPr>
                                        <w:pStyle w:val="Geenafstand"/>
                                        <w:rPr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  <w:t xml:space="preserve">    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  <wps:wsp>
                            <wps:cNvPr id="462" name="Rechthoek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6761018"/>
                                <a:ext cx="3089515" cy="283337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Auteur"/>
                                    <w:id w:val="293257931"/>
                                    <w:showingPlcHdr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6B19C831" w14:textId="29CD1856" w:rsidR="00BB18E6" w:rsidRDefault="00BB18E6">
                                      <w:pPr>
                                        <w:pStyle w:val="Geenafstand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Bedrijf"/>
                                    <w:id w:val="1114015491"/>
                                    <w:showingPlcHdr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p w14:paraId="5721E255" w14:textId="2518E0C0" w:rsidR="00BB18E6" w:rsidRDefault="00BB18E6">
                                      <w:pPr>
                                        <w:pStyle w:val="Geenafstand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Datum"/>
                                    <w:id w:val="-303693539"/>
                                    <w:showingPlcHdr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>
                                      <w:dateFormat w:val="d-M-yyyy"/>
                                      <w:lid w:val="nl-NL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14:paraId="49F4AB53" w14:textId="31B46851" w:rsidR="00BB18E6" w:rsidRDefault="00BB18E6">
                                      <w:pPr>
                                        <w:pStyle w:val="Geenafstand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w14:anchorId="060FBF19" id="Groep 453" o:spid="_x0000_s1026" style="position:absolute;margin-left:327.75pt;margin-top:0;width:273.05pt;height:11in;z-index:251659264;mso-height-percent:1000;mso-position-horizontal-relative:page;mso-position-vertical-relative:page;mso-height-percent:1000" coordorigin="-3714" coordsize="34679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">
                    <v:rect id="Rechthoek 459" o:spid="_x0000_s1027" alt="Light vertical" style="position:absolute;width:1385;height:100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" fillcolor="#a8d08d [1945]" stroked="f" strokecolor="white" strokeweight="1pt">
                      <v:fill r:id="rId9" o:title="" opacity="52428f" color2="white [3212]" o:opacity2="52428f" type="pattern"/>
                      <v:shadow color="#d8d8d8" offset="3pt,3pt"/>
                    </v:rect>
                    <v:rect id="Rechthoek 460" o:spid="_x0000_s1028" style="position:absolute;left:1246;width:29718;height:100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" fillcolor="#a8d08d [1945]" stroked="f" strokecolor="#d8d8d8"/>
                    <v:rect id="Rechthoek 461" o:spid="_x0000_s1029" style="position:absolute;left:-3714;width:33952;height:2377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color w:val="FFFFFF" w:themeColor="background1"/>
                                <w:sz w:val="96"/>
                                <w:szCs w:val="96"/>
                              </w:rPr>
                              <w:alias w:val="Jaar"/>
                              <w:id w:val="1762338940"/>
                              <w:showingPlcHdr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14:paraId="2F047573" w14:textId="76E4A1DB" w:rsidR="00BB18E6" w:rsidRDefault="00BB18E6">
                                <w:pPr>
                                  <w:pStyle w:val="Geenafstand"/>
                                  <w:rPr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96"/>
                                    <w:szCs w:val="96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hthoek 9" o:spid="_x0000_s1030" style="position:absolute;top:67610;width:30895;height:2833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Auteur"/>
                              <w:id w:val="1930316078"/>
                              <w:showingPlcHdr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Content>
                              <w:p w14:paraId="6B19C831" w14:textId="29CD1856" w:rsidR="00BB18E6" w:rsidRDefault="00BB18E6">
                                <w:pPr>
                                  <w:pStyle w:val="Geenafstand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Bedrijf"/>
                              <w:id w:val="-969121938"/>
                              <w:showingPlcHdr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Content>
                              <w:p w14:paraId="5721E255" w14:textId="2518E0C0" w:rsidR="00BB18E6" w:rsidRDefault="00BB18E6">
                                <w:pPr>
                                  <w:pStyle w:val="Geenafstand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Datum"/>
                              <w:id w:val="1577169567"/>
                              <w:showingPlcHdr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d-M-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14:paraId="49F4AB53" w14:textId="31B46851" w:rsidR="00BB18E6" w:rsidRDefault="00BB18E6">
                                <w:pPr>
                                  <w:pStyle w:val="Geenafstand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43E36692" wp14:editId="05E2C62F">
                    <wp:simplePos x="0" y="0"/>
                    <wp:positionH relativeFrom="page">
                      <wp:align>left</wp:align>
                    </wp:positionH>
                    <mc:AlternateContent>
                      <mc:Choice Requires="wp14">
                        <wp:positionV relativeFrom="page">
                          <wp14:pctPosVOffset>25000</wp14:pctPosVOffset>
                        </wp:positionV>
                      </mc:Choice>
                      <mc:Fallback>
                        <wp:positionV relativeFrom="page">
                          <wp:posOffset>2672715</wp:posOffset>
                        </wp:positionV>
                      </mc:Fallback>
                    </mc:AlternateContent>
                    <wp:extent cx="6970395" cy="640080"/>
                    <wp:effectExtent l="0" t="0" r="20955" b="20320"/>
                    <wp:wrapNone/>
                    <wp:docPr id="463" name="Rechthoek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70395" cy="64008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alias w:val="Titel"/>
                                  <w:id w:val="119733921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7AE55D36" w14:textId="3B048B6A" w:rsidR="00BB18E6" w:rsidRDefault="00ED3970">
                                    <w:pPr>
                                      <w:pStyle w:val="Geenafstand"/>
                                      <w:jc w:val="right"/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Project: Paprika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7300</wp14:pctHeight>
                    </wp14:sizeRelV>
                  </wp:anchor>
                </w:drawing>
              </mc:Choice>
              <mc:Fallback>
                <w:pict>
                  <v:rect w14:anchorId="43E36692" id="Rechthoek 16" o:spid="_x0000_s1031" style="position:absolute;margin-left:0;margin-top:0;width:548.85pt;height:50.4pt;z-index:251661312;visibility:visible;mso-wrap-style:square;mso-width-percent:900;mso-height-percent:73;mso-top-percent:250;mso-wrap-distance-left:9pt;mso-wrap-distance-top:0;mso-wrap-distance-right:9pt;mso-wrap-distance-bottom:0;mso-position-horizontal:left;mso-position-horizontal-relative:page;mso-position-vertical-relative:page;mso-width-percent:900;mso-height-percent:73;mso-top-percent:2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" o:allowincell="f" fillcolor="black [3213]" strokecolor="black [3213]" strokeweight="1.5pt">
                    <v:textbox style="mso-fit-shape-to-text:t" inset="14.4pt,,14.4pt">
                      <w:txbxContent>
                        <w:sdt>
                          <w:sdtPr>
                            <w:rPr>
                              <w:color w:val="FFFFFF" w:themeColor="background1"/>
                              <w:sz w:val="72"/>
                              <w:szCs w:val="72"/>
                            </w:rPr>
                            <w:alias w:val="Titel"/>
                            <w:id w:val="119733921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7AE55D36" w14:textId="3B048B6A" w:rsidR="00BB18E6" w:rsidRDefault="00ED3970">
                              <w:pPr>
                                <w:pStyle w:val="Geenafstand"/>
                                <w:jc w:val="right"/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  <w:t>Project: Paprika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  <w:bookmarkEnd w:id="0"/>
        <w:p w14:paraId="5C28E7C2" w14:textId="5C874123" w:rsidR="00BB18E6" w:rsidRDefault="00AE643C">
          <w:r w:rsidRPr="00AE643C">
            <w:rPr>
              <w:rFonts w:ascii="Times New Roman" w:eastAsia="Calibri" w:hAnsi="Times New Roman" w:cs="Times New Roman"/>
              <w:noProof/>
              <w:sz w:val="24"/>
              <w:szCs w:val="24"/>
              <w:lang w:eastAsia="nl-NL"/>
            </w:rPr>
            <mc:AlternateContent>
              <mc:Choice Requires="wps">
                <w:drawing>
                  <wp:anchor distT="45720" distB="45720" distL="114300" distR="114300" simplePos="0" relativeHeight="251665408" behindDoc="0" locked="0" layoutInCell="1" allowOverlap="1" wp14:anchorId="4BDAC0CB" wp14:editId="158029DE">
                    <wp:simplePos x="0" y="0"/>
                    <wp:positionH relativeFrom="column">
                      <wp:posOffset>156845</wp:posOffset>
                    </wp:positionH>
                    <wp:positionV relativeFrom="paragraph">
                      <wp:posOffset>6522085</wp:posOffset>
                    </wp:positionV>
                    <wp:extent cx="2905760" cy="726440"/>
                    <wp:effectExtent l="0" t="0" r="19685" b="19050"/>
                    <wp:wrapSquare wrapText="bothSides"/>
                    <wp:docPr id="3" name="Tekstvak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905760" cy="7264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7EF830F" w14:textId="77777777" w:rsidR="00AE643C" w:rsidRDefault="00AE643C" w:rsidP="00AE643C">
                                <w:r>
                                  <w:t>Auteurs:</w:t>
                                </w:r>
                              </w:p>
                              <w:p w14:paraId="6A83BDA0" w14:textId="77777777" w:rsidR="00AE643C" w:rsidRDefault="00AE643C" w:rsidP="00AE643C">
                                <w:pPr>
                                  <w:pStyle w:val="Geenafstand"/>
                                </w:pPr>
                                <w:r>
                                  <w:t>B. Boer</w:t>
                                </w:r>
                              </w:p>
                              <w:p w14:paraId="5B0E8189" w14:textId="77777777" w:rsidR="00AE643C" w:rsidRDefault="00AE643C" w:rsidP="00AE643C">
                                <w:pPr>
                                  <w:pStyle w:val="Geenafstand"/>
                                </w:pPr>
                                <w:r>
                                  <w:t>R. Soesman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40000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4BDAC0CB"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2" o:spid="_x0000_s1032" type="#_x0000_t202" style="position:absolute;margin-left:12.35pt;margin-top:513.55pt;width:228.8pt;height:57.2pt;z-index:25166540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">
                    <v:textbox style="mso-fit-shape-to-text:t">
                      <w:txbxContent>
                        <w:p w14:paraId="67EF830F" w14:textId="77777777" w:rsidR="00AE643C" w:rsidRDefault="00AE643C" w:rsidP="00AE643C">
                          <w:r>
                            <w:t>Auteurs:</w:t>
                          </w:r>
                        </w:p>
                        <w:p w14:paraId="6A83BDA0" w14:textId="77777777" w:rsidR="00AE643C" w:rsidRDefault="00AE643C" w:rsidP="00AE643C">
                          <w:pPr>
                            <w:pStyle w:val="Geenafstand"/>
                          </w:pPr>
                          <w:r>
                            <w:t>B. Boer</w:t>
                          </w:r>
                        </w:p>
                        <w:p w14:paraId="5B0E8189" w14:textId="77777777" w:rsidR="00AE643C" w:rsidRDefault="00AE643C" w:rsidP="00AE643C">
                          <w:pPr>
                            <w:pStyle w:val="Geenafstand"/>
                          </w:pPr>
                          <w:r>
                            <w:t>R. Soesman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BB18E6">
            <w:rPr>
              <w:noProof/>
              <w:lang w:eastAsia="nl-NL"/>
            </w:rPr>
            <w:drawing>
              <wp:anchor distT="0" distB="0" distL="114300" distR="114300" simplePos="0" relativeHeight="251662336" behindDoc="1" locked="0" layoutInCell="1" allowOverlap="1" wp14:anchorId="0D13AB01" wp14:editId="7A8BA78B">
                <wp:simplePos x="0" y="0"/>
                <wp:positionH relativeFrom="page">
                  <wp:posOffset>2686050</wp:posOffset>
                </wp:positionH>
                <wp:positionV relativeFrom="paragraph">
                  <wp:posOffset>3186430</wp:posOffset>
                </wp:positionV>
                <wp:extent cx="4175125" cy="2389505"/>
                <wp:effectExtent l="0" t="0" r="0" b="0"/>
                <wp:wrapTight wrapText="bothSides">
                  <wp:wrapPolygon edited="0">
                    <wp:start x="0" y="0"/>
                    <wp:lineTo x="0" y="21353"/>
                    <wp:lineTo x="21485" y="21353"/>
                    <wp:lineTo x="21485" y="0"/>
                    <wp:lineTo x="0" y="0"/>
                  </wp:wrapPolygon>
                </wp:wrapTight>
                <wp:docPr id="1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175125" cy="23895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B18E6">
            <w:br w:type="page"/>
          </w:r>
          <w:r w:rsidR="00BB18E6">
            <w:rPr>
              <w:noProof/>
              <w:lang w:eastAsia="nl-NL"/>
            </w:rPr>
            <w:drawing>
              <wp:anchor distT="0" distB="0" distL="114300" distR="114300" simplePos="0" relativeHeight="251663360" behindDoc="1" locked="0" layoutInCell="1" allowOverlap="1" wp14:anchorId="4B5926C9" wp14:editId="2DF47F9D">
                <wp:simplePos x="0" y="0"/>
                <wp:positionH relativeFrom="column">
                  <wp:posOffset>-4445</wp:posOffset>
                </wp:positionH>
                <wp:positionV relativeFrom="paragraph">
                  <wp:posOffset>-285750</wp:posOffset>
                </wp:positionV>
                <wp:extent cx="2916000" cy="1191600"/>
                <wp:effectExtent l="0" t="0" r="0" b="8890"/>
                <wp:wrapTight wrapText="bothSides">
                  <wp:wrapPolygon edited="0">
                    <wp:start x="0" y="0"/>
                    <wp:lineTo x="0" y="21416"/>
                    <wp:lineTo x="21449" y="21416"/>
                    <wp:lineTo x="21449" y="0"/>
                    <wp:lineTo x="0" y="0"/>
                  </wp:wrapPolygon>
                </wp:wrapTight>
                <wp:docPr id="2" name="Afbeelding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afbeelding groene welle.png"/>
                        <pic:cNvPicPr/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16000" cy="1191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sdtContent>
    </w:sdt>
    <w:p w14:paraId="50AEC0C2" w14:textId="0FA3F268" w:rsidR="00BB18E6" w:rsidRPr="00C351CD" w:rsidRDefault="00426B72" w:rsidP="00BB18E6">
      <w:pPr>
        <w:pStyle w:val="Geenafstand"/>
        <w:rPr>
          <w:b/>
        </w:rPr>
      </w:pPr>
      <w:r>
        <w:rPr>
          <w:b/>
        </w:rPr>
        <w:lastRenderedPageBreak/>
        <w:t>Project: Paprika</w:t>
      </w:r>
    </w:p>
    <w:p w14:paraId="403166E1" w14:textId="694F4C79" w:rsidR="00BB18E6" w:rsidRDefault="00BB18E6" w:rsidP="00BB18E6">
      <w:pPr>
        <w:pStyle w:val="Geenafstand"/>
      </w:pPr>
      <w:r w:rsidRPr="00C351CD">
        <w:rPr>
          <w:b/>
        </w:rPr>
        <w:t>Opdrachtgever:</w:t>
      </w:r>
      <w:r w:rsidR="00DE5118">
        <w:t xml:space="preserve"> P. Segers</w:t>
      </w:r>
    </w:p>
    <w:p w14:paraId="14B51283" w14:textId="1F382A56" w:rsidR="00BB18E6" w:rsidRDefault="00BB18E6" w:rsidP="00BB18E6">
      <w:pPr>
        <w:pStyle w:val="Geenafstand"/>
      </w:pPr>
      <w:r w:rsidRPr="00C351CD">
        <w:rPr>
          <w:b/>
        </w:rPr>
        <w:t>Bedrijf:</w:t>
      </w:r>
      <w:r w:rsidR="00DE5118">
        <w:t xml:space="preserve"> Groene Welle</w:t>
      </w:r>
    </w:p>
    <w:p w14:paraId="3C987B9A" w14:textId="7F8F03F6" w:rsidR="00BB18E6" w:rsidRDefault="00BB18E6" w:rsidP="00BB18E6">
      <w:pPr>
        <w:pStyle w:val="Geenafstand"/>
      </w:pPr>
    </w:p>
    <w:p w14:paraId="2C97F924" w14:textId="64F9F878" w:rsidR="00404EE9" w:rsidRPr="00C351CD" w:rsidRDefault="00DB2AAC" w:rsidP="00BB18E6">
      <w:pPr>
        <w:pStyle w:val="Geenafstand"/>
        <w:rPr>
          <w:b/>
        </w:rPr>
      </w:pPr>
      <w:r w:rsidRPr="00C351CD">
        <w:rPr>
          <w:b/>
        </w:rPr>
        <w:t>Proef</w:t>
      </w:r>
    </w:p>
    <w:p w14:paraId="59D2EE91" w14:textId="56A42E34" w:rsidR="00DB2AAC" w:rsidRDefault="00DE5118" w:rsidP="00BB18E6">
      <w:pPr>
        <w:pStyle w:val="Geenafstand"/>
      </w:pPr>
      <w:r>
        <w:t xml:space="preserve">Jullie gaan </w:t>
      </w:r>
      <w:r w:rsidR="00426B72">
        <w:t>paprika</w:t>
      </w:r>
      <w:r w:rsidR="00426B44">
        <w:t xml:space="preserve"> kweken en zijn verantwoordelijk voor de afzet.</w:t>
      </w:r>
    </w:p>
    <w:p w14:paraId="22FC0BE8" w14:textId="1DC69ED9" w:rsidR="00DB2AAC" w:rsidRDefault="00DB2AAC" w:rsidP="00BB18E6">
      <w:pPr>
        <w:pStyle w:val="Geenafstand"/>
      </w:pPr>
    </w:p>
    <w:p w14:paraId="67C8BE60" w14:textId="676F944B" w:rsidR="00DB2AAC" w:rsidRPr="00C351CD" w:rsidRDefault="00DB2AAC" w:rsidP="00BB18E6">
      <w:pPr>
        <w:pStyle w:val="Geenafstand"/>
        <w:rPr>
          <w:b/>
        </w:rPr>
      </w:pPr>
      <w:r w:rsidRPr="00C351CD">
        <w:rPr>
          <w:b/>
        </w:rPr>
        <w:t>Opzet</w:t>
      </w:r>
    </w:p>
    <w:p w14:paraId="212812D5" w14:textId="6E47F062" w:rsidR="00DB2AAC" w:rsidRDefault="00C502D6" w:rsidP="00BB18E6">
      <w:pPr>
        <w:pStyle w:val="Geenafstand"/>
      </w:pPr>
      <w:r>
        <w:t xml:space="preserve">Jullie gaan op </w:t>
      </w:r>
      <w:r w:rsidR="00426B72">
        <w:t xml:space="preserve">drie verschillende soorten paprika telen in kas 2. </w:t>
      </w:r>
    </w:p>
    <w:p w14:paraId="7026ECBE" w14:textId="77777777" w:rsidR="00D163D1" w:rsidRDefault="00D163D1" w:rsidP="00BB18E6">
      <w:pPr>
        <w:pStyle w:val="Geenafstand"/>
      </w:pPr>
    </w:p>
    <w:p w14:paraId="263DE3BB" w14:textId="13680CC9" w:rsidR="00DB2AAC" w:rsidRPr="00C351CD" w:rsidRDefault="00DB2AAC" w:rsidP="00BB18E6">
      <w:pPr>
        <w:pStyle w:val="Geenafstand"/>
        <w:rPr>
          <w:b/>
        </w:rPr>
      </w:pPr>
      <w:r w:rsidRPr="00C351CD">
        <w:rPr>
          <w:b/>
        </w:rPr>
        <w:t>Onderzoeken</w:t>
      </w:r>
    </w:p>
    <w:p w14:paraId="70B3D224" w14:textId="7CC4FC1E" w:rsidR="00426B72" w:rsidRDefault="00426B72" w:rsidP="00426B72">
      <w:pPr>
        <w:pStyle w:val="Geenafstand"/>
        <w:numPr>
          <w:ilvl w:val="0"/>
          <w:numId w:val="1"/>
        </w:numPr>
      </w:pPr>
      <w:r>
        <w:t>Bestellen</w:t>
      </w:r>
    </w:p>
    <w:p w14:paraId="2A867396" w14:textId="56E1CCA3" w:rsidR="00331A52" w:rsidRDefault="00331A52" w:rsidP="00426B72">
      <w:pPr>
        <w:pStyle w:val="Geenafstand"/>
        <w:numPr>
          <w:ilvl w:val="0"/>
          <w:numId w:val="1"/>
        </w:numPr>
      </w:pPr>
      <w:r>
        <w:t>Teeltplan maken</w:t>
      </w:r>
      <w:r w:rsidR="00C3596B">
        <w:t xml:space="preserve"> (zodat de leerlingen die de teelt overnemen deze volgend jaar kunnen gebruiken)</w:t>
      </w:r>
    </w:p>
    <w:p w14:paraId="2F746C59" w14:textId="02DDE744" w:rsidR="00C3596B" w:rsidRDefault="00C3596B" w:rsidP="00426B72">
      <w:pPr>
        <w:pStyle w:val="Geenafstand"/>
        <w:numPr>
          <w:ilvl w:val="0"/>
          <w:numId w:val="1"/>
        </w:numPr>
      </w:pPr>
      <w:r>
        <w:t>Meedraaien met bedrijf (Peppers unlimited, Kaashoek</w:t>
      </w:r>
    </w:p>
    <w:p w14:paraId="5BBCE9B4" w14:textId="28D35805" w:rsidR="004D2719" w:rsidRDefault="004D2719" w:rsidP="00DB2AAC">
      <w:pPr>
        <w:pStyle w:val="Geenafstand"/>
        <w:numPr>
          <w:ilvl w:val="0"/>
          <w:numId w:val="1"/>
        </w:numPr>
      </w:pPr>
      <w:r>
        <w:t>Kosten begroten</w:t>
      </w:r>
    </w:p>
    <w:p w14:paraId="2D8FFB6D" w14:textId="088E0B91" w:rsidR="004D2719" w:rsidRDefault="00331A52" w:rsidP="004D2719">
      <w:pPr>
        <w:pStyle w:val="Geenafstand"/>
        <w:numPr>
          <w:ilvl w:val="0"/>
          <w:numId w:val="1"/>
        </w:numPr>
      </w:pPr>
      <w:r>
        <w:t>Afzet regelen</w:t>
      </w:r>
      <w:r w:rsidR="00C3596B">
        <w:t xml:space="preserve"> (winstpercentage berekenen, opbrengst per m2, opbrengst per plant)</w:t>
      </w:r>
    </w:p>
    <w:p w14:paraId="08B19CD2" w14:textId="270C20AD" w:rsidR="00C3596B" w:rsidRDefault="00C3596B" w:rsidP="00C3596B">
      <w:pPr>
        <w:pStyle w:val="Geenafstand"/>
        <w:numPr>
          <w:ilvl w:val="0"/>
          <w:numId w:val="3"/>
        </w:numPr>
      </w:pPr>
      <w:r>
        <w:t>Voedselbank</w:t>
      </w:r>
    </w:p>
    <w:p w14:paraId="174E4918" w14:textId="753D7ADC" w:rsidR="00C3596B" w:rsidRDefault="00C3596B" w:rsidP="00C3596B">
      <w:pPr>
        <w:pStyle w:val="Geenafstand"/>
        <w:numPr>
          <w:ilvl w:val="0"/>
          <w:numId w:val="3"/>
        </w:numPr>
      </w:pPr>
      <w:r>
        <w:t>Verkoop docententeam</w:t>
      </w:r>
    </w:p>
    <w:p w14:paraId="529F39CA" w14:textId="7FB4D1CE" w:rsidR="00C3596B" w:rsidRDefault="00C3596B" w:rsidP="00C3596B">
      <w:pPr>
        <w:pStyle w:val="Geenafstand"/>
        <w:numPr>
          <w:ilvl w:val="0"/>
          <w:numId w:val="3"/>
        </w:numPr>
      </w:pPr>
      <w:r>
        <w:t>Verkoop keuken</w:t>
      </w:r>
    </w:p>
    <w:p w14:paraId="23CDF777" w14:textId="00FA0D7C" w:rsidR="00331A52" w:rsidRDefault="00331A52" w:rsidP="00DB2AAC">
      <w:pPr>
        <w:pStyle w:val="Geenafstand"/>
        <w:numPr>
          <w:ilvl w:val="0"/>
          <w:numId w:val="1"/>
        </w:numPr>
      </w:pPr>
      <w:r>
        <w:t>Vernieuwing toepassen</w:t>
      </w:r>
    </w:p>
    <w:p w14:paraId="13E3F311" w14:textId="691C574F" w:rsidR="00331A52" w:rsidRDefault="00331A52" w:rsidP="00DB2AAC">
      <w:pPr>
        <w:pStyle w:val="Geenafstand"/>
        <w:numPr>
          <w:ilvl w:val="0"/>
          <w:numId w:val="1"/>
        </w:numPr>
      </w:pPr>
      <w:r>
        <w:t>Gewasverzorging</w:t>
      </w:r>
    </w:p>
    <w:p w14:paraId="7F4E6037" w14:textId="06AC33A0" w:rsidR="00331A52" w:rsidRDefault="00331A52" w:rsidP="00DB2AAC">
      <w:pPr>
        <w:pStyle w:val="Geenafstand"/>
        <w:numPr>
          <w:ilvl w:val="0"/>
          <w:numId w:val="1"/>
        </w:numPr>
      </w:pPr>
      <w:r>
        <w:t xml:space="preserve">Contact hebben met minimaal </w:t>
      </w:r>
      <w:r w:rsidR="00426B72">
        <w:t>2 externe bedrijven om de paprika</w:t>
      </w:r>
      <w:r>
        <w:t>teelt te verbeteren.</w:t>
      </w:r>
    </w:p>
    <w:p w14:paraId="1745337B" w14:textId="2C08F5D3" w:rsidR="00426B72" w:rsidRDefault="00426B72" w:rsidP="00DB2AAC">
      <w:pPr>
        <w:pStyle w:val="Geenafstand"/>
        <w:numPr>
          <w:ilvl w:val="0"/>
          <w:numId w:val="1"/>
        </w:numPr>
      </w:pPr>
      <w:r>
        <w:t>Ziektegevoeligheid</w:t>
      </w:r>
    </w:p>
    <w:p w14:paraId="6ECB5AEB" w14:textId="66392A90" w:rsidR="00426B72" w:rsidRDefault="00426B72" w:rsidP="00DB2AAC">
      <w:pPr>
        <w:pStyle w:val="Geenafstand"/>
        <w:numPr>
          <w:ilvl w:val="0"/>
          <w:numId w:val="1"/>
        </w:numPr>
      </w:pPr>
      <w:r>
        <w:t>Aansturen</w:t>
      </w:r>
    </w:p>
    <w:p w14:paraId="7DDB7F11" w14:textId="68A69E71" w:rsidR="00DB2AAC" w:rsidRDefault="00DB2AAC" w:rsidP="00DB2AAC">
      <w:pPr>
        <w:pStyle w:val="Geenafstand"/>
      </w:pPr>
    </w:p>
    <w:p w14:paraId="5B194B36" w14:textId="15E23E57" w:rsidR="00DB2AAC" w:rsidRPr="00C351CD" w:rsidRDefault="00DB2AAC" w:rsidP="00DB2AAC">
      <w:pPr>
        <w:pStyle w:val="Geenafstand"/>
        <w:rPr>
          <w:b/>
        </w:rPr>
      </w:pPr>
      <w:r w:rsidRPr="00C351CD">
        <w:rPr>
          <w:b/>
        </w:rPr>
        <w:t>Leerdoelen</w:t>
      </w:r>
    </w:p>
    <w:p w14:paraId="4738536A" w14:textId="625FF4D7" w:rsidR="00DB2AAC" w:rsidRDefault="00DB2AAC" w:rsidP="00DB2AAC">
      <w:pPr>
        <w:pStyle w:val="Geenafstand"/>
        <w:numPr>
          <w:ilvl w:val="0"/>
          <w:numId w:val="1"/>
        </w:numPr>
      </w:pPr>
      <w:r>
        <w:t>Onderzoek plegen</w:t>
      </w:r>
    </w:p>
    <w:p w14:paraId="1640CC34" w14:textId="0F8D1D8E" w:rsidR="00DB2AAC" w:rsidRDefault="00DB2AAC" w:rsidP="00DB2AAC">
      <w:pPr>
        <w:pStyle w:val="Geenafstand"/>
        <w:numPr>
          <w:ilvl w:val="0"/>
          <w:numId w:val="1"/>
        </w:numPr>
      </w:pPr>
      <w:r>
        <w:t>Contact bedrijfsleven onderhouden</w:t>
      </w:r>
    </w:p>
    <w:p w14:paraId="33B39140" w14:textId="58F55065" w:rsidR="00DB2AAC" w:rsidRDefault="00DB2AAC" w:rsidP="00DB2AAC">
      <w:pPr>
        <w:pStyle w:val="Geenafstand"/>
        <w:numPr>
          <w:ilvl w:val="0"/>
          <w:numId w:val="1"/>
        </w:numPr>
      </w:pPr>
      <w:r>
        <w:t>Verslaglegging plegen</w:t>
      </w:r>
    </w:p>
    <w:p w14:paraId="561A2482" w14:textId="1AA20D24" w:rsidR="00DB2AAC" w:rsidRDefault="00DB2AAC" w:rsidP="00DB2AAC">
      <w:pPr>
        <w:pStyle w:val="Geenafstand"/>
        <w:numPr>
          <w:ilvl w:val="0"/>
          <w:numId w:val="1"/>
        </w:numPr>
      </w:pPr>
      <w:r>
        <w:t>Presenteren</w:t>
      </w:r>
      <w:r w:rsidR="00C351CD">
        <w:t xml:space="preserve"> aan opdrachtgever en afnemers</w:t>
      </w:r>
    </w:p>
    <w:p w14:paraId="6D118D14" w14:textId="016C9D89" w:rsidR="00DB2AAC" w:rsidRDefault="00DB2AAC" w:rsidP="00DB2AAC">
      <w:pPr>
        <w:pStyle w:val="Geenafstand"/>
        <w:numPr>
          <w:ilvl w:val="0"/>
          <w:numId w:val="1"/>
        </w:numPr>
      </w:pPr>
      <w:r>
        <w:t>Samenwerken</w:t>
      </w:r>
    </w:p>
    <w:p w14:paraId="573C3098" w14:textId="048BD27E" w:rsidR="00DB2AAC" w:rsidRDefault="00DB2AAC" w:rsidP="00DB2AAC">
      <w:pPr>
        <w:pStyle w:val="Geenafstand"/>
        <w:numPr>
          <w:ilvl w:val="0"/>
          <w:numId w:val="1"/>
        </w:numPr>
      </w:pPr>
      <w:r>
        <w:t>Plannen</w:t>
      </w:r>
    </w:p>
    <w:p w14:paraId="003EFC2C" w14:textId="0316D940" w:rsidR="00DB2AAC" w:rsidRDefault="00DB2AAC" w:rsidP="00DB2AAC">
      <w:pPr>
        <w:pStyle w:val="Geenafstand"/>
      </w:pPr>
    </w:p>
    <w:p w14:paraId="1E991A49" w14:textId="04F837A2" w:rsidR="00DB2AAC" w:rsidRPr="00C351CD" w:rsidRDefault="00DB2AAC" w:rsidP="00DB2AAC">
      <w:pPr>
        <w:pStyle w:val="Geenafstand"/>
        <w:rPr>
          <w:b/>
        </w:rPr>
      </w:pPr>
      <w:r w:rsidRPr="00C351CD">
        <w:rPr>
          <w:b/>
        </w:rPr>
        <w:t>Werkprocessen</w:t>
      </w:r>
    </w:p>
    <w:p w14:paraId="417AF0D5" w14:textId="5084D41C" w:rsidR="00DB2AAC" w:rsidRDefault="0005752C" w:rsidP="00DB2AAC">
      <w:pPr>
        <w:pStyle w:val="Geenafstand"/>
      </w:pPr>
      <w:r>
        <w:t>B</w:t>
      </w:r>
      <w:r w:rsidR="00530EDA">
        <w:t>1-K1-W1 D</w:t>
      </w:r>
      <w:r>
        <w:t>raagt zorg voor de kwaliteit van het agrobusinessproduct</w:t>
      </w:r>
    </w:p>
    <w:p w14:paraId="07398DC3" w14:textId="1E475E54" w:rsidR="0005752C" w:rsidRDefault="0005752C" w:rsidP="00DB2AAC">
      <w:pPr>
        <w:pStyle w:val="Geenafstand"/>
      </w:pPr>
      <w:r>
        <w:t>B1-K1-W4 Draagt zorg voor informatie in de keten</w:t>
      </w:r>
    </w:p>
    <w:p w14:paraId="32FA72FD" w14:textId="7E39533F" w:rsidR="0005752C" w:rsidRDefault="007B7414" w:rsidP="00DB2AAC">
      <w:pPr>
        <w:pStyle w:val="Geenafstand"/>
      </w:pPr>
      <w:r>
        <w:t>P9-K1-W1 Draagt zorg voor het teeltproces en de verwerking</w:t>
      </w:r>
    </w:p>
    <w:p w14:paraId="5E70B897" w14:textId="0F5B7A13" w:rsidR="0005752C" w:rsidRDefault="0005752C" w:rsidP="00DB2AAC">
      <w:pPr>
        <w:pStyle w:val="Geenafstand"/>
      </w:pPr>
      <w:r>
        <w:t>P</w:t>
      </w:r>
      <w:r w:rsidR="007B7414">
        <w:t>9-K1-W2 Stuurt teelproces</w:t>
      </w:r>
    </w:p>
    <w:p w14:paraId="4366E3C6" w14:textId="19BB5B5F" w:rsidR="007B7414" w:rsidRDefault="007B7414" w:rsidP="00DB2AAC">
      <w:pPr>
        <w:pStyle w:val="Geenafstand"/>
      </w:pPr>
      <w:r>
        <w:t>P9-K2-W3 Verbetert processen/productie</w:t>
      </w:r>
    </w:p>
    <w:p w14:paraId="63B06356" w14:textId="57B02BAB" w:rsidR="007B7414" w:rsidRDefault="007B7414" w:rsidP="00DB2AAC">
      <w:pPr>
        <w:pStyle w:val="Geenafstand"/>
      </w:pPr>
      <w:r>
        <w:t>P9-K2-W6 Adviseert over innovaties</w:t>
      </w:r>
    </w:p>
    <w:p w14:paraId="1C882FAA" w14:textId="1F63A72E" w:rsidR="007B7414" w:rsidRDefault="007B7414" w:rsidP="00DB2AAC">
      <w:pPr>
        <w:pStyle w:val="Geenafstand"/>
      </w:pPr>
      <w:r>
        <w:t xml:space="preserve">P9-K2-W7 Vormt netwerken en maakt hier gebruik van </w:t>
      </w:r>
    </w:p>
    <w:p w14:paraId="5BA95E63" w14:textId="0B96DA14" w:rsidR="00DB2AAC" w:rsidRDefault="00DB2AAC" w:rsidP="00DB2AAC">
      <w:pPr>
        <w:pStyle w:val="Geenafstand"/>
      </w:pPr>
    </w:p>
    <w:p w14:paraId="771D0AB5" w14:textId="77777777" w:rsidR="00C351CD" w:rsidRDefault="00C351CD">
      <w:pPr>
        <w:rPr>
          <w:rFonts w:eastAsiaTheme="minorEastAsia"/>
          <w:b/>
          <w:lang w:eastAsia="nl-NL"/>
        </w:rPr>
      </w:pPr>
      <w:r>
        <w:rPr>
          <w:b/>
        </w:rPr>
        <w:br w:type="page"/>
      </w:r>
    </w:p>
    <w:p w14:paraId="3538EA23" w14:textId="72CB2A27" w:rsidR="00DB2AAC" w:rsidRPr="00C351CD" w:rsidRDefault="00DB2AAC" w:rsidP="00DB2AAC">
      <w:pPr>
        <w:pStyle w:val="Geenafstand"/>
        <w:rPr>
          <w:b/>
        </w:rPr>
      </w:pPr>
      <w:r w:rsidRPr="00C351CD">
        <w:rPr>
          <w:b/>
        </w:rPr>
        <w:lastRenderedPageBreak/>
        <w:t>Inhoud verslag</w:t>
      </w:r>
    </w:p>
    <w:p w14:paraId="0BCE6D80" w14:textId="22DC2797" w:rsidR="00DB2AAC" w:rsidRDefault="00DB2AAC" w:rsidP="00DB2AAC">
      <w:pPr>
        <w:pStyle w:val="Geenafstand"/>
        <w:numPr>
          <w:ilvl w:val="0"/>
          <w:numId w:val="1"/>
        </w:numPr>
      </w:pPr>
      <w:r>
        <w:t>Voorblad</w:t>
      </w:r>
    </w:p>
    <w:p w14:paraId="72E78C84" w14:textId="331CB0B0" w:rsidR="00DB2AAC" w:rsidRDefault="00DB2AAC" w:rsidP="00DB2AAC">
      <w:pPr>
        <w:pStyle w:val="Geenafstand"/>
        <w:numPr>
          <w:ilvl w:val="0"/>
          <w:numId w:val="1"/>
        </w:numPr>
      </w:pPr>
      <w:r>
        <w:t>Inleiding</w:t>
      </w:r>
    </w:p>
    <w:p w14:paraId="6EB31458" w14:textId="5CAB8253" w:rsidR="00DB2AAC" w:rsidRDefault="00DB2AAC" w:rsidP="00DB2AAC">
      <w:pPr>
        <w:pStyle w:val="Geenafstand"/>
        <w:numPr>
          <w:ilvl w:val="0"/>
          <w:numId w:val="1"/>
        </w:numPr>
      </w:pPr>
      <w:r>
        <w:t>Opdracht</w:t>
      </w:r>
    </w:p>
    <w:p w14:paraId="3AB39CF1" w14:textId="0F9F181D" w:rsidR="00DB2AAC" w:rsidRDefault="00DB2AAC" w:rsidP="00DB2AAC">
      <w:pPr>
        <w:pStyle w:val="Geenafstand"/>
        <w:numPr>
          <w:ilvl w:val="0"/>
          <w:numId w:val="1"/>
        </w:numPr>
      </w:pPr>
      <w:r>
        <w:t>Plan van aanpak</w:t>
      </w:r>
    </w:p>
    <w:p w14:paraId="656CD637" w14:textId="63764021" w:rsidR="00DB2AAC" w:rsidRDefault="00DB2AAC" w:rsidP="00DB2AAC">
      <w:pPr>
        <w:pStyle w:val="Geenafstand"/>
        <w:numPr>
          <w:ilvl w:val="0"/>
          <w:numId w:val="1"/>
        </w:numPr>
      </w:pPr>
      <w:r>
        <w:t>Planning</w:t>
      </w:r>
    </w:p>
    <w:p w14:paraId="728EB1A4" w14:textId="75D0F49F" w:rsidR="00DB2AAC" w:rsidRDefault="00DB2AAC" w:rsidP="00DB2AAC">
      <w:pPr>
        <w:pStyle w:val="Geenafstand"/>
        <w:numPr>
          <w:ilvl w:val="0"/>
          <w:numId w:val="1"/>
        </w:numPr>
      </w:pPr>
      <w:r>
        <w:t>Verwacht resultaat</w:t>
      </w:r>
    </w:p>
    <w:p w14:paraId="6C4577D0" w14:textId="38A7CE42" w:rsidR="00DB2AAC" w:rsidRDefault="00DB2AAC" w:rsidP="00DB2AAC">
      <w:pPr>
        <w:pStyle w:val="Geenafstand"/>
        <w:numPr>
          <w:ilvl w:val="0"/>
          <w:numId w:val="1"/>
        </w:numPr>
      </w:pPr>
      <w:r>
        <w:t>Weekverslagen (fotoreportage)</w:t>
      </w:r>
    </w:p>
    <w:p w14:paraId="18A07DDD" w14:textId="4748FDF1" w:rsidR="003F5731" w:rsidRDefault="003F5731" w:rsidP="003F5731">
      <w:pPr>
        <w:pStyle w:val="Geenafstand"/>
        <w:numPr>
          <w:ilvl w:val="0"/>
          <w:numId w:val="4"/>
        </w:numPr>
      </w:pPr>
      <w:r>
        <w:t>Notulen overleg bedrijfsleven</w:t>
      </w:r>
    </w:p>
    <w:p w14:paraId="5642E795" w14:textId="5C9EE2B4" w:rsidR="003F5731" w:rsidRDefault="003F5731" w:rsidP="003F5731">
      <w:pPr>
        <w:pStyle w:val="Geenafstand"/>
        <w:numPr>
          <w:ilvl w:val="0"/>
          <w:numId w:val="4"/>
        </w:numPr>
      </w:pPr>
      <w:r>
        <w:t>Elk contact bedrijfsleven schriftelijk vastgelegd</w:t>
      </w:r>
    </w:p>
    <w:p w14:paraId="566C0415" w14:textId="13471A8A" w:rsidR="003F5731" w:rsidRDefault="003F5731" w:rsidP="003F5731">
      <w:pPr>
        <w:pStyle w:val="Geenafstand"/>
        <w:numPr>
          <w:ilvl w:val="0"/>
          <w:numId w:val="4"/>
        </w:numPr>
      </w:pPr>
      <w:r>
        <w:t>Uitdraai mailwisseling bedrijfsleven. Docenten altijd in CC</w:t>
      </w:r>
    </w:p>
    <w:p w14:paraId="5D7E7AE3" w14:textId="4CE7B26A" w:rsidR="00DB2AAC" w:rsidRDefault="00DB2AAC" w:rsidP="00DB2AAC">
      <w:pPr>
        <w:pStyle w:val="Geenafstand"/>
        <w:numPr>
          <w:ilvl w:val="0"/>
          <w:numId w:val="1"/>
        </w:numPr>
      </w:pPr>
      <w:r>
        <w:t>Conclusie</w:t>
      </w:r>
    </w:p>
    <w:p w14:paraId="7757470F" w14:textId="48DE6131" w:rsidR="00DB2AAC" w:rsidRDefault="00DB2AAC" w:rsidP="00DB2AAC">
      <w:pPr>
        <w:pStyle w:val="Geenafstand"/>
        <w:numPr>
          <w:ilvl w:val="0"/>
          <w:numId w:val="1"/>
        </w:numPr>
      </w:pPr>
      <w:r>
        <w:t>Leerdoelen behaald?</w:t>
      </w:r>
    </w:p>
    <w:p w14:paraId="16436F64" w14:textId="2132EE26" w:rsidR="00DB2AAC" w:rsidRDefault="00DB2AAC" w:rsidP="00DB2AAC">
      <w:pPr>
        <w:pStyle w:val="Geenafstand"/>
        <w:numPr>
          <w:ilvl w:val="0"/>
          <w:numId w:val="1"/>
        </w:numPr>
      </w:pPr>
      <w:r>
        <w:t>Samenvatting</w:t>
      </w:r>
    </w:p>
    <w:p w14:paraId="39E6E433" w14:textId="7D363008" w:rsidR="00DB2AAC" w:rsidRDefault="00DB2AAC" w:rsidP="00DB2AAC">
      <w:pPr>
        <w:pStyle w:val="Geenafstand"/>
        <w:numPr>
          <w:ilvl w:val="0"/>
          <w:numId w:val="1"/>
        </w:numPr>
      </w:pPr>
      <w:r>
        <w:t xml:space="preserve">Nawoord </w:t>
      </w:r>
    </w:p>
    <w:p w14:paraId="22DDADD3" w14:textId="296F01F2" w:rsidR="00DB2AAC" w:rsidRDefault="00DB2AAC" w:rsidP="00DB2AAC">
      <w:pPr>
        <w:pStyle w:val="Geenafstand"/>
        <w:numPr>
          <w:ilvl w:val="0"/>
          <w:numId w:val="1"/>
        </w:numPr>
      </w:pPr>
      <w:r>
        <w:t>Presentatie</w:t>
      </w:r>
    </w:p>
    <w:p w14:paraId="3B50FE57" w14:textId="77777777" w:rsidR="00DB2AAC" w:rsidRDefault="00DB2AAC" w:rsidP="00C351CD">
      <w:pPr>
        <w:pStyle w:val="Geenafstand"/>
        <w:ind w:left="720"/>
      </w:pPr>
    </w:p>
    <w:p w14:paraId="3E6D2946" w14:textId="0A646A06" w:rsidR="00DB2AAC" w:rsidRPr="00C351CD" w:rsidRDefault="00C351CD" w:rsidP="00BB18E6">
      <w:pPr>
        <w:pStyle w:val="Geenafstand"/>
        <w:rPr>
          <w:b/>
        </w:rPr>
      </w:pPr>
      <w:r w:rsidRPr="00C351CD">
        <w:rPr>
          <w:b/>
        </w:rPr>
        <w:t>Beoordeling</w:t>
      </w:r>
    </w:p>
    <w:p w14:paraId="2C590174" w14:textId="77777777" w:rsidR="00C351CD" w:rsidRDefault="00C351CD" w:rsidP="00C351CD">
      <w:r>
        <w:t>Per project:</w:t>
      </w:r>
    </w:p>
    <w:p w14:paraId="6D998A97" w14:textId="77777777" w:rsidR="00C351CD" w:rsidRDefault="00C351CD" w:rsidP="00C351CD">
      <w:pPr>
        <w:pStyle w:val="Lijstalinea"/>
        <w:numPr>
          <w:ilvl w:val="0"/>
          <w:numId w:val="2"/>
        </w:numPr>
      </w:pPr>
      <w:r>
        <w:t>Maken plan ( wat, waarom, hoe, tijdpad, taakverdeling, kosten)</w:t>
      </w:r>
      <w:r>
        <w:tab/>
        <w:t>: 10 pnt</w:t>
      </w:r>
    </w:p>
    <w:p w14:paraId="3666BFB0" w14:textId="77777777" w:rsidR="00C351CD" w:rsidRDefault="00C351CD" w:rsidP="00C351CD">
      <w:pPr>
        <w:pStyle w:val="Lijstalinea"/>
        <w:numPr>
          <w:ilvl w:val="0"/>
          <w:numId w:val="2"/>
        </w:numPr>
      </w:pPr>
      <w:r>
        <w:t>Aanleveren plan  (werkstuk, wat, waarom, hoe)</w:t>
      </w:r>
      <w:r>
        <w:tab/>
      </w:r>
      <w:r>
        <w:tab/>
      </w:r>
      <w:r>
        <w:tab/>
      </w:r>
      <w:r>
        <w:tab/>
        <w:t>: 10 pnt</w:t>
      </w:r>
    </w:p>
    <w:p w14:paraId="1ED48E18" w14:textId="77777777" w:rsidR="00C351CD" w:rsidRDefault="00C351CD" w:rsidP="00C351CD">
      <w:pPr>
        <w:pStyle w:val="Lijstalinea"/>
        <w:numPr>
          <w:ilvl w:val="0"/>
          <w:numId w:val="2"/>
        </w:numPr>
      </w:pPr>
      <w:r>
        <w:t>Uitvoeren plan (weekverslagen, registraties, allen op intranet.)</w:t>
      </w:r>
      <w:r>
        <w:tab/>
      </w:r>
      <w:r>
        <w:tab/>
        <w:t>: 10 pnt</w:t>
      </w:r>
    </w:p>
    <w:p w14:paraId="5B5BE950" w14:textId="77777777" w:rsidR="00C351CD" w:rsidRDefault="00C351CD" w:rsidP="00C351CD">
      <w:pPr>
        <w:pStyle w:val="Lijstalinea"/>
        <w:numPr>
          <w:ilvl w:val="0"/>
          <w:numId w:val="2"/>
        </w:numPr>
      </w:pPr>
      <w:r>
        <w:t>Financiële administratie (kosten en baten)</w:t>
      </w:r>
      <w:r>
        <w:tab/>
      </w:r>
      <w:r>
        <w:tab/>
      </w:r>
      <w:r>
        <w:tab/>
      </w:r>
      <w:r>
        <w:tab/>
        <w:t>: 10 pnt</w:t>
      </w:r>
      <w:r>
        <w:tab/>
      </w:r>
    </w:p>
    <w:p w14:paraId="70127D8C" w14:textId="77777777" w:rsidR="00C351CD" w:rsidRDefault="00C351CD" w:rsidP="00C351CD">
      <w:pPr>
        <w:pStyle w:val="Lijstalinea"/>
        <w:numPr>
          <w:ilvl w:val="0"/>
          <w:numId w:val="2"/>
        </w:numPr>
      </w:pPr>
      <w:r>
        <w:t>Opleveren project (werkstuk met beschrijving project en conclusie)</w:t>
      </w:r>
      <w:r>
        <w:tab/>
        <w:t>: 10 pnt</w:t>
      </w:r>
    </w:p>
    <w:p w14:paraId="10675BBF" w14:textId="77777777" w:rsidR="00C351CD" w:rsidRDefault="00C351CD" w:rsidP="00C351CD">
      <w:pPr>
        <w:pStyle w:val="Lijstalinea"/>
        <w:numPr>
          <w:ilvl w:val="0"/>
          <w:numId w:val="2"/>
        </w:numPr>
      </w:pPr>
      <w:r>
        <w:t>Presentatie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: 10 pnt</w:t>
      </w:r>
    </w:p>
    <w:p w14:paraId="4944259F" w14:textId="7323EE18" w:rsidR="00C351CD" w:rsidRPr="00BB18E6" w:rsidRDefault="00C351CD" w:rsidP="00C351CD">
      <w:pPr>
        <w:pStyle w:val="Geenafstand"/>
      </w:pPr>
      <w:r>
        <w:tab/>
      </w:r>
      <w:r>
        <w:tab/>
      </w:r>
      <w:r>
        <w:tab/>
      </w:r>
    </w:p>
    <w:sectPr w:rsidR="00C351CD" w:rsidRPr="00BB18E6" w:rsidSect="00BB18E6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A4552"/>
    <w:multiLevelType w:val="hybridMultilevel"/>
    <w:tmpl w:val="3B489C84"/>
    <w:lvl w:ilvl="0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7797EBE"/>
    <w:multiLevelType w:val="hybridMultilevel"/>
    <w:tmpl w:val="C92C1B78"/>
    <w:lvl w:ilvl="0" w:tplc="07547B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0F21D0"/>
    <w:multiLevelType w:val="hybridMultilevel"/>
    <w:tmpl w:val="1E18FF60"/>
    <w:lvl w:ilvl="0" w:tplc="4E5A312E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F63828"/>
    <w:multiLevelType w:val="hybridMultilevel"/>
    <w:tmpl w:val="1E28585E"/>
    <w:lvl w:ilvl="0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29C"/>
    <w:rsid w:val="0005752C"/>
    <w:rsid w:val="001D0D29"/>
    <w:rsid w:val="002F629C"/>
    <w:rsid w:val="00331A52"/>
    <w:rsid w:val="003D4939"/>
    <w:rsid w:val="003F5731"/>
    <w:rsid w:val="00404EE9"/>
    <w:rsid w:val="00426B44"/>
    <w:rsid w:val="00426B72"/>
    <w:rsid w:val="004A1E40"/>
    <w:rsid w:val="004C1887"/>
    <w:rsid w:val="004D2719"/>
    <w:rsid w:val="00530EDA"/>
    <w:rsid w:val="00625EF4"/>
    <w:rsid w:val="0075635D"/>
    <w:rsid w:val="007B7414"/>
    <w:rsid w:val="00830915"/>
    <w:rsid w:val="008C7830"/>
    <w:rsid w:val="008D7EFD"/>
    <w:rsid w:val="00AE16C7"/>
    <w:rsid w:val="00AE643C"/>
    <w:rsid w:val="00BB18E6"/>
    <w:rsid w:val="00C20171"/>
    <w:rsid w:val="00C351CD"/>
    <w:rsid w:val="00C3596B"/>
    <w:rsid w:val="00C502D6"/>
    <w:rsid w:val="00D163D1"/>
    <w:rsid w:val="00DB2AAC"/>
    <w:rsid w:val="00DE5118"/>
    <w:rsid w:val="00E35A67"/>
    <w:rsid w:val="00E43A22"/>
    <w:rsid w:val="00ED3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F1334"/>
  <w15:chartTrackingRefBased/>
  <w15:docId w15:val="{8545F164-A84A-44F4-9479-CDFF461F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BB18E6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BB18E6"/>
    <w:rPr>
      <w:rFonts w:eastAsiaTheme="minorEastAsia"/>
      <w:lang w:eastAsia="nl-NL"/>
    </w:rPr>
  </w:style>
  <w:style w:type="paragraph" w:styleId="Lijstalinea">
    <w:name w:val="List Paragraph"/>
    <w:basedOn w:val="Standaard"/>
    <w:uiPriority w:val="34"/>
    <w:qFormat/>
    <w:rsid w:val="00C351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C2E150DD3FF547BFFD7598BE20C2A0" ma:contentTypeVersion="0" ma:contentTypeDescription="Een nieuw document maken." ma:contentTypeScope="" ma:versionID="e7a8bd995f49ae6cce78fb7f38a28d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73da0342c567f274c68f93872d94a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C2A418B-61A3-485C-89F5-9B95ED0CCC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C7135B-CD9A-4A88-BDE3-13E9F9CE3F9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6E3D5901-0D9A-4930-9704-E8B5CCEB11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A0B2D154</Template>
  <TotalTime>60</TotalTime>
  <Pages>3</Pages>
  <Words>291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Project: Paprika</vt:lpstr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Project: Paprika</dc:title>
  <dc:subject/>
  <dc:creator/>
  <cp:keywords/>
  <dc:description/>
  <cp:lastModifiedBy>Robert Soesman</cp:lastModifiedBy>
  <cp:revision>29</cp:revision>
  <dcterms:created xsi:type="dcterms:W3CDTF">2017-07-03T08:34:00Z</dcterms:created>
  <dcterms:modified xsi:type="dcterms:W3CDTF">2017-07-07T11:23:00Z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0x01010030C2E150DD3FF547BFFD7598BE20C2A0</vt:lpwstr>
  </property>
</Properties>
</file>