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2127"/>
        <w:gridCol w:w="1984"/>
        <w:gridCol w:w="1418"/>
        <w:gridCol w:w="1345"/>
      </w:tblGrid>
      <w:tr w:rsidR="00DA2B12" w14:paraId="4CC8434B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09D1B2E2" w14:textId="77777777" w:rsidR="00DA2B12" w:rsidRDefault="00DA2B12" w:rsidP="00DA2B12">
            <w:pPr>
              <w:pStyle w:val="Kop2"/>
              <w:jc w:val="center"/>
            </w:pPr>
            <w:r>
              <w:t xml:space="preserve">Logboek voor bij de BPV teelt met het team </w:t>
            </w:r>
          </w:p>
        </w:tc>
      </w:tr>
      <w:tr w:rsidR="00DA2B12" w14:paraId="4506699C" w14:textId="77777777" w:rsidTr="00D6207D">
        <w:tc>
          <w:tcPr>
            <w:tcW w:w="1488" w:type="dxa"/>
            <w:shd w:val="pct12" w:color="auto" w:fill="FFFFFF"/>
          </w:tcPr>
          <w:p w14:paraId="39CA811E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deelnemer:</w:t>
            </w:r>
          </w:p>
        </w:tc>
        <w:tc>
          <w:tcPr>
            <w:tcW w:w="2977" w:type="dxa"/>
            <w:gridSpan w:val="2"/>
          </w:tcPr>
          <w:p w14:paraId="28C832D1" w14:textId="77777777" w:rsidR="00DA2B12" w:rsidRDefault="00DA2B12" w:rsidP="00D6207D">
            <w:pPr>
              <w:rPr>
                <w:rFonts w:ascii="Arial" w:hAnsi="Arial"/>
                <w:sz w:val="22"/>
              </w:rPr>
            </w:pPr>
          </w:p>
        </w:tc>
        <w:tc>
          <w:tcPr>
            <w:tcW w:w="1984" w:type="dxa"/>
            <w:shd w:val="pct12" w:color="auto" w:fill="FFFFFF"/>
          </w:tcPr>
          <w:p w14:paraId="23524A61" w14:textId="77777777" w:rsidR="00DA2B12" w:rsidRDefault="00DA2B12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Bedrijf:</w:t>
            </w:r>
          </w:p>
        </w:tc>
        <w:tc>
          <w:tcPr>
            <w:tcW w:w="2763" w:type="dxa"/>
            <w:gridSpan w:val="2"/>
          </w:tcPr>
          <w:p w14:paraId="26FC2589" w14:textId="77777777" w:rsidR="00DA2B12" w:rsidRDefault="00DA2B12" w:rsidP="00D6207D">
            <w:pPr>
              <w:rPr>
                <w:rFonts w:ascii="Arial" w:hAnsi="Arial"/>
                <w:sz w:val="22"/>
              </w:rPr>
            </w:pPr>
          </w:p>
          <w:p w14:paraId="3238B863" w14:textId="77777777" w:rsidR="00DA2B12" w:rsidRDefault="00DA2B12" w:rsidP="00D6207D">
            <w:pPr>
              <w:rPr>
                <w:rFonts w:ascii="Arial" w:hAnsi="Arial"/>
                <w:sz w:val="22"/>
              </w:rPr>
            </w:pPr>
          </w:p>
        </w:tc>
      </w:tr>
      <w:tr w:rsidR="00DA2B12" w14:paraId="2C292D1E" w14:textId="77777777" w:rsidTr="00D6207D">
        <w:tc>
          <w:tcPr>
            <w:tcW w:w="1488" w:type="dxa"/>
            <w:shd w:val="pct12" w:color="auto" w:fill="FFFFFF"/>
          </w:tcPr>
          <w:p w14:paraId="220E4FA1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Schooljaar:</w:t>
            </w:r>
          </w:p>
        </w:tc>
        <w:tc>
          <w:tcPr>
            <w:tcW w:w="2977" w:type="dxa"/>
            <w:gridSpan w:val="2"/>
          </w:tcPr>
          <w:p w14:paraId="1A1191AE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2017-2018</w:t>
            </w:r>
          </w:p>
        </w:tc>
        <w:tc>
          <w:tcPr>
            <w:tcW w:w="1984" w:type="dxa"/>
            <w:shd w:val="pct12" w:color="auto" w:fill="FFFFFF"/>
          </w:tcPr>
          <w:p w14:paraId="2F0E90E9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Praktijkbegeleider:</w:t>
            </w:r>
          </w:p>
        </w:tc>
        <w:tc>
          <w:tcPr>
            <w:tcW w:w="2763" w:type="dxa"/>
            <w:gridSpan w:val="2"/>
          </w:tcPr>
          <w:p w14:paraId="5CDA062C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32BA36C" w14:textId="77777777" w:rsidR="00DA2B12" w:rsidRDefault="00DA2B12" w:rsidP="00D6207D">
            <w:pPr>
              <w:rPr>
                <w:rFonts w:ascii="Arial" w:hAnsi="Arial"/>
              </w:rPr>
            </w:pPr>
          </w:p>
        </w:tc>
      </w:tr>
      <w:tr w:rsidR="00DA2B12" w14:paraId="01D7FD87" w14:textId="77777777" w:rsidTr="00D6207D">
        <w:tc>
          <w:tcPr>
            <w:tcW w:w="1488" w:type="dxa"/>
            <w:shd w:val="pct12" w:color="auto" w:fill="FFFFFF"/>
          </w:tcPr>
          <w:p w14:paraId="42B4AB4B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leereenheid</w:t>
            </w:r>
          </w:p>
        </w:tc>
        <w:tc>
          <w:tcPr>
            <w:tcW w:w="4961" w:type="dxa"/>
            <w:gridSpan w:val="3"/>
          </w:tcPr>
          <w:p w14:paraId="281C3C75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E4810AB" w14:textId="77777777" w:rsidR="00DA2B12" w:rsidRDefault="00DA2B12" w:rsidP="00D6207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Teelt met het team</w:t>
            </w:r>
          </w:p>
          <w:p w14:paraId="0DB46ADB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D741B43" w14:textId="77777777" w:rsidR="00DA2B12" w:rsidRDefault="00DA2B12" w:rsidP="00D6207D">
            <w:pPr>
              <w:rPr>
                <w:rFonts w:ascii="Arial" w:hAnsi="Arial"/>
              </w:rPr>
            </w:pPr>
          </w:p>
        </w:tc>
        <w:tc>
          <w:tcPr>
            <w:tcW w:w="1418" w:type="dxa"/>
            <w:shd w:val="pct12" w:color="auto" w:fill="FFFFFF"/>
          </w:tcPr>
          <w:p w14:paraId="4A46D306" w14:textId="77777777" w:rsidR="00DA2B12" w:rsidRDefault="00DA2B12" w:rsidP="00D6207D">
            <w:pPr>
              <w:pStyle w:val="Kop3"/>
            </w:pPr>
            <w:r>
              <w:t>Duur van de periode</w:t>
            </w:r>
          </w:p>
        </w:tc>
        <w:tc>
          <w:tcPr>
            <w:tcW w:w="1345" w:type="dxa"/>
          </w:tcPr>
          <w:p w14:paraId="1A1A666C" w14:textId="64EF881E" w:rsidR="00DA2B12" w:rsidRDefault="00587C7E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7-5 t/</w:t>
            </w:r>
            <w:bookmarkStart w:id="0" w:name="_GoBack"/>
            <w:bookmarkEnd w:id="0"/>
            <w:r>
              <w:rPr>
                <w:rFonts w:ascii="Arial" w:hAnsi="Arial"/>
              </w:rPr>
              <w:t>m 26/6</w:t>
            </w:r>
          </w:p>
        </w:tc>
      </w:tr>
      <w:tr w:rsidR="00DA2B12" w14:paraId="03E9A515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5625D1AC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werkprocessen</w:t>
            </w:r>
          </w:p>
        </w:tc>
      </w:tr>
      <w:tr w:rsidR="00DA2B12" w14:paraId="50DA9AED" w14:textId="77777777" w:rsidTr="00D6207D">
        <w:trPr>
          <w:cantSplit/>
        </w:trPr>
        <w:tc>
          <w:tcPr>
            <w:tcW w:w="9212" w:type="dxa"/>
            <w:gridSpan w:val="6"/>
          </w:tcPr>
          <w:p w14:paraId="356EC8D5" w14:textId="77777777" w:rsidR="00DA2B12" w:rsidRDefault="00DA2B12" w:rsidP="00D6207D">
            <w:pPr>
              <w:rPr>
                <w:rFonts w:ascii="Arial" w:hAnsi="Arial"/>
              </w:rPr>
            </w:pPr>
          </w:p>
          <w:p w14:paraId="761B61AD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2.1 plant en verdeelt werkzaamheden</w:t>
            </w:r>
          </w:p>
          <w:p w14:paraId="137F22EF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2.2 begeleidt medewerkers (vaktechnisch)</w:t>
            </w:r>
          </w:p>
          <w:p w14:paraId="0F6BF2AF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2.3 stuurt medewerkers aan</w:t>
            </w:r>
          </w:p>
          <w:p w14:paraId="3B49DE78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2.4 bewaakt voorgang werkzaamheden</w:t>
            </w:r>
          </w:p>
          <w:p w14:paraId="1BE87298" w14:textId="77777777" w:rsidR="00DA2B12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2.5 bewaakt uitvoering kwaliteitsbeleid</w:t>
            </w:r>
          </w:p>
          <w:p w14:paraId="3F80F242" w14:textId="77777777" w:rsidR="00DA2B12" w:rsidRPr="0075233B" w:rsidRDefault="00DA2B12" w:rsidP="00D6207D">
            <w:pPr>
              <w:ind w:left="360"/>
              <w:rPr>
                <w:rFonts w:ascii="Tahoma" w:hAnsi="Tahoma" w:cs="Tahoma"/>
                <w:sz w:val="24"/>
              </w:rPr>
            </w:pPr>
          </w:p>
        </w:tc>
      </w:tr>
      <w:tr w:rsidR="00DA2B12" w14:paraId="4BA9B8C6" w14:textId="77777777" w:rsidTr="00D6207D">
        <w:trPr>
          <w:cantSplit/>
          <w:trHeight w:val="8323"/>
        </w:trPr>
        <w:tc>
          <w:tcPr>
            <w:tcW w:w="2338" w:type="dxa"/>
            <w:gridSpan w:val="2"/>
            <w:shd w:val="pct12" w:color="auto" w:fill="FFFFFF"/>
          </w:tcPr>
          <w:p w14:paraId="6D7664D7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Afspraken met de praktijkbegeleider</w:t>
            </w:r>
          </w:p>
          <w:p w14:paraId="720777C6" w14:textId="77777777" w:rsidR="00DA2B12" w:rsidRDefault="00DA2B12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met betrekking op het uitvoeren en planning van de werkprocessen:</w:t>
            </w:r>
          </w:p>
        </w:tc>
        <w:tc>
          <w:tcPr>
            <w:tcW w:w="6874" w:type="dxa"/>
            <w:gridSpan w:val="4"/>
          </w:tcPr>
          <w:p w14:paraId="238AE7E2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2EE93C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5A92359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4BDDB2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728E6958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C6C5BE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40EFF18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E5D0274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133E19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E629308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6AF7BB1" w14:textId="77777777" w:rsidR="00DA2B12" w:rsidRDefault="00DA2B12" w:rsidP="00D6207D">
            <w:pPr>
              <w:rPr>
                <w:rFonts w:ascii="Arial" w:hAnsi="Arial"/>
              </w:rPr>
            </w:pPr>
          </w:p>
          <w:p w14:paraId="1528EA5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DB3493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20DEBD3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B1CD3BF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BF414EA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DD31646" w14:textId="77777777" w:rsidR="00DA2B12" w:rsidRDefault="00DA2B12" w:rsidP="00D6207D">
            <w:pPr>
              <w:rPr>
                <w:rFonts w:ascii="Arial" w:hAnsi="Arial"/>
              </w:rPr>
            </w:pPr>
          </w:p>
          <w:p w14:paraId="160A36ED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0E9DE1E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6FAEB55" w14:textId="77777777" w:rsidR="00DA2B12" w:rsidRDefault="00DA2B12" w:rsidP="00D6207D">
            <w:pPr>
              <w:rPr>
                <w:rFonts w:ascii="Arial" w:hAnsi="Arial"/>
              </w:rPr>
            </w:pPr>
          </w:p>
          <w:p w14:paraId="2322EBD4" w14:textId="77777777" w:rsidR="00DA2B12" w:rsidRDefault="00DA2B12" w:rsidP="00D6207D">
            <w:pPr>
              <w:rPr>
                <w:rFonts w:ascii="Arial" w:hAnsi="Arial"/>
              </w:rPr>
            </w:pPr>
          </w:p>
          <w:p w14:paraId="0DBDF697" w14:textId="77777777" w:rsidR="00DA2B12" w:rsidRDefault="00DA2B12" w:rsidP="00D6207D">
            <w:pPr>
              <w:rPr>
                <w:rFonts w:ascii="Arial" w:hAnsi="Arial"/>
              </w:rPr>
            </w:pPr>
          </w:p>
        </w:tc>
      </w:tr>
    </w:tbl>
    <w:p w14:paraId="49226D6E" w14:textId="77777777" w:rsidR="00DA2B12" w:rsidRDefault="00DA2B12" w:rsidP="00DA2B1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4"/>
      </w:tblGrid>
      <w:tr w:rsidR="00DA2B12" w14:paraId="778210B2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48CCE535" w14:textId="77777777" w:rsidR="00DA2B12" w:rsidRDefault="00DA2B12" w:rsidP="00D6207D">
            <w:pPr>
              <w:pStyle w:val="Koptekst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Evaluatie en reflectie</w:t>
            </w:r>
          </w:p>
        </w:tc>
      </w:tr>
      <w:tr w:rsidR="00DA2B12" w14:paraId="258CF3BA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53C772D3" w14:textId="77777777" w:rsidR="00DA2B12" w:rsidRDefault="00DA2B12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Beschrijving van de werkzaamheden</w:t>
            </w:r>
            <w:r>
              <w:rPr>
                <w:rFonts w:ascii="Arial" w:hAnsi="Arial"/>
              </w:rPr>
              <w:t xml:space="preserve"> (handeling of ervaring zelf):</w:t>
            </w:r>
          </w:p>
        </w:tc>
      </w:tr>
      <w:tr w:rsidR="00DA2B12" w14:paraId="31AF6FA1" w14:textId="77777777" w:rsidTr="00D6207D">
        <w:trPr>
          <w:trHeight w:val="9"/>
        </w:trPr>
        <w:tc>
          <w:tcPr>
            <w:tcW w:w="9194" w:type="dxa"/>
            <w:tcBorders>
              <w:bottom w:val="single" w:sz="4" w:space="0" w:color="auto"/>
            </w:tcBorders>
          </w:tcPr>
          <w:p w14:paraId="2B6EEFB4" w14:textId="77777777" w:rsidR="00DA2B12" w:rsidRDefault="00DA2B12" w:rsidP="00D6207D">
            <w:pPr>
              <w:rPr>
                <w:rFonts w:ascii="Arial" w:hAnsi="Arial"/>
              </w:rPr>
            </w:pPr>
          </w:p>
          <w:p w14:paraId="59EE8AA8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 het logboek maak je voor elke week dat je gewerkt hebt dit schooljaar een kort verslag.</w:t>
            </w:r>
          </w:p>
          <w:p w14:paraId="2F4A26B3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dit verslag benoem je de werkzaamheden die je uitgevoerd hebt.</w:t>
            </w:r>
          </w:p>
          <w:p w14:paraId="4ABB686F" w14:textId="77777777" w:rsidR="00DA2B12" w:rsidRDefault="00DA2B12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Beschrijf voor elke werkzaamheid:</w:t>
            </w:r>
          </w:p>
          <w:p w14:paraId="12A24823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heb je gedaan</w:t>
            </w:r>
          </w:p>
          <w:p w14:paraId="76B62A13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Hoe heb je dit gedaan</w:t>
            </w:r>
          </w:p>
          <w:p w14:paraId="4579000E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is het doel van dit werk</w:t>
            </w:r>
          </w:p>
          <w:p w14:paraId="4E03FB51" w14:textId="77777777" w:rsidR="00DA2B12" w:rsidRDefault="00DA2B12" w:rsidP="00DA2B12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Met wie heb je samen gewerkt.</w:t>
            </w:r>
          </w:p>
          <w:p w14:paraId="09CD314A" w14:textId="77777777" w:rsidR="00DA2B12" w:rsidRDefault="00DA2B12" w:rsidP="00DA2B12">
            <w:pPr>
              <w:rPr>
                <w:rFonts w:ascii="Arial" w:hAnsi="Arial"/>
              </w:rPr>
            </w:pPr>
          </w:p>
          <w:p w14:paraId="1FE895B6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Het verslag wordt digitaal gemaakt ( in Word) en probeer zoveel mogelijk fotomateriaal toe te voegen.</w:t>
            </w:r>
          </w:p>
          <w:p w14:paraId="38C438F1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Vooral met jezelf in beeld tijdens het werk.</w:t>
            </w:r>
          </w:p>
          <w:p w14:paraId="5AC93683" w14:textId="77777777" w:rsidR="00DA2B12" w:rsidRDefault="00DA2B12" w:rsidP="00DA2B12">
            <w:pPr>
              <w:rPr>
                <w:rFonts w:ascii="Arial" w:hAnsi="Arial"/>
              </w:rPr>
            </w:pPr>
          </w:p>
          <w:p w14:paraId="743D2BEF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Vertel ook wat het belangrijkste werk voor je is geweest. </w:t>
            </w:r>
          </w:p>
          <w:p w14:paraId="69CB62B0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Meld met welke werkzaamheid je het meeste bent bezig geweest.</w:t>
            </w:r>
          </w:p>
          <w:p w14:paraId="3A95E54F" w14:textId="77777777" w:rsidR="00DA2B12" w:rsidRDefault="00DA2B12" w:rsidP="00DA2B12">
            <w:pPr>
              <w:rPr>
                <w:rFonts w:ascii="Arial" w:hAnsi="Arial"/>
              </w:rPr>
            </w:pPr>
          </w:p>
          <w:p w14:paraId="238AECB4" w14:textId="77777777" w:rsid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Zorg dat genoemde werkprocessen ( bladzijde 1) duidelijk aanwezig zijn in het logboek.</w:t>
            </w:r>
          </w:p>
          <w:p w14:paraId="23A7898A" w14:textId="77777777" w:rsidR="00DA2B12" w:rsidRDefault="00DA2B12" w:rsidP="00DA2B12">
            <w:pPr>
              <w:rPr>
                <w:rFonts w:ascii="Arial" w:hAnsi="Arial"/>
              </w:rPr>
            </w:pPr>
          </w:p>
          <w:p w14:paraId="6D5425EF" w14:textId="77777777" w:rsidR="00DA2B12" w:rsidRPr="00DA2B12" w:rsidRDefault="00DA2B12" w:rsidP="00DA2B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Aan het einde van het weekverslag behandel je onderstaande vragen.</w:t>
            </w:r>
          </w:p>
          <w:p w14:paraId="50402182" w14:textId="77777777" w:rsidR="00DA2B12" w:rsidRDefault="00DA2B12" w:rsidP="00D6207D">
            <w:pPr>
              <w:rPr>
                <w:rFonts w:ascii="Arial" w:hAnsi="Arial"/>
              </w:rPr>
            </w:pPr>
          </w:p>
          <w:p w14:paraId="4752506B" w14:textId="77777777" w:rsidR="00DA2B12" w:rsidRDefault="00DA2B12" w:rsidP="00D6207D">
            <w:pPr>
              <w:rPr>
                <w:rFonts w:ascii="Arial" w:hAnsi="Arial"/>
              </w:rPr>
            </w:pPr>
          </w:p>
          <w:p w14:paraId="3BE3EAB2" w14:textId="77777777" w:rsidR="00DA2B12" w:rsidRDefault="00DA2B12" w:rsidP="00D6207D">
            <w:pPr>
              <w:rPr>
                <w:rFonts w:ascii="Arial" w:hAnsi="Arial"/>
              </w:rPr>
            </w:pPr>
          </w:p>
        </w:tc>
      </w:tr>
      <w:tr w:rsidR="00DA2B12" w14:paraId="692B4B7D" w14:textId="77777777" w:rsidTr="00D6207D">
        <w:trPr>
          <w:trHeight w:val="63"/>
        </w:trPr>
        <w:tc>
          <w:tcPr>
            <w:tcW w:w="9194" w:type="dxa"/>
          </w:tcPr>
          <w:p w14:paraId="325A3979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Wat is het leukste ( meeste uitdaging)dat je gedaan hebt?</w:t>
            </w:r>
          </w:p>
          <w:p w14:paraId="4A5BA37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389AAACD" w14:textId="77777777" w:rsidR="00DA2B12" w:rsidRDefault="00DA2B12" w:rsidP="00D6207D">
            <w:pPr>
              <w:rPr>
                <w:rFonts w:ascii="Arial" w:hAnsi="Arial"/>
                <w:i/>
              </w:rPr>
            </w:pPr>
          </w:p>
          <w:p w14:paraId="20975883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49354CB5" w14:textId="77777777" w:rsidTr="00D6207D">
        <w:trPr>
          <w:trHeight w:val="283"/>
        </w:trPr>
        <w:tc>
          <w:tcPr>
            <w:tcW w:w="9194" w:type="dxa"/>
          </w:tcPr>
          <w:p w14:paraId="3CFBF990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problemen ben je tegen gekomen</w:t>
            </w:r>
          </w:p>
          <w:p w14:paraId="29A1EC8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43FB70AD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201E65D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4B747C7F" w14:textId="77777777" w:rsidTr="00D6207D">
        <w:trPr>
          <w:trHeight w:val="281"/>
        </w:trPr>
        <w:tc>
          <w:tcPr>
            <w:tcW w:w="9194" w:type="dxa"/>
          </w:tcPr>
          <w:p w14:paraId="1CCC9BAA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Hoe heb jij die problemen opgelost?</w:t>
            </w:r>
          </w:p>
          <w:p w14:paraId="707C8F6A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7596BA5C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3278482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4579159E" w14:textId="77777777" w:rsidTr="00D6207D">
        <w:trPr>
          <w:trHeight w:val="253"/>
        </w:trPr>
        <w:tc>
          <w:tcPr>
            <w:tcW w:w="9194" w:type="dxa"/>
          </w:tcPr>
          <w:p w14:paraId="4ED8F1CC" w14:textId="77777777" w:rsidR="00DA2B12" w:rsidRPr="00495736" w:rsidRDefault="00DA2B12" w:rsidP="00D6207D">
            <w:pPr>
              <w:pStyle w:val="Plattetekst2"/>
            </w:pPr>
            <w:r w:rsidRPr="00495736">
              <w:t>Welke werkprocessen zijn aan de orde geweest</w:t>
            </w:r>
          </w:p>
          <w:p w14:paraId="73C0FAE5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4D661096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5F972BD3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7F5EC260" w14:textId="77777777" w:rsidTr="00D6207D">
        <w:trPr>
          <w:trHeight w:val="250"/>
        </w:trPr>
        <w:tc>
          <w:tcPr>
            <w:tcW w:w="9194" w:type="dxa"/>
          </w:tcPr>
          <w:p w14:paraId="513F31AD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afspraken zijn er gemaakt tijdens de overlegmomenten?</w:t>
            </w:r>
          </w:p>
          <w:p w14:paraId="0061AD8B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3E4B4BFE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69AF2657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385F6E4A" w14:textId="77777777" w:rsidTr="00D6207D">
        <w:trPr>
          <w:trHeight w:val="189"/>
        </w:trPr>
        <w:tc>
          <w:tcPr>
            <w:tcW w:w="9194" w:type="dxa"/>
          </w:tcPr>
          <w:p w14:paraId="7153D6DB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Is er voldoende naar je geluisterd?</w:t>
            </w:r>
          </w:p>
          <w:p w14:paraId="386684AC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Verklaar je antwoord.</w:t>
            </w:r>
          </w:p>
          <w:p w14:paraId="4FFC90BA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  <w:p w14:paraId="27490C09" w14:textId="77777777" w:rsidR="00DA2B12" w:rsidRPr="00495736" w:rsidRDefault="00DA2B12" w:rsidP="00D6207D">
            <w:pPr>
              <w:rPr>
                <w:rFonts w:ascii="Arial" w:hAnsi="Arial"/>
                <w:i/>
              </w:rPr>
            </w:pPr>
          </w:p>
        </w:tc>
      </w:tr>
      <w:tr w:rsidR="00DA2B12" w14:paraId="6579FE53" w14:textId="77777777" w:rsidTr="00D6207D">
        <w:trPr>
          <w:trHeight w:val="187"/>
        </w:trPr>
        <w:tc>
          <w:tcPr>
            <w:tcW w:w="9194" w:type="dxa"/>
          </w:tcPr>
          <w:p w14:paraId="4016EF7D" w14:textId="77777777" w:rsidR="00DA2B12" w:rsidRPr="00495736" w:rsidRDefault="00DA2B12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Wordt de door jou geleverde bijdrage als voldoende ervaren door jou en de praktijkbegeleider?</w:t>
            </w:r>
          </w:p>
          <w:p w14:paraId="4AEE69BF" w14:textId="77777777" w:rsidR="00DA2B12" w:rsidRPr="00495736" w:rsidRDefault="00DA2B12" w:rsidP="00D6207D">
            <w:pPr>
              <w:rPr>
                <w:i/>
              </w:rPr>
            </w:pPr>
            <w:r w:rsidRPr="00495736">
              <w:rPr>
                <w:rFonts w:ascii="Arial" w:hAnsi="Arial" w:cs="Arial"/>
                <w:i/>
              </w:rPr>
              <w:t>Verklaar je antwoord</w:t>
            </w:r>
            <w:r w:rsidRPr="00495736">
              <w:rPr>
                <w:i/>
              </w:rPr>
              <w:t>.</w:t>
            </w:r>
          </w:p>
          <w:p w14:paraId="375BAE56" w14:textId="77777777" w:rsidR="00DA2B12" w:rsidRPr="00495736" w:rsidRDefault="00DA2B12" w:rsidP="00D6207D"/>
          <w:p w14:paraId="533BECF0" w14:textId="77777777" w:rsidR="00DA2B12" w:rsidRPr="00495736" w:rsidRDefault="00DA2B12" w:rsidP="00D6207D"/>
          <w:p w14:paraId="3CFD88E8" w14:textId="77777777" w:rsidR="00DA2B12" w:rsidRPr="00495736" w:rsidRDefault="00DA2B12" w:rsidP="00D6207D"/>
        </w:tc>
      </w:tr>
      <w:tr w:rsidR="00DA2B12" w:rsidRPr="00C60D6A" w14:paraId="1B63C136" w14:textId="77777777" w:rsidTr="00D6207D">
        <w:trPr>
          <w:trHeight w:val="83"/>
        </w:trPr>
        <w:tc>
          <w:tcPr>
            <w:tcW w:w="9194" w:type="dxa"/>
          </w:tcPr>
          <w:p w14:paraId="141EB263" w14:textId="77777777" w:rsidR="00DA2B12" w:rsidRPr="00495736" w:rsidRDefault="00DA2B12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Ben je tevreden over de rol van de praktijkbegeleider?</w:t>
            </w:r>
          </w:p>
          <w:p w14:paraId="78AE3995" w14:textId="77777777" w:rsidR="00DA2B12" w:rsidRPr="00495736" w:rsidRDefault="00DA2B12" w:rsidP="00D6207D">
            <w:r w:rsidRPr="00495736">
              <w:rPr>
                <w:rFonts w:ascii="Arial" w:hAnsi="Arial"/>
                <w:i/>
              </w:rPr>
              <w:t>Verklaar je antwoord.</w:t>
            </w:r>
          </w:p>
          <w:p w14:paraId="4EE3FD1E" w14:textId="77777777" w:rsidR="00DA2B12" w:rsidRPr="00495736" w:rsidRDefault="00DA2B12" w:rsidP="00D6207D"/>
          <w:p w14:paraId="1B7248A2" w14:textId="77777777" w:rsidR="00DA2B12" w:rsidRPr="00495736" w:rsidRDefault="00DA2B12" w:rsidP="00D6207D"/>
          <w:p w14:paraId="0A593570" w14:textId="77777777" w:rsidR="00DA2B12" w:rsidRPr="00495736" w:rsidRDefault="00DA2B12" w:rsidP="00D6207D"/>
        </w:tc>
      </w:tr>
    </w:tbl>
    <w:p w14:paraId="5CF7FEF2" w14:textId="77777777" w:rsidR="0096599D" w:rsidRDefault="0096599D"/>
    <w:sectPr w:rsidR="009659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E663D" w14:textId="77777777" w:rsidR="00DA2B12" w:rsidRDefault="00DA2B12" w:rsidP="00DA2B12">
      <w:r>
        <w:separator/>
      </w:r>
    </w:p>
  </w:endnote>
  <w:endnote w:type="continuationSeparator" w:id="0">
    <w:p w14:paraId="120069CC" w14:textId="77777777" w:rsidR="00DA2B12" w:rsidRDefault="00DA2B12" w:rsidP="00DA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335088"/>
      <w:docPartObj>
        <w:docPartGallery w:val="Page Numbers (Bottom of Page)"/>
        <w:docPartUnique/>
      </w:docPartObj>
    </w:sdtPr>
    <w:sdtEndPr/>
    <w:sdtContent>
      <w:p w14:paraId="2B97DDAF" w14:textId="77777777" w:rsidR="00DA2B12" w:rsidRDefault="00DA2B12" w:rsidP="00DA2B12">
        <w:pPr>
          <w:pStyle w:val="Koptekst"/>
        </w:pPr>
        <w:r>
          <w:t xml:space="preserve">Logboek BPV teelt met het team </w:t>
        </w:r>
      </w:p>
      <w:p w14:paraId="7C2057C4" w14:textId="6079C170" w:rsidR="00DA2B12" w:rsidRDefault="00DA2B1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C7E">
          <w:rPr>
            <w:noProof/>
          </w:rPr>
          <w:t>1</w:t>
        </w:r>
        <w:r>
          <w:fldChar w:fldCharType="end"/>
        </w:r>
      </w:p>
    </w:sdtContent>
  </w:sdt>
  <w:p w14:paraId="7FD3E832" w14:textId="77777777" w:rsidR="00DA2B12" w:rsidRDefault="00DA2B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8828C" w14:textId="77777777" w:rsidR="00DA2B12" w:rsidRDefault="00DA2B12" w:rsidP="00DA2B12">
      <w:r>
        <w:separator/>
      </w:r>
    </w:p>
  </w:footnote>
  <w:footnote w:type="continuationSeparator" w:id="0">
    <w:p w14:paraId="2C6CB367" w14:textId="77777777" w:rsidR="00DA2B12" w:rsidRDefault="00DA2B12" w:rsidP="00DA2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24CFE"/>
    <w:multiLevelType w:val="hybridMultilevel"/>
    <w:tmpl w:val="1B6EB1EC"/>
    <w:lvl w:ilvl="0" w:tplc="1AFA6850">
      <w:start w:val="20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12"/>
    <w:rsid w:val="00587C7E"/>
    <w:rsid w:val="0096599D"/>
    <w:rsid w:val="00DA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70B3"/>
  <w15:chartTrackingRefBased/>
  <w15:docId w15:val="{322999E0-A966-46EA-B0CF-3EC0A927B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2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DA2B12"/>
    <w:pPr>
      <w:keepNext/>
      <w:outlineLvl w:val="1"/>
    </w:pPr>
    <w:rPr>
      <w:rFonts w:ascii="Arial" w:hAnsi="Arial"/>
      <w:b/>
      <w:sz w:val="24"/>
    </w:rPr>
  </w:style>
  <w:style w:type="paragraph" w:styleId="Kop3">
    <w:name w:val="heading 3"/>
    <w:basedOn w:val="Standaard"/>
    <w:next w:val="Standaard"/>
    <w:link w:val="Kop3Char"/>
    <w:qFormat/>
    <w:rsid w:val="00DA2B12"/>
    <w:pPr>
      <w:keepNext/>
      <w:outlineLvl w:val="2"/>
    </w:pPr>
    <w:rPr>
      <w:rFonts w:ascii="Arial" w:hAnsi="Arial"/>
      <w:b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A2B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DA2B12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DA2B12"/>
    <w:rPr>
      <w:rFonts w:ascii="Arial" w:eastAsia="Times New Roman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A2B1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DA2B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DA2B1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DA2B12"/>
    <w:rPr>
      <w:rFonts w:ascii="Arial" w:hAnsi="Arial"/>
      <w:i/>
    </w:rPr>
  </w:style>
  <w:style w:type="character" w:customStyle="1" w:styleId="Plattetekst2Char">
    <w:name w:val="Platte tekst 2 Char"/>
    <w:basedOn w:val="Standaardalinea-lettertype"/>
    <w:link w:val="Plattetekst2"/>
    <w:rsid w:val="00DA2B12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DA2B12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DA2B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A2B12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D062E4285B418BA321768784CCFF" ma:contentTypeVersion="0" ma:contentTypeDescription="Een nieuw document maken." ma:contentTypeScope="" ma:versionID="cb7f2b75932bbba76ff372db5f7ef4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D27C79-183B-460C-9BB0-2229546414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7AA36-6129-416E-9FB6-AEDCFF21773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CA95AB-AADC-4F18-8070-046A9B224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A5918037</Template>
  <TotalTime>1</TotalTime>
  <Pages>2</Pages>
  <Words>284</Words>
  <Characters>1563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2</cp:revision>
  <dcterms:created xsi:type="dcterms:W3CDTF">2018-04-04T08:36:00Z</dcterms:created>
  <dcterms:modified xsi:type="dcterms:W3CDTF">2018-04-04T08:36:00Z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0x0101002BE3D062E4285B418BA321768784CCFF</vt:lpwstr>
  </property>
  <property fmtid="{D5CDD505-2E9C-101B-9397-08002B2CF9AE}" pid="3" name="IsMyDocuments">
    <vt:bool>true</vt:bool>
  </property>
</Properties>
</file>