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930815556"/>
        <w:docPartObj>
          <w:docPartGallery w:val="Cover Pages"/>
          <w:docPartUnique/>
        </w:docPartObj>
      </w:sdtPr>
      <w:sdtEndPr/>
      <w:sdtContent>
        <w:p w14:paraId="49F60A59" w14:textId="075CF4D9" w:rsidR="00BB18E6" w:rsidRDefault="00BB18E6">
          <w:r>
            <w:rPr>
              <w:noProof/>
              <w:lang w:eastAsia="nl-NL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060FBF19" wp14:editId="0919DAD5">
                    <wp:simplePos x="0" y="0"/>
                    <wp:positionH relativeFrom="page">
                      <wp:posOffset>4162425</wp:posOffset>
                    </wp:positionH>
                    <wp:positionV relativeFrom="page">
                      <wp:posOffset>0</wp:posOffset>
                    </wp:positionV>
                    <wp:extent cx="3467966" cy="10058400"/>
                    <wp:effectExtent l="0" t="0" r="0" b="0"/>
                    <wp:wrapNone/>
                    <wp:docPr id="453" name="Groep 45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467966" cy="10058400"/>
                              <a:chOff x="-371475" y="0"/>
                              <a:chExt cx="3467966" cy="10058400"/>
                            </a:xfrm>
                          </wpg:grpSpPr>
                          <wps:wsp>
                            <wps:cNvPr id="459" name="Rechthoek 459" descr="Light vertical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545" cy="10058400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chemeClr val="accent6">
                                    <a:lumMod val="60000"/>
                                    <a:lumOff val="40000"/>
                                    <a:alpha val="80000"/>
                                  </a:schemeClr>
                                </a:fgClr>
                                <a:bgClr>
                                  <a:schemeClr val="bg1">
                                    <a:alpha val="80000"/>
                                  </a:schemeClr>
                                </a:bgClr>
                              </a:pattFill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60" name="Rechthoek 4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691" y="0"/>
                                <a:ext cx="2971800" cy="10058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8D8D8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1" name="Rechthoek 4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371475" y="0"/>
                                <a:ext cx="3395345" cy="237744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Jaar"/>
                                    <w:id w:val="1762338940"/>
                                    <w:showingPlcHdr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yyyy"/>
                                      <w:lid w:val="nl-N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14:paraId="2F047573" w14:textId="76E4A1DB" w:rsidR="00BB18E6" w:rsidRDefault="00BB18E6">
                                      <w:pPr>
                                        <w:pStyle w:val="Geenafstand"/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462" name="Rechthoek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6761018"/>
                                <a:ext cx="3089515" cy="283337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Auteur"/>
                                    <w:id w:val="1930316078"/>
                                    <w:showingPlcHdr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6B19C831" w14:textId="29CD1856" w:rsidR="00BB18E6" w:rsidRDefault="00BB18E6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Bedrijf"/>
                                    <w:id w:val="-969121938"/>
                                    <w:showingPlcHdr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p w14:paraId="5721E255" w14:textId="2518E0C0" w:rsidR="00BB18E6" w:rsidRDefault="00BB18E6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Datum"/>
                                    <w:id w:val="1577169567"/>
                                    <w:showingPlcHdr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d-M-yyyy"/>
                                      <w:lid w:val="nl-N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14:paraId="49F4AB53" w14:textId="31B46851" w:rsidR="00BB18E6" w:rsidRDefault="00BB18E6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060FBF19" id="Groep 453" o:spid="_x0000_s1026" style="position:absolute;margin-left:327.75pt;margin-top:0;width:273.05pt;height:11in;z-index:251659264;mso-height-percent:1000;mso-position-horizontal-relative:page;mso-position-vertical-relative:page;mso-height-percent:1000" coordorigin="-3714" coordsize="34679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">
                    <v:rect id="Rechthoek 459" o:spid="_x0000_s1027" alt="Light vertical" style="position:absolute;width:1385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" fillcolor="#a8d08d [1945]" stroked="f" strokecolor="white" strokeweight="1pt">
                      <v:fill r:id="rId9" o:title="" opacity="52428f" color2="white [3212]" o:opacity2="52428f" type="pattern"/>
                      <v:shadow color="#d8d8d8" offset="3pt,3pt"/>
                    </v:rect>
                    <v:rect id="Rechthoek 460" o:spid="_x0000_s1028" style="position:absolute;left:1246;width:29718;height:100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" fillcolor="#a8d08d [1945]" stroked="f" strokecolor="#d8d8d8"/>
                    <v:rect id="Rechthoek 461" o:spid="_x0000_s1029" style="position:absolute;left:-3714;width:33952;height:2377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  <w:alias w:val="Jaar"/>
                              <w:id w:val="1762338940"/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2F047573" w14:textId="76E4A1DB" w:rsidR="00BB18E6" w:rsidRDefault="00BB18E6">
                                <w:pPr>
                                  <w:pStyle w:val="Geenafstand"/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hthoek 9" o:spid="_x0000_s1030" style="position:absolute;top:67610;width:30895;height:2833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Auteur"/>
                              <w:id w:val="1930316078"/>
                              <w:showingPlcHdr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EndPr/>
                            <w:sdtContent>
                              <w:p w14:paraId="6B19C831" w14:textId="29CD1856" w:rsidR="00BB18E6" w:rsidRDefault="00BB18E6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Bedrijf"/>
                              <w:id w:val="-969121938"/>
                              <w:showingPlcHdr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14:paraId="5721E255" w14:textId="2518E0C0" w:rsidR="00BB18E6" w:rsidRDefault="00BB18E6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Datum"/>
                              <w:id w:val="1577169567"/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d-M-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49F4AB53" w14:textId="31B46851" w:rsidR="00BB18E6" w:rsidRDefault="00BB18E6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43E36692" wp14:editId="05E2C62F">
                    <wp:simplePos x="0" y="0"/>
                    <wp:positionH relativeFrom="page">
                      <wp:align>left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2672715</wp:posOffset>
                        </wp:positionV>
                      </mc:Fallback>
                    </mc:AlternateContent>
                    <wp:extent cx="6970395" cy="640080"/>
                    <wp:effectExtent l="0" t="0" r="20955" b="20320"/>
                    <wp:wrapNone/>
                    <wp:docPr id="463" name="Rechthoek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70395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itel"/>
                                  <w:id w:val="-696774594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7AE55D36" w14:textId="30933CD0" w:rsidR="00BB18E6" w:rsidRDefault="00BB18E6">
                                    <w:pPr>
                                      <w:pStyle w:val="Geenafstand"/>
                                      <w:jc w:val="right"/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Project: Hedera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w14:anchorId="43E36692" id="Rechthoek 16" o:spid="_x0000_s1031" style="position:absolute;margin-left:0;margin-top:0;width:548.85pt;height:50.4pt;z-index:251661312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" o:allowincell="f" fillcolor="black [3213]" strokecolor="black [3213]" strokeweight="1.5pt">
                    <v:textbox style="mso-fit-shape-to-text:t" inset="14.4pt,,14.4pt">
                      <w:txbxContent>
                        <w:sdt>
                          <w:sdtPr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  <w:alias w:val="Titel"/>
                            <w:id w:val="-696774594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7AE55D36" w14:textId="30933CD0" w:rsidR="00BB18E6" w:rsidRDefault="00BB18E6">
                              <w:pPr>
                                <w:pStyle w:val="Geenafstand"/>
                                <w:jc w:val="right"/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  <w:t>Project: Hedera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14:paraId="5C28E7C2" w14:textId="3E37228B" w:rsidR="00BB18E6" w:rsidRDefault="009F5E83">
          <w:r>
            <w:rPr>
              <w:noProof/>
            </w:rPr>
            <mc:AlternateContent>
              <mc:Choice Requires="wps">
                <w:drawing>
                  <wp:anchor distT="45720" distB="45720" distL="114300" distR="114300" simplePos="0" relativeHeight="251665408" behindDoc="0" locked="0" layoutInCell="1" allowOverlap="1" wp14:anchorId="6435045D" wp14:editId="4687AC8F">
                    <wp:simplePos x="0" y="0"/>
                    <wp:positionH relativeFrom="column">
                      <wp:posOffset>128270</wp:posOffset>
                    </wp:positionH>
                    <wp:positionV relativeFrom="paragraph">
                      <wp:posOffset>6640830</wp:posOffset>
                    </wp:positionV>
                    <wp:extent cx="2360930" cy="1404620"/>
                    <wp:effectExtent l="0" t="0" r="22860" b="11430"/>
                    <wp:wrapSquare wrapText="bothSides"/>
                    <wp:docPr id="217" name="Tekstvak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0930" cy="1404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70CDFF" w14:textId="4963BCF5" w:rsidR="009F5E83" w:rsidRDefault="009F5E83">
                                <w:r>
                                  <w:t>Auteurs:</w:t>
                                </w:r>
                              </w:p>
                              <w:p w14:paraId="247656C9" w14:textId="5791A421" w:rsidR="009F5E83" w:rsidRDefault="009F5E83" w:rsidP="009F5E83">
                                <w:pPr>
                                  <w:pStyle w:val="Geenafstand"/>
                                </w:pPr>
                                <w:r>
                                  <w:t>B. Boer</w:t>
                                </w:r>
                              </w:p>
                              <w:p w14:paraId="095259CD" w14:textId="46B4BE58" w:rsidR="009F5E83" w:rsidRDefault="009F5E83" w:rsidP="009F5E83">
                                <w:pPr>
                                  <w:pStyle w:val="Geenafstand"/>
                                </w:pPr>
                                <w:r>
                                  <w:t>R. Soesman</w:t>
                                </w:r>
                                <w:bookmarkStart w:id="0" w:name="_GoBack"/>
                                <w:bookmarkEnd w:id="0"/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6435045D"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2" o:spid="_x0000_s1032" type="#_x0000_t202" style="position:absolute;margin-left:10.1pt;margin-top:522.9pt;width:185.9pt;height:110.6pt;z-index:25166540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">
                    <v:textbox style="mso-fit-shape-to-text:t">
                      <w:txbxContent>
                        <w:p w14:paraId="6D70CDFF" w14:textId="4963BCF5" w:rsidR="009F5E83" w:rsidRDefault="009F5E83">
                          <w:r>
                            <w:t>Auteurs:</w:t>
                          </w:r>
                        </w:p>
                        <w:p w14:paraId="247656C9" w14:textId="5791A421" w:rsidR="009F5E83" w:rsidRDefault="009F5E83" w:rsidP="009F5E83">
                          <w:pPr>
                            <w:pStyle w:val="Geenafstand"/>
                          </w:pPr>
                          <w:r>
                            <w:t>B. Boer</w:t>
                          </w:r>
                        </w:p>
                        <w:p w14:paraId="095259CD" w14:textId="46B4BE58" w:rsidR="009F5E83" w:rsidRDefault="009F5E83" w:rsidP="009F5E83">
                          <w:pPr>
                            <w:pStyle w:val="Geenafstand"/>
                          </w:pPr>
                          <w:r>
                            <w:t>R. Soesman</w:t>
                          </w:r>
                          <w:bookmarkStart w:id="1" w:name="_GoBack"/>
                          <w:bookmarkEnd w:id="1"/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BB18E6">
            <w:rPr>
              <w:noProof/>
              <w:lang w:eastAsia="nl-NL"/>
            </w:rPr>
            <w:drawing>
              <wp:anchor distT="0" distB="0" distL="114300" distR="114300" simplePos="0" relativeHeight="251662336" behindDoc="1" locked="0" layoutInCell="1" allowOverlap="1" wp14:anchorId="0D13AB01" wp14:editId="71F33851">
                <wp:simplePos x="0" y="0"/>
                <wp:positionH relativeFrom="page">
                  <wp:align>right</wp:align>
                </wp:positionH>
                <wp:positionV relativeFrom="paragraph">
                  <wp:posOffset>3129280</wp:posOffset>
                </wp:positionV>
                <wp:extent cx="5581015" cy="2505075"/>
                <wp:effectExtent l="0" t="0" r="635" b="9525"/>
                <wp:wrapTight wrapText="bothSides">
                  <wp:wrapPolygon edited="0">
                    <wp:start x="0" y="0"/>
                    <wp:lineTo x="0" y="21518"/>
                    <wp:lineTo x="21529" y="21518"/>
                    <wp:lineTo x="21529" y="0"/>
                    <wp:lineTo x="0" y="0"/>
                  </wp:wrapPolygon>
                </wp:wrapTight>
                <wp:docPr id="1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81015" cy="2505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B18E6">
            <w:br w:type="page"/>
          </w:r>
          <w:r w:rsidR="00BB18E6">
            <w:rPr>
              <w:noProof/>
              <w:lang w:eastAsia="nl-NL"/>
            </w:rPr>
            <w:drawing>
              <wp:anchor distT="0" distB="0" distL="114300" distR="114300" simplePos="0" relativeHeight="251663360" behindDoc="1" locked="0" layoutInCell="1" allowOverlap="1" wp14:anchorId="4B5926C9" wp14:editId="2DF47F9D">
                <wp:simplePos x="0" y="0"/>
                <wp:positionH relativeFrom="column">
                  <wp:posOffset>-4445</wp:posOffset>
                </wp:positionH>
                <wp:positionV relativeFrom="paragraph">
                  <wp:posOffset>-285750</wp:posOffset>
                </wp:positionV>
                <wp:extent cx="2916000" cy="1191600"/>
                <wp:effectExtent l="0" t="0" r="0" b="8890"/>
                <wp:wrapTight wrapText="bothSides">
                  <wp:wrapPolygon edited="0">
                    <wp:start x="0" y="0"/>
                    <wp:lineTo x="0" y="21416"/>
                    <wp:lineTo x="21449" y="21416"/>
                    <wp:lineTo x="21449" y="0"/>
                    <wp:lineTo x="0" y="0"/>
                  </wp:wrapPolygon>
                </wp:wrapTight>
                <wp:docPr id="2" name="Afbeelding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afbeelding groene welle.png"/>
                        <pic:cNvPicPr/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16000" cy="1191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sdtContent>
    </w:sdt>
    <w:p w14:paraId="50AEC0C2" w14:textId="737DE7C5" w:rsidR="00BB18E6" w:rsidRPr="00C351CD" w:rsidRDefault="00BB18E6" w:rsidP="00BB18E6">
      <w:pPr>
        <w:pStyle w:val="Geenafstand"/>
        <w:rPr>
          <w:b/>
        </w:rPr>
      </w:pPr>
      <w:r w:rsidRPr="00C351CD">
        <w:rPr>
          <w:b/>
        </w:rPr>
        <w:lastRenderedPageBreak/>
        <w:t>Project: Hedera</w:t>
      </w:r>
    </w:p>
    <w:p w14:paraId="403166E1" w14:textId="00DF61BC" w:rsidR="00BB18E6" w:rsidRDefault="00BB18E6" w:rsidP="00BB18E6">
      <w:pPr>
        <w:pStyle w:val="Geenafstand"/>
      </w:pPr>
      <w:r w:rsidRPr="00C351CD">
        <w:rPr>
          <w:b/>
        </w:rPr>
        <w:t>Opdrachtgever:</w:t>
      </w:r>
      <w:r>
        <w:t xml:space="preserve"> Gert Rozendaal</w:t>
      </w:r>
    </w:p>
    <w:p w14:paraId="14B51283" w14:textId="2AEF623D" w:rsidR="00BB18E6" w:rsidRDefault="00BB18E6" w:rsidP="00BB18E6">
      <w:pPr>
        <w:pStyle w:val="Geenafstand"/>
      </w:pPr>
      <w:r w:rsidRPr="00C351CD">
        <w:rPr>
          <w:b/>
        </w:rPr>
        <w:t>Bedrijf:</w:t>
      </w:r>
      <w:r>
        <w:t xml:space="preserve"> Stokhedera.nl</w:t>
      </w:r>
    </w:p>
    <w:p w14:paraId="3C987B9A" w14:textId="7F8F03F6" w:rsidR="00BB18E6" w:rsidRDefault="00BB18E6" w:rsidP="00BB18E6">
      <w:pPr>
        <w:pStyle w:val="Geenafstand"/>
      </w:pPr>
    </w:p>
    <w:p w14:paraId="2C97F924" w14:textId="64F9F878" w:rsidR="00404EE9" w:rsidRPr="00C351CD" w:rsidRDefault="00DB2AAC" w:rsidP="00BB18E6">
      <w:pPr>
        <w:pStyle w:val="Geenafstand"/>
        <w:rPr>
          <w:b/>
        </w:rPr>
      </w:pPr>
      <w:r w:rsidRPr="00C351CD">
        <w:rPr>
          <w:b/>
        </w:rPr>
        <w:t>Proef</w:t>
      </w:r>
    </w:p>
    <w:p w14:paraId="59D2EE91" w14:textId="637BE48E" w:rsidR="00DB2AAC" w:rsidRDefault="00DB2AAC" w:rsidP="00BB18E6">
      <w:pPr>
        <w:pStyle w:val="Geenafstand"/>
      </w:pPr>
      <w:r>
        <w:t xml:space="preserve">Jullie gaan onderzoeken wat de invloed van licht is op de wortelvorming en groei van Hedera. </w:t>
      </w:r>
    </w:p>
    <w:p w14:paraId="22FC0BE8" w14:textId="1DC69ED9" w:rsidR="00DB2AAC" w:rsidRDefault="00DB2AAC" w:rsidP="00BB18E6">
      <w:pPr>
        <w:pStyle w:val="Geenafstand"/>
      </w:pPr>
    </w:p>
    <w:p w14:paraId="67C8BE60" w14:textId="676F944B" w:rsidR="00DB2AAC" w:rsidRPr="00C351CD" w:rsidRDefault="00DB2AAC" w:rsidP="00BB18E6">
      <w:pPr>
        <w:pStyle w:val="Geenafstand"/>
        <w:rPr>
          <w:b/>
        </w:rPr>
      </w:pPr>
      <w:r w:rsidRPr="00C351CD">
        <w:rPr>
          <w:b/>
        </w:rPr>
        <w:t>Opzet</w:t>
      </w:r>
    </w:p>
    <w:p w14:paraId="15ADF448" w14:textId="69EBF48F" w:rsidR="00DB2AAC" w:rsidRDefault="00DB2AAC" w:rsidP="00BB18E6">
      <w:pPr>
        <w:pStyle w:val="Geenafstand"/>
      </w:pPr>
      <w:r>
        <w:t>1 proef bij bedrijf</w:t>
      </w:r>
    </w:p>
    <w:p w14:paraId="1C12135A" w14:textId="3B0DFAAF" w:rsidR="00DB2AAC" w:rsidRDefault="00DB2AAC" w:rsidP="00BB18E6">
      <w:pPr>
        <w:pStyle w:val="Geenafstand"/>
      </w:pPr>
      <w:r>
        <w:t>1 proef onder verrood led-verlichting</w:t>
      </w:r>
    </w:p>
    <w:p w14:paraId="62FA73A4" w14:textId="48700C3D" w:rsidR="00DB2AAC" w:rsidRDefault="00DB2AAC" w:rsidP="00BB18E6">
      <w:pPr>
        <w:pStyle w:val="Geenafstand"/>
      </w:pPr>
      <w:r>
        <w:t>1 proef onder rood/blauw led-verlichting</w:t>
      </w:r>
    </w:p>
    <w:p w14:paraId="174992CD" w14:textId="2B93F3B5" w:rsidR="00DB2AAC" w:rsidRDefault="00DB2AAC" w:rsidP="00BB18E6">
      <w:pPr>
        <w:pStyle w:val="Geenafstand"/>
      </w:pPr>
      <w:r>
        <w:t>1 proef onder vernieuwd led-licht (de nieuwe led-kar)</w:t>
      </w:r>
    </w:p>
    <w:p w14:paraId="651B61BF" w14:textId="65F91F06" w:rsidR="00DB2AAC" w:rsidRDefault="00DB2AAC" w:rsidP="00BB18E6">
      <w:pPr>
        <w:pStyle w:val="Geenafstand"/>
      </w:pPr>
      <w:r>
        <w:t>1 proef onder SON-T lampen (kas 2)</w:t>
      </w:r>
    </w:p>
    <w:p w14:paraId="212812D5" w14:textId="19672D34" w:rsidR="00DB2AAC" w:rsidRDefault="00DB2AAC" w:rsidP="00BB18E6">
      <w:pPr>
        <w:pStyle w:val="Geenafstand"/>
      </w:pPr>
    </w:p>
    <w:p w14:paraId="263DE3BB" w14:textId="13680CC9" w:rsidR="00DB2AAC" w:rsidRPr="00C351CD" w:rsidRDefault="00DB2AAC" w:rsidP="00BB18E6">
      <w:pPr>
        <w:pStyle w:val="Geenafstand"/>
        <w:rPr>
          <w:b/>
        </w:rPr>
      </w:pPr>
      <w:r w:rsidRPr="00C351CD">
        <w:rPr>
          <w:b/>
        </w:rPr>
        <w:t>Onderzoeken</w:t>
      </w:r>
    </w:p>
    <w:p w14:paraId="19BF2C7A" w14:textId="1807D8C5" w:rsidR="00DB2AAC" w:rsidRDefault="00DB2AAC" w:rsidP="00DB2AAC">
      <w:pPr>
        <w:pStyle w:val="Geenafstand"/>
        <w:numPr>
          <w:ilvl w:val="0"/>
          <w:numId w:val="1"/>
        </w:numPr>
      </w:pPr>
      <w:r>
        <w:t>Functie verschillende lichtsoorten (energiekosten, functies verschillende kleuren licht op groei, wortelvorming)</w:t>
      </w:r>
    </w:p>
    <w:p w14:paraId="0013AC67" w14:textId="36CA08AE" w:rsidR="00DB2AAC" w:rsidRDefault="00DB2AAC" w:rsidP="00DB2AAC">
      <w:pPr>
        <w:pStyle w:val="Geenafstand"/>
        <w:numPr>
          <w:ilvl w:val="0"/>
          <w:numId w:val="1"/>
        </w:numPr>
      </w:pPr>
      <w:r>
        <w:t>Verschil in wortelvorming (tijd, volume)</w:t>
      </w:r>
    </w:p>
    <w:p w14:paraId="7FBBDCC4" w14:textId="547F2340" w:rsidR="00DB2AAC" w:rsidRDefault="00DB2AAC" w:rsidP="00DB2AAC">
      <w:pPr>
        <w:pStyle w:val="Geenafstand"/>
        <w:numPr>
          <w:ilvl w:val="0"/>
          <w:numId w:val="1"/>
        </w:numPr>
      </w:pPr>
      <w:r>
        <w:t>Verschil in lengtegroei (tijd, lengte in cm)</w:t>
      </w:r>
    </w:p>
    <w:p w14:paraId="2C782385" w14:textId="5B12D56F" w:rsidR="00DB2AAC" w:rsidRDefault="00931219" w:rsidP="00DB2AAC">
      <w:pPr>
        <w:pStyle w:val="Geenafstand"/>
        <w:numPr>
          <w:ilvl w:val="0"/>
          <w:numId w:val="1"/>
        </w:numPr>
      </w:pPr>
      <w:r>
        <w:t>Verschil in bladkleur</w:t>
      </w:r>
    </w:p>
    <w:p w14:paraId="6357C1A6" w14:textId="218AE25C" w:rsidR="00DB2AAC" w:rsidRDefault="00DB2AAC" w:rsidP="00DB2AAC">
      <w:pPr>
        <w:pStyle w:val="Geenafstand"/>
        <w:numPr>
          <w:ilvl w:val="0"/>
          <w:numId w:val="1"/>
        </w:numPr>
      </w:pPr>
      <w:r>
        <w:t>Ziektegevoeligheid</w:t>
      </w:r>
    </w:p>
    <w:p w14:paraId="24E85723" w14:textId="672FFE88" w:rsidR="00DB2AAC" w:rsidRDefault="00DB2AAC" w:rsidP="00DB2AAC">
      <w:pPr>
        <w:pStyle w:val="Geenafstand"/>
        <w:numPr>
          <w:ilvl w:val="0"/>
          <w:numId w:val="1"/>
        </w:numPr>
      </w:pPr>
      <w:r>
        <w:t>Watergift</w:t>
      </w:r>
    </w:p>
    <w:p w14:paraId="37448C1C" w14:textId="75A39E77" w:rsidR="00DB2AAC" w:rsidRDefault="00DB2AAC" w:rsidP="00DB2AAC">
      <w:pPr>
        <w:pStyle w:val="Geenafstand"/>
        <w:numPr>
          <w:ilvl w:val="0"/>
          <w:numId w:val="1"/>
        </w:numPr>
      </w:pPr>
      <w:r>
        <w:t>Kwaliteit</w:t>
      </w:r>
    </w:p>
    <w:p w14:paraId="34F8CD81" w14:textId="30625DDF" w:rsidR="00DB2AAC" w:rsidRDefault="00DB2AAC" w:rsidP="00DB2AAC">
      <w:pPr>
        <w:pStyle w:val="Geenafstand"/>
        <w:numPr>
          <w:ilvl w:val="0"/>
          <w:numId w:val="1"/>
        </w:numPr>
      </w:pPr>
      <w:r>
        <w:t>Uitval</w:t>
      </w:r>
    </w:p>
    <w:p w14:paraId="28D968D1" w14:textId="504BC4C8" w:rsidR="00DB2AAC" w:rsidRDefault="00DB2AAC" w:rsidP="00DB2AAC">
      <w:pPr>
        <w:pStyle w:val="Geenafstand"/>
        <w:numPr>
          <w:ilvl w:val="0"/>
          <w:numId w:val="1"/>
        </w:numPr>
      </w:pPr>
      <w:r>
        <w:t>Gemiddelde temperatuur</w:t>
      </w:r>
    </w:p>
    <w:p w14:paraId="05C9120A" w14:textId="4D2E790F" w:rsidR="00DB2AAC" w:rsidRDefault="00DB2AAC" w:rsidP="00DB2AAC">
      <w:pPr>
        <w:pStyle w:val="Geenafstand"/>
        <w:numPr>
          <w:ilvl w:val="0"/>
          <w:numId w:val="1"/>
        </w:numPr>
      </w:pPr>
      <w:r>
        <w:t>Lichtsterkte</w:t>
      </w:r>
      <w:r w:rsidR="00931219">
        <w:t>/lichttijden</w:t>
      </w:r>
    </w:p>
    <w:p w14:paraId="7DDB7F11" w14:textId="68A69E71" w:rsidR="00DB2AAC" w:rsidRDefault="00DB2AAC" w:rsidP="00DB2AAC">
      <w:pPr>
        <w:pStyle w:val="Geenafstand"/>
      </w:pPr>
    </w:p>
    <w:p w14:paraId="5B194B36" w14:textId="15E23E57" w:rsidR="00DB2AAC" w:rsidRPr="00C351CD" w:rsidRDefault="00DB2AAC" w:rsidP="00DB2AAC">
      <w:pPr>
        <w:pStyle w:val="Geenafstand"/>
        <w:rPr>
          <w:b/>
        </w:rPr>
      </w:pPr>
      <w:r w:rsidRPr="00C351CD">
        <w:rPr>
          <w:b/>
        </w:rPr>
        <w:t>Leerdoelen</w:t>
      </w:r>
    </w:p>
    <w:p w14:paraId="237E573D" w14:textId="591CE933" w:rsidR="00DB2AAC" w:rsidRDefault="00DB2AAC" w:rsidP="00DB2AAC">
      <w:pPr>
        <w:pStyle w:val="Geenafstand"/>
        <w:numPr>
          <w:ilvl w:val="0"/>
          <w:numId w:val="1"/>
        </w:numPr>
      </w:pPr>
      <w:r>
        <w:t>Techniek</w:t>
      </w:r>
      <w:r w:rsidR="00931219">
        <w:t>/electra</w:t>
      </w:r>
      <w:r>
        <w:t xml:space="preserve"> (veilig aansluiten ledverlichting)</w:t>
      </w:r>
    </w:p>
    <w:p w14:paraId="4738536A" w14:textId="625FF4D7" w:rsidR="00DB2AAC" w:rsidRDefault="00DB2AAC" w:rsidP="00DB2AAC">
      <w:pPr>
        <w:pStyle w:val="Geenafstand"/>
        <w:numPr>
          <w:ilvl w:val="0"/>
          <w:numId w:val="1"/>
        </w:numPr>
      </w:pPr>
      <w:r>
        <w:t>Onderzoek plegen</w:t>
      </w:r>
    </w:p>
    <w:p w14:paraId="1640CC34" w14:textId="0F8D1D8E" w:rsidR="00DB2AAC" w:rsidRDefault="00DB2AAC" w:rsidP="00DB2AAC">
      <w:pPr>
        <w:pStyle w:val="Geenafstand"/>
        <w:numPr>
          <w:ilvl w:val="0"/>
          <w:numId w:val="1"/>
        </w:numPr>
      </w:pPr>
      <w:r>
        <w:t>Contact bedrijfsleven onderhouden</w:t>
      </w:r>
    </w:p>
    <w:p w14:paraId="33B39140" w14:textId="58F55065" w:rsidR="00DB2AAC" w:rsidRDefault="00DB2AAC" w:rsidP="00DB2AAC">
      <w:pPr>
        <w:pStyle w:val="Geenafstand"/>
        <w:numPr>
          <w:ilvl w:val="0"/>
          <w:numId w:val="1"/>
        </w:numPr>
      </w:pPr>
      <w:r>
        <w:t>Verslaglegging plegen</w:t>
      </w:r>
    </w:p>
    <w:p w14:paraId="561A2482" w14:textId="1AA20D24" w:rsidR="00DB2AAC" w:rsidRDefault="00DB2AAC" w:rsidP="00DB2AAC">
      <w:pPr>
        <w:pStyle w:val="Geenafstand"/>
        <w:numPr>
          <w:ilvl w:val="0"/>
          <w:numId w:val="1"/>
        </w:numPr>
      </w:pPr>
      <w:r>
        <w:t>Presenteren</w:t>
      </w:r>
      <w:r w:rsidR="00C351CD">
        <w:t xml:space="preserve"> aan opdrachtgever en afnemers</w:t>
      </w:r>
    </w:p>
    <w:p w14:paraId="6D118D14" w14:textId="016C9D89" w:rsidR="00DB2AAC" w:rsidRDefault="00DB2AAC" w:rsidP="00DB2AAC">
      <w:pPr>
        <w:pStyle w:val="Geenafstand"/>
        <w:numPr>
          <w:ilvl w:val="0"/>
          <w:numId w:val="1"/>
        </w:numPr>
      </w:pPr>
      <w:r>
        <w:t>Samenwerken</w:t>
      </w:r>
    </w:p>
    <w:p w14:paraId="573C3098" w14:textId="048BD27E" w:rsidR="00DB2AAC" w:rsidRDefault="00DB2AAC" w:rsidP="00DB2AAC">
      <w:pPr>
        <w:pStyle w:val="Geenafstand"/>
        <w:numPr>
          <w:ilvl w:val="0"/>
          <w:numId w:val="1"/>
        </w:numPr>
      </w:pPr>
      <w:r>
        <w:t>Plannen</w:t>
      </w:r>
    </w:p>
    <w:p w14:paraId="003EFC2C" w14:textId="0316D940" w:rsidR="00DB2AAC" w:rsidRDefault="00DB2AAC" w:rsidP="00DB2AAC">
      <w:pPr>
        <w:pStyle w:val="Geenafstand"/>
      </w:pPr>
    </w:p>
    <w:p w14:paraId="1E991A49" w14:textId="04F837A2" w:rsidR="00DB2AAC" w:rsidRPr="00C351CD" w:rsidRDefault="00DB2AAC" w:rsidP="00DB2AAC">
      <w:pPr>
        <w:pStyle w:val="Geenafstand"/>
        <w:rPr>
          <w:b/>
        </w:rPr>
      </w:pPr>
      <w:r w:rsidRPr="00C351CD">
        <w:rPr>
          <w:b/>
        </w:rPr>
        <w:t>Werkprocessen</w:t>
      </w:r>
    </w:p>
    <w:p w14:paraId="417AF0D5" w14:textId="5084D41C" w:rsidR="00DB2AAC" w:rsidRDefault="0005752C" w:rsidP="00DB2AAC">
      <w:pPr>
        <w:pStyle w:val="Geenafstand"/>
      </w:pPr>
      <w:r>
        <w:t>B</w:t>
      </w:r>
      <w:r w:rsidR="00530EDA">
        <w:t>1-K1-W1 D</w:t>
      </w:r>
      <w:r>
        <w:t>raagt zorg voor de kwaliteit van het agrobusinessproduct</w:t>
      </w:r>
    </w:p>
    <w:p w14:paraId="07398DC3" w14:textId="1E475E54" w:rsidR="0005752C" w:rsidRDefault="0005752C" w:rsidP="00DB2AAC">
      <w:pPr>
        <w:pStyle w:val="Geenafstand"/>
      </w:pPr>
      <w:r>
        <w:t>B1-K1-W4 Draagt zorg voor informatie in de keten</w:t>
      </w:r>
    </w:p>
    <w:p w14:paraId="32FA72FD" w14:textId="7E39533F" w:rsidR="0005752C" w:rsidRDefault="007B7414" w:rsidP="00DB2AAC">
      <w:pPr>
        <w:pStyle w:val="Geenafstand"/>
      </w:pPr>
      <w:r>
        <w:t>P9-K1-W1 Draagt zorg voor het teeltproces en de verwerking</w:t>
      </w:r>
    </w:p>
    <w:p w14:paraId="5E70B897" w14:textId="0F5B7A13" w:rsidR="0005752C" w:rsidRDefault="0005752C" w:rsidP="00DB2AAC">
      <w:pPr>
        <w:pStyle w:val="Geenafstand"/>
      </w:pPr>
      <w:r>
        <w:t>P</w:t>
      </w:r>
      <w:r w:rsidR="007B7414">
        <w:t>9-K1-W2 Stuurt teelproces</w:t>
      </w:r>
    </w:p>
    <w:p w14:paraId="4366E3C6" w14:textId="19BB5B5F" w:rsidR="007B7414" w:rsidRDefault="007B7414" w:rsidP="00DB2AAC">
      <w:pPr>
        <w:pStyle w:val="Geenafstand"/>
      </w:pPr>
      <w:r>
        <w:t>P9-K2-W3 Verbetert processen/productie</w:t>
      </w:r>
    </w:p>
    <w:p w14:paraId="63B06356" w14:textId="57B02BAB" w:rsidR="007B7414" w:rsidRDefault="007B7414" w:rsidP="00DB2AAC">
      <w:pPr>
        <w:pStyle w:val="Geenafstand"/>
      </w:pPr>
      <w:r>
        <w:t>P9-K2-W6 Adviseert over innovaties</w:t>
      </w:r>
    </w:p>
    <w:p w14:paraId="1C882FAA" w14:textId="1F63A72E" w:rsidR="007B7414" w:rsidRDefault="007B7414" w:rsidP="00DB2AAC">
      <w:pPr>
        <w:pStyle w:val="Geenafstand"/>
      </w:pPr>
      <w:r>
        <w:t xml:space="preserve">P9-K2-W7 Vormt netwerken en maakt hier gebruik van </w:t>
      </w:r>
    </w:p>
    <w:p w14:paraId="5BA95E63" w14:textId="0B96DA14" w:rsidR="00DB2AAC" w:rsidRDefault="00DB2AAC" w:rsidP="00DB2AAC">
      <w:pPr>
        <w:pStyle w:val="Geenafstand"/>
      </w:pPr>
    </w:p>
    <w:p w14:paraId="771D0AB5" w14:textId="77777777" w:rsidR="00C351CD" w:rsidRDefault="00C351CD">
      <w:pPr>
        <w:rPr>
          <w:rFonts w:eastAsiaTheme="minorEastAsia"/>
          <w:b/>
          <w:lang w:eastAsia="nl-NL"/>
        </w:rPr>
      </w:pPr>
      <w:r>
        <w:rPr>
          <w:b/>
        </w:rPr>
        <w:br w:type="page"/>
      </w:r>
    </w:p>
    <w:p w14:paraId="4A40A1DD" w14:textId="7E5D6253" w:rsidR="00654B0F" w:rsidRDefault="00654B0F" w:rsidP="00654B0F">
      <w:pPr>
        <w:pStyle w:val="Geenafstand"/>
        <w:rPr>
          <w:b/>
        </w:rPr>
      </w:pPr>
      <w:r>
        <w:rPr>
          <w:b/>
        </w:rPr>
        <w:lastRenderedPageBreak/>
        <w:t>Inhoud verslag</w:t>
      </w:r>
    </w:p>
    <w:p w14:paraId="2C8E6A1C" w14:textId="77777777" w:rsidR="00654B0F" w:rsidRDefault="00654B0F" w:rsidP="00654B0F">
      <w:pPr>
        <w:pStyle w:val="Geenafstand"/>
        <w:numPr>
          <w:ilvl w:val="0"/>
          <w:numId w:val="3"/>
        </w:numPr>
      </w:pPr>
      <w:r>
        <w:t>Voorblad</w:t>
      </w:r>
    </w:p>
    <w:p w14:paraId="6E89914E" w14:textId="77777777" w:rsidR="00654B0F" w:rsidRDefault="00654B0F" w:rsidP="00654B0F">
      <w:pPr>
        <w:pStyle w:val="Geenafstand"/>
        <w:numPr>
          <w:ilvl w:val="0"/>
          <w:numId w:val="3"/>
        </w:numPr>
      </w:pPr>
      <w:r>
        <w:t>Inleiding</w:t>
      </w:r>
    </w:p>
    <w:p w14:paraId="2E985513" w14:textId="77777777" w:rsidR="00654B0F" w:rsidRDefault="00654B0F" w:rsidP="00654B0F">
      <w:pPr>
        <w:pStyle w:val="Geenafstand"/>
        <w:numPr>
          <w:ilvl w:val="0"/>
          <w:numId w:val="3"/>
        </w:numPr>
      </w:pPr>
      <w:r>
        <w:t>Opdracht</w:t>
      </w:r>
    </w:p>
    <w:p w14:paraId="25047792" w14:textId="77777777" w:rsidR="00654B0F" w:rsidRDefault="00654B0F" w:rsidP="00654B0F">
      <w:pPr>
        <w:pStyle w:val="Geenafstand"/>
        <w:numPr>
          <w:ilvl w:val="0"/>
          <w:numId w:val="3"/>
        </w:numPr>
      </w:pPr>
      <w:r>
        <w:t>Plan van aanpak</w:t>
      </w:r>
    </w:p>
    <w:p w14:paraId="376BE253" w14:textId="77777777" w:rsidR="00654B0F" w:rsidRDefault="00654B0F" w:rsidP="00654B0F">
      <w:pPr>
        <w:pStyle w:val="Geenafstand"/>
        <w:numPr>
          <w:ilvl w:val="0"/>
          <w:numId w:val="3"/>
        </w:numPr>
      </w:pPr>
      <w:r>
        <w:t>Planning</w:t>
      </w:r>
    </w:p>
    <w:p w14:paraId="40D64C2A" w14:textId="77777777" w:rsidR="00654B0F" w:rsidRDefault="00654B0F" w:rsidP="00654B0F">
      <w:pPr>
        <w:pStyle w:val="Geenafstand"/>
        <w:numPr>
          <w:ilvl w:val="0"/>
          <w:numId w:val="3"/>
        </w:numPr>
      </w:pPr>
      <w:r>
        <w:t>Verwacht resultaat</w:t>
      </w:r>
    </w:p>
    <w:p w14:paraId="7834C211" w14:textId="77777777" w:rsidR="00654B0F" w:rsidRDefault="00654B0F" w:rsidP="00654B0F">
      <w:pPr>
        <w:pStyle w:val="Geenafstand"/>
        <w:numPr>
          <w:ilvl w:val="0"/>
          <w:numId w:val="3"/>
        </w:numPr>
      </w:pPr>
      <w:r>
        <w:t>Weekverslagen (fotoreportage)</w:t>
      </w:r>
    </w:p>
    <w:p w14:paraId="1B060C13" w14:textId="77777777" w:rsidR="00654B0F" w:rsidRDefault="00654B0F" w:rsidP="00654B0F">
      <w:pPr>
        <w:pStyle w:val="Geenafstand"/>
        <w:numPr>
          <w:ilvl w:val="0"/>
          <w:numId w:val="4"/>
        </w:numPr>
      </w:pPr>
      <w:r>
        <w:t>Notulen overleg bedrijfsleven</w:t>
      </w:r>
    </w:p>
    <w:p w14:paraId="5209FF28" w14:textId="77777777" w:rsidR="00654B0F" w:rsidRDefault="00654B0F" w:rsidP="00654B0F">
      <w:pPr>
        <w:pStyle w:val="Geenafstand"/>
        <w:numPr>
          <w:ilvl w:val="0"/>
          <w:numId w:val="4"/>
        </w:numPr>
      </w:pPr>
      <w:r>
        <w:t>Elk contact bedrijfsleven schriftelijk vastgelegd</w:t>
      </w:r>
    </w:p>
    <w:p w14:paraId="648E7B98" w14:textId="77777777" w:rsidR="00654B0F" w:rsidRDefault="00654B0F" w:rsidP="00654B0F">
      <w:pPr>
        <w:pStyle w:val="Geenafstand"/>
        <w:numPr>
          <w:ilvl w:val="0"/>
          <w:numId w:val="4"/>
        </w:numPr>
      </w:pPr>
      <w:r>
        <w:t>Uitdraai mailwisseling bedrijfsleven. Docenten altijd in CC</w:t>
      </w:r>
    </w:p>
    <w:p w14:paraId="49285CCC" w14:textId="77777777" w:rsidR="00654B0F" w:rsidRDefault="00654B0F" w:rsidP="00654B0F">
      <w:pPr>
        <w:pStyle w:val="Geenafstand"/>
        <w:numPr>
          <w:ilvl w:val="0"/>
          <w:numId w:val="3"/>
        </w:numPr>
      </w:pPr>
      <w:r>
        <w:t>Conclusie</w:t>
      </w:r>
    </w:p>
    <w:p w14:paraId="2C7CCB23" w14:textId="77777777" w:rsidR="00654B0F" w:rsidRDefault="00654B0F" w:rsidP="00654B0F">
      <w:pPr>
        <w:pStyle w:val="Geenafstand"/>
        <w:numPr>
          <w:ilvl w:val="0"/>
          <w:numId w:val="3"/>
        </w:numPr>
      </w:pPr>
      <w:r>
        <w:t>Leerdoelen behaald?</w:t>
      </w:r>
    </w:p>
    <w:p w14:paraId="4A89CD10" w14:textId="77777777" w:rsidR="00654B0F" w:rsidRDefault="00654B0F" w:rsidP="00654B0F">
      <w:pPr>
        <w:pStyle w:val="Geenafstand"/>
        <w:numPr>
          <w:ilvl w:val="0"/>
          <w:numId w:val="3"/>
        </w:numPr>
      </w:pPr>
      <w:r>
        <w:t>Samenvatting</w:t>
      </w:r>
    </w:p>
    <w:p w14:paraId="238CC65E" w14:textId="77777777" w:rsidR="00654B0F" w:rsidRDefault="00654B0F" w:rsidP="00654B0F">
      <w:pPr>
        <w:pStyle w:val="Geenafstand"/>
        <w:numPr>
          <w:ilvl w:val="0"/>
          <w:numId w:val="3"/>
        </w:numPr>
      </w:pPr>
      <w:r>
        <w:t xml:space="preserve">Nawoord </w:t>
      </w:r>
    </w:p>
    <w:p w14:paraId="6AA2B8AC" w14:textId="77777777" w:rsidR="00654B0F" w:rsidRDefault="00654B0F" w:rsidP="00654B0F">
      <w:pPr>
        <w:pStyle w:val="Geenafstand"/>
        <w:numPr>
          <w:ilvl w:val="0"/>
          <w:numId w:val="3"/>
        </w:numPr>
      </w:pPr>
      <w:r>
        <w:t>Presentatie</w:t>
      </w:r>
    </w:p>
    <w:p w14:paraId="7F9384FC" w14:textId="77777777" w:rsidR="00654B0F" w:rsidRDefault="00654B0F" w:rsidP="00654B0F">
      <w:pPr>
        <w:pStyle w:val="Geenafstand"/>
        <w:ind w:left="720"/>
      </w:pPr>
    </w:p>
    <w:p w14:paraId="5961A3F8" w14:textId="77777777" w:rsidR="00654B0F" w:rsidRDefault="00654B0F" w:rsidP="00654B0F">
      <w:pPr>
        <w:pStyle w:val="Geenafstand"/>
        <w:rPr>
          <w:b/>
        </w:rPr>
      </w:pPr>
      <w:r>
        <w:rPr>
          <w:b/>
        </w:rPr>
        <w:t>Beoordeling</w:t>
      </w:r>
    </w:p>
    <w:p w14:paraId="11DC34A4" w14:textId="77777777" w:rsidR="00654B0F" w:rsidRDefault="00654B0F" w:rsidP="00654B0F">
      <w:r>
        <w:t>Per project:</w:t>
      </w:r>
    </w:p>
    <w:p w14:paraId="47DC3F5C" w14:textId="77777777" w:rsidR="00654B0F" w:rsidRDefault="00654B0F" w:rsidP="00654B0F">
      <w:pPr>
        <w:pStyle w:val="Lijstalinea"/>
        <w:numPr>
          <w:ilvl w:val="0"/>
          <w:numId w:val="5"/>
        </w:numPr>
        <w:spacing w:line="256" w:lineRule="auto"/>
      </w:pPr>
      <w:r>
        <w:t>Maken plan ( wat, waarom, hoe, tijdpad, taakverdeling, kosten)</w:t>
      </w:r>
      <w:r>
        <w:tab/>
        <w:t>: 10 pnt</w:t>
      </w:r>
    </w:p>
    <w:p w14:paraId="677786B5" w14:textId="77777777" w:rsidR="00654B0F" w:rsidRDefault="00654B0F" w:rsidP="00654B0F">
      <w:pPr>
        <w:pStyle w:val="Lijstalinea"/>
        <w:numPr>
          <w:ilvl w:val="0"/>
          <w:numId w:val="5"/>
        </w:numPr>
        <w:spacing w:line="256" w:lineRule="auto"/>
      </w:pPr>
      <w:r>
        <w:t>Aanleveren plan  (werkstuk, wat, waarom, hoe)</w:t>
      </w:r>
      <w:r>
        <w:tab/>
      </w:r>
      <w:r>
        <w:tab/>
      </w:r>
      <w:r>
        <w:tab/>
      </w:r>
      <w:r>
        <w:tab/>
        <w:t>: 10 pnt</w:t>
      </w:r>
    </w:p>
    <w:p w14:paraId="6F77C93C" w14:textId="77777777" w:rsidR="00654B0F" w:rsidRDefault="00654B0F" w:rsidP="00654B0F">
      <w:pPr>
        <w:pStyle w:val="Lijstalinea"/>
        <w:numPr>
          <w:ilvl w:val="0"/>
          <w:numId w:val="5"/>
        </w:numPr>
        <w:spacing w:line="256" w:lineRule="auto"/>
      </w:pPr>
      <w:r>
        <w:t>Uitvoeren plan (weekverslagen, registraties, allen op intranet.)</w:t>
      </w:r>
      <w:r>
        <w:tab/>
      </w:r>
      <w:r>
        <w:tab/>
        <w:t>: 10 pnt</w:t>
      </w:r>
    </w:p>
    <w:p w14:paraId="616FE9D2" w14:textId="77777777" w:rsidR="00654B0F" w:rsidRDefault="00654B0F" w:rsidP="00654B0F">
      <w:pPr>
        <w:pStyle w:val="Lijstalinea"/>
        <w:numPr>
          <w:ilvl w:val="0"/>
          <w:numId w:val="5"/>
        </w:numPr>
        <w:spacing w:line="256" w:lineRule="auto"/>
      </w:pPr>
      <w:r>
        <w:t>Financiële administratie (kosten en baten)</w:t>
      </w:r>
      <w:r>
        <w:tab/>
      </w:r>
      <w:r>
        <w:tab/>
      </w:r>
      <w:r>
        <w:tab/>
      </w:r>
      <w:r>
        <w:tab/>
        <w:t>: 10 pnt</w:t>
      </w:r>
      <w:r>
        <w:tab/>
      </w:r>
    </w:p>
    <w:p w14:paraId="1D6A1434" w14:textId="77777777" w:rsidR="00654B0F" w:rsidRDefault="00654B0F" w:rsidP="00654B0F">
      <w:pPr>
        <w:pStyle w:val="Lijstalinea"/>
        <w:numPr>
          <w:ilvl w:val="0"/>
          <w:numId w:val="5"/>
        </w:numPr>
        <w:spacing w:line="256" w:lineRule="auto"/>
      </w:pPr>
      <w:r>
        <w:t>Opleveren project (werkstuk met beschrijving project en conclusie)</w:t>
      </w:r>
      <w:r>
        <w:tab/>
        <w:t>: 10 pnt</w:t>
      </w:r>
    </w:p>
    <w:p w14:paraId="0995CC7C" w14:textId="77777777" w:rsidR="00654B0F" w:rsidRDefault="00654B0F" w:rsidP="00654B0F">
      <w:pPr>
        <w:pStyle w:val="Lijstalinea"/>
        <w:numPr>
          <w:ilvl w:val="0"/>
          <w:numId w:val="5"/>
        </w:numPr>
        <w:spacing w:line="256" w:lineRule="auto"/>
      </w:pPr>
      <w:r>
        <w:t>Presentatie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: 10 pnt</w:t>
      </w:r>
    </w:p>
    <w:p w14:paraId="4944259F" w14:textId="7323EE18" w:rsidR="00C351CD" w:rsidRPr="00BB18E6" w:rsidRDefault="00C351CD" w:rsidP="00C351CD">
      <w:pPr>
        <w:pStyle w:val="Geenafstand"/>
      </w:pPr>
      <w:r>
        <w:tab/>
      </w:r>
      <w:r>
        <w:tab/>
      </w:r>
    </w:p>
    <w:sectPr w:rsidR="00C351CD" w:rsidRPr="00BB18E6" w:rsidSect="00BB18E6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A4552"/>
    <w:multiLevelType w:val="hybridMultilevel"/>
    <w:tmpl w:val="3B489C84"/>
    <w:lvl w:ilvl="0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7797EBE"/>
    <w:multiLevelType w:val="hybridMultilevel"/>
    <w:tmpl w:val="C92C1B78"/>
    <w:lvl w:ilvl="0" w:tplc="07547B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0F21D0"/>
    <w:multiLevelType w:val="hybridMultilevel"/>
    <w:tmpl w:val="1E18FF60"/>
    <w:lvl w:ilvl="0" w:tplc="4E5A312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29C"/>
    <w:rsid w:val="0005752C"/>
    <w:rsid w:val="001D0D29"/>
    <w:rsid w:val="002F629C"/>
    <w:rsid w:val="00404EE9"/>
    <w:rsid w:val="004C1887"/>
    <w:rsid w:val="00530EDA"/>
    <w:rsid w:val="00654B0F"/>
    <w:rsid w:val="007B7414"/>
    <w:rsid w:val="00830915"/>
    <w:rsid w:val="00931219"/>
    <w:rsid w:val="009F5E83"/>
    <w:rsid w:val="00BB18E6"/>
    <w:rsid w:val="00C351CD"/>
    <w:rsid w:val="00DB2AAC"/>
    <w:rsid w:val="00E0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F1334"/>
  <w15:chartTrackingRefBased/>
  <w15:docId w15:val="{8545F164-A84A-44F4-9479-CDFF461F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BB18E6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BB18E6"/>
    <w:rPr>
      <w:rFonts w:eastAsiaTheme="minorEastAsia"/>
      <w:lang w:eastAsia="nl-NL"/>
    </w:rPr>
  </w:style>
  <w:style w:type="paragraph" w:styleId="Lijstalinea">
    <w:name w:val="List Paragraph"/>
    <w:basedOn w:val="Standaard"/>
    <w:uiPriority w:val="34"/>
    <w:qFormat/>
    <w:rsid w:val="00C35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0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1C7135B-CD9A-4A88-BDE3-13E9F9CE3F95}">
  <ds:schemaRefs>
    <ds:schemaRef ds:uri="http://schemas.microsoft.com/office/2006/metadata/properti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C2A418B-61A3-485C-89F5-9B95ED0CCC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3D5901-0D9A-4930-9704-E8B5CCEB11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D70E6875</Template>
  <TotalTime>32</TotalTime>
  <Pages>3</Pages>
  <Words>302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Project: Hedera</vt:lpstr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Project: Hedera</dc:title>
  <dc:subject/>
  <dc:creator/>
  <cp:keywords/>
  <dc:description/>
  <cp:lastModifiedBy>Robert Soesman</cp:lastModifiedBy>
  <cp:revision>12</cp:revision>
  <dcterms:created xsi:type="dcterms:W3CDTF">2017-07-03T08:34:00Z</dcterms:created>
  <dcterms:modified xsi:type="dcterms:W3CDTF">2017-07-07T11:21:00Z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