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30815556"/>
        <w:docPartObj>
          <w:docPartGallery w:val="Cover Pages"/>
          <w:docPartUnique/>
        </w:docPartObj>
      </w:sdtPr>
      <w:sdtEndPr/>
      <w:sdtContent>
        <w:p w14:paraId="49F60A59" w14:textId="075CF4D9" w:rsidR="00BB18E6" w:rsidRDefault="00BB18E6">
          <w:r>
            <w:rPr>
              <w:noProof/>
              <w:lang w:eastAsia="nl-NL"/>
            </w:rPr>
            <mc:AlternateContent>
              <mc:Choice Requires="wpg">
                <w:drawing>
                  <wp:anchor distT="0" distB="0" distL="114300" distR="114300" simplePos="0" relativeHeight="251659264" behindDoc="0" locked="0" layoutInCell="1" allowOverlap="1" wp14:anchorId="060FBF19" wp14:editId="0919DAD5">
                    <wp:simplePos x="0" y="0"/>
                    <wp:positionH relativeFrom="page">
                      <wp:posOffset>4162425</wp:posOffset>
                    </wp:positionH>
                    <wp:positionV relativeFrom="page">
                      <wp:posOffset>0</wp:posOffset>
                    </wp:positionV>
                    <wp:extent cx="3467966"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467966" cy="10058400"/>
                              <a:chOff x="-371475" y="0"/>
                              <a:chExt cx="3467966"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371475" y="0"/>
                                <a:ext cx="3395345"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239712631"/>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2F047573" w14:textId="76E4A1DB" w:rsidR="00BB18E6" w:rsidRDefault="00BB18E6">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463652169"/>
                                    <w:showingPlcHdr/>
                                    <w:dataBinding w:prefixMappings="xmlns:ns0='http://schemas.openxmlformats.org/package/2006/metadata/core-properties' xmlns:ns1='http://purl.org/dc/elements/1.1/'" w:xpath="/ns0:coreProperties[1]/ns1:creator[1]" w:storeItemID="{6C3C8BC8-F283-45AE-878A-BAB7291924A1}"/>
                                    <w:text/>
                                  </w:sdtPr>
                                  <w:sdtEndPr/>
                                  <w:sdtContent>
                                    <w:p w14:paraId="6B19C831" w14:textId="29CD1856" w:rsidR="00BB18E6" w:rsidRDefault="00BB18E6">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Bedrijf"/>
                                    <w:id w:val="-873470742"/>
                                    <w:showingPlcHdr/>
                                    <w:dataBinding w:prefixMappings="xmlns:ns0='http://schemas.openxmlformats.org/officeDocument/2006/extended-properties'" w:xpath="/ns0:Properties[1]/ns0:Company[1]" w:storeItemID="{6668398D-A668-4E3E-A5EB-62B293D839F1}"/>
                                    <w:text/>
                                  </w:sdtPr>
                                  <w:sdtEndPr/>
                                  <w:sdtContent>
                                    <w:p w14:paraId="5721E255" w14:textId="2518E0C0" w:rsidR="00BB18E6" w:rsidRDefault="00BB18E6">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Datum"/>
                                    <w:id w:val="1633444521"/>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14:paraId="49F4AB53" w14:textId="31B46851" w:rsidR="00BB18E6" w:rsidRDefault="00BB18E6">
                                      <w:pPr>
                                        <w:pStyle w:val="Geenafstand"/>
                                        <w:spacing w:line="360" w:lineRule="auto"/>
                                        <w:rPr>
                                          <w:color w:val="FFFFFF" w:themeColor="background1"/>
                                        </w:rPr>
                                      </w:pPr>
                                      <w:r>
                                        <w:rPr>
                                          <w:color w:val="FFFFFF" w:themeColor="background1"/>
                                        </w:rPr>
                                        <w:t xml:space="preserve">     </w:t>
                                      </w:r>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060FBF19" id="Groep 453" o:spid="_x0000_s1026" style="position:absolute;margin-left:327.75pt;margin-top:0;width:273.05pt;height:11in;z-index:251659264;mso-height-percent:1000;mso-position-horizontal-relative:page;mso-position-vertical-relative:page;mso-height-percent:1000" coordorigin="-3714" coordsize="34679,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a8d08d [1945]" stroked="f" strokecolor="white" strokeweight="1pt">
                      <v:fill r:id="rId9"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3714;width:33952;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239712631"/>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2F047573" w14:textId="76E4A1DB" w:rsidR="00BB18E6" w:rsidRDefault="00BB18E6">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463652169"/>
                              <w:showingPlcHdr/>
                              <w:dataBinding w:prefixMappings="xmlns:ns0='http://schemas.openxmlformats.org/package/2006/metadata/core-properties' xmlns:ns1='http://purl.org/dc/elements/1.1/'" w:xpath="/ns0:coreProperties[1]/ns1:creator[1]" w:storeItemID="{6C3C8BC8-F283-45AE-878A-BAB7291924A1}"/>
                              <w:text/>
                            </w:sdtPr>
                            <w:sdtEndPr/>
                            <w:sdtContent>
                              <w:p w14:paraId="6B19C831" w14:textId="29CD1856" w:rsidR="00BB18E6" w:rsidRDefault="00BB18E6">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Bedrijf"/>
                              <w:id w:val="-873470742"/>
                              <w:showingPlcHdr/>
                              <w:dataBinding w:prefixMappings="xmlns:ns0='http://schemas.openxmlformats.org/officeDocument/2006/extended-properties'" w:xpath="/ns0:Properties[1]/ns0:Company[1]" w:storeItemID="{6668398D-A668-4E3E-A5EB-62B293D839F1}"/>
                              <w:text/>
                            </w:sdtPr>
                            <w:sdtEndPr/>
                            <w:sdtContent>
                              <w:p w14:paraId="5721E255" w14:textId="2518E0C0" w:rsidR="00BB18E6" w:rsidRDefault="00BB18E6">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Datum"/>
                              <w:id w:val="1633444521"/>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14:paraId="49F4AB53" w14:textId="31B46851" w:rsidR="00BB18E6" w:rsidRDefault="00BB18E6">
                                <w:pPr>
                                  <w:pStyle w:val="Geenafstand"/>
                                  <w:spacing w:line="360" w:lineRule="auto"/>
                                  <w:rPr>
                                    <w:color w:val="FFFFFF" w:themeColor="background1"/>
                                  </w:rPr>
                                </w:pPr>
                                <w:r>
                                  <w:rPr>
                                    <w:color w:val="FFFFFF" w:themeColor="background1"/>
                                  </w:rPr>
                                  <w:t xml:space="preserve">     </w:t>
                                </w:r>
                              </w:p>
                            </w:sdtContent>
                          </w:sdt>
                        </w:txbxContent>
                      </v:textbox>
                    </v:rect>
                    <w10:wrap anchorx="page" anchory="page"/>
                  </v:group>
                </w:pict>
              </mc:Fallback>
            </mc:AlternateContent>
          </w:r>
          <w:r>
            <w:rPr>
              <w:noProof/>
              <w:lang w:eastAsia="nl-NL"/>
            </w:rPr>
            <mc:AlternateContent>
              <mc:Choice Requires="wps">
                <w:drawing>
                  <wp:anchor distT="0" distB="0" distL="114300" distR="114300" simplePos="0" relativeHeight="251661312" behindDoc="0" locked="0" layoutInCell="0" allowOverlap="1" wp14:anchorId="43E36692" wp14:editId="05E2C62F">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052960219"/>
                                  <w:dataBinding w:prefixMappings="xmlns:ns0='http://schemas.openxmlformats.org/package/2006/metadata/core-properties' xmlns:ns1='http://purl.org/dc/elements/1.1/'" w:xpath="/ns0:coreProperties[1]/ns1:title[1]" w:storeItemID="{6C3C8BC8-F283-45AE-878A-BAB7291924A1}"/>
                                  <w:text/>
                                </w:sdtPr>
                                <w:sdtEndPr/>
                                <w:sdtContent>
                                  <w:p w14:paraId="7AE55D36" w14:textId="2008E695" w:rsidR="00BB18E6" w:rsidRDefault="00DE5118">
                                    <w:pPr>
                                      <w:pStyle w:val="Geenafstand"/>
                                      <w:jc w:val="right"/>
                                      <w:rPr>
                                        <w:color w:val="FFFFFF" w:themeColor="background1"/>
                                        <w:sz w:val="72"/>
                                        <w:szCs w:val="72"/>
                                      </w:rPr>
                                    </w:pPr>
                                    <w:r>
                                      <w:rPr>
                                        <w:color w:val="FFFFFF" w:themeColor="background1"/>
                                        <w:sz w:val="72"/>
                                        <w:szCs w:val="72"/>
                                      </w:rPr>
                                      <w:t>Project: Witlof</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43E36692"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052960219"/>
                            <w:dataBinding w:prefixMappings="xmlns:ns0='http://schemas.openxmlformats.org/package/2006/metadata/core-properties' xmlns:ns1='http://purl.org/dc/elements/1.1/'" w:xpath="/ns0:coreProperties[1]/ns1:title[1]" w:storeItemID="{6C3C8BC8-F283-45AE-878A-BAB7291924A1}"/>
                            <w:text/>
                          </w:sdtPr>
                          <w:sdtEndPr/>
                          <w:sdtContent>
                            <w:p w14:paraId="7AE55D36" w14:textId="2008E695" w:rsidR="00BB18E6" w:rsidRDefault="00DE5118">
                              <w:pPr>
                                <w:pStyle w:val="Geenafstand"/>
                                <w:jc w:val="right"/>
                                <w:rPr>
                                  <w:color w:val="FFFFFF" w:themeColor="background1"/>
                                  <w:sz w:val="72"/>
                                  <w:szCs w:val="72"/>
                                </w:rPr>
                              </w:pPr>
                              <w:r>
                                <w:rPr>
                                  <w:color w:val="FFFFFF" w:themeColor="background1"/>
                                  <w:sz w:val="72"/>
                                  <w:szCs w:val="72"/>
                                </w:rPr>
                                <w:t>Project: Witlof</w:t>
                              </w:r>
                            </w:p>
                          </w:sdtContent>
                        </w:sdt>
                      </w:txbxContent>
                    </v:textbox>
                    <w10:wrap anchorx="page" anchory="page"/>
                  </v:rect>
                </w:pict>
              </mc:Fallback>
            </mc:AlternateContent>
          </w:r>
        </w:p>
        <w:p w14:paraId="5C28E7C2" w14:textId="37BA2BCC" w:rsidR="00BB18E6" w:rsidRDefault="009C2CD6">
          <w:bookmarkStart w:id="0" w:name="_GoBack"/>
          <w:bookmarkEnd w:id="0"/>
          <w:r w:rsidRPr="009C2CD6">
            <w:rPr>
              <w:rFonts w:ascii="Times New Roman" w:eastAsia="Calibri" w:hAnsi="Times New Roman" w:cs="Times New Roman"/>
              <w:noProof/>
              <w:sz w:val="24"/>
              <w:szCs w:val="24"/>
              <w:lang w:eastAsia="nl-NL"/>
            </w:rPr>
            <mc:AlternateContent>
              <mc:Choice Requires="wps">
                <w:drawing>
                  <wp:anchor distT="45720" distB="45720" distL="114300" distR="114300" simplePos="0" relativeHeight="251665408" behindDoc="0" locked="0" layoutInCell="1" allowOverlap="1" wp14:anchorId="7C2EF97D" wp14:editId="751D2AF3">
                    <wp:simplePos x="0" y="0"/>
                    <wp:positionH relativeFrom="column">
                      <wp:posOffset>252095</wp:posOffset>
                    </wp:positionH>
                    <wp:positionV relativeFrom="paragraph">
                      <wp:posOffset>6293485</wp:posOffset>
                    </wp:positionV>
                    <wp:extent cx="2905760" cy="726440"/>
                    <wp:effectExtent l="0" t="0" r="19685"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760" cy="726440"/>
                            </a:xfrm>
                            <a:prstGeom prst="rect">
                              <a:avLst/>
                            </a:prstGeom>
                            <a:solidFill>
                              <a:srgbClr val="FFFFFF"/>
                            </a:solidFill>
                            <a:ln w="9525">
                              <a:solidFill>
                                <a:srgbClr val="000000"/>
                              </a:solidFill>
                              <a:miter lim="800000"/>
                              <a:headEnd/>
                              <a:tailEnd/>
                            </a:ln>
                          </wps:spPr>
                          <wps:txbx>
                            <w:txbxContent>
                              <w:p w14:paraId="5EF1AF5D" w14:textId="77777777" w:rsidR="009C2CD6" w:rsidRDefault="009C2CD6" w:rsidP="009C2CD6">
                                <w:r>
                                  <w:t>Auteurs:</w:t>
                                </w:r>
                              </w:p>
                              <w:p w14:paraId="78E168E9" w14:textId="77777777" w:rsidR="009C2CD6" w:rsidRDefault="009C2CD6" w:rsidP="009C2CD6">
                                <w:pPr>
                                  <w:pStyle w:val="Geenafstand"/>
                                </w:pPr>
                                <w:r>
                                  <w:t>B. Boer</w:t>
                                </w:r>
                              </w:p>
                              <w:p w14:paraId="7A82A296" w14:textId="77777777" w:rsidR="009C2CD6" w:rsidRDefault="009C2CD6" w:rsidP="009C2CD6">
                                <w:pPr>
                                  <w:pStyle w:val="Geenafstand"/>
                                </w:pPr>
                                <w:r>
                                  <w:t>R. Soesman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C2EF97D" id="_x0000_t202" coordsize="21600,21600" o:spt="202" path="m,l,21600r21600,l21600,xe">
                    <v:stroke joinstyle="miter"/>
                    <v:path gradientshapeok="t" o:connecttype="rect"/>
                  </v:shapetype>
                  <v:shape id="Tekstvak 2" o:spid="_x0000_s1032" type="#_x0000_t202" style="position:absolute;margin-left:19.85pt;margin-top:495.55pt;width:228.8pt;height:57.2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">
                    <v:textbox style="mso-fit-shape-to-text:t">
                      <w:txbxContent>
                        <w:p w14:paraId="5EF1AF5D" w14:textId="77777777" w:rsidR="009C2CD6" w:rsidRDefault="009C2CD6" w:rsidP="009C2CD6">
                          <w:r>
                            <w:t>Auteurs:</w:t>
                          </w:r>
                        </w:p>
                        <w:p w14:paraId="78E168E9" w14:textId="77777777" w:rsidR="009C2CD6" w:rsidRDefault="009C2CD6" w:rsidP="009C2CD6">
                          <w:pPr>
                            <w:pStyle w:val="Geenafstand"/>
                          </w:pPr>
                          <w:r>
                            <w:t>B. Boer</w:t>
                          </w:r>
                        </w:p>
                        <w:p w14:paraId="7A82A296" w14:textId="77777777" w:rsidR="009C2CD6" w:rsidRDefault="009C2CD6" w:rsidP="009C2CD6">
                          <w:pPr>
                            <w:pStyle w:val="Geenafstand"/>
                          </w:pPr>
                          <w:r>
                            <w:t>R. Soesman</w:t>
                          </w:r>
                        </w:p>
                      </w:txbxContent>
                    </v:textbox>
                    <w10:wrap type="square"/>
                  </v:shape>
                </w:pict>
              </mc:Fallback>
            </mc:AlternateContent>
          </w:r>
          <w:r w:rsidR="00BB18E6">
            <w:rPr>
              <w:noProof/>
              <w:lang w:eastAsia="nl-NL"/>
            </w:rPr>
            <w:drawing>
              <wp:anchor distT="0" distB="0" distL="114300" distR="114300" simplePos="0" relativeHeight="251662336" behindDoc="1" locked="0" layoutInCell="1" allowOverlap="1" wp14:anchorId="0D13AB01" wp14:editId="2A3D5BE9">
                <wp:simplePos x="0" y="0"/>
                <wp:positionH relativeFrom="page">
                  <wp:posOffset>2684145</wp:posOffset>
                </wp:positionH>
                <wp:positionV relativeFrom="paragraph">
                  <wp:posOffset>3129280</wp:posOffset>
                </wp:positionV>
                <wp:extent cx="4175125" cy="2505075"/>
                <wp:effectExtent l="0" t="0" r="0" b="9525"/>
                <wp:wrapTight wrapText="bothSides">
                  <wp:wrapPolygon edited="0">
                    <wp:start x="0" y="0"/>
                    <wp:lineTo x="0" y="21518"/>
                    <wp:lineTo x="21485" y="21518"/>
                    <wp:lineTo x="21485"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175125" cy="2505075"/>
                        </a:xfrm>
                        <a:prstGeom prst="rect">
                          <a:avLst/>
                        </a:prstGeom>
                      </pic:spPr>
                    </pic:pic>
                  </a:graphicData>
                </a:graphic>
                <wp14:sizeRelH relativeFrom="margin">
                  <wp14:pctWidth>0</wp14:pctWidth>
                </wp14:sizeRelH>
                <wp14:sizeRelV relativeFrom="margin">
                  <wp14:pctHeight>0</wp14:pctHeight>
                </wp14:sizeRelV>
              </wp:anchor>
            </w:drawing>
          </w:r>
          <w:r w:rsidR="00BB18E6">
            <w:br w:type="page"/>
          </w:r>
          <w:r w:rsidR="00BB18E6">
            <w:rPr>
              <w:noProof/>
              <w:lang w:eastAsia="nl-NL"/>
            </w:rPr>
            <w:drawing>
              <wp:anchor distT="0" distB="0" distL="114300" distR="114300" simplePos="0" relativeHeight="251663360" behindDoc="1" locked="0" layoutInCell="1" allowOverlap="1" wp14:anchorId="4B5926C9" wp14:editId="2DF47F9D">
                <wp:simplePos x="0" y="0"/>
                <wp:positionH relativeFrom="column">
                  <wp:posOffset>-4445</wp:posOffset>
                </wp:positionH>
                <wp:positionV relativeFrom="paragraph">
                  <wp:posOffset>-285750</wp:posOffset>
                </wp:positionV>
                <wp:extent cx="2916000" cy="1191600"/>
                <wp:effectExtent l="0" t="0" r="0" b="8890"/>
                <wp:wrapTight wrapText="bothSides">
                  <wp:wrapPolygon edited="0">
                    <wp:start x="0" y="0"/>
                    <wp:lineTo x="0" y="21416"/>
                    <wp:lineTo x="21449" y="21416"/>
                    <wp:lineTo x="21449"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groene welle.png"/>
                        <pic:cNvPicPr/>
                      </pic:nvPicPr>
                      <pic:blipFill>
                        <a:blip r:embed="rId11">
                          <a:extLst>
                            <a:ext uri="{28A0092B-C50C-407E-A947-70E740481C1C}">
                              <a14:useLocalDpi xmlns:a14="http://schemas.microsoft.com/office/drawing/2010/main" val="0"/>
                            </a:ext>
                          </a:extLst>
                        </a:blip>
                        <a:stretch>
                          <a:fillRect/>
                        </a:stretch>
                      </pic:blipFill>
                      <pic:spPr>
                        <a:xfrm>
                          <a:off x="0" y="0"/>
                          <a:ext cx="2916000" cy="1191600"/>
                        </a:xfrm>
                        <a:prstGeom prst="rect">
                          <a:avLst/>
                        </a:prstGeom>
                      </pic:spPr>
                    </pic:pic>
                  </a:graphicData>
                </a:graphic>
                <wp14:sizeRelH relativeFrom="margin">
                  <wp14:pctWidth>0</wp14:pctWidth>
                </wp14:sizeRelH>
                <wp14:sizeRelV relativeFrom="margin">
                  <wp14:pctHeight>0</wp14:pctHeight>
                </wp14:sizeRelV>
              </wp:anchor>
            </w:drawing>
          </w:r>
        </w:p>
      </w:sdtContent>
    </w:sdt>
    <w:p w14:paraId="50AEC0C2" w14:textId="1BE55F47" w:rsidR="00BB18E6" w:rsidRPr="00C351CD" w:rsidRDefault="00DE5118" w:rsidP="00BB18E6">
      <w:pPr>
        <w:pStyle w:val="Geenafstand"/>
        <w:rPr>
          <w:b/>
        </w:rPr>
      </w:pPr>
      <w:r>
        <w:rPr>
          <w:b/>
        </w:rPr>
        <w:lastRenderedPageBreak/>
        <w:t>Project: Witlof</w:t>
      </w:r>
    </w:p>
    <w:p w14:paraId="403166E1" w14:textId="694F4C79" w:rsidR="00BB18E6" w:rsidRDefault="00BB18E6" w:rsidP="00BB18E6">
      <w:pPr>
        <w:pStyle w:val="Geenafstand"/>
      </w:pPr>
      <w:r w:rsidRPr="00C351CD">
        <w:rPr>
          <w:b/>
        </w:rPr>
        <w:t>Opdrachtgever:</w:t>
      </w:r>
      <w:r w:rsidR="00DE5118">
        <w:t xml:space="preserve"> P. Segers</w:t>
      </w:r>
    </w:p>
    <w:p w14:paraId="14B51283" w14:textId="1F382A56" w:rsidR="00BB18E6" w:rsidRDefault="00BB18E6" w:rsidP="00BB18E6">
      <w:pPr>
        <w:pStyle w:val="Geenafstand"/>
      </w:pPr>
      <w:r w:rsidRPr="00C351CD">
        <w:rPr>
          <w:b/>
        </w:rPr>
        <w:t>Bedrijf:</w:t>
      </w:r>
      <w:r w:rsidR="00DE5118">
        <w:t xml:space="preserve"> Groene Welle</w:t>
      </w:r>
    </w:p>
    <w:p w14:paraId="3C987B9A" w14:textId="7F8F03F6" w:rsidR="00BB18E6" w:rsidRDefault="00BB18E6" w:rsidP="00BB18E6">
      <w:pPr>
        <w:pStyle w:val="Geenafstand"/>
      </w:pPr>
    </w:p>
    <w:p w14:paraId="2C97F924" w14:textId="64F9F878" w:rsidR="00404EE9" w:rsidRPr="00C351CD" w:rsidRDefault="00DB2AAC" w:rsidP="00BB18E6">
      <w:pPr>
        <w:pStyle w:val="Geenafstand"/>
        <w:rPr>
          <w:b/>
        </w:rPr>
      </w:pPr>
      <w:r w:rsidRPr="00C351CD">
        <w:rPr>
          <w:b/>
        </w:rPr>
        <w:t>Proef</w:t>
      </w:r>
    </w:p>
    <w:p w14:paraId="59D2EE91" w14:textId="5D3387DD" w:rsidR="00DB2AAC" w:rsidRDefault="00DE5118" w:rsidP="00BB18E6">
      <w:pPr>
        <w:pStyle w:val="Geenafstand"/>
      </w:pPr>
      <w:r>
        <w:t xml:space="preserve">Jullie gaan </w:t>
      </w:r>
      <w:r w:rsidR="00DB2AAC">
        <w:t xml:space="preserve"> </w:t>
      </w:r>
      <w:r w:rsidR="00AE16C7">
        <w:t>j</w:t>
      </w:r>
      <w:r w:rsidR="00426B44">
        <w:t>aarrond witlof kweken en zijn verantwoordelijk voor de afzet.</w:t>
      </w:r>
    </w:p>
    <w:p w14:paraId="22FC0BE8" w14:textId="1DC69ED9" w:rsidR="00DB2AAC" w:rsidRDefault="00DB2AAC" w:rsidP="00BB18E6">
      <w:pPr>
        <w:pStyle w:val="Geenafstand"/>
      </w:pPr>
    </w:p>
    <w:p w14:paraId="67C8BE60" w14:textId="676F944B" w:rsidR="00DB2AAC" w:rsidRPr="00C351CD" w:rsidRDefault="00DB2AAC" w:rsidP="00BB18E6">
      <w:pPr>
        <w:pStyle w:val="Geenafstand"/>
        <w:rPr>
          <w:b/>
        </w:rPr>
      </w:pPr>
      <w:r w:rsidRPr="00C351CD">
        <w:rPr>
          <w:b/>
        </w:rPr>
        <w:t>Opzet</w:t>
      </w:r>
    </w:p>
    <w:p w14:paraId="212812D5" w14:textId="60F69E62" w:rsidR="00DB2AAC" w:rsidRDefault="00C502D6" w:rsidP="00BB18E6">
      <w:pPr>
        <w:pStyle w:val="Geenafstand"/>
      </w:pPr>
      <w:r>
        <w:t xml:space="preserve">Jullie gaan op twee karren witlof kweken. De teelt van witlof hebben jullie al wel in de vingers, naar aanleiding van het project vorig jaar. Dit jaar gaan jullie deze teelt uitbreiden en </w:t>
      </w:r>
      <w:r w:rsidR="00D163D1">
        <w:t>optimaliseren.</w:t>
      </w:r>
    </w:p>
    <w:p w14:paraId="7026ECBE" w14:textId="77777777" w:rsidR="00D163D1" w:rsidRDefault="00D163D1" w:rsidP="00BB18E6">
      <w:pPr>
        <w:pStyle w:val="Geenafstand"/>
      </w:pPr>
    </w:p>
    <w:p w14:paraId="263DE3BB" w14:textId="13680CC9" w:rsidR="00DB2AAC" w:rsidRPr="00C351CD" w:rsidRDefault="00DB2AAC" w:rsidP="00BB18E6">
      <w:pPr>
        <w:pStyle w:val="Geenafstand"/>
        <w:rPr>
          <w:b/>
        </w:rPr>
      </w:pPr>
      <w:r w:rsidRPr="00C351CD">
        <w:rPr>
          <w:b/>
        </w:rPr>
        <w:t>Onderzoeken</w:t>
      </w:r>
    </w:p>
    <w:p w14:paraId="05C9120A" w14:textId="28DFBDF0" w:rsidR="00DB2AAC" w:rsidRDefault="00331A52" w:rsidP="00DB2AAC">
      <w:pPr>
        <w:pStyle w:val="Geenafstand"/>
        <w:numPr>
          <w:ilvl w:val="0"/>
          <w:numId w:val="1"/>
        </w:numPr>
      </w:pPr>
      <w:r>
        <w:t>Jaarrondteelt witlof</w:t>
      </w:r>
    </w:p>
    <w:p w14:paraId="2A867396" w14:textId="3C10D6EA" w:rsidR="00331A52" w:rsidRDefault="00331A52" w:rsidP="00DB2AAC">
      <w:pPr>
        <w:pStyle w:val="Geenafstand"/>
        <w:numPr>
          <w:ilvl w:val="0"/>
          <w:numId w:val="1"/>
        </w:numPr>
      </w:pPr>
      <w:r>
        <w:t>Teeltplan maken</w:t>
      </w:r>
    </w:p>
    <w:p w14:paraId="6D11931D" w14:textId="4974EDDB" w:rsidR="00434455" w:rsidRDefault="00434455" w:rsidP="00DB2AAC">
      <w:pPr>
        <w:pStyle w:val="Geenafstand"/>
        <w:numPr>
          <w:ilvl w:val="0"/>
          <w:numId w:val="1"/>
        </w:numPr>
      </w:pPr>
      <w:r>
        <w:t>Meelopen met een bedrijf (Selles, Vrijbloed)</w:t>
      </w:r>
    </w:p>
    <w:p w14:paraId="5BBCE9B4" w14:textId="28D35805" w:rsidR="004D2719" w:rsidRDefault="004D2719" w:rsidP="00DB2AAC">
      <w:pPr>
        <w:pStyle w:val="Geenafstand"/>
        <w:numPr>
          <w:ilvl w:val="0"/>
          <w:numId w:val="1"/>
        </w:numPr>
      </w:pPr>
      <w:r>
        <w:t>Kosten begroten</w:t>
      </w:r>
    </w:p>
    <w:p w14:paraId="2D8FFB6D" w14:textId="222174B8" w:rsidR="004D2719" w:rsidRDefault="00331A52" w:rsidP="004D2719">
      <w:pPr>
        <w:pStyle w:val="Geenafstand"/>
        <w:numPr>
          <w:ilvl w:val="0"/>
          <w:numId w:val="1"/>
        </w:numPr>
      </w:pPr>
      <w:r>
        <w:t>Afzet regelen</w:t>
      </w:r>
      <w:r w:rsidR="004D2719">
        <w:t xml:space="preserve"> (winstpercentage berekenen)</w:t>
      </w:r>
    </w:p>
    <w:p w14:paraId="13E3F311" w14:textId="691C574F" w:rsidR="00331A52" w:rsidRDefault="00331A52" w:rsidP="00DB2AAC">
      <w:pPr>
        <w:pStyle w:val="Geenafstand"/>
        <w:numPr>
          <w:ilvl w:val="0"/>
          <w:numId w:val="1"/>
        </w:numPr>
      </w:pPr>
      <w:r>
        <w:t>Gewasverzorging</w:t>
      </w:r>
    </w:p>
    <w:p w14:paraId="7F4E6037" w14:textId="4E3E10C0" w:rsidR="00331A52" w:rsidRDefault="00331A52" w:rsidP="00DB2AAC">
      <w:pPr>
        <w:pStyle w:val="Geenafstand"/>
        <w:numPr>
          <w:ilvl w:val="0"/>
          <w:numId w:val="1"/>
        </w:numPr>
      </w:pPr>
      <w:r>
        <w:t>Contact hebben met minimaal 2 externe bedrijven om de witlofteelt te verbeteren.</w:t>
      </w:r>
    </w:p>
    <w:p w14:paraId="3E15762F" w14:textId="01C8B929" w:rsidR="00BA7884" w:rsidRDefault="00BA7884" w:rsidP="00DB2AAC">
      <w:pPr>
        <w:pStyle w:val="Geenafstand"/>
        <w:numPr>
          <w:ilvl w:val="0"/>
          <w:numId w:val="1"/>
        </w:numPr>
      </w:pPr>
      <w:r>
        <w:t>Uitvoeren vernieuwende ideeen om witlof te telen.</w:t>
      </w:r>
    </w:p>
    <w:p w14:paraId="0C73FFA9" w14:textId="2D41E2A7" w:rsidR="00BA7884" w:rsidRDefault="00BA7884" w:rsidP="00BA7884">
      <w:pPr>
        <w:pStyle w:val="Geenafstand"/>
        <w:numPr>
          <w:ilvl w:val="0"/>
          <w:numId w:val="7"/>
        </w:numPr>
      </w:pPr>
      <w:r>
        <w:t>Meststoffen</w:t>
      </w:r>
    </w:p>
    <w:p w14:paraId="53A0FD0E" w14:textId="796D6F9E" w:rsidR="00BA7884" w:rsidRDefault="00BA7884" w:rsidP="00BA7884">
      <w:pPr>
        <w:pStyle w:val="Geenafstand"/>
        <w:numPr>
          <w:ilvl w:val="0"/>
          <w:numId w:val="7"/>
        </w:numPr>
      </w:pPr>
      <w:r>
        <w:t>Zuurstof</w:t>
      </w:r>
    </w:p>
    <w:p w14:paraId="6D844912" w14:textId="018F0534" w:rsidR="00BA7884" w:rsidRDefault="00BA7884" w:rsidP="00BA7884">
      <w:pPr>
        <w:pStyle w:val="Geenafstand"/>
        <w:numPr>
          <w:ilvl w:val="0"/>
          <w:numId w:val="1"/>
        </w:numPr>
      </w:pPr>
      <w:r>
        <w:t>Bewaartechnieken onderzoeken en toepassen.</w:t>
      </w:r>
    </w:p>
    <w:p w14:paraId="7DDB7F11" w14:textId="68A69E71" w:rsidR="00DB2AAC" w:rsidRDefault="00DB2AAC" w:rsidP="00DB2AAC">
      <w:pPr>
        <w:pStyle w:val="Geenafstand"/>
      </w:pPr>
    </w:p>
    <w:p w14:paraId="5B194B36" w14:textId="15E23E57" w:rsidR="00DB2AAC" w:rsidRPr="00C351CD" w:rsidRDefault="00DB2AAC" w:rsidP="00DB2AAC">
      <w:pPr>
        <w:pStyle w:val="Geenafstand"/>
        <w:rPr>
          <w:b/>
        </w:rPr>
      </w:pPr>
      <w:r w:rsidRPr="00C351CD">
        <w:rPr>
          <w:b/>
        </w:rPr>
        <w:t>Leerdoelen</w:t>
      </w:r>
    </w:p>
    <w:p w14:paraId="237E573D" w14:textId="338DA9B8" w:rsidR="00DB2AAC" w:rsidRDefault="00DB2AAC" w:rsidP="00DB2AAC">
      <w:pPr>
        <w:pStyle w:val="Geenafstand"/>
        <w:numPr>
          <w:ilvl w:val="0"/>
          <w:numId w:val="1"/>
        </w:numPr>
      </w:pPr>
      <w:r>
        <w:t>Techniek (</w:t>
      </w:r>
      <w:r w:rsidR="0075635D">
        <w:t>verbeteren kar 1, ontwerpen kar 2</w:t>
      </w:r>
      <w:r>
        <w:t>)</w:t>
      </w:r>
    </w:p>
    <w:p w14:paraId="4738536A" w14:textId="625FF4D7" w:rsidR="00DB2AAC" w:rsidRDefault="00DB2AAC" w:rsidP="00DB2AAC">
      <w:pPr>
        <w:pStyle w:val="Geenafstand"/>
        <w:numPr>
          <w:ilvl w:val="0"/>
          <w:numId w:val="1"/>
        </w:numPr>
      </w:pPr>
      <w:r>
        <w:t>Onderzoek plegen</w:t>
      </w:r>
    </w:p>
    <w:p w14:paraId="1640CC34" w14:textId="0F8D1D8E" w:rsidR="00DB2AAC" w:rsidRDefault="00DB2AAC" w:rsidP="00DB2AAC">
      <w:pPr>
        <w:pStyle w:val="Geenafstand"/>
        <w:numPr>
          <w:ilvl w:val="0"/>
          <w:numId w:val="1"/>
        </w:numPr>
      </w:pPr>
      <w:r>
        <w:t>Contact bedrijfsleven onderhouden</w:t>
      </w:r>
    </w:p>
    <w:p w14:paraId="33B39140" w14:textId="58F55065" w:rsidR="00DB2AAC" w:rsidRDefault="00DB2AAC" w:rsidP="00DB2AAC">
      <w:pPr>
        <w:pStyle w:val="Geenafstand"/>
        <w:numPr>
          <w:ilvl w:val="0"/>
          <w:numId w:val="1"/>
        </w:numPr>
      </w:pPr>
      <w:r>
        <w:t>Verslaglegging plegen</w:t>
      </w:r>
    </w:p>
    <w:p w14:paraId="561A2482" w14:textId="1AA20D24" w:rsidR="00DB2AAC" w:rsidRDefault="00DB2AAC" w:rsidP="00DB2AAC">
      <w:pPr>
        <w:pStyle w:val="Geenafstand"/>
        <w:numPr>
          <w:ilvl w:val="0"/>
          <w:numId w:val="1"/>
        </w:numPr>
      </w:pPr>
      <w:r>
        <w:t>Presenteren</w:t>
      </w:r>
      <w:r w:rsidR="00C351CD">
        <w:t xml:space="preserve"> aan opdrachtgever en afnemers</w:t>
      </w:r>
    </w:p>
    <w:p w14:paraId="6D118D14" w14:textId="016C9D89" w:rsidR="00DB2AAC" w:rsidRDefault="00DB2AAC" w:rsidP="00DB2AAC">
      <w:pPr>
        <w:pStyle w:val="Geenafstand"/>
        <w:numPr>
          <w:ilvl w:val="0"/>
          <w:numId w:val="1"/>
        </w:numPr>
      </w:pPr>
      <w:r>
        <w:t>Samenwerken</w:t>
      </w:r>
    </w:p>
    <w:p w14:paraId="573C3098" w14:textId="048BD27E" w:rsidR="00DB2AAC" w:rsidRDefault="00DB2AAC" w:rsidP="00DB2AAC">
      <w:pPr>
        <w:pStyle w:val="Geenafstand"/>
        <w:numPr>
          <w:ilvl w:val="0"/>
          <w:numId w:val="1"/>
        </w:numPr>
      </w:pPr>
      <w:r>
        <w:t>Plannen</w:t>
      </w:r>
    </w:p>
    <w:p w14:paraId="003EFC2C" w14:textId="0316D940" w:rsidR="00DB2AAC" w:rsidRDefault="00DB2AAC" w:rsidP="00DB2AAC">
      <w:pPr>
        <w:pStyle w:val="Geenafstand"/>
      </w:pPr>
    </w:p>
    <w:p w14:paraId="1E991A49" w14:textId="04F837A2" w:rsidR="00DB2AAC" w:rsidRPr="00C351CD" w:rsidRDefault="00DB2AAC" w:rsidP="00DB2AAC">
      <w:pPr>
        <w:pStyle w:val="Geenafstand"/>
        <w:rPr>
          <w:b/>
        </w:rPr>
      </w:pPr>
      <w:r w:rsidRPr="00C351CD">
        <w:rPr>
          <w:b/>
        </w:rPr>
        <w:t>Werkprocessen</w:t>
      </w:r>
    </w:p>
    <w:p w14:paraId="417AF0D5" w14:textId="5084D41C" w:rsidR="00DB2AAC" w:rsidRDefault="0005752C" w:rsidP="00DB2AAC">
      <w:pPr>
        <w:pStyle w:val="Geenafstand"/>
      </w:pPr>
      <w:r>
        <w:t>B</w:t>
      </w:r>
      <w:r w:rsidR="00530EDA">
        <w:t>1-K1-W1 D</w:t>
      </w:r>
      <w:r>
        <w:t>raagt zorg voor de kwaliteit van het agrobusinessproduct</w:t>
      </w:r>
    </w:p>
    <w:p w14:paraId="07398DC3" w14:textId="1E475E54" w:rsidR="0005752C" w:rsidRDefault="0005752C" w:rsidP="00DB2AAC">
      <w:pPr>
        <w:pStyle w:val="Geenafstand"/>
      </w:pPr>
      <w:r>
        <w:t>B1-K1-W4 Draagt zorg voor informatie in de keten</w:t>
      </w:r>
    </w:p>
    <w:p w14:paraId="32FA72FD" w14:textId="7E39533F" w:rsidR="0005752C" w:rsidRDefault="007B7414" w:rsidP="00DB2AAC">
      <w:pPr>
        <w:pStyle w:val="Geenafstand"/>
      </w:pPr>
      <w:r>
        <w:t>P9-K1-W1 Draagt zorg voor het teeltproces en de verwerking</w:t>
      </w:r>
    </w:p>
    <w:p w14:paraId="5E70B897" w14:textId="0F5B7A13" w:rsidR="0005752C" w:rsidRDefault="0005752C" w:rsidP="00DB2AAC">
      <w:pPr>
        <w:pStyle w:val="Geenafstand"/>
      </w:pPr>
      <w:r>
        <w:t>P</w:t>
      </w:r>
      <w:r w:rsidR="007B7414">
        <w:t>9-K1-W2 Stuurt teelproces</w:t>
      </w:r>
    </w:p>
    <w:p w14:paraId="4366E3C6" w14:textId="19BB5B5F" w:rsidR="007B7414" w:rsidRDefault="007B7414" w:rsidP="00DB2AAC">
      <w:pPr>
        <w:pStyle w:val="Geenafstand"/>
      </w:pPr>
      <w:r>
        <w:t>P9-K2-W3 Verbetert processen/productie</w:t>
      </w:r>
    </w:p>
    <w:p w14:paraId="63B06356" w14:textId="57B02BAB" w:rsidR="007B7414" w:rsidRDefault="007B7414" w:rsidP="00DB2AAC">
      <w:pPr>
        <w:pStyle w:val="Geenafstand"/>
      </w:pPr>
      <w:r>
        <w:t>P9-K2-W6 Adviseert over innovaties</w:t>
      </w:r>
    </w:p>
    <w:p w14:paraId="1C882FAA" w14:textId="1F63A72E" w:rsidR="007B7414" w:rsidRDefault="007B7414" w:rsidP="00DB2AAC">
      <w:pPr>
        <w:pStyle w:val="Geenafstand"/>
      </w:pPr>
      <w:r>
        <w:t xml:space="preserve">P9-K2-W7 Vormt netwerken en maakt hier gebruik van </w:t>
      </w:r>
    </w:p>
    <w:p w14:paraId="5BA95E63" w14:textId="0B96DA14" w:rsidR="00DB2AAC" w:rsidRDefault="00DB2AAC" w:rsidP="00DB2AAC">
      <w:pPr>
        <w:pStyle w:val="Geenafstand"/>
      </w:pPr>
    </w:p>
    <w:p w14:paraId="771D0AB5" w14:textId="77777777" w:rsidR="00C351CD" w:rsidRDefault="00C351CD">
      <w:pPr>
        <w:rPr>
          <w:rFonts w:eastAsiaTheme="minorEastAsia"/>
          <w:b/>
          <w:lang w:eastAsia="nl-NL"/>
        </w:rPr>
      </w:pPr>
      <w:r>
        <w:rPr>
          <w:b/>
        </w:rPr>
        <w:br w:type="page"/>
      </w:r>
    </w:p>
    <w:p w14:paraId="3F74D72A" w14:textId="77777777" w:rsidR="00BA7884" w:rsidRDefault="00BA7884" w:rsidP="00BA7884">
      <w:pPr>
        <w:pStyle w:val="Geenafstand"/>
        <w:rPr>
          <w:b/>
        </w:rPr>
      </w:pPr>
      <w:r>
        <w:rPr>
          <w:b/>
        </w:rPr>
        <w:lastRenderedPageBreak/>
        <w:t>Inhoud verslag</w:t>
      </w:r>
    </w:p>
    <w:p w14:paraId="006F316A" w14:textId="77777777" w:rsidR="00BA7884" w:rsidRDefault="00BA7884" w:rsidP="00BA7884">
      <w:pPr>
        <w:pStyle w:val="Geenafstand"/>
        <w:numPr>
          <w:ilvl w:val="0"/>
          <w:numId w:val="3"/>
        </w:numPr>
      </w:pPr>
      <w:r>
        <w:t>Voorblad</w:t>
      </w:r>
    </w:p>
    <w:p w14:paraId="44C76A1A" w14:textId="77777777" w:rsidR="00BA7884" w:rsidRDefault="00BA7884" w:rsidP="00BA7884">
      <w:pPr>
        <w:pStyle w:val="Geenafstand"/>
        <w:numPr>
          <w:ilvl w:val="0"/>
          <w:numId w:val="3"/>
        </w:numPr>
      </w:pPr>
      <w:r>
        <w:t>Inleiding</w:t>
      </w:r>
    </w:p>
    <w:p w14:paraId="313E42EF" w14:textId="77777777" w:rsidR="00BA7884" w:rsidRDefault="00BA7884" w:rsidP="00BA7884">
      <w:pPr>
        <w:pStyle w:val="Geenafstand"/>
        <w:numPr>
          <w:ilvl w:val="0"/>
          <w:numId w:val="3"/>
        </w:numPr>
      </w:pPr>
      <w:r>
        <w:t>Opdracht</w:t>
      </w:r>
    </w:p>
    <w:p w14:paraId="3C9AA7D0" w14:textId="77777777" w:rsidR="00BA7884" w:rsidRDefault="00BA7884" w:rsidP="00BA7884">
      <w:pPr>
        <w:pStyle w:val="Geenafstand"/>
        <w:numPr>
          <w:ilvl w:val="0"/>
          <w:numId w:val="3"/>
        </w:numPr>
      </w:pPr>
      <w:r>
        <w:t>Plan van aanpak</w:t>
      </w:r>
    </w:p>
    <w:p w14:paraId="14249A00" w14:textId="77777777" w:rsidR="00BA7884" w:rsidRDefault="00BA7884" w:rsidP="00BA7884">
      <w:pPr>
        <w:pStyle w:val="Geenafstand"/>
        <w:numPr>
          <w:ilvl w:val="0"/>
          <w:numId w:val="3"/>
        </w:numPr>
      </w:pPr>
      <w:r>
        <w:t>Planning</w:t>
      </w:r>
    </w:p>
    <w:p w14:paraId="5B34B7C2" w14:textId="77777777" w:rsidR="00BA7884" w:rsidRDefault="00BA7884" w:rsidP="00BA7884">
      <w:pPr>
        <w:pStyle w:val="Geenafstand"/>
        <w:numPr>
          <w:ilvl w:val="0"/>
          <w:numId w:val="3"/>
        </w:numPr>
      </w:pPr>
      <w:r>
        <w:t>Verwacht resultaat</w:t>
      </w:r>
    </w:p>
    <w:p w14:paraId="107A6B71" w14:textId="77777777" w:rsidR="00BA7884" w:rsidRDefault="00BA7884" w:rsidP="00BA7884">
      <w:pPr>
        <w:pStyle w:val="Geenafstand"/>
        <w:numPr>
          <w:ilvl w:val="0"/>
          <w:numId w:val="3"/>
        </w:numPr>
      </w:pPr>
      <w:r>
        <w:t>Weekverslagen (fotoreportage)</w:t>
      </w:r>
    </w:p>
    <w:p w14:paraId="437878FC" w14:textId="77777777" w:rsidR="00BA7884" w:rsidRDefault="00BA7884" w:rsidP="00BA7884">
      <w:pPr>
        <w:pStyle w:val="Geenafstand"/>
        <w:numPr>
          <w:ilvl w:val="0"/>
          <w:numId w:val="4"/>
        </w:numPr>
      </w:pPr>
      <w:r>
        <w:t>Notulen overleg bedrijfsleven</w:t>
      </w:r>
    </w:p>
    <w:p w14:paraId="7FC63874" w14:textId="77777777" w:rsidR="00BA7884" w:rsidRDefault="00BA7884" w:rsidP="00BA7884">
      <w:pPr>
        <w:pStyle w:val="Geenafstand"/>
        <w:numPr>
          <w:ilvl w:val="0"/>
          <w:numId w:val="4"/>
        </w:numPr>
      </w:pPr>
      <w:r>
        <w:t>Elk contact bedrijfsleven schriftelijk vastgelegd</w:t>
      </w:r>
    </w:p>
    <w:p w14:paraId="7270C355" w14:textId="77777777" w:rsidR="00BA7884" w:rsidRDefault="00BA7884" w:rsidP="00BA7884">
      <w:pPr>
        <w:pStyle w:val="Geenafstand"/>
        <w:numPr>
          <w:ilvl w:val="0"/>
          <w:numId w:val="4"/>
        </w:numPr>
      </w:pPr>
      <w:r>
        <w:t>Uitdraai mailwisseling bedrijfsleven. Docenten altijd in CC</w:t>
      </w:r>
    </w:p>
    <w:p w14:paraId="6B028432" w14:textId="77777777" w:rsidR="00BA7884" w:rsidRDefault="00BA7884" w:rsidP="00BA7884">
      <w:pPr>
        <w:pStyle w:val="Geenafstand"/>
        <w:numPr>
          <w:ilvl w:val="0"/>
          <w:numId w:val="3"/>
        </w:numPr>
      </w:pPr>
      <w:r>
        <w:t>Conclusie</w:t>
      </w:r>
    </w:p>
    <w:p w14:paraId="5A9656CB" w14:textId="77777777" w:rsidR="00BA7884" w:rsidRDefault="00BA7884" w:rsidP="00BA7884">
      <w:pPr>
        <w:pStyle w:val="Geenafstand"/>
        <w:numPr>
          <w:ilvl w:val="0"/>
          <w:numId w:val="3"/>
        </w:numPr>
      </w:pPr>
      <w:r>
        <w:t>Leerdoelen behaald?</w:t>
      </w:r>
    </w:p>
    <w:p w14:paraId="548C817C" w14:textId="77777777" w:rsidR="00BA7884" w:rsidRDefault="00BA7884" w:rsidP="00BA7884">
      <w:pPr>
        <w:pStyle w:val="Geenafstand"/>
        <w:numPr>
          <w:ilvl w:val="0"/>
          <w:numId w:val="3"/>
        </w:numPr>
      </w:pPr>
      <w:r>
        <w:t>Samenvatting</w:t>
      </w:r>
    </w:p>
    <w:p w14:paraId="2D5066C9" w14:textId="77777777" w:rsidR="00BA7884" w:rsidRDefault="00BA7884" w:rsidP="00BA7884">
      <w:pPr>
        <w:pStyle w:val="Geenafstand"/>
        <w:numPr>
          <w:ilvl w:val="0"/>
          <w:numId w:val="3"/>
        </w:numPr>
      </w:pPr>
      <w:r>
        <w:t xml:space="preserve">Nawoord </w:t>
      </w:r>
    </w:p>
    <w:p w14:paraId="008406B7" w14:textId="77777777" w:rsidR="00BA7884" w:rsidRDefault="00BA7884" w:rsidP="00BA7884">
      <w:pPr>
        <w:pStyle w:val="Geenafstand"/>
        <w:numPr>
          <w:ilvl w:val="0"/>
          <w:numId w:val="3"/>
        </w:numPr>
      </w:pPr>
      <w:r>
        <w:t>Presentatie</w:t>
      </w:r>
    </w:p>
    <w:p w14:paraId="640237DA" w14:textId="77777777" w:rsidR="00BA7884" w:rsidRDefault="00BA7884" w:rsidP="00BA7884">
      <w:pPr>
        <w:pStyle w:val="Geenafstand"/>
        <w:ind w:left="720"/>
      </w:pPr>
    </w:p>
    <w:p w14:paraId="442587D4" w14:textId="77777777" w:rsidR="00BA7884" w:rsidRDefault="00BA7884" w:rsidP="00BA7884">
      <w:pPr>
        <w:pStyle w:val="Geenafstand"/>
        <w:rPr>
          <w:b/>
        </w:rPr>
      </w:pPr>
      <w:r>
        <w:rPr>
          <w:b/>
        </w:rPr>
        <w:t>Beoordeling</w:t>
      </w:r>
    </w:p>
    <w:p w14:paraId="6ED8A8F4" w14:textId="77777777" w:rsidR="00BA7884" w:rsidRDefault="00BA7884" w:rsidP="00BA7884">
      <w:r>
        <w:t>Per project:</w:t>
      </w:r>
    </w:p>
    <w:p w14:paraId="08D689C9" w14:textId="77777777" w:rsidR="00BA7884" w:rsidRDefault="00BA7884" w:rsidP="00BA7884">
      <w:pPr>
        <w:pStyle w:val="Lijstalinea"/>
        <w:numPr>
          <w:ilvl w:val="0"/>
          <w:numId w:val="5"/>
        </w:numPr>
        <w:spacing w:line="256" w:lineRule="auto"/>
      </w:pPr>
      <w:r>
        <w:t>Maken plan ( wat, waarom, hoe, tijdpad, taakverdeling, kosten)</w:t>
      </w:r>
      <w:r>
        <w:tab/>
        <w:t>: 10 pnt</w:t>
      </w:r>
    </w:p>
    <w:p w14:paraId="2970A249" w14:textId="77777777" w:rsidR="00BA7884" w:rsidRDefault="00BA7884" w:rsidP="00BA7884">
      <w:pPr>
        <w:pStyle w:val="Lijstalinea"/>
        <w:numPr>
          <w:ilvl w:val="0"/>
          <w:numId w:val="5"/>
        </w:numPr>
        <w:spacing w:line="256" w:lineRule="auto"/>
      </w:pPr>
      <w:r>
        <w:t>Aanleveren plan  (werkstuk, wat, waarom, hoe)</w:t>
      </w:r>
      <w:r>
        <w:tab/>
      </w:r>
      <w:r>
        <w:tab/>
      </w:r>
      <w:r>
        <w:tab/>
      </w:r>
      <w:r>
        <w:tab/>
        <w:t>: 10 pnt</w:t>
      </w:r>
    </w:p>
    <w:p w14:paraId="610EA22F" w14:textId="77777777" w:rsidR="00BA7884" w:rsidRDefault="00BA7884" w:rsidP="00BA7884">
      <w:pPr>
        <w:pStyle w:val="Lijstalinea"/>
        <w:numPr>
          <w:ilvl w:val="0"/>
          <w:numId w:val="5"/>
        </w:numPr>
        <w:spacing w:line="256" w:lineRule="auto"/>
      </w:pPr>
      <w:r>
        <w:t>Uitvoeren plan (weekverslagen, registraties, allen op intranet.)</w:t>
      </w:r>
      <w:r>
        <w:tab/>
      </w:r>
      <w:r>
        <w:tab/>
        <w:t>: 10 pnt</w:t>
      </w:r>
    </w:p>
    <w:p w14:paraId="0970D2D9" w14:textId="77777777" w:rsidR="00BA7884" w:rsidRDefault="00BA7884" w:rsidP="00BA7884">
      <w:pPr>
        <w:pStyle w:val="Lijstalinea"/>
        <w:numPr>
          <w:ilvl w:val="0"/>
          <w:numId w:val="5"/>
        </w:numPr>
        <w:spacing w:line="256" w:lineRule="auto"/>
      </w:pPr>
      <w:r>
        <w:t>Financiële administratie (kosten en baten)</w:t>
      </w:r>
      <w:r>
        <w:tab/>
      </w:r>
      <w:r>
        <w:tab/>
      </w:r>
      <w:r>
        <w:tab/>
      </w:r>
      <w:r>
        <w:tab/>
        <w:t>: 10 pnt</w:t>
      </w:r>
      <w:r>
        <w:tab/>
      </w:r>
    </w:p>
    <w:p w14:paraId="48558647" w14:textId="77777777" w:rsidR="00BA7884" w:rsidRDefault="00BA7884" w:rsidP="00BA7884">
      <w:pPr>
        <w:pStyle w:val="Lijstalinea"/>
        <w:numPr>
          <w:ilvl w:val="0"/>
          <w:numId w:val="5"/>
        </w:numPr>
        <w:spacing w:line="256" w:lineRule="auto"/>
      </w:pPr>
      <w:r>
        <w:t>Opleveren project (werkstuk met beschrijving project en conclusie)</w:t>
      </w:r>
      <w:r>
        <w:tab/>
        <w:t>: 10 pnt</w:t>
      </w:r>
    </w:p>
    <w:p w14:paraId="140D3B85" w14:textId="77777777" w:rsidR="00BA7884" w:rsidRDefault="00BA7884" w:rsidP="00BA7884">
      <w:pPr>
        <w:pStyle w:val="Lijstalinea"/>
        <w:numPr>
          <w:ilvl w:val="0"/>
          <w:numId w:val="5"/>
        </w:numPr>
        <w:spacing w:line="256" w:lineRule="auto"/>
      </w:pPr>
      <w:r>
        <w:t>Presentatie</w:t>
      </w:r>
      <w:r>
        <w:tab/>
      </w:r>
      <w:r>
        <w:tab/>
      </w:r>
      <w:r>
        <w:tab/>
      </w:r>
      <w:r>
        <w:tab/>
      </w:r>
      <w:r>
        <w:tab/>
      </w:r>
      <w:r>
        <w:tab/>
      </w:r>
      <w:r>
        <w:tab/>
      </w:r>
      <w:r>
        <w:tab/>
        <w:t>: 10 pnt</w:t>
      </w:r>
    </w:p>
    <w:p w14:paraId="4944259F" w14:textId="7323EE18" w:rsidR="00C351CD" w:rsidRPr="00BB18E6" w:rsidRDefault="00C351CD" w:rsidP="00C351CD">
      <w:pPr>
        <w:pStyle w:val="Geenafstand"/>
      </w:pPr>
      <w:r>
        <w:tab/>
      </w:r>
      <w:r>
        <w:tab/>
      </w:r>
      <w:r>
        <w:tab/>
      </w:r>
    </w:p>
    <w:sectPr w:rsidR="00C351CD" w:rsidRPr="00BB18E6" w:rsidSect="00BB18E6">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552"/>
    <w:multiLevelType w:val="hybridMultilevel"/>
    <w:tmpl w:val="3B489C84"/>
    <w:lvl w:ilvl="0" w:tplc="04130003">
      <w:start w:val="1"/>
      <w:numFmt w:val="bullet"/>
      <w:lvlText w:val="o"/>
      <w:lvlJc w:val="left"/>
      <w:pPr>
        <w:ind w:left="1440" w:hanging="360"/>
      </w:pPr>
      <w:rPr>
        <w:rFonts w:ascii="Courier New" w:hAnsi="Courier New" w:cs="Courier New"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1" w15:restartNumberingAfterBreak="0">
    <w:nsid w:val="27797EBE"/>
    <w:multiLevelType w:val="hybridMultilevel"/>
    <w:tmpl w:val="C92C1B78"/>
    <w:lvl w:ilvl="0" w:tplc="07547BC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C49195C"/>
    <w:multiLevelType w:val="hybridMultilevel"/>
    <w:tmpl w:val="4E78A9C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660F21D0"/>
    <w:multiLevelType w:val="hybridMultilevel"/>
    <w:tmpl w:val="1E18FF60"/>
    <w:lvl w:ilvl="0" w:tplc="4E5A312E">
      <w:start w:val="1"/>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3"/>
  </w:num>
  <w:num w:numId="4">
    <w:abstractNumId w:val="0"/>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29C"/>
    <w:rsid w:val="000327C7"/>
    <w:rsid w:val="0005752C"/>
    <w:rsid w:val="001D0D29"/>
    <w:rsid w:val="002F629C"/>
    <w:rsid w:val="00331A52"/>
    <w:rsid w:val="003D4939"/>
    <w:rsid w:val="00404EE9"/>
    <w:rsid w:val="00426B44"/>
    <w:rsid w:val="00434455"/>
    <w:rsid w:val="004A1E40"/>
    <w:rsid w:val="004C1887"/>
    <w:rsid w:val="004D2719"/>
    <w:rsid w:val="00530EDA"/>
    <w:rsid w:val="0075635D"/>
    <w:rsid w:val="007B7414"/>
    <w:rsid w:val="00830915"/>
    <w:rsid w:val="008B3EA9"/>
    <w:rsid w:val="008C7830"/>
    <w:rsid w:val="008D7EFD"/>
    <w:rsid w:val="009C2CD6"/>
    <w:rsid w:val="00AE16C7"/>
    <w:rsid w:val="00BA7884"/>
    <w:rsid w:val="00BB18E6"/>
    <w:rsid w:val="00C20171"/>
    <w:rsid w:val="00C351CD"/>
    <w:rsid w:val="00C502D6"/>
    <w:rsid w:val="00D163D1"/>
    <w:rsid w:val="00DB2AAC"/>
    <w:rsid w:val="00DE5118"/>
    <w:rsid w:val="00E35A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F1334"/>
  <w15:chartTrackingRefBased/>
  <w15:docId w15:val="{8545F164-A84A-44F4-9479-CDFF461F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B18E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BB18E6"/>
    <w:rPr>
      <w:rFonts w:eastAsiaTheme="minorEastAsia"/>
      <w:lang w:eastAsia="nl-NL"/>
    </w:rPr>
  </w:style>
  <w:style w:type="paragraph" w:styleId="Lijstalinea">
    <w:name w:val="List Paragraph"/>
    <w:basedOn w:val="Standaard"/>
    <w:uiPriority w:val="34"/>
    <w:qFormat/>
    <w:rsid w:val="00C351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25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C7135B-CD9A-4A88-BDE3-13E9F9CE3F95}">
  <ds:schemaRefs>
    <ds:schemaRef ds:uri="http://purl.org/dc/terms/"/>
    <ds:schemaRef ds:uri="http://schemas.openxmlformats.org/package/2006/metadata/core-properties"/>
    <ds:schemaRef ds:uri="http://purl.org/dc/elements/1.1/"/>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C2A418B-61A3-485C-89F5-9B95ED0CCC8C}">
  <ds:schemaRefs>
    <ds:schemaRef ds:uri="http://schemas.microsoft.com/sharepoint/v3/contenttype/forms"/>
  </ds:schemaRefs>
</ds:datastoreItem>
</file>

<file path=customXml/itemProps4.xml><?xml version="1.0" encoding="utf-8"?>
<ds:datastoreItem xmlns:ds="http://schemas.openxmlformats.org/officeDocument/2006/customXml" ds:itemID="{6E3D5901-0D9A-4930-9704-E8B5CCEB1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83EBA6E7</Template>
  <TotalTime>46</TotalTime>
  <Pages>3</Pages>
  <Words>305</Words>
  <Characters>1679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Project: Witlof</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Witlof</dc:title>
  <dc:subject/>
  <dc:creator/>
  <cp:keywords/>
  <dc:description/>
  <cp:lastModifiedBy>Robert Soesman</cp:lastModifiedBy>
  <cp:revision>27</cp:revision>
  <dcterms:created xsi:type="dcterms:W3CDTF">2017-07-03T08:34:00Z</dcterms:created>
  <dcterms:modified xsi:type="dcterms:W3CDTF">2017-07-07T11:23:00Z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