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431859100"/>
        <w:docPartObj>
          <w:docPartGallery w:val="Cover Pages"/>
          <w:docPartUnique/>
        </w:docPartObj>
      </w:sdtPr>
      <w:sdtEndPr/>
      <w:sdtContent>
        <w:p w14:paraId="28A09236" w14:textId="77777777" w:rsidR="003461F3" w:rsidRDefault="003461F3">
          <w:r>
            <w:rPr>
              <w:noProof/>
              <w:lang w:eastAsia="nl-NL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10E0BE8F" wp14:editId="18FB2F5F">
                    <wp:simplePos x="0" y="0"/>
                    <wp:positionH relativeFrom="page">
                      <wp:align>right</wp:align>
                    </wp:positionH>
                    <wp:positionV relativeFrom="page">
                      <wp:align>top</wp:align>
                    </wp:positionV>
                    <wp:extent cx="3113670" cy="10058400"/>
                    <wp:effectExtent l="0" t="0" r="0" b="0"/>
                    <wp:wrapNone/>
                    <wp:docPr id="453" name="Groep 45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3113670" cy="10058400"/>
                              <a:chOff x="0" y="0"/>
                              <a:chExt cx="3113670" cy="10058400"/>
                            </a:xfrm>
                          </wpg:grpSpPr>
                          <wps:wsp>
                            <wps:cNvPr id="459" name="Rechthoek 459" descr="Light vertical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545" cy="10058400"/>
                              </a:xfrm>
                              <a:prstGeom prst="rect">
                                <a:avLst/>
                              </a:prstGeom>
                              <a:pattFill prst="dkVert">
                                <a:fgClr>
                                  <a:schemeClr val="accent6">
                                    <a:lumMod val="60000"/>
                                    <a:lumOff val="40000"/>
                                    <a:alpha val="80000"/>
                                  </a:schemeClr>
                                </a:fgClr>
                                <a:bgClr>
                                  <a:schemeClr val="bg1">
                                    <a:alpha val="80000"/>
                                  </a:schemeClr>
                                </a:bgClr>
                              </a:pattFill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60" name="Rechthoek 46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4691" y="0"/>
                                <a:ext cx="2971800" cy="10058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D8D8D8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1" name="Rechthoek 4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854" y="0"/>
                                <a:ext cx="3099816" cy="237744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alias w:val="Jaar"/>
                                    <w:id w:val="1012341074"/>
                                    <w:showingPlcHdr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>
                                      <w:dateFormat w:val="yyyy"/>
                                      <w:lid w:val="nl-NL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14:paraId="50879EE4" w14:textId="77777777" w:rsidR="003461F3" w:rsidRDefault="003461F3">
                                      <w:pPr>
                                        <w:pStyle w:val="Geenafstand"/>
                                        <w:rPr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  <w:t xml:space="preserve">    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  <wps:wsp>
                            <wps:cNvPr id="462" name="Rechthoek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6761018"/>
                                <a:ext cx="3089515" cy="283337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Auteur"/>
                                    <w:id w:val="1380359617"/>
                                    <w:showingPlcHdr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31C5F5DD" w14:textId="77777777" w:rsidR="003461F3" w:rsidRDefault="003461F3">
                                      <w:pPr>
                                        <w:pStyle w:val="Geenafstand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Bedrijf"/>
                                    <w:id w:val="1760174317"/>
                                    <w:showingPlcHdr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p w14:paraId="1275EE0A" w14:textId="77777777" w:rsidR="003461F3" w:rsidRDefault="003461F3">
                                      <w:pPr>
                                        <w:pStyle w:val="Geenafstand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Datum"/>
                                    <w:id w:val="1724480474"/>
                                    <w:showingPlcHdr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>
                                      <w:dateFormat w:val="d-M-yyyy"/>
                                      <w:lid w:val="nl-NL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14:paraId="5139A570" w14:textId="77777777" w:rsidR="003461F3" w:rsidRDefault="003461F3">
                                      <w:pPr>
                                        <w:pStyle w:val="Geenafstand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40000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w14:anchorId="10E0BE8F" id="Groep 453" o:spid="_x0000_s1026" style="position:absolute;margin-left:193.95pt;margin-top:0;width:245.15pt;height:11in;z-index:251659264;mso-width-percent:400;mso-height-percent:1000;mso-position-horizontal:right;mso-position-horizontal-relative:page;mso-position-vertical:top;mso-position-vertical-relative:page;mso-width-percent:400;mso-height-percent:1000" coordsize="31136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">
                    <v:rect id="Rechthoek 459" o:spid="_x0000_s1027" alt="Light vertical" style="position:absolute;width:1385;height:100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" fillcolor="#a8d08d [1945]" stroked="f" strokecolor="white" strokeweight="1pt">
                      <v:fill r:id="rId8" o:title="" opacity="52428f" color2="white [3212]" o:opacity2="52428f" type="pattern"/>
                      <v:shadow color="#d8d8d8" offset="3pt,3pt"/>
                    </v:rect>
                    <v:rect id="Rechthoek 460" o:spid="_x0000_s1028" style="position:absolute;left:1246;width:29718;height:100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" fillcolor="#a8d08d [1945]" stroked="f" strokecolor="#d8d8d8"/>
                    <v:rect id="Rechthoek 461" o:spid="_x0000_s1029" style="position:absolute;left:138;width:30998;height:2377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color w:val="FFFFFF" w:themeColor="background1"/>
                                <w:sz w:val="96"/>
                                <w:szCs w:val="96"/>
                              </w:rPr>
                              <w:alias w:val="Jaar"/>
                              <w:id w:val="1012341074"/>
                              <w:showingPlcHdr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50879EE4" w14:textId="77777777" w:rsidR="003461F3" w:rsidRDefault="003461F3">
                                <w:pPr>
                                  <w:pStyle w:val="Geenafstand"/>
                                  <w:rPr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96"/>
                                    <w:szCs w:val="96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hthoek 9" o:spid="_x0000_s1030" style="position:absolute;top:67610;width:30895;height:2833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Auteur"/>
                              <w:id w:val="1380359617"/>
                              <w:showingPlcHdr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EndPr/>
                            <w:sdtContent>
                              <w:p w14:paraId="31C5F5DD" w14:textId="77777777" w:rsidR="003461F3" w:rsidRDefault="003461F3">
                                <w:pPr>
                                  <w:pStyle w:val="Geenafstand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Bedrijf"/>
                              <w:id w:val="1760174317"/>
                              <w:showingPlcHdr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p w14:paraId="1275EE0A" w14:textId="77777777" w:rsidR="003461F3" w:rsidRDefault="003461F3">
                                <w:pPr>
                                  <w:pStyle w:val="Geenafstand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Datum"/>
                              <w:id w:val="1724480474"/>
                              <w:showingPlcHdr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d-M-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5139A570" w14:textId="77777777" w:rsidR="003461F3" w:rsidRDefault="003461F3">
                                <w:pPr>
                                  <w:pStyle w:val="Geenafstand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7755048F" wp14:editId="139CD2DF">
                    <wp:simplePos x="0" y="0"/>
                    <wp:positionH relativeFrom="page">
                      <wp:align>left</wp:align>
                    </wp:positionH>
                    <mc:AlternateContent>
                      <mc:Choice Requires="wp14">
                        <wp:positionV relativeFrom="page">
                          <wp14:pctPosVOffset>25000</wp14:pctPosVOffset>
                        </wp:positionV>
                      </mc:Choice>
                      <mc:Fallback>
                        <wp:positionV relativeFrom="page">
                          <wp:posOffset>2672715</wp:posOffset>
                        </wp:positionV>
                      </mc:Fallback>
                    </mc:AlternateContent>
                    <wp:extent cx="6970395" cy="640080"/>
                    <wp:effectExtent l="0" t="0" r="20955" b="20320"/>
                    <wp:wrapNone/>
                    <wp:docPr id="463" name="Rechthoek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70395" cy="64008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A5DBB37" w14:textId="77777777" w:rsidR="003461F3" w:rsidRDefault="003461F3" w:rsidP="003461F3">
                                <w:pPr>
                                  <w:pStyle w:val="Geenafstand"/>
                                  <w:ind w:left="2124"/>
                                  <w:rPr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Project: Teelt de grond uit</w:t>
                                </w:r>
                              </w:p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7300</wp14:pctHeight>
                    </wp14:sizeRelV>
                  </wp:anchor>
                </w:drawing>
              </mc:Choice>
              <mc:Fallback>
                <w:pict>
                  <v:rect w14:anchorId="7755048F" id="Rechthoek 16" o:spid="_x0000_s1031" style="position:absolute;margin-left:0;margin-top:0;width:548.85pt;height:50.4pt;z-index:251661312;visibility:visible;mso-wrap-style:square;mso-width-percent:900;mso-height-percent:73;mso-top-percent:250;mso-wrap-distance-left:9pt;mso-wrap-distance-top:0;mso-wrap-distance-right:9pt;mso-wrap-distance-bottom:0;mso-position-horizontal:left;mso-position-horizontal-relative:page;mso-position-vertical-relative:page;mso-width-percent:900;mso-height-percent:73;mso-top-percent:2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" o:allowincell="f" fillcolor="black [3213]" strokecolor="black [3213]" strokeweight="1.5pt">
                    <v:textbox style="mso-fit-shape-to-text:t" inset="14.4pt,,14.4pt">
                      <w:txbxContent>
                        <w:p w14:paraId="4A5DBB37" w14:textId="77777777" w:rsidR="003461F3" w:rsidRDefault="003461F3" w:rsidP="003461F3">
                          <w:pPr>
                            <w:pStyle w:val="Geenafstand"/>
                            <w:ind w:left="2124"/>
                            <w:rPr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color w:val="FFFFFF" w:themeColor="background1"/>
                              <w:sz w:val="72"/>
                              <w:szCs w:val="72"/>
                            </w:rPr>
                            <w:t>Project: Teelt de grond uit</w:t>
                          </w:r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  <w:p w14:paraId="3315FBD5" w14:textId="22D0E7BA" w:rsidR="003461F3" w:rsidRDefault="0034642E">
          <w:bookmarkStart w:id="0" w:name="_GoBack"/>
          <w:bookmarkEnd w:id="0"/>
          <w:r w:rsidRPr="0034642E">
            <w:rPr>
              <w:rFonts w:ascii="Times New Roman" w:eastAsia="Calibri" w:hAnsi="Times New Roman" w:cs="Times New Roman"/>
              <w:noProof/>
              <w:sz w:val="24"/>
              <w:szCs w:val="24"/>
              <w:lang w:eastAsia="nl-NL"/>
            </w:rPr>
            <mc:AlternateContent>
              <mc:Choice Requires="wps">
                <w:drawing>
                  <wp:anchor distT="45720" distB="45720" distL="114300" distR="114300" simplePos="0" relativeHeight="251664384" behindDoc="0" locked="0" layoutInCell="1" allowOverlap="1" wp14:anchorId="43569AAB" wp14:editId="59336E4E">
                    <wp:simplePos x="0" y="0"/>
                    <wp:positionH relativeFrom="column">
                      <wp:posOffset>223520</wp:posOffset>
                    </wp:positionH>
                    <wp:positionV relativeFrom="paragraph">
                      <wp:posOffset>6026785</wp:posOffset>
                    </wp:positionV>
                    <wp:extent cx="2905760" cy="726440"/>
                    <wp:effectExtent l="0" t="0" r="19685" b="19050"/>
                    <wp:wrapSquare wrapText="bothSides"/>
                    <wp:docPr id="3" name="Tekstvak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905760" cy="7264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ECC8EA" w14:textId="77777777" w:rsidR="0034642E" w:rsidRDefault="0034642E" w:rsidP="0034642E">
                                <w:r>
                                  <w:t>Auteurs:</w:t>
                                </w:r>
                              </w:p>
                              <w:p w14:paraId="18E4B996" w14:textId="77777777" w:rsidR="0034642E" w:rsidRDefault="0034642E" w:rsidP="0034642E">
                                <w:pPr>
                                  <w:pStyle w:val="Geenafstand"/>
                                </w:pPr>
                                <w:r>
                                  <w:t>B. Boer</w:t>
                                </w:r>
                              </w:p>
                              <w:p w14:paraId="19B07DA5" w14:textId="77777777" w:rsidR="0034642E" w:rsidRDefault="0034642E" w:rsidP="0034642E">
                                <w:pPr>
                                  <w:pStyle w:val="Geenafstand"/>
                                </w:pPr>
                                <w:r>
                                  <w:t>R. Soesman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40000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43569AAB"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2" o:spid="_x0000_s1032" type="#_x0000_t202" style="position:absolute;margin-left:17.6pt;margin-top:474.55pt;width:228.8pt;height:57.2pt;z-index:25166438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">
                    <v:textbox style="mso-fit-shape-to-text:t">
                      <w:txbxContent>
                        <w:p w14:paraId="6AECC8EA" w14:textId="77777777" w:rsidR="0034642E" w:rsidRDefault="0034642E" w:rsidP="0034642E">
                          <w:r>
                            <w:t>Auteurs:</w:t>
                          </w:r>
                        </w:p>
                        <w:p w14:paraId="18E4B996" w14:textId="77777777" w:rsidR="0034642E" w:rsidRDefault="0034642E" w:rsidP="0034642E">
                          <w:pPr>
                            <w:pStyle w:val="Geenafstand"/>
                          </w:pPr>
                          <w:r>
                            <w:t>B. Boer</w:t>
                          </w:r>
                        </w:p>
                        <w:p w14:paraId="19B07DA5" w14:textId="77777777" w:rsidR="0034642E" w:rsidRDefault="0034642E" w:rsidP="0034642E">
                          <w:pPr>
                            <w:pStyle w:val="Geenafstand"/>
                          </w:pPr>
                          <w:r>
                            <w:t>R. Soesman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3461F3">
            <w:rPr>
              <w:noProof/>
              <w:lang w:eastAsia="nl-NL"/>
            </w:rPr>
            <w:drawing>
              <wp:anchor distT="0" distB="0" distL="114300" distR="114300" simplePos="0" relativeHeight="251660288" behindDoc="0" locked="0" layoutInCell="0" allowOverlap="1" wp14:anchorId="02525E4D" wp14:editId="2CF866AC">
                <wp:simplePos x="0" y="0"/>
                <wp:positionH relativeFrom="page">
                  <wp:posOffset>1981200</wp:posOffset>
                </wp:positionH>
                <wp:positionV relativeFrom="page">
                  <wp:posOffset>3537723</wp:posOffset>
                </wp:positionV>
                <wp:extent cx="5577840" cy="3618598"/>
                <wp:effectExtent l="0" t="0" r="3810" b="1270"/>
                <wp:wrapNone/>
                <wp:docPr id="464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otion.jpg"/>
                        <pic:cNvPicPr/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77840" cy="3618598"/>
                        </a:xfrm>
                        <a:prstGeom prst="rect">
                          <a:avLst/>
                        </a:prstGeom>
                        <a:ln w="12700"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3461F3">
            <w:br w:type="page"/>
          </w:r>
          <w:r w:rsidR="003461F3">
            <w:rPr>
              <w:noProof/>
              <w:lang w:eastAsia="nl-NL"/>
            </w:rPr>
            <w:drawing>
              <wp:anchor distT="0" distB="0" distL="114300" distR="114300" simplePos="0" relativeHeight="251662336" behindDoc="1" locked="0" layoutInCell="1" allowOverlap="1" wp14:anchorId="2A990DB3" wp14:editId="4CAF63B1">
                <wp:simplePos x="0" y="0"/>
                <wp:positionH relativeFrom="column">
                  <wp:posOffset>-4445</wp:posOffset>
                </wp:positionH>
                <wp:positionV relativeFrom="paragraph">
                  <wp:posOffset>-285750</wp:posOffset>
                </wp:positionV>
                <wp:extent cx="2916000" cy="1191600"/>
                <wp:effectExtent l="0" t="0" r="0" b="8890"/>
                <wp:wrapTight wrapText="bothSides">
                  <wp:wrapPolygon edited="0">
                    <wp:start x="0" y="0"/>
                    <wp:lineTo x="0" y="21416"/>
                    <wp:lineTo x="21449" y="21416"/>
                    <wp:lineTo x="21449" y="0"/>
                    <wp:lineTo x="0" y="0"/>
                  </wp:wrapPolygon>
                </wp:wrapTight>
                <wp:docPr id="1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afbeelding groene welle.png"/>
                        <pic:cNvPicPr/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16000" cy="1191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sdtContent>
    </w:sdt>
    <w:p w14:paraId="3C200669" w14:textId="3D463262" w:rsidR="002A559A" w:rsidRPr="00C351CD" w:rsidRDefault="002A559A" w:rsidP="002A559A">
      <w:pPr>
        <w:pStyle w:val="Geenafstand"/>
        <w:rPr>
          <w:b/>
        </w:rPr>
      </w:pPr>
      <w:r>
        <w:rPr>
          <w:b/>
        </w:rPr>
        <w:lastRenderedPageBreak/>
        <w:t>Project: Teelt de grond uit</w:t>
      </w:r>
    </w:p>
    <w:p w14:paraId="123AF7F4" w14:textId="181C4A2D" w:rsidR="002A559A" w:rsidRDefault="002A559A" w:rsidP="002A559A">
      <w:pPr>
        <w:pStyle w:val="Geenafstand"/>
      </w:pPr>
      <w:r w:rsidRPr="00C351CD">
        <w:rPr>
          <w:b/>
        </w:rPr>
        <w:t>Opdrachtgever:</w:t>
      </w:r>
      <w:r>
        <w:t xml:space="preserve"> R. Soesman</w:t>
      </w:r>
    </w:p>
    <w:p w14:paraId="7B46F646" w14:textId="2ECA1263" w:rsidR="002A559A" w:rsidRDefault="002A559A" w:rsidP="002A559A">
      <w:pPr>
        <w:pStyle w:val="Geenafstand"/>
      </w:pPr>
      <w:r w:rsidRPr="00C351CD">
        <w:rPr>
          <w:b/>
        </w:rPr>
        <w:t>Bedrijf:</w:t>
      </w:r>
      <w:r>
        <w:t xml:space="preserve"> Groene Welle</w:t>
      </w:r>
    </w:p>
    <w:p w14:paraId="6C62C2D4" w14:textId="77777777" w:rsidR="002A559A" w:rsidRDefault="002A559A" w:rsidP="002A559A">
      <w:pPr>
        <w:pStyle w:val="Geenafstand"/>
      </w:pPr>
    </w:p>
    <w:p w14:paraId="23D93255" w14:textId="77777777" w:rsidR="002A559A" w:rsidRPr="00C351CD" w:rsidRDefault="002A559A" w:rsidP="002A559A">
      <w:pPr>
        <w:pStyle w:val="Geenafstand"/>
        <w:rPr>
          <w:b/>
        </w:rPr>
      </w:pPr>
      <w:r w:rsidRPr="00C351CD">
        <w:rPr>
          <w:b/>
        </w:rPr>
        <w:t>Proef</w:t>
      </w:r>
    </w:p>
    <w:p w14:paraId="5E6CAF55" w14:textId="1D90A627" w:rsidR="002A559A" w:rsidRDefault="002A559A" w:rsidP="002A559A">
      <w:pPr>
        <w:pStyle w:val="Geenafstand"/>
      </w:pPr>
      <w:r>
        <w:t>Jullie gaan onderzoeken wat verschillen zijn in groei van een gewas naar keuze in goten, pot in pot en volle grond.</w:t>
      </w:r>
    </w:p>
    <w:p w14:paraId="0A8F4286" w14:textId="77777777" w:rsidR="002A559A" w:rsidRDefault="002A559A" w:rsidP="002A559A">
      <w:pPr>
        <w:pStyle w:val="Geenafstand"/>
      </w:pPr>
    </w:p>
    <w:p w14:paraId="34F7BEB6" w14:textId="77777777" w:rsidR="002A559A" w:rsidRPr="00C351CD" w:rsidRDefault="002A559A" w:rsidP="002A559A">
      <w:pPr>
        <w:pStyle w:val="Geenafstand"/>
        <w:rPr>
          <w:b/>
        </w:rPr>
      </w:pPr>
      <w:r w:rsidRPr="00C351CD">
        <w:rPr>
          <w:b/>
        </w:rPr>
        <w:t>Opzet</w:t>
      </w:r>
    </w:p>
    <w:p w14:paraId="1F5C1028" w14:textId="5BAB7F5F" w:rsidR="002A559A" w:rsidRDefault="00F05444" w:rsidP="002A559A">
      <w:pPr>
        <w:pStyle w:val="Geenafstand"/>
      </w:pPr>
      <w:r>
        <w:t>1 proef in goten</w:t>
      </w:r>
    </w:p>
    <w:p w14:paraId="29E47F50" w14:textId="4CF04B6F" w:rsidR="002A559A" w:rsidRDefault="002A559A" w:rsidP="002A559A">
      <w:pPr>
        <w:pStyle w:val="Geenafstand"/>
      </w:pPr>
      <w:r>
        <w:t>1 pro</w:t>
      </w:r>
      <w:r w:rsidR="00F05444">
        <w:t>ef pot in pot</w:t>
      </w:r>
    </w:p>
    <w:p w14:paraId="76200E56" w14:textId="6BFBF473" w:rsidR="002A559A" w:rsidRDefault="002A559A" w:rsidP="00F05444">
      <w:pPr>
        <w:pStyle w:val="Geenafstand"/>
      </w:pPr>
      <w:r>
        <w:t xml:space="preserve">1 proef </w:t>
      </w:r>
      <w:r w:rsidR="00F05444">
        <w:t>volle grond</w:t>
      </w:r>
    </w:p>
    <w:p w14:paraId="46D2F70C" w14:textId="77777777" w:rsidR="002A559A" w:rsidRDefault="002A559A" w:rsidP="002A559A">
      <w:pPr>
        <w:pStyle w:val="Geenafstand"/>
      </w:pPr>
    </w:p>
    <w:p w14:paraId="265C604D" w14:textId="77777777" w:rsidR="002A559A" w:rsidRPr="00C351CD" w:rsidRDefault="002A559A" w:rsidP="002A559A">
      <w:pPr>
        <w:pStyle w:val="Geenafstand"/>
        <w:rPr>
          <w:b/>
        </w:rPr>
      </w:pPr>
      <w:r w:rsidRPr="00C351CD">
        <w:rPr>
          <w:b/>
        </w:rPr>
        <w:t>Onderzoeken</w:t>
      </w:r>
    </w:p>
    <w:p w14:paraId="00DF8E3C" w14:textId="77777777" w:rsidR="002A559A" w:rsidRDefault="002A559A" w:rsidP="002A559A">
      <w:pPr>
        <w:pStyle w:val="Geenafstand"/>
        <w:numPr>
          <w:ilvl w:val="0"/>
          <w:numId w:val="1"/>
        </w:numPr>
      </w:pPr>
      <w:r>
        <w:t>Verschil in wortelvorming (tijd, volume)</w:t>
      </w:r>
    </w:p>
    <w:p w14:paraId="1B60372A" w14:textId="77777777" w:rsidR="002A559A" w:rsidRDefault="002A559A" w:rsidP="002A559A">
      <w:pPr>
        <w:pStyle w:val="Geenafstand"/>
        <w:numPr>
          <w:ilvl w:val="0"/>
          <w:numId w:val="1"/>
        </w:numPr>
      </w:pPr>
      <w:r>
        <w:t>Verschil in lengtegroei (tijd, lengte in cm)</w:t>
      </w:r>
    </w:p>
    <w:p w14:paraId="553115E8" w14:textId="1BE069A2" w:rsidR="002A559A" w:rsidRDefault="0017463B" w:rsidP="002A559A">
      <w:pPr>
        <w:pStyle w:val="Geenafstand"/>
        <w:numPr>
          <w:ilvl w:val="0"/>
          <w:numId w:val="1"/>
        </w:numPr>
      </w:pPr>
      <w:r>
        <w:t>Verschil in bladkleur</w:t>
      </w:r>
    </w:p>
    <w:p w14:paraId="57224DD8" w14:textId="77777777" w:rsidR="002A559A" w:rsidRDefault="002A559A" w:rsidP="002A559A">
      <w:pPr>
        <w:pStyle w:val="Geenafstand"/>
        <w:numPr>
          <w:ilvl w:val="0"/>
          <w:numId w:val="1"/>
        </w:numPr>
      </w:pPr>
      <w:r>
        <w:t>Ziektegevoeligheid</w:t>
      </w:r>
    </w:p>
    <w:p w14:paraId="5A11307B" w14:textId="207CC38D" w:rsidR="002A559A" w:rsidRDefault="002A559A" w:rsidP="002A559A">
      <w:pPr>
        <w:pStyle w:val="Geenafstand"/>
        <w:numPr>
          <w:ilvl w:val="0"/>
          <w:numId w:val="1"/>
        </w:numPr>
      </w:pPr>
      <w:r>
        <w:t>Watergift</w:t>
      </w:r>
      <w:r w:rsidR="0017463B">
        <w:t xml:space="preserve"> en bemesting</w:t>
      </w:r>
    </w:p>
    <w:p w14:paraId="607DD6CB" w14:textId="77777777" w:rsidR="002A559A" w:rsidRDefault="002A559A" w:rsidP="002A559A">
      <w:pPr>
        <w:pStyle w:val="Geenafstand"/>
        <w:numPr>
          <w:ilvl w:val="0"/>
          <w:numId w:val="1"/>
        </w:numPr>
      </w:pPr>
      <w:r>
        <w:t>Kwaliteit</w:t>
      </w:r>
    </w:p>
    <w:p w14:paraId="56A60A1A" w14:textId="77777777" w:rsidR="002A559A" w:rsidRDefault="002A559A" w:rsidP="002A559A">
      <w:pPr>
        <w:pStyle w:val="Geenafstand"/>
        <w:numPr>
          <w:ilvl w:val="0"/>
          <w:numId w:val="1"/>
        </w:numPr>
      </w:pPr>
      <w:r>
        <w:t>Uitval</w:t>
      </w:r>
    </w:p>
    <w:p w14:paraId="55C9BF2B" w14:textId="77777777" w:rsidR="002A559A" w:rsidRDefault="002A559A" w:rsidP="002A559A">
      <w:pPr>
        <w:pStyle w:val="Geenafstand"/>
      </w:pPr>
    </w:p>
    <w:p w14:paraId="37B7C743" w14:textId="77777777" w:rsidR="002A559A" w:rsidRPr="00C351CD" w:rsidRDefault="002A559A" w:rsidP="002A559A">
      <w:pPr>
        <w:pStyle w:val="Geenafstand"/>
        <w:rPr>
          <w:b/>
        </w:rPr>
      </w:pPr>
      <w:r w:rsidRPr="00C351CD">
        <w:rPr>
          <w:b/>
        </w:rPr>
        <w:t>Leerdoelen</w:t>
      </w:r>
    </w:p>
    <w:p w14:paraId="20642BBC" w14:textId="60B2D9C1" w:rsidR="002A559A" w:rsidRDefault="002A559A" w:rsidP="002A559A">
      <w:pPr>
        <w:pStyle w:val="Geenafstand"/>
        <w:numPr>
          <w:ilvl w:val="0"/>
          <w:numId w:val="1"/>
        </w:numPr>
      </w:pPr>
      <w:r>
        <w:t>Techniek (</w:t>
      </w:r>
      <w:r w:rsidR="001C67ED">
        <w:t>aanleggen pot in pot systeem</w:t>
      </w:r>
      <w:r>
        <w:t>)</w:t>
      </w:r>
    </w:p>
    <w:p w14:paraId="3DEE8F55" w14:textId="77777777" w:rsidR="002A559A" w:rsidRDefault="002A559A" w:rsidP="002A559A">
      <w:pPr>
        <w:pStyle w:val="Geenafstand"/>
        <w:numPr>
          <w:ilvl w:val="0"/>
          <w:numId w:val="1"/>
        </w:numPr>
      </w:pPr>
      <w:r>
        <w:t>Onderzoek plegen</w:t>
      </w:r>
    </w:p>
    <w:p w14:paraId="03FD8706" w14:textId="77777777" w:rsidR="002A559A" w:rsidRDefault="002A559A" w:rsidP="002A559A">
      <w:pPr>
        <w:pStyle w:val="Geenafstand"/>
        <w:numPr>
          <w:ilvl w:val="0"/>
          <w:numId w:val="1"/>
        </w:numPr>
      </w:pPr>
      <w:r>
        <w:t>Contact bedrijfsleven onderhouden</w:t>
      </w:r>
    </w:p>
    <w:p w14:paraId="3031AE2C" w14:textId="77777777" w:rsidR="002A559A" w:rsidRDefault="002A559A" w:rsidP="002A559A">
      <w:pPr>
        <w:pStyle w:val="Geenafstand"/>
        <w:numPr>
          <w:ilvl w:val="0"/>
          <w:numId w:val="1"/>
        </w:numPr>
      </w:pPr>
      <w:r>
        <w:t>Verslaglegging plegen</w:t>
      </w:r>
    </w:p>
    <w:p w14:paraId="7CF3A246" w14:textId="77777777" w:rsidR="002A559A" w:rsidRDefault="002A559A" w:rsidP="002A559A">
      <w:pPr>
        <w:pStyle w:val="Geenafstand"/>
        <w:numPr>
          <w:ilvl w:val="0"/>
          <w:numId w:val="1"/>
        </w:numPr>
      </w:pPr>
      <w:r>
        <w:t>Presenteren aan opdrachtgever en afnemers</w:t>
      </w:r>
    </w:p>
    <w:p w14:paraId="29A564E5" w14:textId="77777777" w:rsidR="002A559A" w:rsidRDefault="002A559A" w:rsidP="002A559A">
      <w:pPr>
        <w:pStyle w:val="Geenafstand"/>
        <w:numPr>
          <w:ilvl w:val="0"/>
          <w:numId w:val="1"/>
        </w:numPr>
      </w:pPr>
      <w:r>
        <w:t>Samenwerken</w:t>
      </w:r>
    </w:p>
    <w:p w14:paraId="491C7CA2" w14:textId="77777777" w:rsidR="002A559A" w:rsidRDefault="002A559A" w:rsidP="002A559A">
      <w:pPr>
        <w:pStyle w:val="Geenafstand"/>
        <w:numPr>
          <w:ilvl w:val="0"/>
          <w:numId w:val="1"/>
        </w:numPr>
      </w:pPr>
      <w:r>
        <w:t>Plannen</w:t>
      </w:r>
    </w:p>
    <w:p w14:paraId="64E62BB7" w14:textId="77777777" w:rsidR="002A559A" w:rsidRDefault="002A559A" w:rsidP="002A559A">
      <w:pPr>
        <w:pStyle w:val="Geenafstand"/>
      </w:pPr>
    </w:p>
    <w:p w14:paraId="6D27F5A7" w14:textId="77777777" w:rsidR="002A559A" w:rsidRPr="00C351CD" w:rsidRDefault="002A559A" w:rsidP="002A559A">
      <w:pPr>
        <w:pStyle w:val="Geenafstand"/>
        <w:rPr>
          <w:b/>
        </w:rPr>
      </w:pPr>
      <w:r w:rsidRPr="00C351CD">
        <w:rPr>
          <w:b/>
        </w:rPr>
        <w:t>Werkprocessen</w:t>
      </w:r>
    </w:p>
    <w:p w14:paraId="3107F045" w14:textId="77777777" w:rsidR="002A559A" w:rsidRDefault="002A559A" w:rsidP="002A559A">
      <w:pPr>
        <w:pStyle w:val="Geenafstand"/>
      </w:pPr>
      <w:r>
        <w:t>B1-K1-W1 Draagt zorg voor de kwaliteit van het agrobusinessproduct</w:t>
      </w:r>
    </w:p>
    <w:p w14:paraId="1899506D" w14:textId="77777777" w:rsidR="002A559A" w:rsidRDefault="002A559A" w:rsidP="002A559A">
      <w:pPr>
        <w:pStyle w:val="Geenafstand"/>
      </w:pPr>
      <w:r>
        <w:t>B1-K1-W4 Draagt zorg voor informatie in de keten</w:t>
      </w:r>
    </w:p>
    <w:p w14:paraId="4CAF1268" w14:textId="77777777" w:rsidR="002A559A" w:rsidRDefault="002A559A" w:rsidP="002A559A">
      <w:pPr>
        <w:pStyle w:val="Geenafstand"/>
      </w:pPr>
      <w:r>
        <w:t>P9-K1-W1 Draagt zorg voor het teeltproces en de verwerking</w:t>
      </w:r>
    </w:p>
    <w:p w14:paraId="7361EB15" w14:textId="77777777" w:rsidR="002A559A" w:rsidRDefault="002A559A" w:rsidP="002A559A">
      <w:pPr>
        <w:pStyle w:val="Geenafstand"/>
      </w:pPr>
      <w:r>
        <w:t>P9-K1-W2 Stuurt teelproces</w:t>
      </w:r>
    </w:p>
    <w:p w14:paraId="0E847387" w14:textId="77777777" w:rsidR="002A559A" w:rsidRDefault="002A559A" w:rsidP="002A559A">
      <w:pPr>
        <w:pStyle w:val="Geenafstand"/>
      </w:pPr>
      <w:r>
        <w:t>P9-K2-W3 Verbetert processen/productie</w:t>
      </w:r>
    </w:p>
    <w:p w14:paraId="0A50AEEE" w14:textId="77777777" w:rsidR="002A559A" w:rsidRDefault="002A559A" w:rsidP="002A559A">
      <w:pPr>
        <w:pStyle w:val="Geenafstand"/>
      </w:pPr>
      <w:r>
        <w:t>P9-K2-W6 Adviseert over innovaties</w:t>
      </w:r>
    </w:p>
    <w:p w14:paraId="54538C5E" w14:textId="77777777" w:rsidR="002A559A" w:rsidRDefault="002A559A" w:rsidP="002A559A">
      <w:pPr>
        <w:pStyle w:val="Geenafstand"/>
      </w:pPr>
      <w:r>
        <w:t xml:space="preserve">P9-K2-W7 Vormt netwerken en maakt hier gebruik van </w:t>
      </w:r>
    </w:p>
    <w:p w14:paraId="243CDCEC" w14:textId="77777777" w:rsidR="002A559A" w:rsidRDefault="002A559A" w:rsidP="002A559A">
      <w:pPr>
        <w:pStyle w:val="Geenafstand"/>
      </w:pPr>
    </w:p>
    <w:p w14:paraId="4DF41D5B" w14:textId="77777777" w:rsidR="002A559A" w:rsidRDefault="002A559A" w:rsidP="002A559A">
      <w:pPr>
        <w:rPr>
          <w:rFonts w:eastAsiaTheme="minorEastAsia"/>
          <w:b/>
          <w:lang w:eastAsia="nl-NL"/>
        </w:rPr>
      </w:pPr>
      <w:r>
        <w:rPr>
          <w:b/>
        </w:rPr>
        <w:br w:type="page"/>
      </w:r>
    </w:p>
    <w:p w14:paraId="2D563580" w14:textId="77777777" w:rsidR="002A559A" w:rsidRPr="00BB18E6" w:rsidRDefault="002A559A" w:rsidP="002A559A">
      <w:pPr>
        <w:pStyle w:val="Geenafstand"/>
      </w:pPr>
      <w:r>
        <w:lastRenderedPageBreak/>
        <w:tab/>
      </w:r>
      <w:r>
        <w:tab/>
      </w:r>
      <w:r>
        <w:tab/>
      </w:r>
    </w:p>
    <w:p w14:paraId="13755BD2" w14:textId="77777777" w:rsidR="0048159E" w:rsidRDefault="0048159E" w:rsidP="0048159E">
      <w:pPr>
        <w:pStyle w:val="Geenafstand"/>
        <w:rPr>
          <w:b/>
        </w:rPr>
      </w:pPr>
      <w:r>
        <w:rPr>
          <w:b/>
        </w:rPr>
        <w:t>Inhoud verslag</w:t>
      </w:r>
    </w:p>
    <w:p w14:paraId="18504A94" w14:textId="77777777" w:rsidR="0048159E" w:rsidRDefault="0048159E" w:rsidP="0048159E">
      <w:pPr>
        <w:pStyle w:val="Geenafstand"/>
        <w:numPr>
          <w:ilvl w:val="0"/>
          <w:numId w:val="3"/>
        </w:numPr>
      </w:pPr>
      <w:r>
        <w:t>Voorblad</w:t>
      </w:r>
    </w:p>
    <w:p w14:paraId="5B49C796" w14:textId="77777777" w:rsidR="0048159E" w:rsidRDefault="0048159E" w:rsidP="0048159E">
      <w:pPr>
        <w:pStyle w:val="Geenafstand"/>
        <w:numPr>
          <w:ilvl w:val="0"/>
          <w:numId w:val="3"/>
        </w:numPr>
      </w:pPr>
      <w:r>
        <w:t>Inleiding</w:t>
      </w:r>
    </w:p>
    <w:p w14:paraId="387AABB2" w14:textId="77777777" w:rsidR="0048159E" w:rsidRDefault="0048159E" w:rsidP="0048159E">
      <w:pPr>
        <w:pStyle w:val="Geenafstand"/>
        <w:numPr>
          <w:ilvl w:val="0"/>
          <w:numId w:val="3"/>
        </w:numPr>
      </w:pPr>
      <w:r>
        <w:t>Opdracht</w:t>
      </w:r>
    </w:p>
    <w:p w14:paraId="55199C36" w14:textId="77777777" w:rsidR="0048159E" w:rsidRDefault="0048159E" w:rsidP="0048159E">
      <w:pPr>
        <w:pStyle w:val="Geenafstand"/>
        <w:numPr>
          <w:ilvl w:val="0"/>
          <w:numId w:val="3"/>
        </w:numPr>
      </w:pPr>
      <w:r>
        <w:t>Plan van aanpak</w:t>
      </w:r>
    </w:p>
    <w:p w14:paraId="528AA792" w14:textId="77777777" w:rsidR="0048159E" w:rsidRDefault="0048159E" w:rsidP="0048159E">
      <w:pPr>
        <w:pStyle w:val="Geenafstand"/>
        <w:numPr>
          <w:ilvl w:val="0"/>
          <w:numId w:val="3"/>
        </w:numPr>
      </w:pPr>
      <w:r>
        <w:t>Planning</w:t>
      </w:r>
    </w:p>
    <w:p w14:paraId="2C4B71B8" w14:textId="77777777" w:rsidR="0048159E" w:rsidRDefault="0048159E" w:rsidP="0048159E">
      <w:pPr>
        <w:pStyle w:val="Geenafstand"/>
        <w:numPr>
          <w:ilvl w:val="0"/>
          <w:numId w:val="3"/>
        </w:numPr>
      </w:pPr>
      <w:r>
        <w:t>Verwacht resultaat</w:t>
      </w:r>
    </w:p>
    <w:p w14:paraId="655665FA" w14:textId="77777777" w:rsidR="0048159E" w:rsidRDefault="0048159E" w:rsidP="0048159E">
      <w:pPr>
        <w:pStyle w:val="Geenafstand"/>
        <w:numPr>
          <w:ilvl w:val="0"/>
          <w:numId w:val="3"/>
        </w:numPr>
      </w:pPr>
      <w:r>
        <w:t>Weekverslagen (fotoreportage)</w:t>
      </w:r>
    </w:p>
    <w:p w14:paraId="3E930242" w14:textId="77777777" w:rsidR="0048159E" w:rsidRDefault="0048159E" w:rsidP="0048159E">
      <w:pPr>
        <w:pStyle w:val="Geenafstand"/>
        <w:numPr>
          <w:ilvl w:val="0"/>
          <w:numId w:val="4"/>
        </w:numPr>
      </w:pPr>
      <w:r>
        <w:t>Notulen overleg bedrijfsleven</w:t>
      </w:r>
    </w:p>
    <w:p w14:paraId="28CA8109" w14:textId="77777777" w:rsidR="0048159E" w:rsidRDefault="0048159E" w:rsidP="0048159E">
      <w:pPr>
        <w:pStyle w:val="Geenafstand"/>
        <w:numPr>
          <w:ilvl w:val="0"/>
          <w:numId w:val="4"/>
        </w:numPr>
      </w:pPr>
      <w:r>
        <w:t>Elk contact bedrijfsleven schriftelijk vastgelegd</w:t>
      </w:r>
    </w:p>
    <w:p w14:paraId="7BC4EEB0" w14:textId="77777777" w:rsidR="0048159E" w:rsidRDefault="0048159E" w:rsidP="0048159E">
      <w:pPr>
        <w:pStyle w:val="Geenafstand"/>
        <w:numPr>
          <w:ilvl w:val="0"/>
          <w:numId w:val="4"/>
        </w:numPr>
      </w:pPr>
      <w:r>
        <w:t>Uitdraai mailwisseling bedrijfsleven. Docenten altijd in CC</w:t>
      </w:r>
    </w:p>
    <w:p w14:paraId="4D05CD86" w14:textId="77777777" w:rsidR="0048159E" w:rsidRDefault="0048159E" w:rsidP="0048159E">
      <w:pPr>
        <w:pStyle w:val="Geenafstand"/>
        <w:numPr>
          <w:ilvl w:val="0"/>
          <w:numId w:val="3"/>
        </w:numPr>
      </w:pPr>
      <w:r>
        <w:t>Conclusie</w:t>
      </w:r>
    </w:p>
    <w:p w14:paraId="72AA639F" w14:textId="77777777" w:rsidR="0048159E" w:rsidRDefault="0048159E" w:rsidP="0048159E">
      <w:pPr>
        <w:pStyle w:val="Geenafstand"/>
        <w:numPr>
          <w:ilvl w:val="0"/>
          <w:numId w:val="3"/>
        </w:numPr>
      </w:pPr>
      <w:r>
        <w:t>Leerdoelen behaald?</w:t>
      </w:r>
    </w:p>
    <w:p w14:paraId="0DBCB1B7" w14:textId="77777777" w:rsidR="0048159E" w:rsidRDefault="0048159E" w:rsidP="0048159E">
      <w:pPr>
        <w:pStyle w:val="Geenafstand"/>
        <w:numPr>
          <w:ilvl w:val="0"/>
          <w:numId w:val="3"/>
        </w:numPr>
      </w:pPr>
      <w:r>
        <w:t>Samenvatting</w:t>
      </w:r>
    </w:p>
    <w:p w14:paraId="1AFA8323" w14:textId="77777777" w:rsidR="0048159E" w:rsidRDefault="0048159E" w:rsidP="0048159E">
      <w:pPr>
        <w:pStyle w:val="Geenafstand"/>
        <w:numPr>
          <w:ilvl w:val="0"/>
          <w:numId w:val="3"/>
        </w:numPr>
      </w:pPr>
      <w:r>
        <w:t xml:space="preserve">Nawoord </w:t>
      </w:r>
    </w:p>
    <w:p w14:paraId="17859E66" w14:textId="77777777" w:rsidR="0048159E" w:rsidRDefault="0048159E" w:rsidP="0048159E">
      <w:pPr>
        <w:pStyle w:val="Geenafstand"/>
        <w:numPr>
          <w:ilvl w:val="0"/>
          <w:numId w:val="3"/>
        </w:numPr>
      </w:pPr>
      <w:r>
        <w:t>Presentatie</w:t>
      </w:r>
    </w:p>
    <w:p w14:paraId="7C1A69DF" w14:textId="77777777" w:rsidR="0048159E" w:rsidRDefault="0048159E" w:rsidP="0048159E">
      <w:pPr>
        <w:pStyle w:val="Geenafstand"/>
        <w:ind w:left="720"/>
      </w:pPr>
    </w:p>
    <w:p w14:paraId="1C5C8068" w14:textId="77777777" w:rsidR="0048159E" w:rsidRDefault="0048159E" w:rsidP="0048159E">
      <w:pPr>
        <w:pStyle w:val="Geenafstand"/>
        <w:rPr>
          <w:b/>
        </w:rPr>
      </w:pPr>
      <w:r>
        <w:rPr>
          <w:b/>
        </w:rPr>
        <w:t>Beoordeling</w:t>
      </w:r>
    </w:p>
    <w:p w14:paraId="23B6DAF1" w14:textId="77777777" w:rsidR="0048159E" w:rsidRDefault="0048159E" w:rsidP="0048159E">
      <w:r>
        <w:t>Per project:</w:t>
      </w:r>
    </w:p>
    <w:p w14:paraId="38FA1C21" w14:textId="77777777" w:rsidR="0048159E" w:rsidRDefault="0048159E" w:rsidP="0048159E">
      <w:pPr>
        <w:pStyle w:val="Lijstalinea"/>
        <w:numPr>
          <w:ilvl w:val="0"/>
          <w:numId w:val="5"/>
        </w:numPr>
        <w:spacing w:line="256" w:lineRule="auto"/>
      </w:pPr>
      <w:r>
        <w:t>Maken plan ( wat, waarom, hoe, tijdpad, taakverdeling, kosten)</w:t>
      </w:r>
      <w:r>
        <w:tab/>
        <w:t>: 10 pnt</w:t>
      </w:r>
    </w:p>
    <w:p w14:paraId="6E15E9E3" w14:textId="77777777" w:rsidR="0048159E" w:rsidRDefault="0048159E" w:rsidP="0048159E">
      <w:pPr>
        <w:pStyle w:val="Lijstalinea"/>
        <w:numPr>
          <w:ilvl w:val="0"/>
          <w:numId w:val="5"/>
        </w:numPr>
        <w:spacing w:line="256" w:lineRule="auto"/>
      </w:pPr>
      <w:r>
        <w:t>Aanleveren plan  (werkstuk, wat, waarom, hoe)</w:t>
      </w:r>
      <w:r>
        <w:tab/>
      </w:r>
      <w:r>
        <w:tab/>
      </w:r>
      <w:r>
        <w:tab/>
      </w:r>
      <w:r>
        <w:tab/>
        <w:t>: 10 pnt</w:t>
      </w:r>
    </w:p>
    <w:p w14:paraId="59BAA9BE" w14:textId="77777777" w:rsidR="0048159E" w:rsidRDefault="0048159E" w:rsidP="0048159E">
      <w:pPr>
        <w:pStyle w:val="Lijstalinea"/>
        <w:numPr>
          <w:ilvl w:val="0"/>
          <w:numId w:val="5"/>
        </w:numPr>
        <w:spacing w:line="256" w:lineRule="auto"/>
      </w:pPr>
      <w:r>
        <w:t>Uitvoeren plan (weekverslagen, registraties, allen op intranet.)</w:t>
      </w:r>
      <w:r>
        <w:tab/>
      </w:r>
      <w:r>
        <w:tab/>
        <w:t>: 10 pnt</w:t>
      </w:r>
    </w:p>
    <w:p w14:paraId="690EB6A9" w14:textId="77777777" w:rsidR="0048159E" w:rsidRDefault="0048159E" w:rsidP="0048159E">
      <w:pPr>
        <w:pStyle w:val="Lijstalinea"/>
        <w:numPr>
          <w:ilvl w:val="0"/>
          <w:numId w:val="5"/>
        </w:numPr>
        <w:spacing w:line="256" w:lineRule="auto"/>
      </w:pPr>
      <w:r>
        <w:t>Financiële administratie (kosten en baten)</w:t>
      </w:r>
      <w:r>
        <w:tab/>
      </w:r>
      <w:r>
        <w:tab/>
      </w:r>
      <w:r>
        <w:tab/>
      </w:r>
      <w:r>
        <w:tab/>
        <w:t>: 10 pnt</w:t>
      </w:r>
      <w:r>
        <w:tab/>
      </w:r>
    </w:p>
    <w:p w14:paraId="74826D06" w14:textId="77777777" w:rsidR="0048159E" w:rsidRDefault="0048159E" w:rsidP="0048159E">
      <w:pPr>
        <w:pStyle w:val="Lijstalinea"/>
        <w:numPr>
          <w:ilvl w:val="0"/>
          <w:numId w:val="5"/>
        </w:numPr>
        <w:spacing w:line="256" w:lineRule="auto"/>
      </w:pPr>
      <w:r>
        <w:t>Opleveren project (werkstuk met beschrijving project en conclusie)</w:t>
      </w:r>
      <w:r>
        <w:tab/>
        <w:t>: 10 pnt</w:t>
      </w:r>
    </w:p>
    <w:p w14:paraId="4A9D7424" w14:textId="77777777" w:rsidR="0048159E" w:rsidRDefault="0048159E" w:rsidP="0048159E">
      <w:pPr>
        <w:pStyle w:val="Lijstalinea"/>
        <w:numPr>
          <w:ilvl w:val="0"/>
          <w:numId w:val="5"/>
        </w:numPr>
        <w:spacing w:line="256" w:lineRule="auto"/>
      </w:pPr>
      <w:r>
        <w:t>Presentatie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: 10 pnt</w:t>
      </w:r>
    </w:p>
    <w:p w14:paraId="6D6AE887" w14:textId="77777777" w:rsidR="00BC6091" w:rsidRDefault="00BC6091"/>
    <w:sectPr w:rsidR="00BC6091" w:rsidSect="003461F3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A4552"/>
    <w:multiLevelType w:val="hybridMultilevel"/>
    <w:tmpl w:val="3B489C84"/>
    <w:lvl w:ilvl="0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7797EBE"/>
    <w:multiLevelType w:val="hybridMultilevel"/>
    <w:tmpl w:val="C92C1B78"/>
    <w:lvl w:ilvl="0" w:tplc="07547B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0F21D0"/>
    <w:multiLevelType w:val="hybridMultilevel"/>
    <w:tmpl w:val="1E18FF60"/>
    <w:lvl w:ilvl="0" w:tplc="4E5A312E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FE9"/>
    <w:rsid w:val="0017463B"/>
    <w:rsid w:val="001C67ED"/>
    <w:rsid w:val="002A559A"/>
    <w:rsid w:val="003461F3"/>
    <w:rsid w:val="0034642E"/>
    <w:rsid w:val="0048159E"/>
    <w:rsid w:val="00AB5FE9"/>
    <w:rsid w:val="00BC6091"/>
    <w:rsid w:val="00F0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9FF3FD4"/>
  <w15:chartTrackingRefBased/>
  <w15:docId w15:val="{93C2BCFE-BEB9-47B2-BFE0-C46694F4E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3461F3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3461F3"/>
    <w:rPr>
      <w:rFonts w:eastAsiaTheme="minorEastAsia"/>
      <w:lang w:eastAsia="nl-NL"/>
    </w:rPr>
  </w:style>
  <w:style w:type="paragraph" w:styleId="Lijstalinea">
    <w:name w:val="List Paragraph"/>
    <w:basedOn w:val="Standaard"/>
    <w:uiPriority w:val="34"/>
    <w:qFormat/>
    <w:rsid w:val="002A55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5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C2E150DD3FF547BFFD7598BE20C2A0" ma:contentTypeVersion="0" ma:contentTypeDescription="Een nieuw document maken." ma:contentTypeScope="" ma:versionID="e7a8bd995f49ae6cce78fb7f38a28d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73da0342c567f274c68f93872d94a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CFD3BA-866A-4C4F-A3BD-2B7DB22575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51167A-5841-44F6-A84B-119F13590D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82C35C-F87E-4887-A8F4-1000F094193B}">
  <ds:schemaRefs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C0F960DE</Template>
  <TotalTime>14</TotalTime>
  <Pages>3</Pages>
  <Words>261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Robert Soesman</cp:lastModifiedBy>
  <cp:revision>8</cp:revision>
  <dcterms:created xsi:type="dcterms:W3CDTF">2017-07-03T09:24:00Z</dcterms:created>
  <dcterms:modified xsi:type="dcterms:W3CDTF">2017-07-07T11:22:00Z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0x01010030C2E150DD3FF547BFFD7598BE20C2A0</vt:lpwstr>
  </property>
</Properties>
</file>