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7702F0" w14:textId="77777777" w:rsidR="00197128" w:rsidRPr="00197128" w:rsidRDefault="00197128">
      <w:pPr>
        <w:rPr>
          <w:b/>
          <w:sz w:val="40"/>
          <w:szCs w:val="40"/>
          <w:u w:val="single"/>
        </w:rPr>
      </w:pPr>
      <w:r w:rsidRPr="00197128">
        <w:rPr>
          <w:b/>
          <w:sz w:val="40"/>
          <w:szCs w:val="40"/>
          <w:u w:val="single"/>
        </w:rPr>
        <w:t>Project innovatieve teelten</w:t>
      </w:r>
    </w:p>
    <w:p w14:paraId="59B8BCEE" w14:textId="77777777" w:rsidR="00197128" w:rsidRDefault="00197128">
      <w:pPr>
        <w:rPr>
          <w:b/>
          <w:u w:val="single"/>
        </w:rPr>
      </w:pPr>
    </w:p>
    <w:p w14:paraId="1F34DE17" w14:textId="77777777" w:rsidR="001B5526" w:rsidRPr="00197128" w:rsidRDefault="00197128">
      <w:pPr>
        <w:rPr>
          <w:b/>
          <w:u w:val="single"/>
        </w:rPr>
      </w:pPr>
      <w:r w:rsidRPr="00197128">
        <w:rPr>
          <w:b/>
          <w:u w:val="single"/>
        </w:rPr>
        <w:t>Eindverslag per project.</w:t>
      </w:r>
      <w:bookmarkStart w:id="0" w:name="_GoBack"/>
      <w:bookmarkEnd w:id="0"/>
    </w:p>
    <w:p w14:paraId="4A38D3D9" w14:textId="77777777" w:rsidR="00197128" w:rsidRDefault="00197128"/>
    <w:p w14:paraId="01240E38" w14:textId="77777777" w:rsidR="00197128" w:rsidRDefault="00197128">
      <w:r>
        <w:t>Aan het einde van elk project wordt per projectgroep een verslag ingeleverd.</w:t>
      </w:r>
    </w:p>
    <w:p w14:paraId="5F421A69" w14:textId="77777777" w:rsidR="00197128" w:rsidRDefault="00197128">
      <w:r>
        <w:t>Dit verslag wordt beoordeeld.</w:t>
      </w:r>
    </w:p>
    <w:p w14:paraId="05FC2476" w14:textId="77777777" w:rsidR="00197128" w:rsidRDefault="00197128">
      <w:r>
        <w:t>Aan het eind van elk project wordt ook een projectboekje ingevuld en ingeleverd met daarin de beoordeling van elkaar. ( projectboekje is te vinden in het arrangement.)</w:t>
      </w:r>
    </w:p>
    <w:p w14:paraId="350F7A8A" w14:textId="77777777" w:rsidR="00197128" w:rsidRDefault="00197128"/>
    <w:p w14:paraId="2DDCD866" w14:textId="77777777" w:rsidR="00197128" w:rsidRDefault="00197128">
      <w:r>
        <w:t>Het verslag:</w:t>
      </w:r>
    </w:p>
    <w:p w14:paraId="0C6699D9" w14:textId="77777777" w:rsidR="00197128" w:rsidRDefault="00197128">
      <w:r>
        <w:t>In het verslag moet minimaal aanwezig zijn:</w:t>
      </w:r>
    </w:p>
    <w:p w14:paraId="5728D6AC" w14:textId="77777777" w:rsidR="00197128" w:rsidRDefault="00197128" w:rsidP="00197128">
      <w:pPr>
        <w:pStyle w:val="Lijstalinea"/>
        <w:numPr>
          <w:ilvl w:val="0"/>
          <w:numId w:val="1"/>
        </w:numPr>
      </w:pPr>
      <w:r>
        <w:t>Titel</w:t>
      </w:r>
    </w:p>
    <w:p w14:paraId="54C07134" w14:textId="77777777" w:rsidR="00197128" w:rsidRDefault="00197128" w:rsidP="00197128">
      <w:pPr>
        <w:pStyle w:val="Lijstalinea"/>
        <w:numPr>
          <w:ilvl w:val="0"/>
          <w:numId w:val="1"/>
        </w:numPr>
      </w:pPr>
      <w:r>
        <w:t>Beschrijving van het project</w:t>
      </w:r>
    </w:p>
    <w:p w14:paraId="75C3C73B" w14:textId="77777777" w:rsidR="00197128" w:rsidRDefault="00197128" w:rsidP="00197128">
      <w:pPr>
        <w:pStyle w:val="Lijstalinea"/>
        <w:numPr>
          <w:ilvl w:val="0"/>
          <w:numId w:val="1"/>
        </w:numPr>
      </w:pPr>
      <w:r>
        <w:t>Doel(en) van het project</w:t>
      </w:r>
    </w:p>
    <w:p w14:paraId="72BF1F7C" w14:textId="77777777" w:rsidR="00197128" w:rsidRDefault="00197128" w:rsidP="00197128">
      <w:pPr>
        <w:pStyle w:val="Lijstalinea"/>
        <w:numPr>
          <w:ilvl w:val="0"/>
          <w:numId w:val="1"/>
        </w:numPr>
      </w:pPr>
      <w:r>
        <w:t>Motivatie van de doelen</w:t>
      </w:r>
    </w:p>
    <w:p w14:paraId="2927DE65" w14:textId="77777777" w:rsidR="00197128" w:rsidRDefault="00197128" w:rsidP="00197128">
      <w:pPr>
        <w:pStyle w:val="Lijstalinea"/>
        <w:numPr>
          <w:ilvl w:val="0"/>
          <w:numId w:val="1"/>
        </w:numPr>
      </w:pPr>
      <w:r>
        <w:t>Deelnemers ( studenten)</w:t>
      </w:r>
    </w:p>
    <w:p w14:paraId="798B9664" w14:textId="77777777" w:rsidR="00197128" w:rsidRDefault="00197128" w:rsidP="00197128">
      <w:pPr>
        <w:pStyle w:val="Lijstalinea"/>
        <w:numPr>
          <w:ilvl w:val="0"/>
          <w:numId w:val="1"/>
        </w:numPr>
      </w:pPr>
      <w:r>
        <w:t>Opdrachtgevers</w:t>
      </w:r>
    </w:p>
    <w:p w14:paraId="7B156207" w14:textId="77777777" w:rsidR="00197128" w:rsidRDefault="00197128" w:rsidP="00197128">
      <w:pPr>
        <w:pStyle w:val="Lijstalinea"/>
        <w:numPr>
          <w:ilvl w:val="0"/>
          <w:numId w:val="1"/>
        </w:numPr>
      </w:pPr>
      <w:r>
        <w:t>Overige betrokkenen</w:t>
      </w:r>
    </w:p>
    <w:p w14:paraId="7E5E8F5D" w14:textId="77777777" w:rsidR="00197128" w:rsidRDefault="00197128" w:rsidP="00197128">
      <w:pPr>
        <w:pStyle w:val="Lijstalinea"/>
        <w:numPr>
          <w:ilvl w:val="0"/>
          <w:numId w:val="1"/>
        </w:numPr>
      </w:pPr>
      <w:r>
        <w:t>Beschrijving van het projectplan en de uitvoering daarvan</w:t>
      </w:r>
    </w:p>
    <w:p w14:paraId="0CAEE77D" w14:textId="77777777" w:rsidR="00197128" w:rsidRDefault="00197128" w:rsidP="00197128">
      <w:pPr>
        <w:pStyle w:val="Lijstalinea"/>
        <w:numPr>
          <w:ilvl w:val="0"/>
          <w:numId w:val="1"/>
        </w:numPr>
      </w:pPr>
      <w:r>
        <w:t>De verzamelde gegevens</w:t>
      </w:r>
    </w:p>
    <w:p w14:paraId="2CF34DE6" w14:textId="77777777" w:rsidR="00197128" w:rsidRDefault="00197128" w:rsidP="00197128">
      <w:pPr>
        <w:pStyle w:val="Lijstalinea"/>
        <w:numPr>
          <w:ilvl w:val="0"/>
          <w:numId w:val="1"/>
        </w:numPr>
      </w:pPr>
      <w:r>
        <w:t>Conclusies en aanbevelingen</w:t>
      </w:r>
    </w:p>
    <w:p w14:paraId="0D003FD5" w14:textId="77777777" w:rsidR="00197128" w:rsidRDefault="00197128" w:rsidP="00197128">
      <w:pPr>
        <w:pStyle w:val="Lijstalinea"/>
        <w:numPr>
          <w:ilvl w:val="0"/>
          <w:numId w:val="1"/>
        </w:numPr>
      </w:pPr>
      <w:r>
        <w:t>Foto’s, tabellen en grafieken ter ondersteuning van het verhaal</w:t>
      </w:r>
    </w:p>
    <w:p w14:paraId="5D9D8899" w14:textId="77777777" w:rsidR="00197128" w:rsidRDefault="00197128" w:rsidP="00197128">
      <w:pPr>
        <w:pStyle w:val="Lijstalinea"/>
        <w:numPr>
          <w:ilvl w:val="0"/>
          <w:numId w:val="1"/>
        </w:numPr>
      </w:pPr>
      <w:r>
        <w:t>Presentatie aan het einde van het project met uitnodiging van alle betrokken partijen.</w:t>
      </w:r>
    </w:p>
    <w:p w14:paraId="7F8E3496" w14:textId="77777777" w:rsidR="00197128" w:rsidRDefault="00197128" w:rsidP="00197128">
      <w:r>
        <w:t xml:space="preserve">Het verslag wordt digitaal ingeleverd en 2x een </w:t>
      </w:r>
      <w:proofErr w:type="spellStart"/>
      <w:r>
        <w:t>hardcopy</w:t>
      </w:r>
      <w:proofErr w:type="spellEnd"/>
      <w:r>
        <w:t>. ( mag bij de repro van school)</w:t>
      </w:r>
    </w:p>
    <w:sectPr w:rsidR="001971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586D81"/>
    <w:multiLevelType w:val="hybridMultilevel"/>
    <w:tmpl w:val="2F1479DE"/>
    <w:lvl w:ilvl="0" w:tplc="8C3AF2C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128"/>
    <w:rsid w:val="00197128"/>
    <w:rsid w:val="001B5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28DB6"/>
  <w15:chartTrackingRefBased/>
  <w15:docId w15:val="{9FA1AAA6-C4AF-42C5-8166-E263EDE56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971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E3D062E4285B418BA321768784CCFF" ma:contentTypeVersion="0" ma:contentTypeDescription="Een nieuw document maken." ma:contentTypeScope="" ma:versionID="cb7f2b75932bbba76ff372db5f7ef4b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978a156f712f99d6452530788f7ffe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64BEC1-5B45-469F-9E5B-EBF3463AFC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A35636-0731-415E-914F-1E99560EB8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64770D-983A-4740-9607-B85F004476CE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337BF7A9</Template>
  <TotalTime>7</TotalTime>
  <Pages>1</Pages>
  <Words>135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 Segers</dc:creator>
  <cp:keywords/>
  <dc:description/>
  <cp:lastModifiedBy>Piet Segers</cp:lastModifiedBy>
  <cp:revision>1</cp:revision>
  <dcterms:created xsi:type="dcterms:W3CDTF">2018-02-12T07:41:00Z</dcterms:created>
  <dcterms:modified xsi:type="dcterms:W3CDTF">2018-02-12T07:48:00Z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0x0101002BE3D062E4285B418BA321768784CCFF</vt:lpwstr>
  </property>
</Properties>
</file>